
<file path=[Content_Types].xml><?xml version="1.0" encoding="utf-8"?>
<Types xmlns="http://schemas.openxmlformats.org/package/2006/content-types">
  <Override PartName="/word/header47.xml" ContentType="application/vnd.openxmlformats-officedocument.wordprocessingml.header+xml"/>
  <Override PartName="/word/footer88.xml" ContentType="application/vnd.openxmlformats-officedocument.wordprocessingml.footer+xml"/>
  <Override PartName="/word/header94.xml" ContentType="application/vnd.openxmlformats-officedocument.wordprocessingml.header+xml"/>
  <Override PartName="/word/footer105.xml" ContentType="application/vnd.openxmlformats-officedocument.wordprocessingml.footer+xml"/>
  <Override PartName="/word/header36.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header130.xml" ContentType="application/vnd.openxmlformats-officedocument.wordprocessingml.header+xml"/>
  <Override PartName="/word/footer130.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91.xml" ContentType="application/vnd.openxmlformats-officedocument.wordprocessingml.footer+xml"/>
  <Override PartName="/word/footer33.xml" ContentType="application/vnd.openxmlformats-officedocument.wordprocessingml.footer+xml"/>
  <Override PartName="/word/footer80.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header88.xml" ContentType="application/vnd.openxmlformats-officedocument.wordprocessingml.header+xml"/>
  <Override PartName="/word/header99.xml" ContentType="application/vnd.openxmlformats-officedocument.wordprocessingml.header+xml"/>
  <Override PartName="/word/header135.xml" ContentType="application/vnd.openxmlformats-officedocument.wordprocessingml.header+xml"/>
  <Override PartName="/word/header77.xml" ContentType="application/vnd.openxmlformats-officedocument.wordprocessingml.header+xml"/>
  <Override PartName="/word/header124.xml" ContentType="application/vnd.openxmlformats-officedocument.wordprocessingml.header+xml"/>
  <Override PartName="/word/footer135.xml" ContentType="application/vnd.openxmlformats-officedocument.wordprocessingml.footer+xml"/>
  <Override PartName="/word/header19.xml" ContentType="application/vnd.openxmlformats-officedocument.wordprocessingml.header+xml"/>
  <Override PartName="/word/header66.xml" ContentType="application/vnd.openxmlformats-officedocument.wordprocessingml.header+xml"/>
  <Override PartName="/word/header102.xml" ContentType="application/vnd.openxmlformats-officedocument.wordprocessingml.header+xml"/>
  <Override PartName="/word/header113.xml" ContentType="application/vnd.openxmlformats-officedocument.wordprocessingml.header+xml"/>
  <Override PartName="/word/footer113.xml" ContentType="application/vnd.openxmlformats-officedocument.wordprocessingml.footer+xml"/>
  <Override PartName="/word/footer124.xml" ContentType="application/vnd.openxmlformats-officedocument.wordprocessingml.footer+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header91.xml" ContentType="application/vnd.openxmlformats-officedocument.wordprocessingml.header+xml"/>
  <Override PartName="/word/footer96.xml" ContentType="application/vnd.openxmlformats-officedocument.wordprocessingml.footer+xml"/>
  <Override PartName="/word/footer102.xml" ContentType="application/vnd.openxmlformats-officedocument.wordprocessingml.foot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74.xml" ContentType="application/vnd.openxmlformats-officedocument.wordprocessingml.footer+xml"/>
  <Override PartName="/word/header80.xml" ContentType="application/vnd.openxmlformats-officedocument.wordprocessingml.header+xml"/>
  <Override PartName="/word/footer85.xml" ContentType="application/vnd.openxmlformats-officedocument.wordprocessingml.footer+xml"/>
  <Override PartName="/word/footer4.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63.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52.xml" ContentType="application/vnd.openxmlformats-officedocument.wordprocessingml.footer+xml"/>
  <Override PartName="/word/header5.xml" ContentType="application/vnd.openxmlformats-officedocument.wordprocessingml.header+xml"/>
  <Override PartName="/word/footer30.xml" ContentType="application/vnd.openxmlformats-officedocument.wordprocessingml.footer+xml"/>
  <Override PartName="/word/footer41.xml" ContentType="application/vnd.openxmlformats-officedocument.wordprocessingml.footer+xml"/>
  <Override PartName="/word/header118.xml" ContentType="application/vnd.openxmlformats-officedocument.wordprocessingml.header+xml"/>
  <Override PartName="/word/header129.xml" ContentType="application/vnd.openxmlformats-officedocument.wordprocessingml.header+xml"/>
  <Override PartName="/word/footer129.xml" ContentType="application/vnd.openxmlformats-officedocument.wordprocessingml.footer+xml"/>
  <Override PartName="/word/header107.xml" ContentType="application/vnd.openxmlformats-officedocument.wordprocessingml.header+xml"/>
  <Override PartName="/word/footer118.xml" ContentType="application/vnd.openxmlformats-officedocument.wordprocessingml.footer+xml"/>
  <Override PartName="/word/header49.xml" ContentType="application/vnd.openxmlformats-officedocument.wordprocessingml.header+xml"/>
  <Override PartName="/word/header96.xml" ContentType="application/vnd.openxmlformats-officedocument.wordprocessingml.header+xml"/>
  <Override PartName="/word/footer107.xml" ContentType="application/vnd.openxmlformats-officedocument.wordprocessingml.footer+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79.xml" ContentType="application/vnd.openxmlformats-officedocument.wordprocessingml.footer+xml"/>
  <Override PartName="/word/header85.xml" ContentType="application/vnd.openxmlformats-officedocument.wordprocessingml.header+xml"/>
  <Override PartName="/word/footer97.xml" ContentType="application/vnd.openxmlformats-officedocument.wordprocessingml.footer+xml"/>
  <Override PartName="/word/header103.xml" ContentType="application/vnd.openxmlformats-officedocument.wordprocessingml.header+xml"/>
  <Override PartName="/word/footer114.xml" ContentType="application/vnd.openxmlformats-officedocument.wordprocessingml.footer+xml"/>
  <Override PartName="/word/header121.xml" ContentType="application/vnd.openxmlformats-officedocument.wordprocessingml.header+xml"/>
  <Override PartName="/word/header132.xml" ContentType="application/vnd.openxmlformats-officedocument.wordprocessingml.header+xml"/>
  <Override PartName="/word/footer132.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footer86.xml" ContentType="application/vnd.openxmlformats-officedocument.wordprocessingml.footer+xml"/>
  <Override PartName="/word/header92.xml" ContentType="application/vnd.openxmlformats-officedocument.wordprocessingml.header+xml"/>
  <Override PartName="/word/footer103.xml" ContentType="application/vnd.openxmlformats-officedocument.wordprocessingml.footer+xml"/>
  <Override PartName="/word/header110.xml" ContentType="application/vnd.openxmlformats-officedocument.wordprocessingml.header+xml"/>
  <Override PartName="/word/footer121.xml" ContentType="application/vnd.openxmlformats-officedocument.wordprocessingml.foot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Override PartName="/word/footer93.xml" ContentType="application/vnd.openxmlformats-officedocument.wordprocessingml.footer+xml"/>
  <Override PartName="/word/footer110.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footer8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119.xml" ContentType="application/vnd.openxmlformats-officedocument.wordprocessingml.header+xml"/>
  <Override PartName="/word/footer119.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108.xml" ContentType="application/vnd.openxmlformats-officedocument.wordprocessingml.header+xml"/>
  <Override PartName="/word/footer108.xml" ContentType="application/vnd.openxmlformats-officedocument.wordprocessingml.footer+xml"/>
  <Override PartName="/word/header126.xml" ContentType="application/vnd.openxmlformats-officedocument.wordprocessingml.header+xml"/>
  <Override PartName="/word/header39.xml" ContentType="application/vnd.openxmlformats-officedocument.wordprocessingml.header+xml"/>
  <Override PartName="/word/header68.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115.xml" ContentType="application/vnd.openxmlformats-officedocument.wordprocessingml.header+xml"/>
  <Override PartName="/word/footer115.xml" ContentType="application/vnd.openxmlformats-officedocument.wordprocessingml.footer+xml"/>
  <Override PartName="/word/footer126.xml" ContentType="application/vnd.openxmlformats-officedocument.wordprocessingml.footer+xml"/>
  <Override PartName="/word/header133.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footer98.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header122.xml" ContentType="application/vnd.openxmlformats-officedocument.wordprocessingml.header+xml"/>
  <Override PartName="/word/footer133.xml" ContentType="application/vnd.openxmlformats-officedocument.wordprocessingml.footer+xml"/>
  <Override PartName="/word/header17.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header93.xml" ContentType="application/vnd.openxmlformats-officedocument.wordprocessingml.header+xml"/>
  <Override PartName="/word/header100.xml" ContentType="application/vnd.openxmlformats-officedocument.wordprocessingml.header+xml"/>
  <Override PartName="/word/header111.xml" ContentType="application/vnd.openxmlformats-officedocument.wordprocessingml.header+xml"/>
  <Override PartName="/word/footer111.xml" ContentType="application/vnd.openxmlformats-officedocument.wordprocessingml.footer+xml"/>
  <Override PartName="/word/footer122.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footer83.xml" ContentType="application/vnd.openxmlformats-officedocument.wordprocessingml.footer+xml"/>
  <Override PartName="/word/footer94.xml" ContentType="application/vnd.openxmlformats-officedocument.wordprocessingml.footer+xml"/>
  <Override PartName="/word/footer100.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72.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61.xml" ContentType="application/vnd.openxmlformats-officedocument.wordprocessingml.footer+xml"/>
  <Override PartName="/word/footer90.xml" ContentType="application/vnd.openxmlformats-officedocument.wordprocessingml.footer+xml"/>
  <Override PartName="/word/footer21.xml" ContentType="application/vnd.openxmlformats-officedocument.wordprocessingml.footer+xml"/>
  <Override PartName="/word/footer50.xml" ContentType="application/vnd.openxmlformats-officedocument.wordprocessingml.footer+xml"/>
  <Override PartName="/word/header109.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header98.xml" ContentType="application/vnd.openxmlformats-officedocument.wordprocessingml.header+xml"/>
  <Override PartName="/word/footer109.xml" ContentType="application/vnd.openxmlformats-officedocument.wordprocessingml.footer+xml"/>
  <Override PartName="/word/header116.xml" ContentType="application/vnd.openxmlformats-officedocument.wordprocessingml.header+xml"/>
  <Override PartName="/word/header127.xml" ContentType="application/vnd.openxmlformats-officedocument.wordprocessingml.header+xml"/>
  <Override PartName="/word/footer127.xml" ContentType="application/vnd.openxmlformats-officedocument.wordprocessingml.footer+xml"/>
  <Override PartName="/word/header58.xml" ContentType="application/vnd.openxmlformats-officedocument.wordprocessingml.header+xml"/>
  <Override PartName="/word/header69.xml" ContentType="application/vnd.openxmlformats-officedocument.wordprocessingml.header+xml"/>
  <Override PartName="/word/header87.xml" ContentType="application/vnd.openxmlformats-officedocument.wordprocessingml.header+xml"/>
  <Override PartName="/word/footer99.xml" ContentType="application/vnd.openxmlformats-officedocument.wordprocessingml.footer+xml"/>
  <Override PartName="/word/header105.xml" ContentType="application/vnd.openxmlformats-officedocument.wordprocessingml.header+xml"/>
  <Override PartName="/word/footer116.xml" ContentType="application/vnd.openxmlformats-officedocument.wordprocessingml.footer+xml"/>
  <Override PartName="/word/header123.xml" ContentType="application/vnd.openxmlformats-officedocument.wordprocessingml.header+xml"/>
  <Override PartName="/word/header134.xml" ContentType="application/vnd.openxmlformats-officedocument.wordprocessingml.header+xml"/>
  <Override PartName="/word/footer134.xml" ContentType="application/vnd.openxmlformats-officedocument.wordprocessingml.footer+xml"/>
  <Override PartName="/word/header18.xml" ContentType="application/vnd.openxmlformats-officedocument.wordprocessingml.header+xml"/>
  <Override PartName="/word/header29.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header112.xml" ContentType="application/vnd.openxmlformats-officedocument.wordprocessingml.header+xml"/>
  <Override PartName="/word/footer123.xml" ContentType="application/vnd.openxmlformats-officedocument.wordprocessingml.footer+xml"/>
  <Override PartName="/word/footer48.xml" ContentType="application/vnd.openxmlformats-officedocument.wordprocessingml.footer+xml"/>
  <Override PartName="/word/header54.xml" ContentType="application/vnd.openxmlformats-officedocument.wordprocessingml.header+xml"/>
  <Override PartName="/word/footer95.xml" ContentType="application/vnd.openxmlformats-officedocument.wordprocessingml.footer+xml"/>
  <Override PartName="/word/header101.xml" ContentType="application/vnd.openxmlformats-officedocument.wordprocessingml.header+xml"/>
  <Override PartName="/word/footer112.xml" ContentType="application/vnd.openxmlformats-officedocument.wordprocessingml.footer+xml"/>
  <Override PartName="/word/footer37.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header90.xml" ContentType="application/vnd.openxmlformats-officedocument.wordprocessingml.header+xml"/>
  <Override PartName="/word/footer101.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7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40.xml" ContentType="application/vnd.openxmlformats-officedocument.wordprocessingml.footer+xml"/>
  <Override PartName="/word/header128.xml" ContentType="application/vnd.openxmlformats-officedocument.wordprocessingml.header+xml"/>
  <Override PartName="/word/header117.xml" ContentType="application/vnd.openxmlformats-officedocument.wordprocessingml.header+xml"/>
  <Override PartName="/word/footer117.xml" ContentType="application/vnd.openxmlformats-officedocument.wordprocessingml.footer+xml"/>
  <Override PartName="/word/footer128.xml" ContentType="application/vnd.openxmlformats-officedocument.wordprocessingml.footer+xml"/>
  <Override PartName="/word/header59.xml" ContentType="application/vnd.openxmlformats-officedocument.wordprocessingml.header+xml"/>
  <Override PartName="/word/header106.xml" ContentType="application/vnd.openxmlformats-officedocument.wordprocessingml.header+xml"/>
  <Override PartName="/word/footer106.xml" ContentType="application/vnd.openxmlformats-officedocument.wordprocessingml.footer+xml"/>
  <Override PartName="/word/header37.xml" ContentType="application/vnd.openxmlformats-officedocument.wordprocessingml.header+xml"/>
  <Override PartName="/word/header48.xml" ContentType="application/vnd.openxmlformats-officedocument.wordprocessingml.header+xml"/>
  <Override PartName="/word/footer78.xml" ContentType="application/vnd.openxmlformats-officedocument.wordprocessingml.footer+xml"/>
  <Override PartName="/word/header84.xml" ContentType="application/vnd.openxmlformats-officedocument.wordprocessingml.header+xml"/>
  <Override PartName="/word/footer89.xml" ContentType="application/vnd.openxmlformats-officedocument.wordprocessingml.footer+xml"/>
  <Override PartName="/word/header95.xml" ContentType="application/vnd.openxmlformats-officedocument.wordprocessingml.header+xml"/>
  <Override PartName="/word/header131.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Override PartName="/word/header120.xml" ContentType="application/vnd.openxmlformats-officedocument.wordprocessingml.header+xml"/>
  <Override PartName="/word/footer120.xml" ContentType="application/vnd.openxmlformats-officedocument.wordprocessingml.footer+xml"/>
  <Override PartName="/word/footer131.xml" ContentType="application/vnd.openxmlformats-officedocument.wordprocessingml.footer+xml"/>
  <Override PartName="/word/header15.xml" ContentType="application/vnd.openxmlformats-officedocument.wordprocessingml.header+xml"/>
  <Override PartName="/word/footer56.xml" ContentType="application/vnd.openxmlformats-officedocument.wordprocessingml.footer+xml"/>
  <Override PartName="/word/header62.xml" ContentType="application/vnd.openxmlformats-officedocument.wordprocessingml.header+xml"/>
  <Override PartName="/word/header9.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81.xml" ContentType="application/vnd.openxmlformats-officedocument.wordprocessingml.footer+xml"/>
  <Override PartName="/word/footer92.xml" ContentType="application/vnd.openxmlformats-officedocument.wordprocessingml.footer+xml"/>
  <Override PartName="/word/footer23.xml" ContentType="application/vnd.openxmlformats-officedocument.wordprocessingml.footer+xml"/>
  <Override PartName="/word/footer70.xml" ContentType="application/vnd.openxmlformats-officedocument.wordprocessingml.footer+xml"/>
  <Override PartName="/word/footer12.xml" ContentType="application/vnd.openxmlformats-officedocument.wordprocessingml.footer+xml"/>
  <Override PartName="/word/header89.xml" ContentType="application/vnd.openxmlformats-officedocument.wordprocessingml.header+xml"/>
  <Override PartName="/word/header125.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114.xml" ContentType="application/vnd.openxmlformats-officedocument.wordprocessingml.header+xml"/>
  <Override PartName="/word/footer125.xml" ContentType="application/vnd.openxmlformats-officedocument.wordprocessingml.foot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5C" w:rsidRDefault="009F3C5C">
      <w:pPr>
        <w:pStyle w:val="Standard"/>
        <w:rPr>
          <w:sz w:val="2"/>
          <w:szCs w:val="2"/>
        </w:rPr>
        <w:sectPr w:rsidR="009F3C5C">
          <w:pgSz w:w="11906" w:h="16838"/>
          <w:pgMar w:top="360" w:right="360" w:bottom="360" w:left="360" w:header="0" w:footer="0" w:gutter="0"/>
          <w:cols w:space="720"/>
          <w:formProt w:val="0"/>
          <w:docGrid w:linePitch="240" w:charSpace="-6145"/>
        </w:sectPr>
      </w:pPr>
      <w:r>
        <w:rPr>
          <w:noProof/>
          <w:lang w:eastAsia="ru-RU" w:bidi="ar-SA"/>
        </w:rPr>
        <w:pict>
          <v:rect id="Врезка1" o:spid="_x0000_s1026" style="position:absolute;margin-left:81.65pt;margin-top:30.7pt;width:464.3pt;height:701.85pt;z-index:251658240;mso-position-horizontal-relative:page;mso-position-vertical-relative:page" filled="f" stroked="f" strokecolor="#3465a4">
            <v:fill o:detectmouseclick="t"/>
            <v:stroke joinstyle="round"/>
            <v:textbox>
              <w:txbxContent>
                <w:p w:rsidR="009F3C5C" w:rsidRDefault="009F3C5C" w:rsidP="001B7736">
                  <w:pPr>
                    <w:pStyle w:val="2"/>
                    <w:spacing w:after="225"/>
                    <w:ind w:left="780" w:firstLine="280"/>
                    <w:jc w:val="center"/>
                  </w:pPr>
                  <w:r>
                    <w:rPr>
                      <w:rStyle w:val="CharStyle4"/>
                      <w:b/>
                      <w:bCs/>
                    </w:rPr>
                    <w:t xml:space="preserve">РАЗДЕЛ I. ПОРЯДОК ПРИМЕНЕНИЯ ПРАВИЛ ЗЕМЛЕПОЛЬЗОВАНИЯ И ЗАСТРОЙКИ СЕЛЬСКОГО ПОСЕЛЕНИЯ </w:t>
                  </w:r>
                  <w:bookmarkStart w:id="0" w:name="__DdeLink__3625_853460670"/>
                  <w:r>
                    <w:rPr>
                      <w:rStyle w:val="CharStyle4"/>
                      <w:b/>
                      <w:bCs/>
                    </w:rPr>
                    <w:t>П</w:t>
                  </w:r>
                  <w:bookmarkEnd w:id="0"/>
                  <w:r>
                    <w:rPr>
                      <w:rStyle w:val="CharStyle4"/>
                      <w:b/>
                      <w:bCs/>
                    </w:rPr>
                    <w:t>етровский СЕЛЬСОВЕТ МУНИЦИПАЛЬНОГО РАЙОНА ИШИМБАЙСКИЙ РАЙОН РЕСПУБЛИКИ БАШКОРТОСТАН И ВНЕСЕНИЯ В НИХ ИЗМЕНЕНИЙ</w:t>
                  </w:r>
                </w:p>
                <w:p w:rsidR="009F3C5C" w:rsidRDefault="009F3C5C">
                  <w:pPr>
                    <w:pStyle w:val="2"/>
                    <w:spacing w:after="0" w:line="274" w:lineRule="exact"/>
                    <w:ind w:firstLine="660"/>
                    <w:jc w:val="both"/>
                  </w:pPr>
                  <w:r>
                    <w:rPr>
                      <w:rStyle w:val="CharStyle4"/>
                      <w:b/>
                      <w:bCs/>
                    </w:rPr>
                    <w:t>Глава 1. Общие положения о правилах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2683"/>
                    </w:tabs>
                    <w:spacing w:after="0" w:line="274" w:lineRule="exact"/>
                    <w:ind w:firstLine="660"/>
                    <w:jc w:val="both"/>
                  </w:pPr>
                  <w:r>
                    <w:rPr>
                      <w:rStyle w:val="CharStyle4"/>
                      <w:b/>
                      <w:bCs/>
                    </w:rPr>
                    <w:t>1.1. Основные понятия, используемые в Правилах землепользования и застройки</w:t>
                  </w:r>
                  <w:r>
                    <w:rPr>
                      <w:rStyle w:val="CharStyle4"/>
                      <w:b/>
                      <w:bCs/>
                    </w:rPr>
                    <w:tab/>
                    <w:t>сельского поселения Петровский сельсовет</w:t>
                  </w:r>
                </w:p>
                <w:p w:rsidR="009F3C5C" w:rsidRDefault="009F3C5C">
                  <w:pPr>
                    <w:pStyle w:val="2"/>
                    <w:spacing w:after="0" w:line="274" w:lineRule="exact"/>
                    <w:jc w:val="both"/>
                  </w:pPr>
                  <w:r>
                    <w:rPr>
                      <w:rStyle w:val="CharStyle4"/>
                      <w:b/>
                      <w:bCs/>
                    </w:rPr>
                    <w:t>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В настоящих Правилах землепользования и застройки сельского поселения Петровский сельсовет муниципального района Ишимбайский район Республики Башкортостан (далее - Правилах землепользования и застройки сельского поселения Петровский сельсовет муниципального района Ишимбайский район Республики Башкортостан) нижеприведённые термины используются в следующем значении:</w:t>
                  </w:r>
                </w:p>
                <w:p w:rsidR="009F3C5C" w:rsidRDefault="009F3C5C">
                  <w:pPr>
                    <w:pStyle w:val="2"/>
                    <w:tabs>
                      <w:tab w:val="left" w:pos="3756"/>
                      <w:tab w:val="left" w:pos="5698"/>
                    </w:tabs>
                    <w:spacing w:after="0" w:line="274" w:lineRule="exact"/>
                    <w:ind w:firstLine="660"/>
                    <w:jc w:val="both"/>
                  </w:pPr>
                  <w:r>
                    <w:rPr>
                      <w:rStyle w:val="CharStyle4"/>
                      <w:b/>
                      <w:bCs/>
                    </w:rPr>
                    <w:t>акт приемки выполненных работ</w:t>
                  </w:r>
                  <w:r>
                    <w:rPr>
                      <w:rStyle w:val="CharStyle4"/>
                    </w:rPr>
                    <w:t xml:space="preserve"> - документ, подготовленный по завершении строительства,</w:t>
                  </w:r>
                  <w:r>
                    <w:rPr>
                      <w:rStyle w:val="CharStyle4"/>
                    </w:rPr>
                    <w:tab/>
                    <w:t>реконструкции</w:t>
                  </w:r>
                  <w:r>
                    <w:rPr>
                      <w:rStyle w:val="CharStyle4"/>
                    </w:rPr>
                    <w:tab/>
                    <w:t>и капитального ремонта,</w:t>
                  </w:r>
                </w:p>
                <w:p w:rsidR="009F3C5C" w:rsidRDefault="009F3C5C">
                  <w:pPr>
                    <w:pStyle w:val="2"/>
                    <w:tabs>
                      <w:tab w:val="left" w:pos="3756"/>
                    </w:tabs>
                    <w:spacing w:after="0" w:line="274" w:lineRule="exact"/>
                    <w:jc w:val="both"/>
                  </w:pPr>
                  <w:r>
                    <w:rPr>
                      <w:rStyle w:val="CharStyle4"/>
                    </w:rPr>
                    <w:t>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w:t>
                  </w:r>
                  <w:r>
                    <w:rPr>
                      <w:rStyle w:val="CharStyle4"/>
                    </w:rPr>
                    <w:tab/>
                    <w:t>подрядчиком) работ по строительству,</w:t>
                  </w:r>
                </w:p>
                <w:p w:rsidR="009F3C5C" w:rsidRDefault="009F3C5C">
                  <w:pPr>
                    <w:pStyle w:val="2"/>
                    <w:spacing w:after="0" w:line="274" w:lineRule="exact"/>
                    <w:jc w:val="both"/>
                  </w:pPr>
                  <w:r>
                    <w:rPr>
                      <w:rStyle w:val="CharStyle4"/>
                    </w:rPr>
                    <w:t>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К акту приемки объекта капитального строительства (в случае осуществления строительства, реконструкции, капитального ремонта на основании договора) прилагается заявление о выдаче разрешения на ввод объекта в эксплуатацию на основании п. 4 ст. 55 Градостроительного кодекса РФ.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 (ч.1 ст. 55 Градостроительного кодекса РФ).</w:t>
                  </w:r>
                </w:p>
                <w:p w:rsidR="009F3C5C" w:rsidRDefault="009F3C5C">
                  <w:pPr>
                    <w:pStyle w:val="2"/>
                    <w:spacing w:after="0" w:line="274" w:lineRule="exact"/>
                    <w:ind w:firstLine="660"/>
                    <w:jc w:val="both"/>
                  </w:pPr>
                  <w:r>
                    <w:rPr>
                      <w:rStyle w:val="CharStyle4"/>
                      <w:b/>
                      <w:bCs/>
                    </w:rPr>
                    <w:t>арендаторы земельных участков</w:t>
                  </w:r>
                  <w:r>
                    <w:rPr>
                      <w:rStyle w:val="CharStyle4"/>
                    </w:rPr>
                    <w:t xml:space="preserve"> - сторона договора аренды земельного участка, которая получает от арендодателя земельный участок за плату во временное владение и пользование по договору аренды (субаренды), лица, владеющие и пользующиеся земельным участком по договору аренды;</w:t>
                  </w:r>
                </w:p>
                <w:p w:rsidR="009F3C5C" w:rsidRDefault="009F3C5C">
                  <w:pPr>
                    <w:pStyle w:val="2"/>
                    <w:spacing w:after="0" w:line="274" w:lineRule="exact"/>
                    <w:ind w:firstLine="660"/>
                    <w:jc w:val="both"/>
                  </w:pPr>
                  <w:r>
                    <w:rPr>
                      <w:rStyle w:val="CharStyle4"/>
                      <w:b/>
                      <w:bCs/>
                    </w:rPr>
                    <w:t>береговая полоса</w:t>
                  </w:r>
                  <w:r>
                    <w:rPr>
                      <w:rStyle w:val="CharStyle4"/>
                    </w:rPr>
                    <w:t xml:space="preserve"> - полоса земли вдоль береговой линии водного объекта общего пользования, предназначенная для общего пользования.</w:t>
                  </w:r>
                </w:p>
                <w:p w:rsidR="009F3C5C" w:rsidRDefault="009F3C5C">
                  <w:pPr>
                    <w:pStyle w:val="2"/>
                    <w:spacing w:after="0" w:line="274" w:lineRule="exact"/>
                    <w:ind w:firstLine="660"/>
                    <w:jc w:val="both"/>
                  </w:pPr>
                  <w:r>
                    <w:rPr>
                      <w:rStyle w:val="CharStyle4"/>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txbxContent>
            </v:textbox>
            <w10:wrap type="square" anchorx="page" anchory="page"/>
          </v:rect>
        </w:pict>
      </w:r>
    </w:p>
    <w:p w:rsidR="009F3C5C" w:rsidRDefault="009F3C5C">
      <w:pPr>
        <w:pStyle w:val="Standard"/>
        <w:rPr>
          <w:sz w:val="2"/>
          <w:szCs w:val="2"/>
        </w:rPr>
        <w:sectPr w:rsidR="009F3C5C">
          <w:headerReference w:type="default" r:id="rId7"/>
          <w:footerReference w:type="default" r:id="rId8"/>
          <w:pgSz w:w="11906" w:h="16838"/>
          <w:pgMar w:top="360" w:right="360" w:bottom="360" w:left="360" w:header="0" w:footer="0" w:gutter="0"/>
          <w:cols w:space="720"/>
          <w:formProt w:val="0"/>
          <w:docGrid w:linePitch="240" w:charSpace="-6145"/>
        </w:sectPr>
      </w:pPr>
      <w:r>
        <w:rPr>
          <w:noProof/>
          <w:lang w:eastAsia="ru-RU" w:bidi="ar-SA"/>
        </w:rPr>
        <w:pict>
          <v:rect id="1" o:spid="_x0000_s1027" style="position:absolute;margin-left:86.65pt;margin-top:34pt;width:454.25pt;height:693.75pt;z-index:251659264;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b/>
                      <w:bCs/>
                    </w:rPr>
                    <w:t>блокированный жилой дом</w:t>
                  </w:r>
                  <w:r>
                    <w:rPr>
                      <w:rStyle w:val="CharStyle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9F3C5C" w:rsidRDefault="009F3C5C">
                  <w:pPr>
                    <w:pStyle w:val="2"/>
                    <w:spacing w:after="0" w:line="274" w:lineRule="exact"/>
                    <w:ind w:firstLine="660"/>
                    <w:jc w:val="both"/>
                  </w:pPr>
                  <w:r>
                    <w:rPr>
                      <w:rStyle w:val="CharStyle4"/>
                      <w:b/>
                      <w:bCs/>
                    </w:rPr>
                    <w:t>боковые границы участка</w:t>
                  </w:r>
                  <w:r>
                    <w:rPr>
                      <w:rStyle w:val="CharStyle4"/>
                    </w:rPr>
                    <w:t xml:space="preserve"> - границы, линии которых соединяют лицевую и заднюю границы участка;</w:t>
                  </w:r>
                </w:p>
                <w:p w:rsidR="009F3C5C" w:rsidRDefault="009F3C5C">
                  <w:pPr>
                    <w:pStyle w:val="2"/>
                    <w:spacing w:after="0" w:line="274" w:lineRule="exact"/>
                    <w:ind w:firstLine="660"/>
                    <w:jc w:val="both"/>
                  </w:pPr>
                  <w:r>
                    <w:rPr>
                      <w:rStyle w:val="CharStyle4"/>
                    </w:rPr>
                    <w:t>виды разрешенного использования земельных участков и объектов капитального строительства - виды деятельности, осуществлять и размещать которые на земельных участках разрешено в силу наименования этих видов деятельности в градостроительном регламенте применительно к соответствующим территориальным зонам (основные виды разрешенного использования, условно разрешенные виды использования, вспомогательные виды разрешенного использования земельных участков)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9F3C5C" w:rsidRDefault="009F3C5C">
                  <w:pPr>
                    <w:pStyle w:val="2"/>
                    <w:spacing w:after="0" w:line="274" w:lineRule="exact"/>
                    <w:ind w:firstLine="660"/>
                    <w:jc w:val="both"/>
                  </w:pPr>
                  <w:r>
                    <w:rPr>
                      <w:rStyle w:val="CharStyle4"/>
                      <w:b/>
                      <w:bCs/>
                    </w:rPr>
                    <w:t>вновь выявленный объект культурного наследия</w:t>
                  </w:r>
                  <w:r>
                    <w:rPr>
                      <w:rStyle w:val="CharStyle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или в отношении которого предстоит принятие решения уполномоченным органом государственной власти о включении его в указанный реестр или об отказе в таком включении;</w:t>
                  </w:r>
                </w:p>
                <w:p w:rsidR="009F3C5C" w:rsidRDefault="009F3C5C">
                  <w:pPr>
                    <w:pStyle w:val="2"/>
                    <w:spacing w:after="0" w:line="274" w:lineRule="exact"/>
                    <w:ind w:firstLine="660"/>
                    <w:jc w:val="both"/>
                  </w:pPr>
                  <w:r>
                    <w:rPr>
                      <w:rStyle w:val="CharStyle4"/>
                      <w:b/>
                      <w:bCs/>
                    </w:rPr>
                    <w:t>водоохранная зона</w:t>
                  </w:r>
                  <w:r>
                    <w:rPr>
                      <w:rStyle w:val="CharStyle4"/>
                    </w:rPr>
                    <w:t xml:space="preserve"> - территории, которые примыкают к береговой линии рек, ручьев, каналов, озер, водохранилищ и другим поверхностным водным объектам и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 (в редакции Федерального закона от 04.12.2006г. </w:t>
                  </w:r>
                  <w:r>
                    <w:rPr>
                      <w:rStyle w:val="CharStyle4"/>
                      <w:lang w:val="en-US" w:eastAsia="en-US"/>
                    </w:rPr>
                    <w:t>N</w:t>
                  </w:r>
                  <w:r>
                    <w:rPr>
                      <w:rStyle w:val="CharStyle4"/>
                      <w:lang w:eastAsia="en-US"/>
                    </w:rPr>
                    <w:t xml:space="preserve"> </w:t>
                  </w:r>
                  <w:r>
                    <w:rPr>
                      <w:rStyle w:val="CharStyle4"/>
                    </w:rPr>
                    <w:t>201-ФЗ);</w:t>
                  </w:r>
                </w:p>
                <w:p w:rsidR="009F3C5C" w:rsidRDefault="009F3C5C">
                  <w:pPr>
                    <w:pStyle w:val="2"/>
                    <w:spacing w:after="0" w:line="274" w:lineRule="exact"/>
                    <w:ind w:firstLine="660"/>
                    <w:jc w:val="both"/>
                  </w:pPr>
                  <w:r>
                    <w:rPr>
                      <w:rStyle w:val="CharStyle4"/>
                      <w:b/>
                      <w:bCs/>
                    </w:rPr>
                    <w:t>временные здания и сооружения</w:t>
                  </w:r>
                  <w:r>
                    <w:rPr>
                      <w:rStyle w:val="CharStyle4"/>
                    </w:rPr>
                    <w:t xml:space="preserve"> - объекты, размещенные на определенный срок,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w:t>
                  </w:r>
                </w:p>
                <w:p w:rsidR="009F3C5C" w:rsidRDefault="009F3C5C">
                  <w:pPr>
                    <w:pStyle w:val="2"/>
                    <w:spacing w:after="0" w:line="274" w:lineRule="exact"/>
                    <w:ind w:firstLine="660"/>
                    <w:jc w:val="both"/>
                  </w:pPr>
                  <w:r>
                    <w:rPr>
                      <w:rStyle w:val="CharStyle4"/>
                      <w:b/>
                      <w:bCs/>
                    </w:rPr>
                    <w:t>временные здания и сооружения для нужд строительного процесса</w:t>
                  </w:r>
                  <w:r>
                    <w:rPr>
                      <w:rStyle w:val="CharStyle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9F3C5C" w:rsidRDefault="009F3C5C">
                  <w:pPr>
                    <w:pStyle w:val="2"/>
                    <w:tabs>
                      <w:tab w:val="left" w:pos="3595"/>
                    </w:tabs>
                    <w:spacing w:after="0" w:line="274" w:lineRule="exact"/>
                    <w:ind w:firstLine="660"/>
                    <w:jc w:val="both"/>
                  </w:pPr>
                  <w:r>
                    <w:rPr>
                      <w:rStyle w:val="CharStyle4"/>
                      <w:b/>
                      <w:bCs/>
                    </w:rPr>
                    <w:t>вспомогательные виды разрешенного использования</w:t>
                  </w:r>
                  <w:r>
                    <w:rPr>
                      <w:rStyle w:val="CharStyle4"/>
                    </w:rPr>
                    <w:t xml:space="preserve"> - виды использования, допустимые только в качестве дополнительных по отношению к основным и условно</w:t>
                  </w:r>
                  <w:r>
                    <w:rPr>
                      <w:rStyle w:val="CharStyle4"/>
                    </w:rPr>
                    <w:tab/>
                    <w:t>разреш енным видам использования, и</w:t>
                  </w:r>
                </w:p>
                <w:p w:rsidR="009F3C5C" w:rsidRDefault="009F3C5C">
                  <w:pPr>
                    <w:pStyle w:val="2"/>
                    <w:spacing w:after="0" w:line="274" w:lineRule="exact"/>
                  </w:pPr>
                  <w:r>
                    <w:rPr>
                      <w:rStyle w:val="CharStyle4"/>
                    </w:rPr>
                    <w:t>осуществляемые совместно с ними;</w:t>
                  </w:r>
                </w:p>
              </w:txbxContent>
            </v:textbox>
            <w10:wrap type="square" anchorx="page" anchory="page"/>
          </v:rect>
        </w:pict>
      </w:r>
    </w:p>
    <w:p w:rsidR="009F3C5C" w:rsidRDefault="009F3C5C">
      <w:pPr>
        <w:pStyle w:val="Standard"/>
        <w:rPr>
          <w:sz w:val="2"/>
          <w:szCs w:val="2"/>
        </w:rPr>
        <w:sectPr w:rsidR="009F3C5C">
          <w:headerReference w:type="default" r:id="rId9"/>
          <w:footerReference w:type="default" r:id="rId10"/>
          <w:pgSz w:w="11906" w:h="16838"/>
          <w:pgMar w:top="360" w:right="360" w:bottom="360" w:left="360" w:header="0" w:footer="0" w:gutter="0"/>
          <w:cols w:space="720"/>
          <w:formProt w:val="0"/>
          <w:docGrid w:linePitch="240" w:charSpace="-6145"/>
        </w:sectPr>
      </w:pPr>
      <w:r>
        <w:rPr>
          <w:noProof/>
          <w:lang w:eastAsia="ru-RU" w:bidi="ar-SA"/>
        </w:rPr>
        <w:pict>
          <v:rect id="2" o:spid="_x0000_s1028" style="position:absolute;margin-left:86.45pt;margin-top:34.2pt;width:454.7pt;height:695.45pt;z-index:251660288;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b/>
                      <w:bCs/>
                    </w:rPr>
                    <w:t>высота здания по фасадной линии застройки</w:t>
                  </w:r>
                  <w:r>
                    <w:rPr>
                      <w:rStyle w:val="CharStyle4"/>
                    </w:rPr>
                    <w:t xml:space="preserve"> - расстояние по вертикали, измеренное от отмостки до наивысшей отметки фасадной стены, т.е. стены, расположенной со стороны лицевой границы участка;</w:t>
                  </w:r>
                </w:p>
                <w:p w:rsidR="009F3C5C" w:rsidRDefault="009F3C5C">
                  <w:pPr>
                    <w:pStyle w:val="2"/>
                    <w:spacing w:after="0" w:line="274" w:lineRule="exact"/>
                    <w:ind w:firstLine="660"/>
                    <w:jc w:val="both"/>
                  </w:pPr>
                  <w:r>
                    <w:rPr>
                      <w:rStyle w:val="CharStyle4"/>
                      <w:b/>
                      <w:bCs/>
                    </w:rPr>
                    <w:t>высота здания, строения, сооружения</w:t>
                  </w:r>
                  <w:r>
                    <w:rPr>
                      <w:rStyle w:val="CharStyle4"/>
                    </w:rPr>
                    <w:t xml:space="preserve"> - расстояние по вертикали, измеренное от проектной отметки земли до наивысшей отметки плоской крыши здания, строения, сооружения или до наивысшей отметки конька скатной крыши здания, строения, сооружения до наивысшей точки здания, строения, сооружения;</w:t>
                  </w:r>
                </w:p>
                <w:p w:rsidR="009F3C5C" w:rsidRDefault="009F3C5C">
                  <w:pPr>
                    <w:pStyle w:val="2"/>
                    <w:spacing w:after="0" w:line="274" w:lineRule="exact"/>
                    <w:ind w:firstLine="660"/>
                    <w:jc w:val="both"/>
                  </w:pPr>
                  <w:r>
                    <w:rPr>
                      <w:rStyle w:val="CharStyle4"/>
                      <w:b/>
                      <w:bCs/>
                    </w:rPr>
                    <w:t>государственный строительный надзор</w:t>
                  </w:r>
                  <w:r>
                    <w:rPr>
                      <w:rStyle w:val="CharStyle4"/>
                    </w:rPr>
                    <w:t xml:space="preserve">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 действующим законодательством (ст. 49 Градостроительного кодекса Российской Федерации) либо проектная документация таких объектов является типовой проектной документацией или ее модификацией;</w:t>
                  </w:r>
                </w:p>
                <w:p w:rsidR="009F3C5C" w:rsidRDefault="009F3C5C">
                  <w:pPr>
                    <w:pStyle w:val="2"/>
                    <w:spacing w:after="0" w:line="274" w:lineRule="exact"/>
                    <w:ind w:firstLine="660"/>
                    <w:jc w:val="both"/>
                  </w:pPr>
                  <w:r>
                    <w:rPr>
                      <w:rStyle w:val="CharStyle4"/>
                      <w:b/>
                      <w:bCs/>
                    </w:rPr>
                    <w:t>градорегулирование</w:t>
                  </w:r>
                  <w:r>
                    <w:rPr>
                      <w:rStyle w:val="CharStyle4"/>
                    </w:rPr>
                    <w:t xml:space="preserve"> - регулирование градостроительной деятельности, осуществляемое органами государственной власти, органами местного самоуправления с участием граждан и правообладателей земельных участков и объектов капитального строительства (посредством публичных слушаний и иных форм участия) в соответствии с законами и иными нормативными правовыми актами в области градостроительной деятельности;</w:t>
                  </w:r>
                </w:p>
                <w:p w:rsidR="009F3C5C" w:rsidRDefault="009F3C5C">
                  <w:pPr>
                    <w:pStyle w:val="2"/>
                    <w:spacing w:after="0" w:line="274" w:lineRule="exact"/>
                    <w:ind w:firstLine="660"/>
                    <w:jc w:val="both"/>
                  </w:pPr>
                  <w:r>
                    <w:rPr>
                      <w:rStyle w:val="CharStyle4"/>
                      <w:b/>
                      <w:bCs/>
                    </w:rPr>
                    <w:t>градостроительная деятельность</w:t>
                  </w:r>
                  <w:r>
                    <w:rPr>
                      <w:rStyle w:val="CharStyle4"/>
                    </w:rPr>
                    <w:t xml:space="preserve"> - деятельность по развитию территорий, в том числе городов,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9F3C5C" w:rsidRDefault="009F3C5C">
                  <w:pPr>
                    <w:pStyle w:val="2"/>
                    <w:spacing w:after="0" w:line="274" w:lineRule="exact"/>
                    <w:ind w:firstLine="660"/>
                    <w:jc w:val="both"/>
                  </w:pPr>
                  <w:r>
                    <w:rPr>
                      <w:rStyle w:val="CharStyle4"/>
                      <w:b/>
                      <w:bCs/>
                    </w:rPr>
                    <w:t>градостроительное задание</w:t>
                  </w:r>
                  <w:r>
                    <w:rPr>
                      <w:rStyle w:val="CharStyle4"/>
                    </w:rPr>
                    <w:t xml:space="preserve"> - документ, устанавливающий основные требования к составу и содержанию проектной документации по планировке территории в части комплекса требований к размещению, архитектурнопланировочным решениям, функциональному назначению, основным параметрам объекта градостроительной деятельности на конкретном земельном участке, а также обязательных экологических, технических, организационных и иных условий его проектирования, предусмотренных действующим законодательством, Правилами землепользования и застройки сельского поселения Петровский сельсовет муниципального района Ишимбайский район Республики Башкортостан. Подготовку документа, срок действия которого совпадает со сроком действия постановления осуществляет отдел архитектуры и градостроительства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b/>
                      <w:bCs/>
                    </w:rPr>
                    <w:t>градостроительное заключение</w:t>
                  </w:r>
                  <w:r>
                    <w:rPr>
                      <w:rStyle w:val="CharStyle4"/>
                    </w:rPr>
                    <w:t xml:space="preserve"> - информационный документ органа, уполномоченного в области градостроительной деятельности, содержащий сведения о документации территориального планирования, градостроительного зонирования, планировки территории, резервирования земельных участков для муниципальных нужд, устанавливающий перечень обязательных согласований, необходимых для принятия решения о возможности функционального использования объектов недвижимости (земельных участков, объектов капитального строительства), предоставления в собственность земельных участков;</w:t>
                  </w:r>
                </w:p>
              </w:txbxContent>
            </v:textbox>
            <w10:wrap type="square" anchorx="page" anchory="page"/>
          </v:rect>
        </w:pict>
      </w:r>
    </w:p>
    <w:p w:rsidR="009F3C5C" w:rsidRDefault="009F3C5C">
      <w:pPr>
        <w:pStyle w:val="Standard"/>
        <w:rPr>
          <w:sz w:val="2"/>
          <w:szCs w:val="2"/>
        </w:rPr>
        <w:sectPr w:rsidR="009F3C5C">
          <w:headerReference w:type="default" r:id="rId11"/>
          <w:footerReference w:type="default" r:id="rId12"/>
          <w:pgSz w:w="11906" w:h="16838"/>
          <w:pgMar w:top="360" w:right="360" w:bottom="360" w:left="360" w:header="0" w:footer="0" w:gutter="0"/>
          <w:cols w:space="720"/>
          <w:formProt w:val="0"/>
          <w:docGrid w:linePitch="240" w:charSpace="-6145"/>
        </w:sectPr>
      </w:pPr>
      <w:r>
        <w:rPr>
          <w:noProof/>
          <w:lang w:eastAsia="ru-RU" w:bidi="ar-SA"/>
        </w:rPr>
        <w:pict>
          <v:rect id="3" o:spid="_x0000_s1029" style="position:absolute;margin-left:86.45pt;margin-top:34pt;width:454.7pt;height:693.75pt;z-index:251661312;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b/>
                      <w:bCs/>
                    </w:rPr>
                    <w:t>градостроительное зонирование</w:t>
                  </w:r>
                  <w:r>
                    <w:rPr>
                      <w:rStyle w:val="CharStyle4"/>
                    </w:rPr>
                    <w:t xml:space="preserve"> - зонирование территории сельского поселения Петровский сельсовет муниципального района Ишимбайский район Республики Башкортостан в целях определения территориальных зон и установления градостроительных регламентов;</w:t>
                  </w:r>
                </w:p>
                <w:p w:rsidR="009F3C5C" w:rsidRDefault="009F3C5C">
                  <w:pPr>
                    <w:pStyle w:val="2"/>
                    <w:spacing w:after="0" w:line="274" w:lineRule="exact"/>
                    <w:ind w:firstLine="660"/>
                    <w:jc w:val="both"/>
                  </w:pPr>
                  <w:r>
                    <w:rPr>
                      <w:rStyle w:val="CharStyle4"/>
                      <w:b/>
                      <w:bCs/>
                    </w:rPr>
                    <w:t>градостроительные изменения</w:t>
                  </w:r>
                  <w:r>
                    <w:rPr>
                      <w:rStyle w:val="CharStyle4"/>
                    </w:rPr>
                    <w:t xml:space="preserve"> (в отношении земельных участков, объектов капитального строительства) - изменение параметров разрешенного строительства, видов разрешенного использования земельных участков и (или) объектов капитального строительства в соответствии с требованиями градостроительного регламента;</w:t>
                  </w:r>
                </w:p>
                <w:p w:rsidR="009F3C5C" w:rsidRDefault="009F3C5C">
                  <w:pPr>
                    <w:pStyle w:val="2"/>
                    <w:spacing w:after="0" w:line="274" w:lineRule="exact"/>
                    <w:ind w:firstLine="660"/>
                    <w:jc w:val="both"/>
                  </w:pPr>
                  <w:r>
                    <w:rPr>
                      <w:rStyle w:val="CharStyle4"/>
                      <w:b/>
                      <w:bCs/>
                    </w:rPr>
                    <w:t>градостроительная подготовка территорий</w:t>
                  </w:r>
                  <w:r>
                    <w:rPr>
                      <w:rStyle w:val="CharStyle4"/>
                    </w:rPr>
                    <w:t xml:space="preserve"> - деятельность, осуществляемая посредством подготовки документации по планировке территории в соответствии с настоящими Правилами,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основания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государственной собственности;</w:t>
                  </w:r>
                </w:p>
                <w:p w:rsidR="009F3C5C" w:rsidRDefault="009F3C5C">
                  <w:pPr>
                    <w:pStyle w:val="2"/>
                    <w:spacing w:after="0" w:line="274" w:lineRule="exact"/>
                    <w:ind w:firstLine="660"/>
                    <w:jc w:val="both"/>
                  </w:pPr>
                  <w:r>
                    <w:rPr>
                      <w:rStyle w:val="CharStyle4"/>
                      <w:b/>
                      <w:bCs/>
                    </w:rPr>
                    <w:t>градостроительная подготовка ранее сформированного и предоставленного (приобретенного) земельного участка для обеспечения реконструкции объекта капитального строительства на этом земельном участке (градостроительная подготовка реконструкции объекта)</w:t>
                  </w:r>
                  <w:r>
                    <w:rPr>
                      <w:rStyle w:val="CharStyle4"/>
                    </w:rPr>
                    <w:t xml:space="preserve"> - осуществляемая по заявлению правообладателя земельного участка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могут быть осуществлены без нарушения требований действующего законодательства;</w:t>
                  </w:r>
                </w:p>
                <w:p w:rsidR="009F3C5C" w:rsidRDefault="009F3C5C">
                  <w:pPr>
                    <w:pStyle w:val="2"/>
                    <w:spacing w:after="0" w:line="274" w:lineRule="exact"/>
                    <w:ind w:firstLine="660"/>
                    <w:jc w:val="both"/>
                  </w:pPr>
                  <w:r>
                    <w:rPr>
                      <w:rStyle w:val="CharStyle4"/>
                      <w:b/>
                      <w:bCs/>
                    </w:rPr>
                    <w:t>градостроительный план земельного участка</w:t>
                  </w:r>
                  <w:r>
                    <w:rPr>
                      <w:rStyle w:val="CharStyle4"/>
                    </w:rPr>
                    <w:t xml:space="preserve"> - документ, определенной формы, утвержденной Правительством Российской Федерации в виде отдельного документа,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в соответствии с ч. 3 ст. 44 Градкодекса РФ, используемый для установлении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о резервировании земельного участка или его части для государственных или муниципальных нужд, разработки проектной документации для строительства, выдачи разрешений на строительство, выдачи разрешения на ввод объекта в эксплуатацию.</w:t>
                  </w:r>
                </w:p>
              </w:txbxContent>
            </v:textbox>
            <w10:wrap type="square" anchorx="page" anchory="page"/>
          </v:rect>
        </w:pict>
      </w:r>
    </w:p>
    <w:p w:rsidR="009F3C5C" w:rsidRDefault="009F3C5C">
      <w:pPr>
        <w:pStyle w:val="Standard"/>
        <w:rPr>
          <w:sz w:val="2"/>
          <w:szCs w:val="2"/>
        </w:rPr>
        <w:sectPr w:rsidR="009F3C5C">
          <w:headerReference w:type="default" r:id="rId13"/>
          <w:footerReference w:type="default" r:id="rId14"/>
          <w:pgSz w:w="11906" w:h="16838"/>
          <w:pgMar w:top="360" w:right="360" w:bottom="360" w:left="360" w:header="0" w:footer="0" w:gutter="0"/>
          <w:cols w:space="720"/>
          <w:formProt w:val="0"/>
          <w:docGrid w:linePitch="240" w:charSpace="-6145"/>
        </w:sectPr>
      </w:pPr>
      <w:r>
        <w:rPr>
          <w:noProof/>
          <w:lang w:eastAsia="ru-RU" w:bidi="ar-SA"/>
        </w:rPr>
        <w:pict>
          <v:rect id="4" o:spid="_x0000_s1030" style="position:absolute;margin-left:81.4pt;margin-top:36.15pt;width:464.8pt;height:718.95pt;z-index:251662336;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40"/>
                    <w:jc w:val="both"/>
                  </w:pPr>
                  <w:r>
                    <w:rPr>
                      <w:rStyle w:val="CharStyle4"/>
                      <w:b/>
                      <w:bCs/>
                    </w:rPr>
                    <w:t>градостроительный регламент</w:t>
                  </w:r>
                  <w:r>
                    <w:rPr>
                      <w:rStyle w:val="CharStyle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F3C5C" w:rsidRDefault="009F3C5C">
                  <w:pPr>
                    <w:pStyle w:val="2"/>
                    <w:spacing w:after="0" w:line="274" w:lineRule="exact"/>
                    <w:ind w:firstLine="640"/>
                    <w:jc w:val="both"/>
                  </w:pPr>
                  <w:r>
                    <w:rPr>
                      <w:rStyle w:val="CharStyle4"/>
                      <w:b/>
                      <w:bCs/>
                    </w:rPr>
                    <w:t>задняя граница участка</w:t>
                  </w:r>
                  <w:r>
                    <w:rPr>
                      <w:rStyle w:val="CharStyle4"/>
                    </w:rPr>
                    <w:t xml:space="preserve"> - граница участка, как правило, параллельная лицевой границе земельного участка;</w:t>
                  </w:r>
                </w:p>
                <w:p w:rsidR="009F3C5C" w:rsidRDefault="009F3C5C">
                  <w:pPr>
                    <w:pStyle w:val="2"/>
                    <w:spacing w:after="0" w:line="274" w:lineRule="exact"/>
                    <w:ind w:firstLine="640"/>
                    <w:jc w:val="both"/>
                  </w:pPr>
                  <w:r>
                    <w:rPr>
                      <w:rStyle w:val="CharStyle4"/>
                      <w:b/>
                      <w:bCs/>
                    </w:rPr>
                    <w:t>заказчик</w:t>
                  </w:r>
                  <w:r>
                    <w:rPr>
                      <w:rStyle w:val="CharStyle4"/>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обеспечивать от имени застройщика заключение договоров с исполнителями, подрядчиками, осуществлять контроль на стадии выполнения и приемки работ;</w:t>
                  </w:r>
                </w:p>
                <w:p w:rsidR="009F3C5C" w:rsidRDefault="009F3C5C">
                  <w:pPr>
                    <w:pStyle w:val="2"/>
                    <w:spacing w:after="0" w:line="274" w:lineRule="exact"/>
                    <w:ind w:firstLine="640"/>
                    <w:jc w:val="both"/>
                  </w:pPr>
                  <w:r>
                    <w:rPr>
                      <w:rStyle w:val="CharStyle4"/>
                      <w:b/>
                      <w:bCs/>
                    </w:rPr>
                    <w:t>застройщик</w:t>
                  </w:r>
                  <w:r>
                    <w:rPr>
                      <w:rStyle w:val="CharStyle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F3C5C" w:rsidRDefault="009F3C5C">
                  <w:pPr>
                    <w:pStyle w:val="2"/>
                    <w:spacing w:after="0" w:line="274" w:lineRule="exact"/>
                    <w:ind w:firstLine="640"/>
                    <w:jc w:val="both"/>
                  </w:pPr>
                  <w:r>
                    <w:rPr>
                      <w:rStyle w:val="CharStyle4"/>
                      <w:b/>
                      <w:bCs/>
                    </w:rPr>
                    <w:t>зеленые насаждения общего пользования</w:t>
                  </w:r>
                  <w:r>
                    <w:rPr>
                      <w:rStyle w:val="CharStyle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9F3C5C" w:rsidRDefault="009F3C5C">
                  <w:pPr>
                    <w:pStyle w:val="2"/>
                    <w:spacing w:after="0" w:line="274" w:lineRule="exact"/>
                    <w:ind w:firstLine="640"/>
                    <w:jc w:val="both"/>
                  </w:pPr>
                  <w:r>
                    <w:rPr>
                      <w:rStyle w:val="CharStyle4"/>
                      <w:b/>
                      <w:bCs/>
                    </w:rPr>
                    <w:t>зеленые насаждения ограниченного пользования</w:t>
                  </w:r>
                  <w:r>
                    <w:rPr>
                      <w:rStyle w:val="CharStyle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w:t>
                  </w:r>
                </w:p>
                <w:p w:rsidR="009F3C5C" w:rsidRDefault="009F3C5C">
                  <w:pPr>
                    <w:pStyle w:val="2"/>
                    <w:spacing w:after="0" w:line="274" w:lineRule="exact"/>
                    <w:ind w:firstLine="640"/>
                    <w:jc w:val="both"/>
                  </w:pPr>
                  <w:r>
                    <w:rPr>
                      <w:rStyle w:val="CharStyle4"/>
                      <w:b/>
                      <w:bCs/>
                    </w:rPr>
                    <w:t>зеленые насаждения внутри квартального озеленения</w:t>
                  </w:r>
                  <w:r>
                    <w:rPr>
                      <w:rStyle w:val="CharStyle4"/>
                    </w:rPr>
                    <w:t xml:space="preserve"> - все виды зеленых насаждений, находящиеся в границах красных линий кварталов, кроме зеленых насаждений, относящихся к другим видам;</w:t>
                  </w:r>
                </w:p>
                <w:p w:rsidR="009F3C5C" w:rsidRDefault="009F3C5C">
                  <w:pPr>
                    <w:pStyle w:val="2"/>
                    <w:spacing w:after="0" w:line="274" w:lineRule="exact"/>
                    <w:ind w:firstLine="640"/>
                    <w:jc w:val="both"/>
                  </w:pPr>
                  <w:r>
                    <w:rPr>
                      <w:rStyle w:val="CharStyle4"/>
                      <w:b/>
                      <w:bCs/>
                    </w:rPr>
                    <w:t>земельные участки как объекты градостроительной деятельности</w:t>
                  </w:r>
                  <w:r>
                    <w:rPr>
                      <w:rStyle w:val="CharStyle4"/>
                    </w:rPr>
                    <w:t xml:space="preserve"> -</w:t>
                  </w:r>
                </w:p>
                <w:p w:rsidR="009F3C5C" w:rsidRDefault="009F3C5C">
                  <w:pPr>
                    <w:pStyle w:val="2"/>
                    <w:spacing w:after="0" w:line="274" w:lineRule="exact"/>
                    <w:jc w:val="both"/>
                  </w:pPr>
                  <w:r>
                    <w:rPr>
                      <w:rStyle w:val="CharStyle4"/>
                    </w:rPr>
                    <w:t>часть поверхности земли, границы которой описаны и удостоверены в установленном действующим земельным законодательством порядке, на которой и под которой расположены объекты капитального строительства, в том числе сооружения линейных объектов, зеленые насаждения, иные объекты благоустройства, либо которая предназначена для размещения указанных объектов;</w:t>
                  </w:r>
                </w:p>
                <w:p w:rsidR="009F3C5C" w:rsidRDefault="009F3C5C">
                  <w:pPr>
                    <w:pStyle w:val="2"/>
                    <w:spacing w:after="0" w:line="274" w:lineRule="exact"/>
                    <w:ind w:firstLine="640"/>
                    <w:jc w:val="both"/>
                  </w:pPr>
                  <w:r>
                    <w:rPr>
                      <w:rStyle w:val="CharStyle4"/>
                      <w:b/>
                      <w:bCs/>
                    </w:rPr>
                    <w:t>землевладельцы</w:t>
                  </w:r>
                  <w:r>
                    <w:rPr>
                      <w:rStyle w:val="CharStyle4"/>
                    </w:rPr>
                    <w:t xml:space="preserve"> - лица, владеющие и пользующиеся земельными участками на праве пожизненного наследуемого владения;</w:t>
                  </w:r>
                </w:p>
                <w:p w:rsidR="009F3C5C" w:rsidRDefault="009F3C5C">
                  <w:pPr>
                    <w:pStyle w:val="2"/>
                    <w:spacing w:after="0" w:line="274" w:lineRule="exact"/>
                    <w:ind w:firstLine="640"/>
                    <w:jc w:val="both"/>
                  </w:pPr>
                  <w:r>
                    <w:rPr>
                      <w:rStyle w:val="CharStyle4"/>
                      <w:b/>
                      <w:bCs/>
                    </w:rPr>
                    <w:t>землепользователи</w:t>
                  </w:r>
                  <w:r>
                    <w:rPr>
                      <w:rStyle w:val="CharStyle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F3C5C" w:rsidRDefault="009F3C5C">
                  <w:pPr>
                    <w:pStyle w:val="2"/>
                    <w:spacing w:after="0" w:line="274" w:lineRule="exact"/>
                    <w:ind w:firstLine="640"/>
                    <w:jc w:val="both"/>
                  </w:pPr>
                  <w:r>
                    <w:rPr>
                      <w:rStyle w:val="CharStyle4"/>
                      <w:b/>
                      <w:bCs/>
                    </w:rPr>
                    <w:t>земли публичного использования</w:t>
                  </w:r>
                  <w:r>
                    <w:rPr>
                      <w:rStyle w:val="CharStyle4"/>
                    </w:rPr>
                    <w:t xml:space="preserve"> - земли, в состав которых включаются территории общего пользования, а также части не включенных в состав таких территорий земельных участков - зоны охраны объектов культурного наследия и т.д., которыми беспрепятственно пол ьзуется неограниченный круг лиц (для прохода, проезда, обслуживания сетей и объектов инженерно-технического</w:t>
                  </w:r>
                </w:p>
              </w:txbxContent>
            </v:textbox>
            <w10:wrap type="square" anchorx="page" anchory="page"/>
          </v:rect>
        </w:pict>
      </w:r>
    </w:p>
    <w:p w:rsidR="009F3C5C" w:rsidRDefault="009F3C5C">
      <w:pPr>
        <w:pStyle w:val="Standard"/>
        <w:rPr>
          <w:sz w:val="2"/>
          <w:szCs w:val="2"/>
        </w:rPr>
        <w:sectPr w:rsidR="009F3C5C">
          <w:headerReference w:type="default" r:id="rId15"/>
          <w:footerReference w:type="default" r:id="rId16"/>
          <w:pgSz w:w="11906" w:h="16838"/>
          <w:pgMar w:top="360" w:right="360" w:bottom="360" w:left="360" w:header="0" w:footer="0" w:gutter="0"/>
          <w:cols w:space="720"/>
          <w:formProt w:val="0"/>
          <w:docGrid w:linePitch="240" w:charSpace="-6145"/>
        </w:sectPr>
      </w:pPr>
      <w:r>
        <w:rPr>
          <w:noProof/>
          <w:lang w:eastAsia="ru-RU" w:bidi="ar-SA"/>
        </w:rPr>
        <w:pict>
          <v:rect id="5" o:spid="_x0000_s1031" style="position:absolute;margin-left:75.4pt;margin-top:17.45pt;width:476.8pt;height:701.65pt;z-index:251663360;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jc w:val="both"/>
                  </w:pPr>
                  <w:r>
                    <w:rPr>
                      <w:rStyle w:val="CharStyle4"/>
                    </w:rPr>
                    <w:t>обеспечения), с отображением их в документации по планировке территории в виде границ зон действия публичных сервитутов;</w:t>
                  </w:r>
                </w:p>
                <w:p w:rsidR="009F3C5C" w:rsidRDefault="009F3C5C">
                  <w:pPr>
                    <w:pStyle w:val="2"/>
                    <w:spacing w:after="0" w:line="274" w:lineRule="exact"/>
                    <w:ind w:left="200" w:right="420" w:firstLine="580"/>
                    <w:jc w:val="both"/>
                  </w:pPr>
                  <w:r>
                    <w:rPr>
                      <w:rStyle w:val="CharStyle4"/>
                      <w:b/>
                      <w:bCs/>
                    </w:rPr>
                    <w:t>зоны с особыми условиями использования территорий</w:t>
                  </w:r>
                  <w:r>
                    <w:rPr>
                      <w:rStyle w:val="CharStyle4"/>
                    </w:rPr>
                    <w:t xml:space="preserve"> - охранные, санитарно-защитные зоны, зоны охраны объектов культурного наследия (памятников истории и культуры) народов Российской Федерации, Республики Башкортостан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Республики Башкортостан;</w:t>
                  </w:r>
                </w:p>
                <w:p w:rsidR="009F3C5C" w:rsidRDefault="009F3C5C">
                  <w:pPr>
                    <w:pStyle w:val="2"/>
                    <w:spacing w:after="0" w:line="274" w:lineRule="exact"/>
                    <w:ind w:left="200" w:right="420" w:firstLine="580"/>
                    <w:jc w:val="both"/>
                  </w:pPr>
                  <w:r>
                    <w:rPr>
                      <w:rStyle w:val="CharStyle4"/>
                      <w:b/>
                      <w:bCs/>
                    </w:rPr>
                    <w:t>зоны санитарной охраны</w:t>
                  </w:r>
                  <w:r>
                    <w:rPr>
                      <w:rStyle w:val="CharStyle4"/>
                    </w:rPr>
                    <w:t xml:space="preserve"> - территории с особыми условиями использования земельных участков и объектов капитального строительства, регулируемыми Санитарными правилами и нормами, границы которых установлены и описаны в составе градостроительных регламентов в соответствии с действующим законодательством;</w:t>
                  </w:r>
                </w:p>
                <w:p w:rsidR="009F3C5C" w:rsidRDefault="009F3C5C">
                  <w:pPr>
                    <w:pStyle w:val="2"/>
                    <w:spacing w:after="0" w:line="274" w:lineRule="exact"/>
                    <w:ind w:left="200" w:right="420" w:firstLine="580"/>
                    <w:jc w:val="both"/>
                  </w:pPr>
                  <w:r>
                    <w:rPr>
                      <w:rStyle w:val="CharStyle4"/>
                      <w:b/>
                      <w:bCs/>
                    </w:rPr>
                    <w:t>зоны охраны объектов культурного наследия</w:t>
                  </w:r>
                  <w:r>
                    <w:rPr>
                      <w:rStyle w:val="CharStyle4"/>
                    </w:rPr>
                    <w:t xml:space="preserve"> - территории с особыми условиями использования территории, регулируемыми законодательством об объектах культурного наследия, границы которых установлены и описаны в составе градостроительных регламентов в соответствии с действующим законодательством об объектах культурного наследия;</w:t>
                  </w:r>
                </w:p>
                <w:p w:rsidR="009F3C5C" w:rsidRDefault="009F3C5C">
                  <w:pPr>
                    <w:pStyle w:val="2"/>
                    <w:spacing w:after="0" w:line="274" w:lineRule="exact"/>
                    <w:ind w:left="200" w:right="420" w:firstLine="580"/>
                    <w:jc w:val="both"/>
                  </w:pPr>
                  <w:r>
                    <w:rPr>
                      <w:rStyle w:val="CharStyle4"/>
                      <w:b/>
                      <w:bCs/>
                    </w:rPr>
                    <w:t>инженерное (инженерно-техническое) обеспечение территории</w:t>
                  </w:r>
                  <w:r>
                    <w:rPr>
                      <w:rStyle w:val="CharStyle4"/>
                    </w:rPr>
                    <w:t xml:space="preserve"> - комплекс мероприятий по строительству новых и/или реконструкции существующих сетей и сооружений объектов инженерной инфраструктуры с целью обеспечения устойчивого развития территории;</w:t>
                  </w:r>
                </w:p>
                <w:p w:rsidR="009F3C5C" w:rsidRDefault="009F3C5C">
                  <w:pPr>
                    <w:pStyle w:val="2"/>
                    <w:spacing w:after="0" w:line="274" w:lineRule="exact"/>
                    <w:ind w:left="200" w:right="420" w:firstLine="580"/>
                    <w:jc w:val="both"/>
                  </w:pPr>
                  <w:r>
                    <w:rPr>
                      <w:rStyle w:val="CharStyle4"/>
                      <w:b/>
                      <w:bCs/>
                    </w:rPr>
                    <w:t>инженерная подготовка территории</w:t>
                  </w:r>
                  <w:r>
                    <w:rPr>
                      <w:rStyle w:val="CharStyle4"/>
                    </w:rPr>
                    <w:t xml:space="preserve"> - комплекс инженерных мероприятий по освоению террит 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9F3C5C" w:rsidRDefault="009F3C5C">
                  <w:pPr>
                    <w:pStyle w:val="2"/>
                    <w:tabs>
                      <w:tab w:val="left" w:pos="3243"/>
                    </w:tabs>
                    <w:spacing w:after="0" w:line="274" w:lineRule="exact"/>
                    <w:ind w:left="200" w:right="420" w:firstLine="580"/>
                    <w:jc w:val="both"/>
                  </w:pPr>
                  <w:r>
                    <w:rPr>
                      <w:rStyle w:val="CharStyle4"/>
                      <w:b/>
                      <w:bCs/>
                    </w:rPr>
                    <w:t>инженерная, транспортная и социальная инфраструктуры</w:t>
                  </w:r>
                  <w:r>
                    <w:rPr>
                      <w:rStyle w:val="CharStyle4"/>
                    </w:rPr>
                    <w:t xml:space="preserve"> - комплекс сооружений и коммуникаций транспорта, связи, инженерной инфраструктуры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w:t>
                  </w:r>
                  <w:r>
                    <w:rPr>
                      <w:rStyle w:val="CharStyle4"/>
                    </w:rPr>
                    <w:tab/>
                    <w:t>сельского поселения Петровский сельсовет</w:t>
                  </w:r>
                </w:p>
                <w:p w:rsidR="009F3C5C" w:rsidRDefault="009F3C5C">
                  <w:pPr>
                    <w:pStyle w:val="2"/>
                    <w:spacing w:after="0" w:line="274" w:lineRule="exact"/>
                    <w:ind w:left="200"/>
                    <w:jc w:val="both"/>
                  </w:pPr>
                  <w:r>
                    <w:rPr>
                      <w:rStyle w:val="CharStyle4"/>
                    </w:rPr>
                    <w:t>муниципального района Ишимбайский район Республики Башкортостан;</w:t>
                  </w:r>
                </w:p>
                <w:p w:rsidR="009F3C5C" w:rsidRDefault="009F3C5C">
                  <w:pPr>
                    <w:pStyle w:val="2"/>
                    <w:tabs>
                      <w:tab w:val="left" w:pos="2835"/>
                      <w:tab w:val="left" w:pos="4559"/>
                    </w:tabs>
                    <w:spacing w:after="0" w:line="274" w:lineRule="exact"/>
                    <w:ind w:left="200" w:right="420" w:firstLine="580"/>
                    <w:jc w:val="both"/>
                  </w:pPr>
                  <w:r>
                    <w:rPr>
                      <w:rStyle w:val="CharStyle4"/>
                      <w:b/>
                      <w:bCs/>
                    </w:rPr>
                    <w:t>капитальный ремонт объектов капитального строительства (далее - капитальный ремонт)</w:t>
                  </w:r>
                  <w:r>
                    <w:rPr>
                      <w:rStyle w:val="CharStyle4"/>
                    </w:rPr>
                    <w:t xml:space="preserve"> - комплекс ремонтно-строительных работ, осуществляемых в отношении объектов капитального строительства и направленных на</w:t>
                  </w:r>
                  <w:r>
                    <w:rPr>
                      <w:rStyle w:val="CharStyle4"/>
                    </w:rPr>
                    <w:tab/>
                    <w:t>ликвидацию</w:t>
                  </w:r>
                  <w:r>
                    <w:rPr>
                      <w:rStyle w:val="CharStyle4"/>
                    </w:rPr>
                    <w:tab/>
                    <w:t>последствий физического износа</w:t>
                  </w:r>
                </w:p>
                <w:p w:rsidR="009F3C5C" w:rsidRDefault="009F3C5C">
                  <w:pPr>
                    <w:pStyle w:val="2"/>
                    <w:spacing w:after="0" w:line="274" w:lineRule="exact"/>
                    <w:ind w:left="200" w:right="420"/>
                    <w:jc w:val="both"/>
                  </w:pPr>
                  <w:r>
                    <w:rPr>
                      <w:rStyle w:val="CharStyle4"/>
                    </w:rPr>
                    <w:t>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Если при проведении капитального ремонта затрагиваются конструктивные и другие характеристики надежности и безопасности таких объектов, то необходимо оформление градостроительного плана земельного участка и получение разрешение на его осуществление;</w:t>
                  </w:r>
                </w:p>
              </w:txbxContent>
            </v:textbox>
            <w10:wrap type="square" anchorx="page" anchory="page"/>
          </v:rect>
        </w:pict>
      </w:r>
    </w:p>
    <w:p w:rsidR="009F3C5C" w:rsidRDefault="009F3C5C">
      <w:pPr>
        <w:pStyle w:val="Standard"/>
        <w:rPr>
          <w:sz w:val="2"/>
          <w:szCs w:val="2"/>
        </w:rPr>
        <w:sectPr w:rsidR="009F3C5C">
          <w:headerReference w:type="default" r:id="rId17"/>
          <w:footerReference w:type="default" r:id="rId18"/>
          <w:pgSz w:w="11906" w:h="16838"/>
          <w:pgMar w:top="360" w:right="360" w:bottom="360" w:left="360" w:header="0" w:footer="0" w:gutter="0"/>
          <w:cols w:space="720"/>
          <w:formProt w:val="0"/>
          <w:docGrid w:linePitch="240" w:charSpace="-6145"/>
        </w:sectPr>
      </w:pPr>
      <w:r>
        <w:rPr>
          <w:noProof/>
          <w:lang w:eastAsia="ru-RU" w:bidi="ar-SA"/>
        </w:rPr>
        <w:pict>
          <v:rect id="6" o:spid="_x0000_s1032" style="position:absolute;margin-left:75.4pt;margin-top:34.2pt;width:476.8pt;height:693.5pt;z-index:251664384;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firstLine="580"/>
                    <w:jc w:val="both"/>
                  </w:pPr>
                  <w:r>
                    <w:rPr>
                      <w:rStyle w:val="CharStyle4"/>
                      <w:b/>
                      <w:bCs/>
                    </w:rPr>
                    <w:t>карта градостроительного зонирования</w:t>
                  </w:r>
                  <w:r>
                    <w:rPr>
                      <w:rStyle w:val="CharStyle4"/>
                    </w:rPr>
                    <w:t xml:space="preserve"> - карта в составе Правил землепользования и застройки, на которой отображаются границы территориальных зон и их кодовые обозначения, а также границы зон с особыми условиями использования территорий, границы территорий объектов культурного наследия;</w:t>
                  </w:r>
                </w:p>
                <w:p w:rsidR="009F3C5C" w:rsidRDefault="009F3C5C">
                  <w:pPr>
                    <w:pStyle w:val="2"/>
                    <w:spacing w:after="0" w:line="274" w:lineRule="exact"/>
                    <w:ind w:left="200" w:right="420" w:firstLine="580"/>
                    <w:jc w:val="both"/>
                  </w:pPr>
                  <w:r>
                    <w:rPr>
                      <w:rStyle w:val="CharStyle4"/>
                      <w:b/>
                      <w:bCs/>
                    </w:rPr>
                    <w:t>квартал (микрорайон)</w:t>
                  </w:r>
                  <w:r>
                    <w:rPr>
                      <w:rStyle w:val="CharStyle4"/>
                    </w:rPr>
                    <w:t xml:space="preserve"> - основной планировочный элемент жилой застройки в структуре города,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учреждения и предприятия повседневного пользования;</w:t>
                  </w:r>
                </w:p>
                <w:p w:rsidR="009F3C5C" w:rsidRDefault="009F3C5C">
                  <w:pPr>
                    <w:pStyle w:val="2"/>
                    <w:spacing w:after="0" w:line="274" w:lineRule="exact"/>
                    <w:ind w:left="200" w:right="420" w:firstLine="580"/>
                    <w:jc w:val="both"/>
                  </w:pPr>
                  <w:r>
                    <w:rPr>
                      <w:rStyle w:val="CharStyle4"/>
                      <w:b/>
                      <w:bCs/>
                    </w:rPr>
                    <w:t>комиссия по землепользованию и застройке сельского поселения Петровский сельсовет муниципального района Ишимбайский район Республики Башкортостан (далее также - Комиссия, Комиссия по застройке)</w:t>
                  </w:r>
                  <w:r>
                    <w:rPr>
                      <w:rStyle w:val="CharStyle4"/>
                    </w:rPr>
                    <w:t xml:space="preserve"> - постоянно действующий коллегиальный совещательный (консультационный) орган при Главе Администрации муниципального района Ишимбайский район Республики Башкортостан, создаваемым по его решению. Комиссия по землепользованию и застройке осуществляет свою деятельность в соответствии с законодательством Российской Федерации, Республики Башкортостан.</w:t>
                  </w:r>
                </w:p>
                <w:p w:rsidR="009F3C5C" w:rsidRDefault="009F3C5C">
                  <w:pPr>
                    <w:pStyle w:val="2"/>
                    <w:spacing w:after="0" w:line="274" w:lineRule="exact"/>
                    <w:ind w:left="200" w:right="420" w:firstLine="580"/>
                    <w:jc w:val="both"/>
                  </w:pPr>
                  <w:r>
                    <w:rPr>
                      <w:rStyle w:val="CharStyle4"/>
                      <w:b/>
                      <w:bCs/>
                    </w:rPr>
                    <w:t>коэффициент застройки</w:t>
                  </w:r>
                  <w:r>
                    <w:rPr>
                      <w:rStyle w:val="CharStyle4"/>
                    </w:rPr>
                    <w:t xml:space="preserve"> - отношение застроенной части территории земельного участка к части территории, свободной от застройки (%);</w:t>
                  </w:r>
                </w:p>
                <w:p w:rsidR="009F3C5C" w:rsidRDefault="009F3C5C">
                  <w:pPr>
                    <w:pStyle w:val="2"/>
                    <w:spacing w:after="0" w:line="274" w:lineRule="exact"/>
                    <w:ind w:left="200" w:firstLine="580"/>
                    <w:jc w:val="both"/>
                  </w:pPr>
                  <w:r>
                    <w:rPr>
                      <w:rStyle w:val="CharStyle4"/>
                      <w:b/>
                      <w:bCs/>
                    </w:rPr>
                    <w:t>коэффициент строительного использования земельного участка</w:t>
                  </w:r>
                  <w:r>
                    <w:rPr>
                      <w:rStyle w:val="CharStyle4"/>
                    </w:rPr>
                    <w:t xml:space="preserve"> -</w:t>
                  </w:r>
                </w:p>
                <w:p w:rsidR="009F3C5C" w:rsidRDefault="009F3C5C">
                  <w:pPr>
                    <w:pStyle w:val="2"/>
                    <w:spacing w:after="0" w:line="274" w:lineRule="exact"/>
                    <w:ind w:left="200" w:right="420"/>
                    <w:jc w:val="both"/>
                  </w:pPr>
                  <w:r>
                    <w:rPr>
                      <w:rStyle w:val="CharStyle4"/>
                    </w:rPr>
                    <w:t>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зданий, строений, сооружений на земельном участке (существующих и тех, которые могут быть построены дополнительно) к площади земельного участка (%).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r>
                    <w:rPr>
                      <w:rStyle w:val="CharStyle4"/>
                      <w:b/>
                      <w:bCs/>
                    </w:rPr>
                    <w:t>коэффициент использования территории</w:t>
                  </w:r>
                  <w:r>
                    <w:rPr>
                      <w:rStyle w:val="CharStyle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9F3C5C" w:rsidRDefault="009F3C5C">
                  <w:pPr>
                    <w:pStyle w:val="2"/>
                    <w:spacing w:after="0" w:line="274" w:lineRule="exact"/>
                    <w:ind w:left="200" w:firstLine="580"/>
                  </w:pPr>
                  <w:r>
                    <w:rPr>
                      <w:rStyle w:val="CharStyle4"/>
                      <w:b/>
                      <w:bCs/>
                    </w:rPr>
                    <w:t>коэффициент озеленения</w:t>
                  </w:r>
                  <w:r>
                    <w:rPr>
                      <w:rStyle w:val="CharStyle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9F3C5C" w:rsidRDefault="009F3C5C">
                  <w:pPr>
                    <w:pStyle w:val="2"/>
                    <w:spacing w:after="0" w:line="274" w:lineRule="exact"/>
                    <w:ind w:left="200" w:right="420" w:firstLine="580"/>
                    <w:jc w:val="both"/>
                  </w:pPr>
                  <w:r>
                    <w:rPr>
                      <w:rStyle w:val="CharStyle4"/>
                      <w:b/>
                      <w:bCs/>
                    </w:rPr>
                    <w:t>красные линии (основные красные линии)</w:t>
                  </w:r>
                  <w:r>
                    <w:rPr>
                      <w:rStyle w:val="CharStyle4"/>
                    </w:rPr>
                    <w:t xml:space="preserve"> - линии, которые устанавливаются посредством разработки проектов планировки, которые обозначают существующие, планируемые (изменяемые, вновь образуемые) границы территорий общего пользования (включая дороги, проезды, площади, скверы, бульвары, набережные и другие объекты и территории, которыми беспрепятственно пользуется неограниченный круг лиц), границы земельных участков, на которых расположены линейные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txbxContent>
            </v:textbox>
            <w10:wrap type="square" anchorx="page" anchory="page"/>
          </v:rect>
        </w:pict>
      </w:r>
    </w:p>
    <w:p w:rsidR="009F3C5C" w:rsidRDefault="009F3C5C">
      <w:pPr>
        <w:pStyle w:val="Standard"/>
        <w:rPr>
          <w:sz w:val="2"/>
          <w:szCs w:val="2"/>
        </w:rPr>
        <w:sectPr w:rsidR="009F3C5C">
          <w:headerReference w:type="default" r:id="rId19"/>
          <w:footerReference w:type="default" r:id="rId20"/>
          <w:pgSz w:w="11906" w:h="16838"/>
          <w:pgMar w:top="360" w:right="360" w:bottom="360" w:left="360" w:header="0" w:footer="0" w:gutter="0"/>
          <w:cols w:space="720"/>
          <w:formProt w:val="0"/>
          <w:docGrid w:linePitch="240" w:charSpace="-6145"/>
        </w:sectPr>
      </w:pPr>
      <w:r>
        <w:rPr>
          <w:noProof/>
          <w:lang w:eastAsia="ru-RU" w:bidi="ar-SA"/>
        </w:rPr>
        <w:pict>
          <v:rect id="7" o:spid="_x0000_s1033" style="position:absolute;margin-left:75.4pt;margin-top:36.15pt;width:476.8pt;height:663.75pt;z-index:251665408;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firstLine="560"/>
                    <w:jc w:val="both"/>
                  </w:pPr>
                  <w:r>
                    <w:rPr>
                      <w:rStyle w:val="CharStyle4"/>
                      <w:b/>
                      <w:bCs/>
                    </w:rPr>
                    <w:t>красные линии планировочной структуры кварталов</w:t>
                  </w:r>
                </w:p>
                <w:p w:rsidR="009F3C5C" w:rsidRDefault="009F3C5C">
                  <w:pPr>
                    <w:pStyle w:val="2"/>
                    <w:spacing w:after="0" w:line="274" w:lineRule="exact"/>
                    <w:ind w:left="200" w:right="420"/>
                    <w:jc w:val="both"/>
                  </w:pPr>
                  <w:r>
                    <w:rPr>
                      <w:rStyle w:val="CharStyle4"/>
                      <w:b/>
                      <w:bCs/>
                    </w:rPr>
                    <w:t>(внутриквартальные красные линии)</w:t>
                  </w:r>
                  <w:r>
                    <w:rPr>
                      <w:rStyle w:val="CharStyle4"/>
                    </w:rPr>
                    <w:t xml:space="preserve"> - линии, которые обозначают границы структурных элементов кварталов (микрорайонов), в том числе расположенных в пределах территорий общего пользования - зеленных насаждений общего пользования, внутриквартальных проездов и проходов общего пользования и других подобных объектов, в также внутриквартальных линейных объектов - подъездных железнодорожных линий, технических зон внутриквартальных линий электропередач, линий связи, трубопроводов и других подобных объектов (далее также - вспомогательные красные линии);</w:t>
                  </w:r>
                </w:p>
                <w:p w:rsidR="009F3C5C" w:rsidRDefault="009F3C5C">
                  <w:pPr>
                    <w:pStyle w:val="2"/>
                    <w:spacing w:after="0" w:line="274" w:lineRule="exact"/>
                    <w:ind w:left="200" w:right="420" w:firstLine="560"/>
                    <w:jc w:val="both"/>
                  </w:pPr>
                  <w:r>
                    <w:rPr>
                      <w:rStyle w:val="CharStyle4"/>
                      <w:b/>
                      <w:bCs/>
                    </w:rPr>
                    <w:t>линейные объекты</w:t>
                  </w:r>
                  <w:r>
                    <w:rPr>
                      <w:rStyle w:val="CharStyle4"/>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и объекты капитального строительства;</w:t>
                  </w:r>
                </w:p>
                <w:p w:rsidR="009F3C5C" w:rsidRDefault="009F3C5C">
                  <w:pPr>
                    <w:pStyle w:val="2"/>
                    <w:spacing w:after="0" w:line="274" w:lineRule="exact"/>
                    <w:ind w:left="200" w:right="420" w:firstLine="560"/>
                    <w:jc w:val="both"/>
                  </w:pPr>
                  <w:r>
                    <w:rPr>
                      <w:rStyle w:val="CharStyle4"/>
                      <w:b/>
                      <w:bCs/>
                    </w:rPr>
                    <w:t>линии градостроительного регулирования</w:t>
                  </w:r>
                  <w:r>
                    <w:rPr>
                      <w:rStyle w:val="CharStyle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9F3C5C" w:rsidRDefault="009F3C5C">
                  <w:pPr>
                    <w:pStyle w:val="2"/>
                    <w:spacing w:after="0" w:line="274" w:lineRule="exact"/>
                    <w:ind w:left="200" w:right="420" w:firstLine="560"/>
                    <w:jc w:val="both"/>
                  </w:pPr>
                  <w:r>
                    <w:rPr>
                      <w:rStyle w:val="CharStyle4"/>
                      <w:b/>
                      <w:bCs/>
                    </w:rPr>
                    <w:t>линии регулирования застройки</w:t>
                  </w:r>
                  <w:r>
                    <w:rPr>
                      <w:rStyle w:val="CharStyle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 и предписывающие расположение внешних контуров проектируемых зданий, строений, сооружений, с учетом режимов зон особого регулирования;</w:t>
                  </w:r>
                </w:p>
                <w:p w:rsidR="009F3C5C" w:rsidRDefault="009F3C5C">
                  <w:pPr>
                    <w:pStyle w:val="2"/>
                    <w:spacing w:after="0" w:line="274" w:lineRule="exact"/>
                    <w:ind w:left="200" w:right="420" w:firstLine="560"/>
                    <w:jc w:val="both"/>
                  </w:pPr>
                  <w:r>
                    <w:rPr>
                      <w:rStyle w:val="CharStyle4"/>
                      <w:b/>
                      <w:bCs/>
                    </w:rPr>
                    <w:t>лицевая граница участка</w:t>
                  </w:r>
                  <w:r>
                    <w:rPr>
                      <w:rStyle w:val="CharStyle4"/>
                    </w:rPr>
                    <w:t xml:space="preserve"> - граница участка, примыкающая к улице на которую ориентирован главный фасад здания;</w:t>
                  </w:r>
                </w:p>
                <w:p w:rsidR="009F3C5C" w:rsidRDefault="009F3C5C">
                  <w:pPr>
                    <w:pStyle w:val="2"/>
                    <w:spacing w:after="0" w:line="274" w:lineRule="exact"/>
                    <w:ind w:left="200" w:right="420" w:firstLine="560"/>
                    <w:jc w:val="both"/>
                  </w:pPr>
                  <w:r>
                    <w:rPr>
                      <w:rStyle w:val="CharStyle4"/>
                      <w:b/>
                      <w:bCs/>
                    </w:rPr>
                    <w:t>многоквартирный жилой дом</w:t>
                  </w:r>
                  <w:r>
                    <w:rPr>
                      <w:rStyle w:val="CharStyle4"/>
                    </w:rPr>
                    <w:t xml:space="preserve"> - совокупность двух и более квартир имеющих общий лестнично-лифтовый узел, жилой дом, квартиры которого имеют самостоятельные выходы на земельный участок, прилегающий к жилому дому, либо в помещение общего пользования в таком доме, расположенный на едином земельном участке.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9F3C5C" w:rsidRDefault="009F3C5C">
                  <w:pPr>
                    <w:pStyle w:val="2"/>
                    <w:spacing w:after="0" w:line="274" w:lineRule="exact"/>
                    <w:ind w:left="200" w:right="420" w:firstLine="560"/>
                    <w:jc w:val="both"/>
                  </w:pPr>
                  <w:r>
                    <w:rPr>
                      <w:rStyle w:val="CharStyle4"/>
                      <w:b/>
                      <w:bCs/>
                    </w:rPr>
                    <w:t>объект капитального строительства</w:t>
                  </w:r>
                  <w:r>
                    <w:rPr>
                      <w:rStyle w:val="CharStyle4"/>
                    </w:rPr>
                    <w:t xml:space="preserve"> - существующее здание, строение, сооружение, а также объект, строительство которого не завершено (далее - объект незавершенного строительства), перемещение которых без соразмерного ущерба их назначению невозможно, за исключением временных строений и сооружений (киосков, навесов и других подобных построек);</w:t>
                  </w:r>
                </w:p>
                <w:p w:rsidR="009F3C5C" w:rsidRDefault="009F3C5C">
                  <w:pPr>
                    <w:pStyle w:val="2"/>
                    <w:spacing w:after="0" w:line="274" w:lineRule="exact"/>
                    <w:ind w:left="200" w:right="420" w:firstLine="560"/>
                    <w:jc w:val="both"/>
                  </w:pPr>
                  <w:r>
                    <w:rPr>
                      <w:rStyle w:val="CharStyle4"/>
                      <w:b/>
                      <w:bCs/>
                    </w:rPr>
                    <w:t>объекты не капитального строительства</w:t>
                  </w:r>
                  <w:r>
                    <w:rPr>
                      <w:rStyle w:val="CharStyle4"/>
                    </w:rPr>
                    <w:t xml:space="preserve"> - временные постройки, киоски, навесы и другие подобные объекты, возводимые на территориях общего пользования для обслуживания населения;</w:t>
                  </w:r>
                </w:p>
              </w:txbxContent>
            </v:textbox>
            <w10:wrap type="square" anchorx="page" anchory="page"/>
          </v:rect>
        </w:pict>
      </w:r>
    </w:p>
    <w:p w:rsidR="009F3C5C" w:rsidRDefault="009F3C5C">
      <w:pPr>
        <w:pStyle w:val="Standard"/>
        <w:rPr>
          <w:sz w:val="2"/>
          <w:szCs w:val="2"/>
        </w:rPr>
        <w:sectPr w:rsidR="009F3C5C">
          <w:headerReference w:type="default" r:id="rId21"/>
          <w:footerReference w:type="default" r:id="rId22"/>
          <w:pgSz w:w="11906" w:h="16838"/>
          <w:pgMar w:top="360" w:right="360" w:bottom="360" w:left="360" w:header="0" w:footer="0" w:gutter="0"/>
          <w:cols w:space="720"/>
          <w:formProt w:val="0"/>
          <w:docGrid w:linePitch="240" w:charSpace="-6145"/>
        </w:sectPr>
      </w:pPr>
      <w:r>
        <w:rPr>
          <w:noProof/>
          <w:lang w:eastAsia="ru-RU" w:bidi="ar-SA"/>
        </w:rPr>
        <w:pict>
          <v:rect id="8" o:spid="_x0000_s1034" style="position:absolute;margin-left:75.4pt;margin-top:34pt;width:476.8pt;height:693.75pt;z-index:251666432;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firstLine="580"/>
                    <w:jc w:val="both"/>
                  </w:pPr>
                  <w:r>
                    <w:rPr>
                      <w:rStyle w:val="CharStyle4"/>
                      <w:b/>
                      <w:bCs/>
                    </w:rPr>
                    <w:t>объекты культурного наследия (памятники истории и культуры) народов Российской Федерации, Республики Башкортостан</w:t>
                  </w:r>
                  <w:r>
                    <w:rPr>
                      <w:rStyle w:val="CharStyle4"/>
                    </w:rPr>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возникшими в результате исторических событий, представляющими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являющимися свидетельством эпох и цивилизаций, подлинными источниками информации о возрождении и развитии культуры, имеющими особое значение для истории и культуры Российской Федерации (объект федерального значения), субъекта Российской Федерации - Республики Башкортостан (объект регионального значения) или муниципального образования (объект местного значения), а также объекты археологического наследия;</w:t>
                  </w:r>
                </w:p>
                <w:p w:rsidR="009F3C5C" w:rsidRDefault="009F3C5C">
                  <w:pPr>
                    <w:pStyle w:val="2"/>
                    <w:tabs>
                      <w:tab w:val="left" w:pos="3339"/>
                    </w:tabs>
                    <w:spacing w:after="0" w:line="274" w:lineRule="exact"/>
                    <w:ind w:left="200" w:right="420" w:firstLine="580"/>
                    <w:jc w:val="both"/>
                  </w:pPr>
                  <w:r>
                    <w:rPr>
                      <w:rStyle w:val="CharStyle4"/>
                      <w:b/>
                      <w:bCs/>
                    </w:rPr>
                    <w:t>ограничения специального назначения на использование и застройку территории</w:t>
                  </w:r>
                  <w:r>
                    <w:rPr>
                      <w:rStyle w:val="CharStyle4"/>
                    </w:rPr>
                    <w:t xml:space="preserve"> - ограничения на использование и застройку территории, устанавливаемые в соответствии с законодательством Российской Федерации, Республики Башкортостан и нормативными правовыми актами</w:t>
                  </w:r>
                  <w:r>
                    <w:rPr>
                      <w:rStyle w:val="CharStyle4"/>
                    </w:rPr>
                    <w:tab/>
                    <w:t>сельского поселения Петровский сельсовет</w:t>
                  </w:r>
                </w:p>
                <w:p w:rsidR="009F3C5C" w:rsidRDefault="009F3C5C">
                  <w:pPr>
                    <w:pStyle w:val="2"/>
                    <w:spacing w:after="0" w:line="274" w:lineRule="exact"/>
                    <w:ind w:left="200" w:right="420"/>
                    <w:jc w:val="both"/>
                  </w:pPr>
                  <w:r>
                    <w:rPr>
                      <w:rStyle w:val="CharStyle4"/>
                    </w:rPr>
                    <w:t>муниципального района Ишимбайский район Республики Башкортостан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 ехногенного характера;</w:t>
                  </w:r>
                </w:p>
                <w:p w:rsidR="009F3C5C" w:rsidRDefault="009F3C5C">
                  <w:pPr>
                    <w:pStyle w:val="2"/>
                    <w:spacing w:after="0" w:line="274" w:lineRule="exact"/>
                    <w:ind w:left="200" w:right="420" w:firstLine="580"/>
                    <w:jc w:val="both"/>
                  </w:pPr>
                  <w:r>
                    <w:rPr>
                      <w:rStyle w:val="CharStyle4"/>
                      <w:b/>
                      <w:bCs/>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Style w:val="CharStyle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9F3C5C" w:rsidRDefault="009F3C5C">
                  <w:pPr>
                    <w:pStyle w:val="2"/>
                    <w:spacing w:after="0" w:line="274" w:lineRule="exact"/>
                    <w:ind w:left="200" w:right="420" w:firstLine="580"/>
                    <w:jc w:val="both"/>
                  </w:pPr>
                  <w:r>
                    <w:rPr>
                      <w:rStyle w:val="CharStyle4"/>
                      <w:b/>
                      <w:bCs/>
                    </w:rPr>
                    <w:t>отклонения от Правил</w:t>
                  </w:r>
                  <w:r>
                    <w:rPr>
                      <w:rStyle w:val="CharStyle4"/>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9F3C5C" w:rsidRDefault="009F3C5C">
                  <w:pPr>
                    <w:pStyle w:val="2"/>
                    <w:spacing w:after="0" w:line="274" w:lineRule="exact"/>
                    <w:ind w:left="200" w:right="420" w:firstLine="580"/>
                    <w:jc w:val="both"/>
                  </w:pPr>
                  <w:r>
                    <w:rPr>
                      <w:rStyle w:val="CharStyle4"/>
                      <w:b/>
                      <w:bCs/>
                    </w:rPr>
                    <w:t>отступ здания, сооружения (от границы участка)</w:t>
                  </w:r>
                  <w:r>
                    <w:rPr>
                      <w:rStyle w:val="CharStyle4"/>
                    </w:rPr>
                    <w:t xml:space="preserve"> - расстояние между границей участка и стеной здания;</w:t>
                  </w:r>
                </w:p>
                <w:p w:rsidR="009F3C5C" w:rsidRDefault="009F3C5C">
                  <w:pPr>
                    <w:pStyle w:val="2"/>
                    <w:spacing w:after="0" w:line="274" w:lineRule="exact"/>
                    <w:ind w:left="200" w:right="420" w:firstLine="580"/>
                    <w:jc w:val="both"/>
                  </w:pPr>
                  <w:r>
                    <w:rPr>
                      <w:rStyle w:val="CharStyle4"/>
                      <w:b/>
                      <w:bCs/>
                    </w:rPr>
                    <w:t>площадь земельного участка</w:t>
                  </w:r>
                  <w:r>
                    <w:rPr>
                      <w:rStyle w:val="CharStyle4"/>
                    </w:rPr>
                    <w:t xml:space="preserve"> - площадь территории горизонтальной проекции земельного участка;</w:t>
                  </w:r>
                </w:p>
              </w:txbxContent>
            </v:textbox>
            <w10:wrap type="square" anchorx="page" anchory="page"/>
          </v:rect>
        </w:pict>
      </w:r>
    </w:p>
    <w:p w:rsidR="009F3C5C" w:rsidRDefault="009F3C5C">
      <w:pPr>
        <w:pStyle w:val="Standard"/>
        <w:rPr>
          <w:sz w:val="2"/>
          <w:szCs w:val="2"/>
        </w:rPr>
        <w:sectPr w:rsidR="009F3C5C">
          <w:headerReference w:type="default" r:id="rId23"/>
          <w:footerReference w:type="default" r:id="rId24"/>
          <w:pgSz w:w="11906" w:h="16838"/>
          <w:pgMar w:top="360" w:right="360" w:bottom="360" w:left="360" w:header="0" w:footer="0" w:gutter="0"/>
          <w:cols w:space="720"/>
          <w:formProt w:val="0"/>
          <w:docGrid w:linePitch="240" w:charSpace="-6145"/>
        </w:sectPr>
      </w:pPr>
      <w:r>
        <w:rPr>
          <w:noProof/>
          <w:lang w:eastAsia="ru-RU" w:bidi="ar-SA"/>
        </w:rPr>
        <w:pict>
          <v:rect id="9" o:spid="_x0000_s1035" style="position:absolute;margin-left:75.4pt;margin-top:36.15pt;width:476.8pt;height:691.6pt;z-index:251667456;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firstLine="580"/>
                    <w:jc w:val="both"/>
                  </w:pPr>
                  <w:r>
                    <w:rPr>
                      <w:rStyle w:val="CharStyle4"/>
                      <w:b/>
                      <w:bCs/>
                    </w:rPr>
                    <w:t>подзона территориальной зоны</w:t>
                  </w:r>
                  <w:r>
                    <w:rPr>
                      <w:rStyle w:val="CharStyle4"/>
                    </w:rPr>
                    <w:t xml:space="preserve"> - часть территориальном зоны, для которой определены отличные от установленных в градостроительном регламенте зоны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F3C5C" w:rsidRDefault="009F3C5C">
                  <w:pPr>
                    <w:pStyle w:val="2"/>
                    <w:spacing w:after="0" w:line="274" w:lineRule="exact"/>
                    <w:ind w:left="200" w:right="420" w:firstLine="580"/>
                    <w:jc w:val="both"/>
                  </w:pPr>
                  <w:r>
                    <w:rPr>
                      <w:rStyle w:val="CharStyle4"/>
                      <w:b/>
                      <w:bCs/>
                    </w:rPr>
                    <w:t>подрядчик</w:t>
                  </w:r>
                  <w:r>
                    <w:rPr>
                      <w:rStyle w:val="CharStyle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9F3C5C" w:rsidRDefault="009F3C5C">
                  <w:pPr>
                    <w:pStyle w:val="2"/>
                    <w:spacing w:after="0" w:line="274" w:lineRule="exact"/>
                    <w:ind w:left="200" w:right="420" w:firstLine="580"/>
                    <w:jc w:val="both"/>
                  </w:pPr>
                  <w:r>
                    <w:rPr>
                      <w:rStyle w:val="CharStyle4"/>
                      <w:b/>
                      <w:bCs/>
                    </w:rPr>
                    <w:t>правообладатели земельных участков, объектов капитального строительства</w:t>
                  </w:r>
                  <w:r>
                    <w:rPr>
                      <w:rStyle w:val="CharStyle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9F3C5C" w:rsidRDefault="009F3C5C">
                  <w:pPr>
                    <w:pStyle w:val="2"/>
                    <w:spacing w:after="0" w:line="274" w:lineRule="exact"/>
                    <w:ind w:left="200" w:right="420" w:firstLine="580"/>
                    <w:jc w:val="both"/>
                  </w:pPr>
                  <w:r>
                    <w:rPr>
                      <w:rStyle w:val="CharStyle4"/>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Style w:val="CharStyle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F3C5C" w:rsidRDefault="009F3C5C">
                  <w:pPr>
                    <w:pStyle w:val="2"/>
                    <w:spacing w:after="0" w:line="274" w:lineRule="exact"/>
                    <w:ind w:left="200" w:right="420" w:firstLine="580"/>
                    <w:jc w:val="both"/>
                  </w:pPr>
                  <w:r>
                    <w:rPr>
                      <w:rStyle w:val="CharStyle4"/>
                      <w:b/>
                      <w:bCs/>
                    </w:rPr>
                    <w:t>прибрежная защитная полоса</w:t>
                  </w:r>
                  <w:r>
                    <w:rPr>
                      <w:rStyle w:val="CharStyle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9F3C5C" w:rsidRDefault="009F3C5C">
                  <w:pPr>
                    <w:pStyle w:val="2"/>
                    <w:spacing w:after="0" w:line="274" w:lineRule="exact"/>
                    <w:ind w:left="200" w:right="420" w:firstLine="580"/>
                    <w:jc w:val="both"/>
                  </w:pPr>
                  <w:r>
                    <w:rPr>
                      <w:rStyle w:val="CharStyle4"/>
                      <w:b/>
                      <w:bCs/>
                    </w:rPr>
                    <w:t>проект границ земельного участка</w:t>
                  </w:r>
                  <w:r>
                    <w:rPr>
                      <w:rStyle w:val="CharStyle4"/>
                    </w:rPr>
                    <w:t xml:space="preserve"> - совокупность правовых и технических документов, включающих в себя расчеты, описание, проектный план (планы), в которых обосновываются и воспроизводятся в графической, текстовой или иных формах местоположение, размеры и границы земельных участков;</w:t>
                  </w:r>
                </w:p>
                <w:p w:rsidR="009F3C5C" w:rsidRDefault="009F3C5C">
                  <w:pPr>
                    <w:pStyle w:val="2"/>
                    <w:spacing w:after="0" w:line="274" w:lineRule="exact"/>
                    <w:ind w:left="200" w:right="420" w:firstLine="580"/>
                    <w:jc w:val="both"/>
                  </w:pPr>
                  <w:r>
                    <w:rPr>
                      <w:rStyle w:val="CharStyle4"/>
                      <w:b/>
                      <w:bCs/>
                    </w:rPr>
                    <w:t>проектная документация</w:t>
                  </w:r>
                  <w:r>
                    <w:rPr>
                      <w:rStyle w:val="CharStyle4"/>
                    </w:rPr>
                    <w:t xml:space="preserve"> - документация, подготавливаемая в соответствии с градостроительным законодательством, техническими регламентами (до их ввода в действие - строительными нормами и правилами), содержащая текстовые и графические материалы (в виде карт и схем), определяющая основные положения и характеристики территории при разработке документации по территориальному планированию, планировке территории;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а также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9F3C5C" w:rsidRDefault="009F3C5C">
                  <w:pPr>
                    <w:pStyle w:val="2"/>
                    <w:spacing w:after="0" w:line="274" w:lineRule="exact"/>
                    <w:ind w:left="200" w:right="420" w:firstLine="580"/>
                    <w:jc w:val="both"/>
                  </w:pPr>
                  <w:r>
                    <w:rPr>
                      <w:rStyle w:val="CharStyle4"/>
                      <w:b/>
                      <w:bCs/>
                    </w:rPr>
                    <w:t>проект планировки территории</w:t>
                  </w:r>
                  <w:r>
                    <w:rPr>
                      <w:rStyle w:val="CharStyle4"/>
                    </w:rPr>
                    <w:t xml:space="preserve">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9F3C5C" w:rsidRDefault="009F3C5C">
                  <w:pPr>
                    <w:pStyle w:val="2"/>
                    <w:spacing w:after="0" w:line="274" w:lineRule="exact"/>
                    <w:ind w:left="200" w:right="420" w:firstLine="580"/>
                    <w:jc w:val="both"/>
                  </w:pPr>
                  <w:r>
                    <w:rPr>
                      <w:rStyle w:val="CharStyle4"/>
                      <w:b/>
                      <w:bCs/>
                    </w:rPr>
                    <w:t>проект планировки территории квартала (микрорайона, планировочно-обособленной части квартала)</w:t>
                  </w:r>
                  <w:r>
                    <w:rPr>
                      <w:rStyle w:val="CharStyle4"/>
                    </w:rPr>
                    <w:t xml:space="preserve"> - документация по планировке территории, подготавливаемая в целях обеспечения устойчивого развития территории квартала (микрорайона, планировочно-обособленной части квартала) путем достижения нормируемых показателей застройки соответствующей территории и выделения внутриквартальных территорий общего пользования и основных линий градостроительного регулирования;</w:t>
                  </w:r>
                </w:p>
              </w:txbxContent>
            </v:textbox>
            <w10:wrap type="square" anchorx="page" anchory="page"/>
          </v:rect>
        </w:pict>
      </w:r>
    </w:p>
    <w:p w:rsidR="009F3C5C" w:rsidRDefault="009F3C5C">
      <w:pPr>
        <w:pStyle w:val="Standard"/>
        <w:rPr>
          <w:sz w:val="2"/>
          <w:szCs w:val="2"/>
        </w:rPr>
        <w:sectPr w:rsidR="009F3C5C">
          <w:headerReference w:type="default" r:id="rId25"/>
          <w:footerReference w:type="default" r:id="rId26"/>
          <w:pgSz w:w="11906" w:h="16838"/>
          <w:pgMar w:top="360" w:right="360" w:bottom="360" w:left="360" w:header="0" w:footer="0" w:gutter="0"/>
          <w:cols w:space="720"/>
          <w:formProt w:val="0"/>
          <w:docGrid w:linePitch="240" w:charSpace="-6145"/>
        </w:sectPr>
      </w:pPr>
      <w:r>
        <w:rPr>
          <w:noProof/>
          <w:lang w:eastAsia="ru-RU" w:bidi="ar-SA"/>
        </w:rPr>
        <w:pict>
          <v:rect id="10" o:spid="_x0000_s1036" style="position:absolute;margin-left:75.4pt;margin-top:34pt;width:476.8pt;height:693.75pt;z-index:251668480;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firstLine="580"/>
                    <w:jc w:val="both"/>
                  </w:pPr>
                  <w:r>
                    <w:rPr>
                      <w:rStyle w:val="CharStyle4"/>
                      <w:b/>
                      <w:bCs/>
                    </w:rPr>
                    <w:t>проект планировки территории линейного объекта</w:t>
                  </w:r>
                  <w:r>
                    <w:rPr>
                      <w:rStyle w:val="CharStyle4"/>
                    </w:rPr>
                    <w:t xml:space="preserve"> -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9F3C5C" w:rsidRDefault="009F3C5C">
                  <w:pPr>
                    <w:pStyle w:val="2"/>
                    <w:spacing w:after="0" w:line="274" w:lineRule="exact"/>
                    <w:ind w:left="200" w:right="420" w:firstLine="580"/>
                    <w:jc w:val="both"/>
                  </w:pPr>
                  <w:r>
                    <w:rPr>
                      <w:rStyle w:val="CharStyle4"/>
                      <w:b/>
                      <w:bCs/>
                    </w:rPr>
                    <w:t>проект межевания территории</w:t>
                  </w:r>
                  <w:r>
                    <w:rPr>
                      <w:rStyle w:val="CharStyle4"/>
                    </w:rPr>
                    <w:t xml:space="preserve"> - документация по планировке территории, подготавливаемая в целях установления границ застроенных земельных участков и границ не 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9F3C5C" w:rsidRDefault="009F3C5C">
                  <w:pPr>
                    <w:pStyle w:val="2"/>
                    <w:spacing w:after="0" w:line="274" w:lineRule="exact"/>
                    <w:ind w:left="200" w:right="420" w:firstLine="580"/>
                    <w:jc w:val="both"/>
                  </w:pPr>
                  <w:r>
                    <w:rPr>
                      <w:rStyle w:val="CharStyle4"/>
                      <w:b/>
                      <w:bCs/>
                    </w:rPr>
                    <w:t>процент застройки участка</w:t>
                  </w:r>
                  <w:r>
                    <w:rPr>
                      <w:rStyle w:val="CharStyle4"/>
                    </w:rPr>
                    <w:t xml:space="preserve"> - выраженный в процентах показатель, указывающий,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F3C5C" w:rsidRDefault="009F3C5C">
                  <w:pPr>
                    <w:pStyle w:val="2"/>
                    <w:spacing w:after="0" w:line="274" w:lineRule="exact"/>
                    <w:ind w:left="200" w:right="420" w:firstLine="580"/>
                    <w:jc w:val="both"/>
                  </w:pPr>
                  <w:r>
                    <w:rPr>
                      <w:rStyle w:val="CharStyle4"/>
                      <w:b/>
                      <w:bCs/>
                    </w:rPr>
                    <w:t>публичный сервитут</w:t>
                  </w:r>
                  <w:r>
                    <w:rPr>
                      <w:rStyle w:val="CharStyle4"/>
                    </w:rPr>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в отношении которых оно устанавливается; район - совокупность кварталов и микрорайонов;</w:t>
                  </w:r>
                </w:p>
                <w:p w:rsidR="009F3C5C" w:rsidRDefault="009F3C5C">
                  <w:pPr>
                    <w:pStyle w:val="2"/>
                    <w:spacing w:after="0" w:line="274" w:lineRule="exact"/>
                    <w:ind w:left="200" w:right="420" w:firstLine="580"/>
                    <w:jc w:val="both"/>
                  </w:pPr>
                  <w:r>
                    <w:rPr>
                      <w:rStyle w:val="CharStyle4"/>
                      <w:b/>
                      <w:bCs/>
                    </w:rPr>
                    <w:t>разрешение на ввод объекта в эксплуатацию</w:t>
                  </w:r>
                  <w:r>
                    <w:rPr>
                      <w:rStyle w:val="CharStyle4"/>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F3C5C" w:rsidRDefault="009F3C5C">
                  <w:pPr>
                    <w:pStyle w:val="2"/>
                    <w:spacing w:after="0" w:line="274" w:lineRule="exact"/>
                    <w:ind w:left="200" w:right="420" w:firstLine="580"/>
                    <w:jc w:val="both"/>
                  </w:pPr>
                  <w:r>
                    <w:rPr>
                      <w:rStyle w:val="CharStyle4"/>
                      <w:b/>
                      <w:bCs/>
                    </w:rPr>
                    <w:t>разрешение на отклонение от предельных параметров разрешенного строительства, реконструкции объектов капитального строительства</w:t>
                  </w:r>
                  <w:r>
                    <w:rPr>
                      <w:rStyle w:val="CharStyle4"/>
                    </w:rPr>
                    <w:t xml:space="preserve"> - документ, выдаваемый заявителю за подписью главы сельского поселения Петровский сельсовет муниципального района Ишимбайский район Республики Башкортостан, оформленный в соответствии с требованиями статьи 40 Градостроительного кодекса Российской Федерации, дающий правообладателю земельного участка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9F3C5C" w:rsidRDefault="009F3C5C">
                  <w:pPr>
                    <w:pStyle w:val="2"/>
                    <w:spacing w:after="0" w:line="274" w:lineRule="exact"/>
                    <w:ind w:left="200" w:right="420" w:firstLine="580"/>
                    <w:jc w:val="both"/>
                  </w:pPr>
                  <w:r>
                    <w:rPr>
                      <w:rStyle w:val="CharStyle4"/>
                      <w:b/>
                      <w:bCs/>
                    </w:rPr>
                    <w:t>разрешение на строительство</w:t>
                  </w:r>
                  <w:r>
                    <w:rPr>
                      <w:rStyle w:val="CharStyle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федеральным законодательством;</w:t>
                  </w:r>
                </w:p>
              </w:txbxContent>
            </v:textbox>
            <w10:wrap type="square" anchorx="page" anchory="page"/>
          </v:rect>
        </w:pict>
      </w:r>
    </w:p>
    <w:p w:rsidR="009F3C5C" w:rsidRDefault="009F3C5C">
      <w:pPr>
        <w:pStyle w:val="Standard"/>
        <w:rPr>
          <w:sz w:val="2"/>
          <w:szCs w:val="2"/>
        </w:rPr>
        <w:sectPr w:rsidR="009F3C5C">
          <w:headerReference w:type="default" r:id="rId27"/>
          <w:footerReference w:type="default" r:id="rId28"/>
          <w:pgSz w:w="11906" w:h="16838"/>
          <w:pgMar w:top="360" w:right="360" w:bottom="360" w:left="360" w:header="0" w:footer="0" w:gutter="0"/>
          <w:cols w:space="720"/>
          <w:formProt w:val="0"/>
          <w:docGrid w:linePitch="240" w:charSpace="-6145"/>
        </w:sectPr>
      </w:pPr>
      <w:r>
        <w:rPr>
          <w:noProof/>
          <w:lang w:eastAsia="ru-RU" w:bidi="ar-SA"/>
        </w:rPr>
        <w:pict>
          <v:rect id="11" o:spid="_x0000_s1037" style="position:absolute;margin-left:75.4pt;margin-top:36.15pt;width:476.8pt;height:691.6pt;z-index:251669504;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00" w:right="420" w:firstLine="580"/>
                    <w:jc w:val="both"/>
                  </w:pPr>
                  <w:r>
                    <w:rPr>
                      <w:rStyle w:val="CharStyle4"/>
                      <w:b/>
                      <w:bCs/>
                    </w:rPr>
                    <w:t>разрешение на условно разрешенный вид использования</w:t>
                  </w:r>
                  <w:r>
                    <w:rPr>
                      <w:rStyle w:val="CharStyle4"/>
                    </w:rPr>
                    <w:t xml:space="preserve"> - документ, выдаваемый заявителю за подписью главы Администрации муниципального района Ишимбайский район Республики Башкортостан,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9F3C5C" w:rsidRDefault="009F3C5C">
                  <w:pPr>
                    <w:pStyle w:val="2"/>
                    <w:spacing w:after="0" w:line="274" w:lineRule="exact"/>
                    <w:ind w:left="200" w:right="420" w:firstLine="580"/>
                    <w:jc w:val="both"/>
                  </w:pPr>
                  <w:r>
                    <w:rPr>
                      <w:rStyle w:val="CharStyle4"/>
                      <w:b/>
                      <w:bCs/>
                    </w:rPr>
                    <w:t>разрешенное использование земельных участков и иных объектов недвижимости</w:t>
                  </w:r>
                  <w:r>
                    <w:rPr>
                      <w:rStyle w:val="CharStyle4"/>
                    </w:rPr>
                    <w:t xml:space="preserve"> - использование недвижимости в соответствии с градостроительным регламентом, а также публичными сервитутами;</w:t>
                  </w:r>
                </w:p>
                <w:p w:rsidR="009F3C5C" w:rsidRDefault="009F3C5C">
                  <w:pPr>
                    <w:pStyle w:val="2"/>
                    <w:spacing w:after="0" w:line="274" w:lineRule="exact"/>
                    <w:ind w:left="200" w:right="420" w:firstLine="580"/>
                    <w:jc w:val="both"/>
                  </w:pPr>
                  <w:r>
                    <w:rPr>
                      <w:rStyle w:val="CharStyle4"/>
                      <w:b/>
                      <w:bCs/>
                    </w:rPr>
                    <w:t>район зонирования</w:t>
                  </w:r>
                  <w:r>
                    <w:rPr>
                      <w:rStyle w:val="CharStyle4"/>
                    </w:rPr>
                    <w:t xml:space="preserve"> - территория в замкнутых границах, отнесенная Правилами застройки к одной территориальной зоне;</w:t>
                  </w:r>
                </w:p>
                <w:p w:rsidR="009F3C5C" w:rsidRDefault="009F3C5C">
                  <w:pPr>
                    <w:pStyle w:val="2"/>
                    <w:spacing w:after="0" w:line="274" w:lineRule="exact"/>
                    <w:ind w:left="200" w:right="420" w:firstLine="580"/>
                    <w:jc w:val="both"/>
                  </w:pPr>
                  <w:r>
                    <w:rPr>
                      <w:rStyle w:val="CharStyle4"/>
                      <w:b/>
                      <w:bCs/>
                    </w:rPr>
                    <w:t>резервирование земель, необходимых для муниципальных нужд сельского поселения Петровский сельсовет муниципального района Ишимбайский район РБ</w:t>
                  </w:r>
                  <w:r>
                    <w:rPr>
                      <w:rStyle w:val="CharStyle4"/>
                    </w:rPr>
                    <w:t xml:space="preserve"> - деятельность Администрации сельского поселения Петровский сельсовет муниципального района Ишимбайский район Республики Башкортостан по определению территорий, необходимых для реализации муниципальных нужд сельского поселения Петровский сельсовет муниципального района Ишимбайский район из состава земель, находящихся в государственной или муниципальной собственности, а также правовому обеспечению их использования в целях размещения на этих территориях новых или расширения существующих объектов капитального строительства, предусмотренных статьей 49 Земельного кодекса Российской Федерации,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водоемов и т.д.;</w:t>
                  </w:r>
                </w:p>
                <w:p w:rsidR="009F3C5C" w:rsidRDefault="009F3C5C">
                  <w:pPr>
                    <w:pStyle w:val="2"/>
                    <w:spacing w:after="0" w:line="274" w:lineRule="exact"/>
                    <w:ind w:left="200" w:right="420" w:firstLine="580"/>
                    <w:jc w:val="both"/>
                  </w:pPr>
                  <w:r>
                    <w:rPr>
                      <w:rStyle w:val="CharStyle4"/>
                      <w:b/>
                      <w:bCs/>
                    </w:rPr>
                    <w:t>реконструкция</w:t>
                  </w:r>
                  <w:r>
                    <w:rPr>
                      <w:rStyle w:val="CharStyle4"/>
                    </w:rPr>
                    <w:t xml:space="preserve"> - изменение параметров объектов капитального строительства, их частей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9F3C5C" w:rsidRDefault="009F3C5C">
                  <w:pPr>
                    <w:pStyle w:val="2"/>
                    <w:spacing w:after="0" w:line="274" w:lineRule="exact"/>
                    <w:ind w:left="200" w:right="420" w:firstLine="580"/>
                    <w:jc w:val="both"/>
                  </w:pPr>
                  <w:r>
                    <w:rPr>
                      <w:rStyle w:val="CharStyle4"/>
                      <w:b/>
                      <w:bCs/>
                    </w:rPr>
                    <w:t>санитарно-защитная зона</w:t>
                  </w:r>
                  <w:r>
                    <w:rPr>
                      <w:rStyle w:val="CharStyle4"/>
                    </w:rPr>
                    <w:t xml:space="preserve"> - специальная территория вокруг объектов и производств, являющихся источником негативного воздействия на среду обитания и здоровье человека, устанавливаемая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нормами. По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3C5C" w:rsidRDefault="009F3C5C">
                  <w:pPr>
                    <w:pStyle w:val="2"/>
                    <w:spacing w:after="0" w:line="274" w:lineRule="exact"/>
                    <w:ind w:left="200" w:right="420" w:firstLine="580"/>
                    <w:jc w:val="both"/>
                  </w:pPr>
                  <w:r>
                    <w:rPr>
                      <w:rStyle w:val="CharStyle4"/>
                      <w:b/>
                      <w:bCs/>
                    </w:rPr>
                    <w:t>санитарные разрывы</w:t>
                  </w:r>
                  <w:r>
                    <w:rPr>
                      <w:rStyle w:val="CharStyle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9F3C5C" w:rsidRDefault="009F3C5C">
                  <w:pPr>
                    <w:pStyle w:val="2"/>
                    <w:spacing w:after="0" w:line="274" w:lineRule="exact"/>
                    <w:ind w:left="200" w:right="420" w:firstLine="580"/>
                    <w:jc w:val="both"/>
                  </w:pPr>
                  <w:r>
                    <w:rPr>
                      <w:rStyle w:val="CharStyle4"/>
                      <w:b/>
                      <w:bCs/>
                    </w:rPr>
                    <w:t>собственники земельных участков</w:t>
                  </w:r>
                  <w:r>
                    <w:rPr>
                      <w:rStyle w:val="CharStyle4"/>
                    </w:rPr>
                    <w:t xml:space="preserve"> - лица, обладающие правом владения, пользования и распоряжения земельным участком, т.е являющиеся собственниками земельны х участков;</w:t>
                  </w:r>
                </w:p>
              </w:txbxContent>
            </v:textbox>
            <w10:wrap type="square" anchorx="page" anchory="page"/>
          </v:rect>
        </w:pict>
      </w:r>
    </w:p>
    <w:p w:rsidR="009F3C5C" w:rsidRDefault="009F3C5C">
      <w:pPr>
        <w:pStyle w:val="Standard"/>
        <w:rPr>
          <w:sz w:val="2"/>
          <w:szCs w:val="2"/>
        </w:rPr>
        <w:sectPr w:rsidR="009F3C5C">
          <w:headerReference w:type="default" r:id="rId29"/>
          <w:footerReference w:type="default" r:id="rId30"/>
          <w:pgSz w:w="11906" w:h="16838"/>
          <w:pgMar w:top="360" w:right="360" w:bottom="360" w:left="360" w:header="0" w:footer="0" w:gutter="0"/>
          <w:cols w:space="720"/>
          <w:formProt w:val="0"/>
          <w:docGrid w:linePitch="240" w:charSpace="-6145"/>
        </w:sectPr>
      </w:pPr>
      <w:r>
        <w:rPr>
          <w:noProof/>
          <w:lang w:eastAsia="ru-RU" w:bidi="ar-SA"/>
        </w:rPr>
        <w:pict>
          <v:rect id="12" o:spid="_x0000_s1038" style="position:absolute;margin-left:75.4pt;margin-top:34.45pt;width:476.8pt;height:720.65pt;z-index:251670528;mso-position-horizontal-relative:page;mso-position-vertical-relative:page" filled="f" stroked="f" strokecolor="#3465a4">
            <v:fill o:detectmouseclick="t"/>
            <v:stroke joinstyle="round"/>
            <v:textbox>
              <w:txbxContent>
                <w:p w:rsidR="009F3C5C" w:rsidRDefault="009F3C5C">
                  <w:pPr>
                    <w:pStyle w:val="2"/>
                    <w:tabs>
                      <w:tab w:val="left" w:pos="7592"/>
                    </w:tabs>
                    <w:spacing w:after="0" w:line="274" w:lineRule="exact"/>
                    <w:ind w:left="200" w:right="420" w:firstLine="560"/>
                    <w:jc w:val="both"/>
                  </w:pPr>
                  <w:r>
                    <w:rPr>
                      <w:rStyle w:val="CharStyle4"/>
                      <w:b/>
                      <w:bCs/>
                    </w:rPr>
                    <w:t>строительный контроль</w:t>
                  </w:r>
                  <w:r>
                    <w:rPr>
                      <w:rStyle w:val="CharStyle4"/>
                    </w:rPr>
                    <w:t xml:space="preserve"> - проверка соответствия выполняемых работ в процессе строительства, реконструкции, капитального ремонта объектов капитального строительства проектной документации,</w:t>
                  </w:r>
                  <w:r>
                    <w:rPr>
                      <w:rStyle w:val="CharStyle4"/>
                    </w:rPr>
                    <w:tab/>
                    <w:t>требованиям</w:t>
                  </w:r>
                </w:p>
                <w:p w:rsidR="009F3C5C" w:rsidRDefault="009F3C5C">
                  <w:pPr>
                    <w:pStyle w:val="2"/>
                    <w:spacing w:after="0" w:line="274" w:lineRule="exact"/>
                    <w:ind w:left="200" w:right="420"/>
                    <w:jc w:val="both"/>
                  </w:pPr>
                  <w:r>
                    <w:rPr>
                      <w:rStyle w:val="CharStyle4"/>
                    </w:rPr>
                    <w:t>технических регламентов, результатам инженерных изысканий, требованиям градостроительного плана земельного участка, выполняемая лицом, осуществляющим строительство;</w:t>
                  </w:r>
                </w:p>
                <w:p w:rsidR="009F3C5C" w:rsidRDefault="009F3C5C">
                  <w:pPr>
                    <w:pStyle w:val="2"/>
                    <w:spacing w:after="0" w:line="274" w:lineRule="exact"/>
                    <w:ind w:left="200" w:right="420" w:firstLine="560"/>
                    <w:jc w:val="both"/>
                  </w:pPr>
                  <w:r>
                    <w:rPr>
                      <w:rStyle w:val="CharStyle4"/>
                      <w:b/>
                      <w:bCs/>
                    </w:rPr>
                    <w:t>строительство</w:t>
                  </w:r>
                  <w:r>
                    <w:rPr>
                      <w:rStyle w:val="CharStyle4"/>
                    </w:rPr>
                    <w:t xml:space="preserve"> - создание зданий, строений, сооружений (в том числе на месте сносимых объектов капитального строительства);</w:t>
                  </w:r>
                </w:p>
                <w:p w:rsidR="009F3C5C" w:rsidRDefault="009F3C5C">
                  <w:pPr>
                    <w:pStyle w:val="2"/>
                    <w:spacing w:after="0" w:line="274" w:lineRule="exact"/>
                    <w:ind w:left="200" w:firstLine="560"/>
                    <w:jc w:val="both"/>
                  </w:pPr>
                  <w:r>
                    <w:rPr>
                      <w:rStyle w:val="CharStyle4"/>
                      <w:b/>
                      <w:bCs/>
                    </w:rPr>
                    <w:t>строительные изменения объектов капитального строительства</w:t>
                  </w:r>
                  <w:r>
                    <w:rPr>
                      <w:rStyle w:val="CharStyle4"/>
                    </w:rPr>
                    <w:t xml:space="preserve"> -</w:t>
                  </w:r>
                </w:p>
                <w:p w:rsidR="009F3C5C" w:rsidRDefault="009F3C5C">
                  <w:pPr>
                    <w:pStyle w:val="2"/>
                    <w:spacing w:after="0" w:line="274" w:lineRule="exact"/>
                    <w:ind w:left="200" w:right="420"/>
                    <w:jc w:val="both"/>
                  </w:pPr>
                  <w:r>
                    <w:rPr>
                      <w:rStyle w:val="CharStyle4"/>
                    </w:rPr>
                    <w:t>изменения, осуществляемые применительно к объектам капитального строительства путем нового строительства, реконструкции, капитального ремонта, сноса строений, выполнения земляных работ и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9F3C5C" w:rsidRDefault="009F3C5C">
                  <w:pPr>
                    <w:pStyle w:val="2"/>
                    <w:spacing w:after="0" w:line="274" w:lineRule="exact"/>
                    <w:ind w:left="200" w:right="420" w:firstLine="560"/>
                    <w:jc w:val="both"/>
                  </w:pPr>
                  <w:r>
                    <w:rPr>
                      <w:rStyle w:val="CharStyle4"/>
                      <w:b/>
                      <w:bCs/>
                    </w:rPr>
                    <w:t>территориальные зоны</w:t>
                  </w:r>
                  <w:r>
                    <w:rPr>
                      <w:rStyle w:val="CharStyle4"/>
                    </w:rPr>
                    <w:t xml:space="preserve"> - зоны, для которых в Правилах землепользования и застройки сельского поселения Петровский сельсовет муниципального района Ишимбайский район Республики Башкортостан определены границы и установлены градостроительные регламенты. Уточнение границ территориальных зон осуществляется в установленном порядке в соответствии с утвержденной проектной документацией по планировке территории;</w:t>
                  </w:r>
                </w:p>
                <w:p w:rsidR="009F3C5C" w:rsidRDefault="009F3C5C">
                  <w:pPr>
                    <w:pStyle w:val="2"/>
                    <w:spacing w:after="0" w:line="274" w:lineRule="exact"/>
                    <w:ind w:left="200" w:right="420" w:firstLine="560"/>
                    <w:jc w:val="both"/>
                  </w:pPr>
                  <w:r>
                    <w:rPr>
                      <w:rStyle w:val="CharStyle4"/>
                      <w:b/>
                      <w:bCs/>
                    </w:rPr>
                    <w:t>территории общего пользования</w:t>
                  </w:r>
                  <w:r>
                    <w:rPr>
                      <w:rStyle w:val="CharStyle4"/>
                    </w:rPr>
                    <w:t xml:space="preserve"> - не подлежащие приватизации территории, которыми беспрепятственно пользуется неограниченный круг лиц (в том числе площади, улицы, проезды , набережные, скверы, бульвары);</w:t>
                  </w:r>
                </w:p>
                <w:p w:rsidR="009F3C5C" w:rsidRDefault="009F3C5C">
                  <w:pPr>
                    <w:pStyle w:val="2"/>
                    <w:spacing w:after="0" w:line="274" w:lineRule="exact"/>
                    <w:ind w:left="200" w:right="420" w:firstLine="560"/>
                    <w:jc w:val="both"/>
                  </w:pPr>
                  <w:r>
                    <w:rPr>
                      <w:rStyle w:val="CharStyle4"/>
                      <w:b/>
                      <w:bCs/>
                    </w:rPr>
                    <w:t>территории объекта культурного наследия</w:t>
                  </w:r>
                  <w:r>
                    <w:rPr>
                      <w:rStyle w:val="CharStyle4"/>
                    </w:rPr>
                    <w:t xml:space="preserve"> - исторически сложившейся земельный участок, границы которого установлены и описаны в порядке, определенном законодательством, на котором расположен объект (вновь выявленный объект) культурного наследия. На такой земельный участок градостроительные регламенты не устанавливаются, а следовательно, требования градостроительного регламента, установленные для территориальной зоны, в границах которой такой участок расположен, на него не распространяются;</w:t>
                  </w:r>
                </w:p>
                <w:p w:rsidR="009F3C5C" w:rsidRDefault="009F3C5C">
                  <w:pPr>
                    <w:pStyle w:val="2"/>
                    <w:spacing w:after="0" w:line="274" w:lineRule="exact"/>
                    <w:ind w:left="200" w:right="420" w:firstLine="560"/>
                    <w:jc w:val="both"/>
                  </w:pPr>
                  <w:r>
                    <w:rPr>
                      <w:rStyle w:val="CharStyle4"/>
                      <w:b/>
                      <w:bCs/>
                    </w:rPr>
                    <w:t>территории особого градостроительного контроля</w:t>
                  </w:r>
                  <w:r>
                    <w:rPr>
                      <w:rStyle w:val="CharStyle4"/>
                    </w:rPr>
                    <w:t xml:space="preserve"> - части территории , имеющие важное градостроительное значение, расположенные в зоне исторического центра, общественно-деловых центров, а также вдоль магистралей общегородского значения непрерывного движения, на которых при размещении (реконструкции) объектов капитального строительства устанавливаются дополнительные требования в части архитектурностроительного проектирования.</w:t>
                  </w:r>
                </w:p>
                <w:p w:rsidR="009F3C5C" w:rsidRDefault="009F3C5C">
                  <w:pPr>
                    <w:pStyle w:val="2"/>
                    <w:spacing w:after="0" w:line="274" w:lineRule="exact"/>
                    <w:ind w:left="200" w:right="420" w:firstLine="560"/>
                    <w:jc w:val="both"/>
                  </w:pPr>
                  <w:r>
                    <w:rPr>
                      <w:rStyle w:val="CharStyle4"/>
                      <w:b/>
                      <w:bCs/>
                    </w:rPr>
                    <w:t>техническое задание</w:t>
                  </w:r>
                  <w:r>
                    <w:rPr>
                      <w:rStyle w:val="CharStyle4"/>
                    </w:rPr>
                    <w:t xml:space="preserve"> - документ, регламентирующий градостроительные требования к документации по планировке территории;</w:t>
                  </w:r>
                </w:p>
                <w:p w:rsidR="009F3C5C" w:rsidRDefault="009F3C5C">
                  <w:pPr>
                    <w:pStyle w:val="2"/>
                    <w:spacing w:after="0" w:line="274" w:lineRule="exact"/>
                    <w:ind w:left="200" w:right="420" w:firstLine="560"/>
                    <w:jc w:val="both"/>
                  </w:pPr>
                  <w:r>
                    <w:rPr>
                      <w:rStyle w:val="CharStyle4"/>
                      <w:b/>
                      <w:bCs/>
                    </w:rPr>
                    <w:t>технические регламенты</w:t>
                  </w:r>
                  <w:r>
                    <w:rPr>
                      <w:rStyle w:val="CharStyle4"/>
                    </w:rPr>
                    <w:t xml:space="preserve"> - документы, принятые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устанавливающие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txbxContent>
            </v:textbox>
            <w10:wrap type="square" anchorx="page" anchory="page"/>
          </v:rect>
        </w:pict>
      </w:r>
    </w:p>
    <w:p w:rsidR="009F3C5C" w:rsidRDefault="009F3C5C">
      <w:pPr>
        <w:pStyle w:val="Standard"/>
        <w:rPr>
          <w:sz w:val="2"/>
          <w:szCs w:val="2"/>
        </w:rPr>
        <w:sectPr w:rsidR="009F3C5C">
          <w:headerReference w:type="default" r:id="rId31"/>
          <w:footerReference w:type="default" r:id="rId32"/>
          <w:pgSz w:w="11906" w:h="16838"/>
          <w:pgMar w:top="360" w:right="360" w:bottom="360" w:left="360" w:header="0" w:footer="0" w:gutter="0"/>
          <w:cols w:space="720"/>
          <w:formProt w:val="0"/>
          <w:docGrid w:linePitch="240" w:charSpace="-6145"/>
        </w:sectPr>
      </w:pPr>
      <w:r>
        <w:rPr>
          <w:noProof/>
          <w:lang w:eastAsia="ru-RU" w:bidi="ar-SA"/>
        </w:rPr>
        <w:pict>
          <v:rect id="13" o:spid="_x0000_s1039" style="position:absolute;margin-left:75.4pt;margin-top:34pt;width:476.8pt;height:721.1pt;z-index:251671552;mso-position-horizontal-relative:page;mso-position-vertical-relative:page" filled="f" stroked="f" strokecolor="#3465a4">
            <v:fill o:detectmouseclick="t"/>
            <v:stroke joinstyle="round"/>
            <v:textbox>
              <w:txbxContent>
                <w:p w:rsidR="009F3C5C" w:rsidRDefault="009F3C5C">
                  <w:pPr>
                    <w:pStyle w:val="2"/>
                    <w:tabs>
                      <w:tab w:val="left" w:pos="3120"/>
                      <w:tab w:val="left" w:pos="4191"/>
                    </w:tabs>
                    <w:spacing w:after="0" w:line="274" w:lineRule="exact"/>
                    <w:ind w:left="200" w:right="420" w:firstLine="560"/>
                    <w:jc w:val="both"/>
                  </w:pPr>
                  <w:r>
                    <w:rPr>
                      <w:rStyle w:val="CharStyle4"/>
                      <w:b/>
                      <w:bCs/>
                    </w:rPr>
                    <w:t>технические условия</w:t>
                  </w:r>
                  <w:r>
                    <w:rPr>
                      <w:rStyle w:val="CharStyle4"/>
                    </w:rPr>
                    <w:t xml:space="preserve"> - условия подключения проектируемого объекта к вне площадочным</w:t>
                  </w:r>
                  <w:r>
                    <w:rPr>
                      <w:rStyle w:val="CharStyle4"/>
                    </w:rPr>
                    <w:tab/>
                    <w:t>сетям</w:t>
                  </w:r>
                  <w:r>
                    <w:rPr>
                      <w:rStyle w:val="CharStyle4"/>
                    </w:rPr>
                    <w:tab/>
                    <w:t>инженерно-технического обеспечения,</w:t>
                  </w:r>
                </w:p>
                <w:p w:rsidR="009F3C5C" w:rsidRDefault="009F3C5C">
                  <w:pPr>
                    <w:pStyle w:val="2"/>
                    <w:spacing w:after="0" w:line="274" w:lineRule="exact"/>
                    <w:ind w:left="200" w:right="420"/>
                    <w:jc w:val="both"/>
                  </w:pPr>
                  <w:r>
                    <w:rPr>
                      <w:rStyle w:val="CharStyle4"/>
                    </w:rPr>
                    <w:t>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9F3C5C" w:rsidRDefault="009F3C5C">
                  <w:pPr>
                    <w:pStyle w:val="2"/>
                    <w:tabs>
                      <w:tab w:val="left" w:pos="3120"/>
                      <w:tab w:val="left" w:pos="4191"/>
                    </w:tabs>
                    <w:spacing w:after="0" w:line="274" w:lineRule="exact"/>
                    <w:ind w:left="200" w:firstLine="560"/>
                    <w:jc w:val="both"/>
                  </w:pPr>
                  <w:r>
                    <w:rPr>
                      <w:rStyle w:val="CharStyle4"/>
                      <w:b/>
                      <w:bCs/>
                    </w:rPr>
                    <w:t>улично-дорожная</w:t>
                  </w:r>
                  <w:r>
                    <w:rPr>
                      <w:rStyle w:val="CharStyle4"/>
                      <w:b/>
                      <w:bCs/>
                    </w:rPr>
                    <w:tab/>
                    <w:t>сеть</w:t>
                  </w:r>
                  <w:r>
                    <w:rPr>
                      <w:rStyle w:val="CharStyle4"/>
                      <w:b/>
                      <w:bCs/>
                    </w:rPr>
                    <w:tab/>
                    <w:t>(УДС)</w:t>
                  </w:r>
                  <w:r>
                    <w:rPr>
                      <w:rStyle w:val="CharStyle4"/>
                    </w:rPr>
                    <w:t xml:space="preserve"> - система взаимосвязанных</w:t>
                  </w:r>
                </w:p>
                <w:p w:rsidR="009F3C5C" w:rsidRDefault="009F3C5C">
                  <w:pPr>
                    <w:pStyle w:val="2"/>
                    <w:tabs>
                      <w:tab w:val="left" w:pos="2533"/>
                      <w:tab w:val="left" w:pos="4002"/>
                      <w:tab w:val="left" w:pos="7011"/>
                    </w:tabs>
                    <w:spacing w:after="0" w:line="274" w:lineRule="exact"/>
                    <w:ind w:left="200"/>
                    <w:jc w:val="both"/>
                  </w:pPr>
                  <w:r>
                    <w:rPr>
                      <w:rStyle w:val="CharStyle4"/>
                    </w:rPr>
                    <w:t>территориальных</w:t>
                  </w:r>
                  <w:r>
                    <w:rPr>
                      <w:rStyle w:val="CharStyle4"/>
                    </w:rPr>
                    <w:tab/>
                    <w:t>линейных</w:t>
                  </w:r>
                  <w:r>
                    <w:rPr>
                      <w:rStyle w:val="CharStyle4"/>
                    </w:rPr>
                    <w:tab/>
                    <w:t>объектов (площадей,</w:t>
                  </w:r>
                  <w:r>
                    <w:rPr>
                      <w:rStyle w:val="CharStyle4"/>
                    </w:rPr>
                    <w:tab/>
                    <w:t>улиц, проездов,</w:t>
                  </w:r>
                </w:p>
                <w:p w:rsidR="009F3C5C" w:rsidRDefault="009F3C5C">
                  <w:pPr>
                    <w:pStyle w:val="2"/>
                    <w:spacing w:after="0" w:line="274" w:lineRule="exact"/>
                    <w:ind w:left="200" w:right="420"/>
                    <w:jc w:val="both"/>
                  </w:pPr>
                  <w:r>
                    <w:rPr>
                      <w:rStyle w:val="CharStyle4"/>
                    </w:rPr>
                    <w:t>набережных, бульваров) и территорий транспортных сооружений (развязок, тоннелей, и т.д.), являющихся территориями общего пользования;</w:t>
                  </w:r>
                </w:p>
                <w:p w:rsidR="009F3C5C" w:rsidRDefault="009F3C5C">
                  <w:pPr>
                    <w:pStyle w:val="2"/>
                    <w:spacing w:after="0" w:line="274" w:lineRule="exact"/>
                    <w:ind w:left="200" w:right="420" w:firstLine="560"/>
                    <w:jc w:val="both"/>
                  </w:pPr>
                  <w:r>
                    <w:rPr>
                      <w:rStyle w:val="CharStyle4"/>
                      <w:b/>
                      <w:bCs/>
                    </w:rPr>
                    <w:t>уровень отмостки</w:t>
                  </w:r>
                  <w:r>
                    <w:rPr>
                      <w:rStyle w:val="CharStyle4"/>
                    </w:rPr>
                    <w:t xml:space="preserve"> - средняя отметка отмостки (поверхности земли с твердым покрытием), примыкающей к зданию;</w:t>
                  </w:r>
                </w:p>
                <w:p w:rsidR="009F3C5C" w:rsidRDefault="009F3C5C">
                  <w:pPr>
                    <w:pStyle w:val="2"/>
                    <w:tabs>
                      <w:tab w:val="left" w:pos="2533"/>
                      <w:tab w:val="left" w:pos="5139"/>
                    </w:tabs>
                    <w:spacing w:after="0" w:line="274" w:lineRule="exact"/>
                    <w:ind w:left="200" w:right="420" w:firstLine="560"/>
                    <w:jc w:val="both"/>
                  </w:pPr>
                  <w:r>
                    <w:rPr>
                      <w:rStyle w:val="CharStyle4"/>
                      <w:b/>
                      <w:bCs/>
                    </w:rPr>
                    <w:t>условно разрешенные виды использования (применительно к земельным участкам и объектам капитального строительства в границах территориальной</w:t>
                  </w:r>
                  <w:r>
                    <w:rPr>
                      <w:rStyle w:val="CharStyle4"/>
                      <w:b/>
                      <w:bCs/>
                    </w:rPr>
                    <w:tab/>
                    <w:t>зоны)</w:t>
                  </w:r>
                  <w:r>
                    <w:rPr>
                      <w:rStyle w:val="CharStyle4"/>
                    </w:rPr>
                    <w:t xml:space="preserve"> - виды</w:t>
                  </w:r>
                  <w:r>
                    <w:rPr>
                      <w:rStyle w:val="CharStyle4"/>
                    </w:rPr>
                    <w:tab/>
                    <w:t>использования, указанные в</w:t>
                  </w:r>
                </w:p>
                <w:p w:rsidR="009F3C5C" w:rsidRDefault="009F3C5C">
                  <w:pPr>
                    <w:pStyle w:val="2"/>
                    <w:spacing w:after="0" w:line="274" w:lineRule="exact"/>
                    <w:ind w:left="200" w:right="420"/>
                    <w:jc w:val="both"/>
                  </w:pPr>
                  <w:r>
                    <w:rPr>
                      <w:rStyle w:val="CharStyle4"/>
                    </w:rPr>
                    <w:t>градостроительном регламенте в качестве разрешенных к применению в границах территориальной зоны в соответствии со статьёй 39 Градостроительного кодекса;</w:t>
                  </w:r>
                </w:p>
                <w:p w:rsidR="009F3C5C" w:rsidRDefault="009F3C5C">
                  <w:pPr>
                    <w:pStyle w:val="2"/>
                    <w:spacing w:after="0" w:line="274" w:lineRule="exact"/>
                    <w:ind w:left="200" w:right="420" w:firstLine="560"/>
                    <w:jc w:val="both"/>
                  </w:pPr>
                  <w:r>
                    <w:rPr>
                      <w:rStyle w:val="CharStyle4"/>
                      <w:b/>
                      <w:bCs/>
                    </w:rPr>
                    <w:t>фиксация границ земель публичного использования</w:t>
                  </w:r>
                  <w:r>
                    <w:rPr>
                      <w:rStyle w:val="CharStyle4"/>
                    </w:rPr>
                    <w:t xml:space="preserve">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иной градостроительной документации;</w:t>
                  </w:r>
                </w:p>
                <w:p w:rsidR="009F3C5C" w:rsidRDefault="009F3C5C">
                  <w:pPr>
                    <w:pStyle w:val="2"/>
                    <w:spacing w:after="0" w:line="274" w:lineRule="exact"/>
                    <w:ind w:left="200" w:right="420" w:firstLine="560"/>
                    <w:jc w:val="both"/>
                  </w:pPr>
                  <w:r>
                    <w:rPr>
                      <w:rStyle w:val="CharStyle4"/>
                      <w:b/>
                      <w:bCs/>
                    </w:rPr>
                    <w:t>частный сервитут</w:t>
                  </w:r>
                  <w:r>
                    <w:rPr>
                      <w:rStyle w:val="CharStyle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F3C5C" w:rsidRDefault="009F3C5C">
                  <w:pPr>
                    <w:pStyle w:val="2"/>
                    <w:spacing w:after="0" w:line="274" w:lineRule="exact"/>
                    <w:ind w:left="200" w:right="420" w:firstLine="560"/>
                    <w:jc w:val="both"/>
                  </w:pPr>
                  <w:r>
                    <w:rPr>
                      <w:rStyle w:val="CharStyle4"/>
                      <w:b/>
                      <w:bCs/>
                    </w:rPr>
                    <w:t>ширина участка по лицевой границе</w:t>
                  </w:r>
                  <w:r>
                    <w:rPr>
                      <w:rStyle w:val="CharStyle4"/>
                    </w:rPr>
                    <w:t xml:space="preserve"> - расстояние между боковыми границами участка, измеренное по лицевой границе участка;</w:t>
                  </w:r>
                </w:p>
                <w:p w:rsidR="009F3C5C" w:rsidRDefault="009F3C5C">
                  <w:pPr>
                    <w:pStyle w:val="2"/>
                    <w:spacing w:after="0" w:line="274" w:lineRule="exact"/>
                    <w:ind w:left="200" w:right="420" w:firstLine="560"/>
                    <w:jc w:val="both"/>
                  </w:pPr>
                  <w:r>
                    <w:rPr>
                      <w:rStyle w:val="CharStyle4"/>
                      <w:b/>
                      <w:bCs/>
                    </w:rPr>
                    <w:t>элемент планировочной структуры</w:t>
                  </w:r>
                  <w:r>
                    <w:rPr>
                      <w:rStyle w:val="CharStyle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w:t>
                  </w:r>
                </w:p>
                <w:p w:rsidR="009F3C5C" w:rsidRDefault="009F3C5C">
                  <w:pPr>
                    <w:pStyle w:val="2"/>
                    <w:spacing w:after="0" w:line="274" w:lineRule="exact"/>
                    <w:ind w:left="200" w:right="420" w:firstLine="560"/>
                    <w:jc w:val="both"/>
                  </w:pPr>
                  <w:r>
                    <w:rPr>
                      <w:rStyle w:val="CharStyle4"/>
                      <w:b/>
                      <w:bCs/>
                    </w:rPr>
                    <w:t>этаж</w:t>
                  </w:r>
                  <w:r>
                    <w:rPr>
                      <w:rStyle w:val="CharStyle4"/>
                    </w:rPr>
                    <w:t xml:space="preserve"> - пространство между поверхностями двух последовательно расположенных перекрытий в здании, строении, сооружении;</w:t>
                  </w:r>
                </w:p>
                <w:p w:rsidR="009F3C5C" w:rsidRDefault="009F3C5C">
                  <w:pPr>
                    <w:pStyle w:val="2"/>
                    <w:spacing w:line="274" w:lineRule="exact"/>
                    <w:ind w:left="200" w:right="420" w:firstLine="560"/>
                    <w:jc w:val="both"/>
                  </w:pPr>
                  <w:r>
                    <w:rPr>
                      <w:rStyle w:val="CharStyle4"/>
                      <w:b/>
                      <w:bCs/>
                    </w:rPr>
                    <w:t>этажность здания</w:t>
                  </w:r>
                  <w:r>
                    <w:rPr>
                      <w:rStyle w:val="CharStyle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9F3C5C" w:rsidRDefault="009F3C5C">
                  <w:pPr>
                    <w:pStyle w:val="2"/>
                    <w:spacing w:after="0" w:line="274" w:lineRule="exact"/>
                    <w:ind w:left="200" w:right="420" w:firstLine="560"/>
                    <w:jc w:val="both"/>
                  </w:pPr>
                  <w:r>
                    <w:rPr>
                      <w:rStyle w:val="CharStyle4"/>
                      <w:b/>
                      <w:bCs/>
                    </w:rPr>
                    <w:t>1.2. Основания введения, назначение и состав Правил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
                    </w:numPr>
                    <w:tabs>
                      <w:tab w:val="left" w:pos="1017"/>
                    </w:tabs>
                    <w:spacing w:after="0" w:line="274" w:lineRule="exact"/>
                    <w:ind w:left="200" w:right="420" w:firstLine="560"/>
                    <w:jc w:val="both"/>
                  </w:pPr>
                  <w:r>
                    <w:rPr>
                      <w:rStyle w:val="CharStyle4"/>
                    </w:rPr>
                    <w:tab/>
                    <w:t>Настоящие Правила землепользования и застройки сельского поселения Петровский сельсовет муниципального района Ишимбайский район Республики Башкортостан в соответствии с Градостроительным кодексом Российской Федерации, Земельным кодексом Российской Федерации вводят в сельском поселении Петровский сельсовет муниципального района Ишим- байский район Республики Башкортостан систему регулирования землепользования и застройки, которая основан а на градостроительном зонировании, для создания устойчивого развития сельского поселения, сохранения окружающей среды и объектов культурного наследия; защиты прав граждан и обеспечения равенства прав физически х</w:t>
                  </w:r>
                </w:p>
              </w:txbxContent>
            </v:textbox>
            <w10:wrap type="square" anchorx="page" anchory="page"/>
          </v:rect>
        </w:pict>
      </w:r>
    </w:p>
    <w:p w:rsidR="009F3C5C" w:rsidRDefault="009F3C5C">
      <w:pPr>
        <w:pStyle w:val="Standard"/>
        <w:rPr>
          <w:sz w:val="2"/>
          <w:szCs w:val="2"/>
        </w:rPr>
        <w:sectPr w:rsidR="009F3C5C">
          <w:headerReference w:type="default" r:id="rId33"/>
          <w:footerReference w:type="default" r:id="rId34"/>
          <w:pgSz w:w="11906" w:h="16838"/>
          <w:pgMar w:top="360" w:right="360" w:bottom="360" w:left="360" w:header="0" w:footer="0" w:gutter="0"/>
          <w:cols w:space="720"/>
          <w:formProt w:val="0"/>
          <w:docGrid w:linePitch="240" w:charSpace="-6145"/>
        </w:sectPr>
      </w:pPr>
      <w:r>
        <w:rPr>
          <w:noProof/>
          <w:lang w:eastAsia="ru-RU" w:bidi="ar-SA"/>
        </w:rPr>
        <w:pict>
          <v:rect id="14" o:spid="_x0000_s1040" style="position:absolute;margin-left:80.9pt;margin-top:34pt;width:465.75pt;height:569.45pt;z-index:251672576;mso-position-horizontal-relative:page;mso-position-vertical-relative:page" filled="f" stroked="f" strokecolor="#3465a4">
            <v:fill o:detectmouseclick="t"/>
            <v:stroke joinstyle="round"/>
            <v:textbox>
              <w:txbxContent>
                <w:p w:rsidR="009F3C5C" w:rsidRDefault="009F3C5C">
                  <w:pPr>
                    <w:pStyle w:val="2"/>
                    <w:spacing w:after="0" w:line="274" w:lineRule="exact"/>
                    <w:jc w:val="both"/>
                  </w:pPr>
                  <w:r>
                    <w:rPr>
                      <w:rStyle w:val="CharStyle4"/>
                    </w:rPr>
                    <w:t>и юридических лиц в процессе реализации отношении,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комплексного освоения территорий в целях жилищного строительства;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9F3C5C" w:rsidRDefault="009F3C5C">
                  <w:pPr>
                    <w:pStyle w:val="2"/>
                    <w:tabs>
                      <w:tab w:val="left" w:pos="6659"/>
                    </w:tabs>
                    <w:spacing w:after="0" w:line="274" w:lineRule="exact"/>
                    <w:ind w:firstLine="640"/>
                    <w:jc w:val="both"/>
                  </w:pPr>
                  <w:r>
                    <w:rPr>
                      <w:rStyle w:val="CharStyle4"/>
                    </w:rPr>
                    <w:t>Правила землепользования и застройки</w:t>
                  </w:r>
                  <w:r>
                    <w:rPr>
                      <w:rStyle w:val="CharStyle4"/>
                    </w:rPr>
                    <w:tab/>
                    <w:t>сельского поселения</w:t>
                  </w:r>
                </w:p>
                <w:p w:rsidR="009F3C5C" w:rsidRDefault="009F3C5C">
                  <w:pPr>
                    <w:pStyle w:val="2"/>
                    <w:spacing w:after="0" w:line="274" w:lineRule="exact"/>
                    <w:jc w:val="both"/>
                  </w:pPr>
                  <w:r>
                    <w:rPr>
                      <w:rStyle w:val="CharStyle4"/>
                    </w:rPr>
                    <w:t>Петровский сельсовет муниципального района Ишимбайский район Республики Башкортостан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Уставом сельского поселения Петровский сельсовет муниципального района Ишимбайский район Республики Башкортостан, генеральным планом сельского поселения Петровский сельсовет, а также с учетом иных актов и документов, определяющих основные направления социально-экономического, градостроительного развития территорий и порядок регулирования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
                    </w:numPr>
                    <w:tabs>
                      <w:tab w:val="left" w:pos="1003"/>
                    </w:tabs>
                    <w:spacing w:after="0" w:line="274" w:lineRule="exact"/>
                    <w:ind w:firstLine="640"/>
                    <w:jc w:val="both"/>
                  </w:pPr>
                  <w:r>
                    <w:rPr>
                      <w:rStyle w:val="CharStyle4"/>
                    </w:rPr>
                    <w:tab/>
                    <w:t>Правила землепользования и застройки сельского поселения Петровский сельсовет МР Ишимбайский район Республики Башкортостан - градостроительный документ, в котором определяется порядок применения Правил и порядок внесения в них изменений, с учетом требований технических регламентов, результатов публичных слушаний и предложений заинтересованных лиц; устанавливаются территориальные зоны и градостроительные регламенты в существующих границах сельского поселения Петровский сельсовет.</w:t>
                  </w:r>
                </w:p>
                <w:p w:rsidR="009F3C5C" w:rsidRDefault="009F3C5C">
                  <w:pPr>
                    <w:pStyle w:val="2"/>
                    <w:spacing w:after="0" w:line="274" w:lineRule="exact"/>
                    <w:ind w:firstLine="640"/>
                    <w:jc w:val="both"/>
                  </w:pPr>
                  <w:r>
                    <w:rPr>
                      <w:rStyle w:val="CharStyle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9F3C5C" w:rsidRDefault="009F3C5C">
                  <w:pPr>
                    <w:pStyle w:val="2"/>
                    <w:numPr>
                      <w:ilvl w:val="0"/>
                      <w:numId w:val="2"/>
                    </w:numPr>
                    <w:tabs>
                      <w:tab w:val="left" w:pos="769"/>
                    </w:tabs>
                    <w:spacing w:after="0" w:line="274" w:lineRule="exact"/>
                    <w:ind w:firstLine="640"/>
                    <w:jc w:val="both"/>
                  </w:pPr>
                  <w:r>
                    <w:rPr>
                      <w:rStyle w:val="CharStyle4"/>
                    </w:rPr>
                    <w:tab/>
                    <w:t>о регулировании землепользования и застройки территории сельского поселения Петровский сельсовет;</w:t>
                  </w:r>
                </w:p>
                <w:p w:rsidR="009F3C5C" w:rsidRDefault="009F3C5C">
                  <w:pPr>
                    <w:pStyle w:val="2"/>
                    <w:numPr>
                      <w:ilvl w:val="0"/>
                      <w:numId w:val="2"/>
                    </w:numPr>
                    <w:tabs>
                      <w:tab w:val="left" w:pos="774"/>
                    </w:tabs>
                    <w:spacing w:after="0" w:line="274" w:lineRule="exact"/>
                    <w:ind w:firstLine="640"/>
                    <w:jc w:val="both"/>
                  </w:pPr>
                  <w:r>
                    <w:rPr>
                      <w:rStyle w:val="CharStyle4"/>
                    </w:rPr>
                    <w:tab/>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9F3C5C" w:rsidRDefault="009F3C5C">
                  <w:pPr>
                    <w:pStyle w:val="2"/>
                    <w:numPr>
                      <w:ilvl w:val="0"/>
                      <w:numId w:val="2"/>
                    </w:numPr>
                    <w:tabs>
                      <w:tab w:val="left" w:pos="764"/>
                    </w:tabs>
                    <w:spacing w:after="0" w:line="274" w:lineRule="exact"/>
                    <w:ind w:firstLine="640"/>
                    <w:jc w:val="both"/>
                  </w:pPr>
                  <w:r>
                    <w:rPr>
                      <w:rStyle w:val="CharStyle4"/>
                    </w:rPr>
                    <w:tab/>
                    <w:t>о подготовке документации по планировке территории сельского поселения Петровский сельсовет МР Ишимбайский район РБ;</w:t>
                  </w:r>
                </w:p>
              </w:txbxContent>
            </v:textbox>
            <w10:wrap type="square" anchorx="page" anchory="page"/>
          </v:rect>
        </w:pict>
      </w:r>
    </w:p>
    <w:p w:rsidR="009F3C5C" w:rsidRDefault="009F3C5C">
      <w:pPr>
        <w:pStyle w:val="Standard"/>
        <w:rPr>
          <w:sz w:val="2"/>
          <w:szCs w:val="2"/>
        </w:rPr>
        <w:sectPr w:rsidR="009F3C5C">
          <w:headerReference w:type="default" r:id="rId35"/>
          <w:footerReference w:type="default" r:id="rId36"/>
          <w:pgSz w:w="11906" w:h="16838"/>
          <w:pgMar w:top="360" w:right="360" w:bottom="360" w:left="360" w:header="0" w:footer="0" w:gutter="0"/>
          <w:cols w:space="720"/>
          <w:formProt w:val="0"/>
          <w:docGrid w:linePitch="240" w:charSpace="-6145"/>
        </w:sectPr>
      </w:pPr>
      <w:r>
        <w:rPr>
          <w:noProof/>
          <w:lang w:eastAsia="ru-RU" w:bidi="ar-SA"/>
        </w:rPr>
        <w:pict>
          <v:rect id="15" o:spid="_x0000_s1041" style="position:absolute;margin-left:80.45pt;margin-top:34pt;width:466.7pt;height:638.55pt;z-index:251673600;mso-position-horizontal-relative:page;mso-position-vertical-relative:page" filled="f" stroked="f" strokecolor="#3465a4">
            <v:fill o:detectmouseclick="t"/>
            <v:stroke joinstyle="round"/>
            <v:textbox>
              <w:txbxContent>
                <w:p w:rsidR="009F3C5C" w:rsidRDefault="009F3C5C">
                  <w:pPr>
                    <w:pStyle w:val="2"/>
                    <w:numPr>
                      <w:ilvl w:val="0"/>
                      <w:numId w:val="2"/>
                    </w:numPr>
                    <w:tabs>
                      <w:tab w:val="left" w:pos="856"/>
                    </w:tabs>
                    <w:spacing w:after="0" w:line="274" w:lineRule="exact"/>
                    <w:ind w:firstLine="640"/>
                    <w:jc w:val="both"/>
                  </w:pPr>
                  <w:r>
                    <w:rPr>
                      <w:rStyle w:val="CharStyle4"/>
                    </w:rPr>
                    <w:tab/>
                    <w:t>о проведении публичных слушаний по вопросам землепользования и застройки сельского поселения Петровский сельсовет МР Ишимбайский район РБ ;</w:t>
                  </w:r>
                </w:p>
                <w:p w:rsidR="009F3C5C" w:rsidRDefault="009F3C5C">
                  <w:pPr>
                    <w:pStyle w:val="2"/>
                    <w:numPr>
                      <w:ilvl w:val="0"/>
                      <w:numId w:val="2"/>
                    </w:numPr>
                    <w:tabs>
                      <w:tab w:val="left" w:pos="856"/>
                    </w:tabs>
                    <w:spacing w:after="0" w:line="274" w:lineRule="exact"/>
                    <w:ind w:firstLine="640"/>
                    <w:jc w:val="both"/>
                  </w:pPr>
                  <w:r>
                    <w:rPr>
                      <w:rStyle w:val="CharStyle4"/>
                    </w:rPr>
                    <w:tab/>
                    <w:t>о порядке внесения изменений в Правила землепользования и застройки сельского поселения Петровский сельсовет МР Ишимбайский район РБ;</w:t>
                  </w:r>
                </w:p>
                <w:p w:rsidR="009F3C5C" w:rsidRDefault="009F3C5C">
                  <w:pPr>
                    <w:pStyle w:val="2"/>
                    <w:numPr>
                      <w:ilvl w:val="0"/>
                      <w:numId w:val="2"/>
                    </w:numPr>
                    <w:tabs>
                      <w:tab w:val="left" w:pos="856"/>
                    </w:tabs>
                    <w:spacing w:after="0" w:line="274" w:lineRule="exact"/>
                    <w:ind w:firstLine="640"/>
                    <w:jc w:val="both"/>
                  </w:pPr>
                  <w:r>
                    <w:rPr>
                      <w:rStyle w:val="CharStyle4"/>
                    </w:rPr>
                    <w:tab/>
                    <w:t>о регулировании иных вопросов землепользования и застройки сельского поселения Петровский сельсовет МР Ишимбайский район РБ.</w:t>
                  </w:r>
                </w:p>
                <w:p w:rsidR="009F3C5C" w:rsidRDefault="009F3C5C">
                  <w:pPr>
                    <w:pStyle w:val="2"/>
                    <w:tabs>
                      <w:tab w:val="left" w:pos="1019"/>
                    </w:tabs>
                    <w:spacing w:after="0" w:line="274" w:lineRule="exact"/>
                    <w:ind w:firstLine="640"/>
                    <w:jc w:val="both"/>
                  </w:pPr>
                  <w:r>
                    <w:rPr>
                      <w:rStyle w:val="CharStyle4"/>
                    </w:rPr>
                    <w:t>3.</w:t>
                  </w:r>
                  <w:r>
                    <w:rPr>
                      <w:rStyle w:val="CharStyle4"/>
                    </w:rPr>
                    <w:tab/>
                    <w:t>Целями введения системы регулирования землепользования и застройки, основанном на градостроительном зонировании, являются:</w:t>
                  </w:r>
                </w:p>
                <w:p w:rsidR="009F3C5C" w:rsidRDefault="009F3C5C">
                  <w:pPr>
                    <w:pStyle w:val="2"/>
                    <w:numPr>
                      <w:ilvl w:val="0"/>
                      <w:numId w:val="3"/>
                    </w:numPr>
                    <w:tabs>
                      <w:tab w:val="left" w:pos="889"/>
                    </w:tabs>
                    <w:spacing w:after="0" w:line="274" w:lineRule="exact"/>
                    <w:ind w:firstLine="640"/>
                    <w:jc w:val="both"/>
                  </w:pPr>
                  <w:r>
                    <w:rPr>
                      <w:rStyle w:val="CharStyle4"/>
                    </w:rPr>
                    <w:tab/>
                    <w:t>создания условий для устойчивого развития территории сельского поселения Петровский сельсовет муниципального района Ишимбайский район Республики Башкортостан на основе генерального плана сельского поселения Петровский сельсовет муниципального района Ишимбайский район Республики Башкортостан, для реализации планов и программ развития муниципального образования, систем инженерного, транспортного обеспечения и социального обслуживания, сохранения окружающей среды и объектов культурного наследия;</w:t>
                  </w:r>
                </w:p>
                <w:p w:rsidR="009F3C5C" w:rsidRDefault="009F3C5C">
                  <w:pPr>
                    <w:pStyle w:val="2"/>
                    <w:numPr>
                      <w:ilvl w:val="0"/>
                      <w:numId w:val="3"/>
                    </w:numPr>
                    <w:tabs>
                      <w:tab w:val="left" w:pos="899"/>
                    </w:tabs>
                    <w:spacing w:after="0" w:line="274" w:lineRule="exact"/>
                    <w:ind w:firstLine="640"/>
                    <w:jc w:val="both"/>
                  </w:pPr>
                  <w:r>
                    <w:rPr>
                      <w:rStyle w:val="CharStyle4"/>
                    </w:rPr>
                    <w:tab/>
                    <w:t>создания условий для планировки территории сельского поселения Петровский сельсовет МР Ишимбайский район РБ ;</w:t>
                  </w:r>
                </w:p>
                <w:p w:rsidR="009F3C5C" w:rsidRDefault="009F3C5C">
                  <w:pPr>
                    <w:pStyle w:val="2"/>
                    <w:numPr>
                      <w:ilvl w:val="0"/>
                      <w:numId w:val="3"/>
                    </w:numPr>
                    <w:tabs>
                      <w:tab w:val="left" w:pos="893"/>
                    </w:tabs>
                    <w:spacing w:after="0" w:line="274" w:lineRule="exact"/>
                    <w:ind w:firstLine="640"/>
                    <w:jc w:val="both"/>
                  </w:pPr>
                  <w:r>
                    <w:rPr>
                      <w:rStyle w:val="CharStyle4"/>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желающих приобрести права владения, пользования и распоряжения земельными участками и объектами капитального строительства;</w:t>
                  </w:r>
                </w:p>
                <w:p w:rsidR="009F3C5C" w:rsidRDefault="009F3C5C">
                  <w:pPr>
                    <w:pStyle w:val="2"/>
                    <w:numPr>
                      <w:ilvl w:val="0"/>
                      <w:numId w:val="3"/>
                    </w:numPr>
                    <w:tabs>
                      <w:tab w:val="left" w:pos="893"/>
                    </w:tabs>
                    <w:spacing w:after="0" w:line="274" w:lineRule="exact"/>
                    <w:ind w:firstLine="640"/>
                    <w:jc w:val="both"/>
                  </w:pPr>
                  <w:r>
                    <w:rPr>
                      <w:rStyle w:val="CharStyle4"/>
                    </w:rPr>
                    <w:tab/>
                    <w:t>создания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w:t>
                  </w:r>
                </w:p>
                <w:p w:rsidR="009F3C5C" w:rsidRDefault="009F3C5C">
                  <w:pPr>
                    <w:pStyle w:val="2"/>
                    <w:numPr>
                      <w:ilvl w:val="0"/>
                      <w:numId w:val="3"/>
                    </w:numPr>
                    <w:tabs>
                      <w:tab w:val="left" w:pos="903"/>
                    </w:tabs>
                    <w:spacing w:after="0" w:line="274" w:lineRule="exact"/>
                    <w:ind w:firstLine="640"/>
                    <w:jc w:val="both"/>
                  </w:pPr>
                  <w:r>
                    <w:rPr>
                      <w:rStyle w:val="CharStyle4"/>
                    </w:rPr>
                    <w:tab/>
                    <w:t>обеспечение свободного доступа граждан к информации и их участие в принятии решений по вопросам развития территории сельского поселения Петровский сельсовет муниципального района Ишимбайский район Республики Башкортостан,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p>
                <w:p w:rsidR="009F3C5C" w:rsidRDefault="009F3C5C">
                  <w:pPr>
                    <w:pStyle w:val="2"/>
                    <w:numPr>
                      <w:ilvl w:val="0"/>
                      <w:numId w:val="3"/>
                    </w:numPr>
                    <w:tabs>
                      <w:tab w:val="left" w:pos="889"/>
                    </w:tabs>
                    <w:spacing w:after="0" w:line="274" w:lineRule="exact"/>
                    <w:ind w:firstLine="640"/>
                    <w:jc w:val="both"/>
                  </w:pPr>
                  <w:r>
                    <w:rPr>
                      <w:rStyle w:val="CharStyle4"/>
                    </w:rPr>
                    <w:tab/>
                    <w:t>обеспечение контроля за соблюдением законодательства, а также прав граждан и юридических лиц.</w:t>
                  </w:r>
                </w:p>
                <w:p w:rsidR="009F3C5C" w:rsidRDefault="009F3C5C">
                  <w:pPr>
                    <w:pStyle w:val="2"/>
                    <w:tabs>
                      <w:tab w:val="left" w:pos="1019"/>
                    </w:tabs>
                    <w:spacing w:after="0" w:line="274" w:lineRule="exact"/>
                    <w:ind w:firstLine="640"/>
                    <w:jc w:val="both"/>
                  </w:pPr>
                  <w:r>
                    <w:rPr>
                      <w:rStyle w:val="CharStyle4"/>
                    </w:rPr>
                    <w:t xml:space="preserve">          4.</w:t>
                  </w:r>
                  <w:r>
                    <w:rPr>
                      <w:rStyle w:val="CharStyle4"/>
                    </w:rPr>
                    <w:tab/>
                    <w:t>Порядок землепользования и застройки сельского поселения Петровский сельсовет определяется в соответствии с зонированием его территории, отображенным на карте градостроительного зонирования (раздел II Правил). В соответствии с ним территория сельского поселения Петровский сельсовет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(раздел III Правил).</w:t>
                  </w:r>
                </w:p>
                <w:p w:rsidR="009F3C5C" w:rsidRDefault="009F3C5C">
                  <w:pPr>
                    <w:pStyle w:val="2"/>
                    <w:tabs>
                      <w:tab w:val="left" w:pos="1019"/>
                    </w:tabs>
                    <w:spacing w:after="0" w:line="274" w:lineRule="exact"/>
                    <w:ind w:firstLine="640"/>
                    <w:jc w:val="both"/>
                  </w:pPr>
                  <w:r>
                    <w:rPr>
                      <w:rStyle w:val="CharStyle4"/>
                    </w:rPr>
                    <w:t xml:space="preserve">           5.</w:t>
                  </w:r>
                  <w:r>
                    <w:rPr>
                      <w:rStyle w:val="CharStyle4"/>
                    </w:rPr>
                    <w:tab/>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txbxContent>
            </v:textbox>
            <w10:wrap type="square" anchorx="page" anchory="page"/>
          </v:rect>
        </w:pict>
      </w:r>
    </w:p>
    <w:p w:rsidR="009F3C5C" w:rsidRDefault="009F3C5C">
      <w:pPr>
        <w:pStyle w:val="Standard"/>
        <w:rPr>
          <w:sz w:val="2"/>
          <w:szCs w:val="2"/>
        </w:rPr>
        <w:sectPr w:rsidR="009F3C5C">
          <w:headerReference w:type="default" r:id="rId37"/>
          <w:footerReference w:type="default" r:id="rId38"/>
          <w:pgSz w:w="11906" w:h="16838"/>
          <w:pgMar w:top="360" w:right="360" w:bottom="360" w:left="360" w:header="0" w:footer="0" w:gutter="0"/>
          <w:cols w:space="720"/>
          <w:formProt w:val="0"/>
          <w:docGrid w:linePitch="240" w:charSpace="-6145"/>
        </w:sectPr>
      </w:pPr>
      <w:r>
        <w:rPr>
          <w:noProof/>
          <w:lang w:eastAsia="ru-RU" w:bidi="ar-SA"/>
        </w:rPr>
        <w:pict>
          <v:rect id="16" o:spid="_x0000_s1042" style="position:absolute;margin-left:86.65pt;margin-top:30.65pt;width:454.25pt;height:720.65pt;z-index:251674624;mso-position-horizontal-relative:page;mso-position-vertical-relative:page" filled="f" stroked="f" strokecolor="#3465a4">
            <v:fill o:detectmouseclick="t"/>
            <v:stroke joinstyle="round"/>
            <v:textbox>
              <w:txbxContent>
                <w:p w:rsidR="009F3C5C" w:rsidRDefault="009F3C5C">
                  <w:pPr>
                    <w:pStyle w:val="2"/>
                    <w:tabs>
                      <w:tab w:val="left" w:pos="1132"/>
                    </w:tabs>
                    <w:spacing w:after="0" w:line="274" w:lineRule="exact"/>
                    <w:ind w:firstLine="660"/>
                    <w:jc w:val="both"/>
                  </w:pPr>
                  <w:r>
                    <w:rPr>
                      <w:rStyle w:val="CharStyle4"/>
                    </w:rPr>
                    <w:t>6.</w:t>
                  </w:r>
                  <w:r>
                    <w:rPr>
                      <w:rStyle w:val="CharStyle4"/>
                    </w:rPr>
                    <w:tab/>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F3C5C" w:rsidRDefault="009F3C5C">
                  <w:pPr>
                    <w:pStyle w:val="2"/>
                    <w:tabs>
                      <w:tab w:val="left" w:pos="884"/>
                    </w:tabs>
                    <w:spacing w:after="0" w:line="274" w:lineRule="exact"/>
                    <w:ind w:firstLine="660"/>
                    <w:jc w:val="both"/>
                  </w:pPr>
                  <w:r>
                    <w:rPr>
                      <w:rStyle w:val="CharStyle4"/>
                    </w:rPr>
                    <w:t>7. Градостроительные регламенты на территории сельского поселения Петровский сельсовет муниципального района Ишимбайский район Республики Башкортостан не устанавливаются для земель особо охраняемых природных территорий (за исключением земель лечебно-оздоровительных местностей и курортов).</w:t>
                  </w:r>
                </w:p>
                <w:p w:rsidR="009F3C5C" w:rsidRDefault="009F3C5C">
                  <w:pPr>
                    <w:pStyle w:val="2"/>
                    <w:tabs>
                      <w:tab w:val="left" w:pos="973"/>
                    </w:tabs>
                    <w:spacing w:after="0" w:line="274" w:lineRule="exact"/>
                    <w:ind w:firstLine="660"/>
                    <w:jc w:val="both"/>
                  </w:pPr>
                  <w:r>
                    <w:rPr>
                      <w:rStyle w:val="CharStyle4"/>
                    </w:rPr>
                    <w:t>8. Настоящие Правила регламентируют деятельность по:</w:t>
                  </w:r>
                </w:p>
                <w:p w:rsidR="009F3C5C" w:rsidRDefault="009F3C5C">
                  <w:pPr>
                    <w:pStyle w:val="2"/>
                    <w:numPr>
                      <w:ilvl w:val="0"/>
                      <w:numId w:val="4"/>
                    </w:numPr>
                    <w:tabs>
                      <w:tab w:val="left" w:pos="783"/>
                    </w:tabs>
                    <w:spacing w:after="0" w:line="274" w:lineRule="exact"/>
                    <w:ind w:firstLine="660"/>
                    <w:jc w:val="both"/>
                  </w:pPr>
                  <w:r>
                    <w:rPr>
                      <w:rStyle w:val="CharStyle4"/>
                    </w:rPr>
                    <w:tab/>
                    <w:t>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9F3C5C" w:rsidRDefault="009F3C5C">
                  <w:pPr>
                    <w:pStyle w:val="2"/>
                    <w:numPr>
                      <w:ilvl w:val="0"/>
                      <w:numId w:val="2"/>
                    </w:numPr>
                    <w:tabs>
                      <w:tab w:val="left" w:pos="778"/>
                    </w:tabs>
                    <w:spacing w:after="0" w:line="274" w:lineRule="exact"/>
                    <w:ind w:firstLine="660"/>
                    <w:jc w:val="both"/>
                  </w:pPr>
                  <w:r>
                    <w:rPr>
                      <w:rStyle w:val="CharStyle4"/>
                    </w:rPr>
                    <w:tab/>
                    <w:t>установлению, изменению, фиксации границ земель публичного использования и их использованию;</w:t>
                  </w:r>
                </w:p>
                <w:p w:rsidR="009F3C5C" w:rsidRDefault="009F3C5C">
                  <w:pPr>
                    <w:pStyle w:val="2"/>
                    <w:numPr>
                      <w:ilvl w:val="0"/>
                      <w:numId w:val="2"/>
                    </w:numPr>
                    <w:tabs>
                      <w:tab w:val="left" w:pos="783"/>
                    </w:tabs>
                    <w:spacing w:after="0" w:line="274" w:lineRule="exact"/>
                    <w:ind w:firstLine="660"/>
                    <w:jc w:val="both"/>
                  </w:pPr>
                  <w:r>
                    <w:rPr>
                      <w:rStyle w:val="CharStyle4"/>
                    </w:rPr>
                    <w:tab/>
                    <w:t>проведению публичных слушаний по вопросам градостроительной деятельности (за исключением публичных слушаний по проекту генерального плана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2"/>
                    </w:numPr>
                    <w:tabs>
                      <w:tab w:val="left" w:pos="778"/>
                    </w:tabs>
                    <w:spacing w:after="0" w:line="274" w:lineRule="exact"/>
                    <w:ind w:firstLine="660"/>
                    <w:jc w:val="both"/>
                  </w:pPr>
                  <w:r>
                    <w:rPr>
                      <w:rStyle w:val="CharStyle4"/>
                    </w:rPr>
                    <w:tab/>
                    <w:t>подготовке градостроительных оснований для принятия решений о резервировании и изъятии земельных участков для государственных и муниципальных нужд, об установлении публичных сервитутов;</w:t>
                  </w:r>
                </w:p>
                <w:p w:rsidR="009F3C5C" w:rsidRDefault="009F3C5C">
                  <w:pPr>
                    <w:pStyle w:val="2"/>
                    <w:numPr>
                      <w:ilvl w:val="0"/>
                      <w:numId w:val="2"/>
                    </w:numPr>
                    <w:tabs>
                      <w:tab w:val="left" w:pos="867"/>
                    </w:tabs>
                    <w:spacing w:after="0" w:line="274" w:lineRule="exact"/>
                    <w:ind w:firstLine="660"/>
                    <w:jc w:val="both"/>
                  </w:pPr>
                  <w:r>
                    <w:rPr>
                      <w:rStyle w:val="CharStyle4"/>
                    </w:rPr>
                    <w:tab/>
                    <w:t>согласованию проектной документации;</w:t>
                  </w:r>
                </w:p>
                <w:p w:rsidR="009F3C5C" w:rsidRDefault="009F3C5C">
                  <w:pPr>
                    <w:pStyle w:val="2"/>
                    <w:numPr>
                      <w:ilvl w:val="0"/>
                      <w:numId w:val="2"/>
                    </w:numPr>
                    <w:tabs>
                      <w:tab w:val="left" w:pos="783"/>
                    </w:tabs>
                    <w:spacing w:after="0" w:line="274" w:lineRule="exact"/>
                    <w:ind w:firstLine="660"/>
                    <w:jc w:val="both"/>
                  </w:pPr>
                  <w:r>
                    <w:rPr>
                      <w:rStyle w:val="CharStyle4"/>
                    </w:rPr>
                    <w:tab/>
                    <w:t>выдаче разрешений на строительство, разрешений на ввод в эксплуатацию вновь построенных, реконструированных объектов капитального строительства;</w:t>
                  </w:r>
                </w:p>
                <w:p w:rsidR="009F3C5C" w:rsidRDefault="009F3C5C">
                  <w:pPr>
                    <w:pStyle w:val="2"/>
                    <w:numPr>
                      <w:ilvl w:val="0"/>
                      <w:numId w:val="2"/>
                    </w:numPr>
                    <w:tabs>
                      <w:tab w:val="left" w:pos="769"/>
                    </w:tabs>
                    <w:spacing w:after="0" w:line="274" w:lineRule="exact"/>
                    <w:ind w:firstLine="660"/>
                    <w:jc w:val="both"/>
                  </w:pPr>
                  <w:r>
                    <w:rPr>
                      <w:rStyle w:val="CharStyle4"/>
                    </w:rPr>
                    <w:tab/>
                    <w:t>контролю за использованием земельных участков, строительными изменениями недвижимости, применению штрафных санкций в случаях и порядке, установленных законодательством.</w:t>
                  </w:r>
                </w:p>
                <w:p w:rsidR="009F3C5C" w:rsidRDefault="009F3C5C">
                  <w:pPr>
                    <w:pStyle w:val="2"/>
                    <w:tabs>
                      <w:tab w:val="left" w:pos="973"/>
                    </w:tabs>
                    <w:spacing w:after="0" w:line="274" w:lineRule="exact"/>
                    <w:ind w:firstLine="660"/>
                    <w:jc w:val="both"/>
                  </w:pPr>
                  <w:r>
                    <w:rPr>
                      <w:rStyle w:val="CharStyle4"/>
                    </w:rPr>
                    <w:t>9.</w:t>
                  </w:r>
                  <w:r>
                    <w:rPr>
                      <w:rStyle w:val="CharStyle4"/>
                    </w:rPr>
                    <w:tab/>
                    <w:t>Настоящие Правила применяются наряду с:</w:t>
                  </w:r>
                </w:p>
                <w:p w:rsidR="009F3C5C" w:rsidRDefault="009F3C5C">
                  <w:pPr>
                    <w:pStyle w:val="2"/>
                    <w:numPr>
                      <w:ilvl w:val="0"/>
                      <w:numId w:val="5"/>
                    </w:numPr>
                    <w:tabs>
                      <w:tab w:val="left" w:pos="783"/>
                    </w:tabs>
                    <w:spacing w:after="0" w:line="274" w:lineRule="exact"/>
                    <w:ind w:firstLine="660"/>
                    <w:jc w:val="both"/>
                  </w:pPr>
                  <w:r>
                    <w:rPr>
                      <w:rStyle w:val="CharStyle4"/>
                    </w:rPr>
                    <w:tab/>
                    <w:t>техническими регламентами (до вступления в силу в установленном порядке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9F3C5C" w:rsidRDefault="009F3C5C">
                  <w:pPr>
                    <w:pStyle w:val="2"/>
                    <w:numPr>
                      <w:ilvl w:val="0"/>
                      <w:numId w:val="2"/>
                    </w:numPr>
                    <w:tabs>
                      <w:tab w:val="left" w:pos="778"/>
                    </w:tabs>
                    <w:spacing w:after="0" w:line="274" w:lineRule="exact"/>
                    <w:ind w:firstLine="660"/>
                    <w:jc w:val="both"/>
                  </w:pPr>
                  <w:r>
                    <w:rPr>
                      <w:rStyle w:val="CharStyle4"/>
                    </w:rPr>
                    <w:tab/>
                    <w:t>иными нормативными правовыми актами сельского поселения Петровский сельсовет муниципального района Ишимбайский район Республики Башкортостан по вопросам регулирования землепользования и застройки. Указанные акты применяются в части, не противоречащей настоящим Правилам.</w:t>
                  </w:r>
                </w:p>
                <w:p w:rsidR="009F3C5C" w:rsidRDefault="009F3C5C">
                  <w:pPr>
                    <w:pStyle w:val="2"/>
                    <w:tabs>
                      <w:tab w:val="left" w:pos="1132"/>
                    </w:tabs>
                    <w:spacing w:after="0" w:line="274" w:lineRule="exact"/>
                    <w:ind w:firstLine="660"/>
                    <w:jc w:val="both"/>
                  </w:pPr>
                  <w:r>
                    <w:rPr>
                      <w:rStyle w:val="CharStyle4"/>
                    </w:rPr>
                    <w:t xml:space="preserve">10. Настоящие Правила состоят из преамбулы, </w:t>
                  </w:r>
                  <w:r>
                    <w:rPr>
                      <w:rStyle w:val="CharStyle4"/>
                      <w:lang w:val="en-US" w:eastAsia="en-US"/>
                    </w:rPr>
                    <w:t>I</w:t>
                  </w:r>
                  <w:r>
                    <w:rPr>
                      <w:rStyle w:val="CharStyle4"/>
                      <w:lang w:eastAsia="en-US"/>
                    </w:rPr>
                    <w:t xml:space="preserve">, </w:t>
                  </w:r>
                  <w:r>
                    <w:rPr>
                      <w:rStyle w:val="CharStyle4"/>
                    </w:rPr>
                    <w:t>II, III разделов:</w:t>
                  </w:r>
                </w:p>
                <w:p w:rsidR="009F3C5C" w:rsidRDefault="009F3C5C">
                  <w:pPr>
                    <w:pStyle w:val="2"/>
                    <w:spacing w:after="0" w:line="274" w:lineRule="exact"/>
                    <w:ind w:firstLine="660"/>
                    <w:jc w:val="both"/>
                  </w:pPr>
                  <w:r>
                    <w:rPr>
                      <w:rStyle w:val="CharStyle4"/>
                    </w:rPr>
                    <w:t>Раздел I. Порядок применения правил землепользования и застройки</w:t>
                  </w:r>
                </w:p>
                <w:p w:rsidR="009F3C5C" w:rsidRDefault="009F3C5C">
                  <w:pPr>
                    <w:pStyle w:val="2"/>
                    <w:spacing w:after="0" w:line="274" w:lineRule="exact"/>
                    <w:jc w:val="both"/>
                  </w:pPr>
                  <w:r>
                    <w:rPr>
                      <w:rStyle w:val="CharStyle4"/>
                    </w:rPr>
                    <w:t>сельского поселения Петровский сельсовет муниципального района Ишим- байский район Республики Башкортостан и внесения в них изменений.</w:t>
                  </w:r>
                </w:p>
                <w:p w:rsidR="009F3C5C" w:rsidRDefault="009F3C5C">
                  <w:pPr>
                    <w:pStyle w:val="2"/>
                    <w:spacing w:after="0" w:line="274" w:lineRule="exact"/>
                    <w:ind w:firstLine="660"/>
                    <w:jc w:val="both"/>
                  </w:pPr>
                  <w:r>
                    <w:rPr>
                      <w:rStyle w:val="CharStyle4"/>
                    </w:rPr>
                    <w:t>Раздел II. Карта градостроительного зонирования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Раздел III. Градостроительные регламенты.</w:t>
                  </w:r>
                </w:p>
              </w:txbxContent>
            </v:textbox>
            <w10:wrap type="square" anchorx="page" anchory="page"/>
          </v:rect>
        </w:pict>
      </w:r>
    </w:p>
    <w:p w:rsidR="009F3C5C" w:rsidRDefault="009F3C5C">
      <w:pPr>
        <w:pStyle w:val="Standard"/>
        <w:rPr>
          <w:sz w:val="2"/>
          <w:szCs w:val="2"/>
        </w:rPr>
        <w:sectPr w:rsidR="009F3C5C">
          <w:headerReference w:type="default" r:id="rId39"/>
          <w:footerReference w:type="default" r:id="rId40"/>
          <w:pgSz w:w="11906" w:h="16838"/>
          <w:pgMar w:top="360" w:right="360" w:bottom="360" w:left="360" w:header="0" w:footer="0" w:gutter="0"/>
          <w:cols w:space="720"/>
          <w:formProt w:val="0"/>
          <w:docGrid w:linePitch="240" w:charSpace="-6145"/>
        </w:sectPr>
      </w:pPr>
      <w:r>
        <w:rPr>
          <w:noProof/>
          <w:lang w:eastAsia="ru-RU" w:bidi="ar-SA"/>
        </w:rPr>
        <w:pict>
          <v:rect id="17" o:spid="_x0000_s1043" style="position:absolute;margin-left:86.65pt;margin-top:34pt;width:454.25pt;height:707.2pt;z-index:251675648;mso-position-horizontal-relative:page;mso-position-vertical-relative:page" filled="f" stroked="f" strokecolor="#3465a4">
            <v:fill o:detectmouseclick="t"/>
            <v:stroke joinstyle="round"/>
            <v:textbox>
              <w:txbxContent>
                <w:p w:rsidR="009F3C5C" w:rsidRDefault="009F3C5C">
                  <w:pPr>
                    <w:pStyle w:val="2"/>
                    <w:tabs>
                      <w:tab w:val="left" w:pos="1045"/>
                    </w:tabs>
                    <w:spacing w:after="0" w:line="274" w:lineRule="exact"/>
                    <w:ind w:firstLine="660"/>
                    <w:jc w:val="both"/>
                  </w:pPr>
                  <w:r>
                    <w:rPr>
                      <w:rStyle w:val="CharStyle4"/>
                    </w:rPr>
                    <w:t>11.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сельского поселения Петровский сельсовет муниципального района Ишимбай- ский район Республики Башкортостан.</w:t>
                  </w:r>
                </w:p>
                <w:p w:rsidR="009F3C5C" w:rsidRDefault="009F3C5C">
                  <w:pPr>
                    <w:pStyle w:val="2"/>
                    <w:spacing w:after="0" w:line="274" w:lineRule="exact"/>
                    <w:ind w:firstLine="660"/>
                    <w:jc w:val="both"/>
                  </w:pPr>
                  <w:r>
                    <w:rPr>
                      <w:rStyle w:val="CharStyle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9F3C5C" w:rsidRDefault="009F3C5C">
                  <w:pPr>
                    <w:pStyle w:val="2"/>
                    <w:tabs>
                      <w:tab w:val="left" w:pos="1045"/>
                    </w:tabs>
                    <w:spacing w:after="0" w:line="274" w:lineRule="exact"/>
                    <w:ind w:firstLine="660"/>
                    <w:jc w:val="both"/>
                  </w:pPr>
                  <w:r>
                    <w:rPr>
                      <w:rStyle w:val="CharStyle4"/>
                    </w:rPr>
                    <w:t xml:space="preserve">12. </w:t>
                  </w:r>
                  <w:r>
                    <w:rPr>
                      <w:rStyle w:val="CharStyle4"/>
                    </w:rPr>
                    <w:tab/>
                    <w:t>Порядок использования и застройки территории, установленный настоящими Правилами, применяется:</w:t>
                  </w:r>
                </w:p>
                <w:p w:rsidR="009F3C5C" w:rsidRDefault="009F3C5C">
                  <w:pPr>
                    <w:pStyle w:val="2"/>
                    <w:numPr>
                      <w:ilvl w:val="0"/>
                      <w:numId w:val="6"/>
                    </w:numPr>
                    <w:tabs>
                      <w:tab w:val="left" w:pos="791"/>
                    </w:tabs>
                    <w:spacing w:after="0" w:line="274" w:lineRule="exact"/>
                    <w:ind w:firstLine="660"/>
                    <w:jc w:val="both"/>
                  </w:pPr>
                  <w:r>
                    <w:rPr>
                      <w:rStyle w:val="CharStyle4"/>
                    </w:rPr>
                    <w:tab/>
                    <w:t>при формировании новых и изменении существующих земельных участков, осуществляемом на основе документации по планировке территории сельского поселения Петровский сельсовет муниципального района Ишимбайский район, подготавливаемых в порядке, установленном в главе 4 раздела I настоящих Правил;</w:t>
                  </w:r>
                </w:p>
                <w:p w:rsidR="009F3C5C" w:rsidRDefault="009F3C5C">
                  <w:pPr>
                    <w:pStyle w:val="2"/>
                    <w:numPr>
                      <w:ilvl w:val="0"/>
                      <w:numId w:val="2"/>
                    </w:numPr>
                    <w:tabs>
                      <w:tab w:val="left" w:pos="791"/>
                    </w:tabs>
                    <w:spacing w:after="0" w:line="274" w:lineRule="exact"/>
                    <w:ind w:firstLine="660"/>
                    <w:jc w:val="both"/>
                  </w:pPr>
                  <w:r>
                    <w:rPr>
                      <w:rStyle w:val="CharStyle4"/>
                    </w:rPr>
                    <w:tab/>
                    <w:t>при изменении видов разрешенного использования земельных участков и объектов капитального строительства, осуществляемом в порядке, установленном в главе 3 раздела I настоящих Правил;</w:t>
                  </w:r>
                </w:p>
                <w:p w:rsidR="009F3C5C" w:rsidRDefault="009F3C5C">
                  <w:pPr>
                    <w:pStyle w:val="2"/>
                    <w:numPr>
                      <w:ilvl w:val="0"/>
                      <w:numId w:val="2"/>
                    </w:numPr>
                    <w:tabs>
                      <w:tab w:val="left" w:pos="791"/>
                    </w:tabs>
                    <w:spacing w:after="0" w:line="274" w:lineRule="exact"/>
                    <w:ind w:firstLine="660"/>
                    <w:jc w:val="both"/>
                  </w:pPr>
                  <w:r>
                    <w:rPr>
                      <w:rStyle w:val="CharStyle4"/>
                    </w:rPr>
                    <w:tab/>
                    <w:t>при строительстве (реконструкции) капитальных зданий и сооружений, осуществляемом в порядке, установленном в главе 10 раздела I настоящих Правил.</w:t>
                  </w:r>
                </w:p>
                <w:p w:rsidR="009F3C5C" w:rsidRDefault="009F3C5C">
                  <w:pPr>
                    <w:pStyle w:val="2"/>
                    <w:tabs>
                      <w:tab w:val="left" w:pos="1045"/>
                    </w:tabs>
                    <w:spacing w:after="0" w:line="274" w:lineRule="exact"/>
                    <w:ind w:firstLine="660"/>
                    <w:jc w:val="both"/>
                  </w:pPr>
                  <w:r>
                    <w:rPr>
                      <w:rStyle w:val="CharStyle4"/>
                    </w:rPr>
                    <w:t>13. Указанные в главе 1 Раздела I Правил, виды деятельности могут осуществляться администрацией сельского поселения Петровский сельсовет муниципального района Ишимбайский район Республики Башкортостан, подведомственными ей и ее структурным подразделениям, организациями и предприятиями - в части земель, находящихся в распоряжении сельского поселения Петровский сельсовет.</w:t>
                  </w:r>
                </w:p>
                <w:p w:rsidR="009F3C5C" w:rsidRDefault="009F3C5C">
                  <w:pPr>
                    <w:pStyle w:val="2"/>
                    <w:numPr>
                      <w:ilvl w:val="0"/>
                      <w:numId w:val="7"/>
                    </w:numPr>
                    <w:tabs>
                      <w:tab w:val="left" w:pos="791"/>
                    </w:tabs>
                    <w:spacing w:after="0" w:line="274" w:lineRule="exact"/>
                    <w:ind w:firstLine="660"/>
                    <w:jc w:val="both"/>
                  </w:pPr>
                  <w:r>
                    <w:rPr>
                      <w:rStyle w:val="CharStyle4"/>
                    </w:rPr>
                    <w:tab/>
                    <w:t>физическими и юридическими лицами - в части земельных участков, принадлежащих им на праве собственности, аренды, постоянного бессрочного пользования, пожизненного наследуемого владения, или в части земельных участков, в приобретении прав на которые они заинтересованы, для осуществления намерений градостроительных изменений.</w:t>
                  </w:r>
                </w:p>
                <w:p w:rsidR="009F3C5C" w:rsidRDefault="009F3C5C">
                  <w:pPr>
                    <w:pStyle w:val="2"/>
                    <w:tabs>
                      <w:tab w:val="left" w:pos="1045"/>
                    </w:tabs>
                    <w:spacing w:after="0" w:line="274" w:lineRule="exact"/>
                    <w:ind w:firstLine="660"/>
                    <w:jc w:val="both"/>
                  </w:pPr>
                  <w:r>
                    <w:rPr>
                      <w:rStyle w:val="CharStyle4"/>
                    </w:rPr>
                    <w:t xml:space="preserve">14. </w:t>
                  </w:r>
                  <w:r>
                    <w:rPr>
                      <w:rStyle w:val="CharStyle4"/>
                    </w:rPr>
                    <w:tab/>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9F3C5C" w:rsidRDefault="009F3C5C">
                  <w:pPr>
                    <w:pStyle w:val="2"/>
                    <w:numPr>
                      <w:ilvl w:val="0"/>
                      <w:numId w:val="8"/>
                    </w:numPr>
                    <w:tabs>
                      <w:tab w:val="left" w:pos="791"/>
                    </w:tabs>
                    <w:spacing w:after="0" w:line="274" w:lineRule="exact"/>
                    <w:ind w:firstLine="660"/>
                    <w:jc w:val="both"/>
                  </w:pPr>
                  <w:r>
                    <w:rPr>
                      <w:rStyle w:val="CharStyle4"/>
                    </w:rPr>
                    <w:tab/>
                    <w:t>капитальный ремонт существующих зданий и сооружений без изменения их параметров, частей (количество помещений, высоты, количества этажей, площади, показателей производственной мощностей, объема) и качества инженерно-технического обеспечения, вида функционального использования (в соответствии с техническими регламентами);</w:t>
                  </w:r>
                </w:p>
                <w:p w:rsidR="009F3C5C" w:rsidRDefault="009F3C5C">
                  <w:pPr>
                    <w:pStyle w:val="2"/>
                    <w:numPr>
                      <w:ilvl w:val="0"/>
                      <w:numId w:val="2"/>
                    </w:numPr>
                    <w:tabs>
                      <w:tab w:val="left" w:pos="867"/>
                    </w:tabs>
                    <w:spacing w:after="0" w:line="274" w:lineRule="exact"/>
                    <w:ind w:firstLine="660"/>
                    <w:jc w:val="both"/>
                  </w:pPr>
                  <w:r>
                    <w:rPr>
                      <w:rStyle w:val="CharStyle4"/>
                    </w:rPr>
                    <w:tab/>
                    <w:t>реставрацию зданий и сооружений;</w:t>
                  </w:r>
                </w:p>
                <w:p w:rsidR="009F3C5C" w:rsidRDefault="009F3C5C">
                  <w:pPr>
                    <w:pStyle w:val="2"/>
                    <w:numPr>
                      <w:ilvl w:val="0"/>
                      <w:numId w:val="2"/>
                    </w:numPr>
                    <w:tabs>
                      <w:tab w:val="left" w:pos="867"/>
                    </w:tabs>
                    <w:spacing w:after="0" w:line="274" w:lineRule="exact"/>
                    <w:ind w:firstLine="660"/>
                    <w:jc w:val="both"/>
                  </w:pPr>
                  <w:r>
                    <w:rPr>
                      <w:rStyle w:val="CharStyle4"/>
                    </w:rPr>
                    <w:tab/>
                    <w:t>текущий ремонт зданий и сооружений;</w:t>
                  </w:r>
                </w:p>
                <w:p w:rsidR="009F3C5C" w:rsidRDefault="009F3C5C">
                  <w:pPr>
                    <w:pStyle w:val="2"/>
                    <w:numPr>
                      <w:ilvl w:val="0"/>
                      <w:numId w:val="2"/>
                    </w:numPr>
                    <w:tabs>
                      <w:tab w:val="left" w:pos="867"/>
                    </w:tabs>
                    <w:spacing w:after="0" w:line="274" w:lineRule="exact"/>
                    <w:ind w:firstLine="660"/>
                    <w:jc w:val="both"/>
                  </w:pPr>
                  <w:r>
                    <w:rPr>
                      <w:rStyle w:val="CharStyle4"/>
                    </w:rPr>
                    <w:tab/>
                    <w:t>внутренние перепланировки;</w:t>
                  </w:r>
                </w:p>
                <w:p w:rsidR="009F3C5C" w:rsidRDefault="009F3C5C">
                  <w:pPr>
                    <w:pStyle w:val="2"/>
                    <w:numPr>
                      <w:ilvl w:val="0"/>
                      <w:numId w:val="2"/>
                    </w:numPr>
                    <w:tabs>
                      <w:tab w:val="left" w:pos="791"/>
                    </w:tabs>
                    <w:spacing w:after="0" w:line="274" w:lineRule="exact"/>
                    <w:ind w:firstLine="660"/>
                    <w:jc w:val="both"/>
                  </w:pPr>
                  <w:r>
                    <w:rPr>
                      <w:rStyle w:val="CharStyle4"/>
                    </w:rPr>
                    <w:tab/>
                    <w:t>замену инженерного и технологического оборудования без изменения параметров соответствующих помещений;</w:t>
                  </w:r>
                </w:p>
              </w:txbxContent>
            </v:textbox>
            <w10:wrap type="square" anchorx="page" anchory="page"/>
          </v:rect>
        </w:pict>
      </w:r>
    </w:p>
    <w:p w:rsidR="009F3C5C" w:rsidRDefault="009F3C5C">
      <w:pPr>
        <w:pStyle w:val="Standard"/>
        <w:rPr>
          <w:sz w:val="2"/>
          <w:szCs w:val="2"/>
        </w:rPr>
        <w:sectPr w:rsidR="009F3C5C">
          <w:headerReference w:type="default" r:id="rId41"/>
          <w:footerReference w:type="default" r:id="rId42"/>
          <w:pgSz w:w="11906" w:h="16838"/>
          <w:pgMar w:top="360" w:right="360" w:bottom="360" w:left="360" w:header="0" w:footer="0" w:gutter="0"/>
          <w:cols w:space="720"/>
          <w:formProt w:val="0"/>
          <w:docGrid w:linePitch="240" w:charSpace="-6145"/>
        </w:sectPr>
      </w:pPr>
      <w:r>
        <w:rPr>
          <w:noProof/>
          <w:lang w:eastAsia="ru-RU" w:bidi="ar-SA"/>
        </w:rPr>
        <w:pict>
          <v:rect id="18" o:spid="_x0000_s1044" style="position:absolute;margin-left:86.65pt;margin-top:34pt;width:454.25pt;height:583.35pt;z-index:251676672;mso-position-horizontal-relative:page;mso-position-vertical-relative:page" filled="f" stroked="f" strokecolor="#3465a4">
            <v:fill o:detectmouseclick="t"/>
            <v:stroke joinstyle="round"/>
            <v:textbox>
              <w:txbxContent>
                <w:p w:rsidR="009F3C5C" w:rsidRDefault="009F3C5C">
                  <w:pPr>
                    <w:pStyle w:val="2"/>
                    <w:numPr>
                      <w:ilvl w:val="0"/>
                      <w:numId w:val="2"/>
                    </w:numPr>
                    <w:spacing w:after="0" w:line="274" w:lineRule="exact"/>
                    <w:ind w:firstLine="660"/>
                    <w:jc w:val="both"/>
                  </w:pPr>
                  <w:r>
                    <w:rPr>
                      <w:rStyle w:val="CharStyle4"/>
                    </w:rPr>
                    <w:t xml:space="preserve"> строительство временных здании и сооружении, в том числе предназначенных для нужд строительного процесса;</w:t>
                  </w:r>
                </w:p>
                <w:p w:rsidR="009F3C5C" w:rsidRDefault="009F3C5C">
                  <w:pPr>
                    <w:pStyle w:val="2"/>
                    <w:numPr>
                      <w:ilvl w:val="0"/>
                      <w:numId w:val="2"/>
                    </w:numPr>
                    <w:tabs>
                      <w:tab w:val="left" w:pos="867"/>
                    </w:tabs>
                    <w:spacing w:after="0" w:line="274" w:lineRule="exact"/>
                    <w:ind w:firstLine="660"/>
                    <w:jc w:val="both"/>
                  </w:pPr>
                  <w:r>
                    <w:rPr>
                      <w:rStyle w:val="CharStyle4"/>
                    </w:rPr>
                    <w:tab/>
                    <w:t>внутренние отделочные работы и другие подобные изменения.</w:t>
                  </w:r>
                </w:p>
                <w:p w:rsidR="009F3C5C" w:rsidRDefault="009F3C5C">
                  <w:pPr>
                    <w:pStyle w:val="2"/>
                    <w:tabs>
                      <w:tab w:val="left" w:pos="1236"/>
                    </w:tabs>
                    <w:spacing w:after="0" w:line="274" w:lineRule="exact"/>
                    <w:ind w:firstLine="660"/>
                    <w:jc w:val="both"/>
                  </w:pPr>
                  <w:r>
                    <w:rPr>
                      <w:rStyle w:val="CharStyle4"/>
                    </w:rPr>
                    <w:t>15. Соблюдение установленного настоящими Правилами порядка</w:t>
                  </w:r>
                </w:p>
                <w:p w:rsidR="009F3C5C" w:rsidRDefault="009F3C5C">
                  <w:pPr>
                    <w:pStyle w:val="2"/>
                    <w:tabs>
                      <w:tab w:val="left" w:pos="6365"/>
                    </w:tabs>
                    <w:spacing w:after="0" w:line="274" w:lineRule="exact"/>
                    <w:jc w:val="both"/>
                  </w:pPr>
                  <w:r>
                    <w:rPr>
                      <w:rStyle w:val="CharStyle4"/>
                    </w:rPr>
                    <w:t>землепользования и застройки территории</w:t>
                  </w:r>
                  <w:r>
                    <w:rPr>
                      <w:rStyle w:val="CharStyle4"/>
                    </w:rPr>
                    <w:tab/>
                    <w:t>сельского поселения</w:t>
                  </w:r>
                </w:p>
                <w:p w:rsidR="009F3C5C" w:rsidRDefault="009F3C5C">
                  <w:pPr>
                    <w:pStyle w:val="2"/>
                    <w:spacing w:after="0" w:line="274" w:lineRule="exact"/>
                    <w:jc w:val="both"/>
                  </w:pPr>
                  <w:r>
                    <w:rPr>
                      <w:rStyle w:val="CharStyle4"/>
                    </w:rPr>
                    <w:t>Петровский сельсовет муниципального района Ишимбайский район РБ обеспечивается администрацией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
                    </w:numPr>
                    <w:tabs>
                      <w:tab w:val="left" w:pos="775"/>
                    </w:tabs>
                    <w:spacing w:after="0" w:line="274" w:lineRule="exact"/>
                    <w:ind w:firstLine="660"/>
                    <w:jc w:val="both"/>
                  </w:pPr>
                  <w:r>
                    <w:rPr>
                      <w:rStyle w:val="CharStyle4"/>
                    </w:rPr>
                    <w:tab/>
                    <w:t>при подготовке и принятии решений о разработке документации по планировке и межеванию территории сельского поселения Петровский сельсовет МР Ишимбайский район РБ;</w:t>
                  </w:r>
                </w:p>
                <w:p w:rsidR="009F3C5C" w:rsidRDefault="009F3C5C">
                  <w:pPr>
                    <w:pStyle w:val="2"/>
                    <w:numPr>
                      <w:ilvl w:val="0"/>
                      <w:numId w:val="2"/>
                    </w:numPr>
                    <w:tabs>
                      <w:tab w:val="left" w:pos="775"/>
                    </w:tabs>
                    <w:spacing w:after="0" w:line="274" w:lineRule="exact"/>
                    <w:ind w:firstLine="660"/>
                    <w:jc w:val="both"/>
                  </w:pPr>
                  <w:r>
                    <w:rPr>
                      <w:rStyle w:val="CharStyle4"/>
                    </w:rPr>
                    <w:tab/>
                    <w:t>при согласовании градостроительных заданий на разработку проектов планировки и проектов межевания территорий;</w:t>
                  </w:r>
                </w:p>
                <w:p w:rsidR="009F3C5C" w:rsidRDefault="009F3C5C">
                  <w:pPr>
                    <w:pStyle w:val="2"/>
                    <w:numPr>
                      <w:ilvl w:val="0"/>
                      <w:numId w:val="2"/>
                    </w:numPr>
                    <w:tabs>
                      <w:tab w:val="left" w:pos="778"/>
                    </w:tabs>
                    <w:spacing w:after="0" w:line="274" w:lineRule="exact"/>
                    <w:ind w:firstLine="660"/>
                    <w:jc w:val="both"/>
                  </w:pPr>
                  <w:r>
                    <w:rPr>
                      <w:rStyle w:val="CharStyle4"/>
                    </w:rPr>
                    <w:tab/>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установленных законодательством требованиям;</w:t>
                  </w:r>
                </w:p>
                <w:p w:rsidR="009F3C5C" w:rsidRDefault="009F3C5C">
                  <w:pPr>
                    <w:pStyle w:val="2"/>
                    <w:numPr>
                      <w:ilvl w:val="0"/>
                      <w:numId w:val="2"/>
                    </w:numPr>
                    <w:tabs>
                      <w:tab w:val="left" w:pos="984"/>
                    </w:tabs>
                    <w:spacing w:after="0" w:line="274" w:lineRule="exact"/>
                    <w:ind w:firstLine="660"/>
                    <w:jc w:val="both"/>
                  </w:pPr>
                  <w:r>
                    <w:rPr>
                      <w:rStyle w:val="CharStyle4"/>
                    </w:rPr>
                    <w:tab/>
                    <w:t>при утверждении документации по планировке и межеванию территории;</w:t>
                  </w:r>
                </w:p>
                <w:p w:rsidR="009F3C5C" w:rsidRDefault="009F3C5C">
                  <w:pPr>
                    <w:pStyle w:val="2"/>
                    <w:numPr>
                      <w:ilvl w:val="0"/>
                      <w:numId w:val="2"/>
                    </w:numPr>
                    <w:tabs>
                      <w:tab w:val="left" w:pos="778"/>
                    </w:tabs>
                    <w:spacing w:after="0" w:line="274" w:lineRule="exact"/>
                    <w:ind w:firstLine="660"/>
                    <w:jc w:val="both"/>
                  </w:pPr>
                  <w:r>
                    <w:rPr>
                      <w:rStyle w:val="CharStyle4"/>
                    </w:rPr>
                    <w:tab/>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9F3C5C" w:rsidRDefault="009F3C5C">
                  <w:pPr>
                    <w:pStyle w:val="2"/>
                    <w:numPr>
                      <w:ilvl w:val="0"/>
                      <w:numId w:val="2"/>
                    </w:numPr>
                    <w:tabs>
                      <w:tab w:val="left" w:pos="778"/>
                    </w:tabs>
                    <w:spacing w:after="0" w:line="274" w:lineRule="exact"/>
                    <w:ind w:firstLine="660"/>
                    <w:jc w:val="both"/>
                  </w:pPr>
                  <w:r>
                    <w:rPr>
                      <w:rStyle w:val="CharStyle4"/>
                    </w:rPr>
                    <w:tab/>
                    <w:t>при выдаче разрешений на условно разрешенный вид использования земельного участка, объекта капитального строительства;</w:t>
                  </w:r>
                </w:p>
                <w:p w:rsidR="009F3C5C" w:rsidRDefault="009F3C5C">
                  <w:pPr>
                    <w:pStyle w:val="2"/>
                    <w:numPr>
                      <w:ilvl w:val="0"/>
                      <w:numId w:val="2"/>
                    </w:numPr>
                    <w:tabs>
                      <w:tab w:val="left" w:pos="778"/>
                    </w:tabs>
                    <w:spacing w:after="0" w:line="274" w:lineRule="exact"/>
                    <w:ind w:firstLine="660"/>
                    <w:jc w:val="both"/>
                  </w:pPr>
                  <w:r>
                    <w:rPr>
                      <w:rStyle w:val="CharStyle4"/>
                    </w:rPr>
                    <w:tab/>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9F3C5C" w:rsidRDefault="009F3C5C">
                  <w:pPr>
                    <w:pStyle w:val="2"/>
                    <w:numPr>
                      <w:ilvl w:val="0"/>
                      <w:numId w:val="2"/>
                    </w:numPr>
                    <w:tabs>
                      <w:tab w:val="left" w:pos="775"/>
                    </w:tabs>
                    <w:spacing w:after="0" w:line="274" w:lineRule="exact"/>
                    <w:ind w:firstLine="660"/>
                    <w:jc w:val="both"/>
                  </w:pPr>
                  <w:r>
                    <w:rPr>
                      <w:rStyle w:val="CharStyle4"/>
                    </w:rPr>
                    <w:tab/>
                    <w:t>при проведении государственной экспертизы проектной документации объектов капитального строительства;</w:t>
                  </w:r>
                </w:p>
                <w:p w:rsidR="009F3C5C" w:rsidRDefault="009F3C5C">
                  <w:pPr>
                    <w:pStyle w:val="2"/>
                    <w:numPr>
                      <w:ilvl w:val="0"/>
                      <w:numId w:val="2"/>
                    </w:numPr>
                    <w:tabs>
                      <w:tab w:val="left" w:pos="867"/>
                    </w:tabs>
                    <w:spacing w:after="0" w:line="274" w:lineRule="exact"/>
                    <w:ind w:firstLine="660"/>
                    <w:jc w:val="both"/>
                  </w:pPr>
                  <w:r>
                    <w:rPr>
                      <w:rStyle w:val="CharStyle4"/>
                    </w:rPr>
                    <w:tab/>
                    <w:t>при выдаче разрешений на строительство;</w:t>
                  </w:r>
                </w:p>
                <w:p w:rsidR="009F3C5C" w:rsidRDefault="009F3C5C">
                  <w:pPr>
                    <w:pStyle w:val="2"/>
                    <w:numPr>
                      <w:ilvl w:val="0"/>
                      <w:numId w:val="2"/>
                    </w:numPr>
                    <w:tabs>
                      <w:tab w:val="left" w:pos="867"/>
                    </w:tabs>
                    <w:spacing w:after="0" w:line="274" w:lineRule="exact"/>
                    <w:ind w:firstLine="660"/>
                    <w:jc w:val="both"/>
                  </w:pPr>
                  <w:r>
                    <w:rPr>
                      <w:rStyle w:val="CharStyle4"/>
                    </w:rPr>
                    <w:tab/>
                    <w:t>при выдаче разрешений на ввод объектов в эксплуатацию;</w:t>
                  </w:r>
                </w:p>
                <w:p w:rsidR="009F3C5C" w:rsidRDefault="009F3C5C">
                  <w:pPr>
                    <w:pStyle w:val="2"/>
                    <w:numPr>
                      <w:ilvl w:val="0"/>
                      <w:numId w:val="2"/>
                    </w:numPr>
                    <w:tabs>
                      <w:tab w:val="left" w:pos="984"/>
                    </w:tabs>
                    <w:spacing w:after="0" w:line="274" w:lineRule="exact"/>
                    <w:ind w:firstLine="660"/>
                    <w:jc w:val="both"/>
                  </w:pPr>
                  <w:r>
                    <w:rPr>
                      <w:rStyle w:val="CharStyle4"/>
                    </w:rPr>
                    <w:tab/>
                    <w:t>при осуществлении контроля за использованием объектов градостроительной деятельности в процессе их эксплуатации.</w:t>
                  </w:r>
                </w:p>
                <w:p w:rsidR="009F3C5C" w:rsidRDefault="009F3C5C">
                  <w:pPr>
                    <w:pStyle w:val="2"/>
                    <w:tabs>
                      <w:tab w:val="left" w:pos="1014"/>
                    </w:tabs>
                    <w:spacing w:after="0" w:line="274" w:lineRule="exact"/>
                    <w:ind w:firstLine="660"/>
                    <w:jc w:val="both"/>
                  </w:pPr>
                  <w:r>
                    <w:rPr>
                      <w:rStyle w:val="CharStyle4"/>
                    </w:rPr>
                    <w:t xml:space="preserve">16. </w:t>
                  </w:r>
                  <w:r>
                    <w:rPr>
                      <w:rStyle w:val="CharStyle4"/>
                    </w:rPr>
                    <w:tab/>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действующим федеральным законодательством, а также регламентируются соответствующими Положениями, утверждаемыми решениями администрации муниципального района Ишимбайский район Республики Башкортостан, а до их утверждения, временными положениями, утвержденными постановлениями главы сельского поселения Петровский сельсовет муниципального района Ишимбайский район Республики Башкортостан в развитие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43"/>
          <w:footerReference w:type="default" r:id="rId44"/>
          <w:pgSz w:w="11906" w:h="16838"/>
          <w:pgMar w:top="360" w:right="360" w:bottom="360" w:left="360" w:header="0" w:footer="0" w:gutter="0"/>
          <w:cols w:space="720"/>
          <w:formProt w:val="0"/>
          <w:docGrid w:linePitch="240" w:charSpace="-6145"/>
        </w:sectPr>
      </w:pPr>
      <w:r>
        <w:rPr>
          <w:noProof/>
          <w:lang w:eastAsia="ru-RU" w:bidi="ar-SA"/>
        </w:rPr>
        <w:pict>
          <v:rect id="19" o:spid="_x0000_s1045" style="position:absolute;margin-left:86.65pt;margin-top:35.55pt;width:454.25pt;height:692.15pt;z-index:251677696;mso-position-horizontal-relative:page;mso-position-vertical-relative:page" filled="f" stroked="f" strokecolor="#3465a4">
            <v:fill o:detectmouseclick="t"/>
            <v:stroke joinstyle="round"/>
            <v:textbox>
              <w:txbxContent>
                <w:p w:rsidR="009F3C5C" w:rsidRDefault="009F3C5C">
                  <w:pPr>
                    <w:pStyle w:val="2"/>
                    <w:spacing w:after="211" w:line="240" w:lineRule="exact"/>
                    <w:ind w:firstLine="660"/>
                    <w:jc w:val="both"/>
                  </w:pPr>
                  <w:r>
                    <w:rPr>
                      <w:rStyle w:val="CharStyle4"/>
                      <w:b/>
                      <w:bCs/>
                    </w:rPr>
                    <w:t>1.3 Градостроительные регламенты и их применение</w:t>
                  </w:r>
                </w:p>
                <w:p w:rsidR="009F3C5C" w:rsidRDefault="009F3C5C">
                  <w:pPr>
                    <w:pStyle w:val="2"/>
                    <w:numPr>
                      <w:ilvl w:val="0"/>
                      <w:numId w:val="10"/>
                    </w:numPr>
                    <w:tabs>
                      <w:tab w:val="left" w:pos="884"/>
                    </w:tabs>
                    <w:spacing w:after="0" w:line="274" w:lineRule="exact"/>
                    <w:ind w:firstLine="660"/>
                    <w:jc w:val="both"/>
                  </w:pPr>
                  <w:r>
                    <w:rPr>
                      <w:rStyle w:val="CharStyle4"/>
                    </w:rPr>
                    <w:tab/>
                    <w:t>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сельского поселения Петровский сельсовет муниципального района Ишимбайский район Республики Башкортостан и план реализации Генерального плана,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9F3C5C" w:rsidRDefault="009F3C5C">
                  <w:pPr>
                    <w:pStyle w:val="2"/>
                    <w:numPr>
                      <w:ilvl w:val="0"/>
                      <w:numId w:val="10"/>
                    </w:numPr>
                    <w:tabs>
                      <w:tab w:val="left" w:pos="884"/>
                    </w:tabs>
                    <w:spacing w:after="0" w:line="274" w:lineRule="exact"/>
                    <w:ind w:firstLine="660"/>
                    <w:jc w:val="both"/>
                  </w:pPr>
                  <w:r>
                    <w:rPr>
                      <w:rStyle w:val="CharStyle4"/>
                    </w:rPr>
                    <w:tab/>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9F3C5C" w:rsidRDefault="009F3C5C">
                  <w:pPr>
                    <w:pStyle w:val="2"/>
                    <w:numPr>
                      <w:ilvl w:val="0"/>
                      <w:numId w:val="10"/>
                    </w:numPr>
                    <w:tabs>
                      <w:tab w:val="left" w:pos="884"/>
                    </w:tabs>
                    <w:spacing w:after="0" w:line="274" w:lineRule="exact"/>
                    <w:ind w:firstLine="660"/>
                    <w:jc w:val="both"/>
                  </w:pPr>
                  <w:r>
                    <w:rPr>
                      <w:rStyle w:val="CharStyle4"/>
                    </w:rPr>
                    <w:tab/>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9F3C5C" w:rsidRDefault="009F3C5C">
                  <w:pPr>
                    <w:pStyle w:val="2"/>
                    <w:numPr>
                      <w:ilvl w:val="0"/>
                      <w:numId w:val="11"/>
                    </w:numPr>
                    <w:tabs>
                      <w:tab w:val="left" w:pos="884"/>
                    </w:tabs>
                    <w:spacing w:after="0" w:line="274" w:lineRule="exact"/>
                    <w:ind w:firstLine="660"/>
                    <w:jc w:val="both"/>
                  </w:pPr>
                  <w:r>
                    <w:rPr>
                      <w:rStyle w:val="CharStyle4"/>
                    </w:rPr>
                    <w:tab/>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 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F3C5C" w:rsidRDefault="009F3C5C">
                  <w:pPr>
                    <w:pStyle w:val="2"/>
                    <w:numPr>
                      <w:ilvl w:val="0"/>
                      <w:numId w:val="2"/>
                    </w:numPr>
                    <w:tabs>
                      <w:tab w:val="left" w:pos="774"/>
                    </w:tabs>
                    <w:spacing w:after="0" w:line="274" w:lineRule="exact"/>
                    <w:ind w:firstLine="660"/>
                    <w:jc w:val="both"/>
                  </w:pPr>
                  <w:r>
                    <w:rPr>
                      <w:rStyle w:val="CharStyle4"/>
                    </w:rPr>
                    <w:tab/>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9F3C5C" w:rsidRDefault="009F3C5C">
                  <w:pPr>
                    <w:pStyle w:val="2"/>
                    <w:numPr>
                      <w:ilvl w:val="0"/>
                      <w:numId w:val="2"/>
                    </w:numPr>
                    <w:tabs>
                      <w:tab w:val="left" w:pos="867"/>
                    </w:tabs>
                    <w:spacing w:after="0" w:line="274" w:lineRule="exact"/>
                    <w:ind w:firstLine="660"/>
                    <w:jc w:val="both"/>
                  </w:pPr>
                  <w:r>
                    <w:rPr>
                      <w:rStyle w:val="CharStyle4"/>
                    </w:rPr>
                    <w:tab/>
                    <w:t>занятых линейными объектами;</w:t>
                  </w:r>
                </w:p>
                <w:p w:rsidR="009F3C5C" w:rsidRDefault="009F3C5C">
                  <w:pPr>
                    <w:pStyle w:val="2"/>
                    <w:numPr>
                      <w:ilvl w:val="0"/>
                      <w:numId w:val="2"/>
                    </w:numPr>
                    <w:tabs>
                      <w:tab w:val="left" w:pos="867"/>
                    </w:tabs>
                    <w:spacing w:after="0" w:line="274" w:lineRule="exact"/>
                    <w:ind w:firstLine="660"/>
                    <w:jc w:val="both"/>
                  </w:pPr>
                  <w:r>
                    <w:rPr>
                      <w:rStyle w:val="CharStyle4"/>
                    </w:rPr>
                    <w:tab/>
                    <w:t>предоставленные для добычи полезных ископаемых.</w:t>
                  </w:r>
                </w:p>
                <w:p w:rsidR="009F3C5C" w:rsidRDefault="009F3C5C">
                  <w:pPr>
                    <w:pStyle w:val="2"/>
                    <w:tabs>
                      <w:tab w:val="left" w:pos="884"/>
                    </w:tabs>
                    <w:spacing w:after="0" w:line="274" w:lineRule="exact"/>
                    <w:ind w:firstLine="660"/>
                    <w:jc w:val="both"/>
                  </w:pPr>
                  <w:r>
                    <w:rPr>
                      <w:rStyle w:val="CharStyle4"/>
                    </w:rPr>
                    <w:tab/>
                    <w:t>4. Порядок использования земель сельского поселения Петровский сельсовет муниципального района Ишимбайский район Республики Башкортостан определяется в соответствии с зонированием его территории, отображенным на картах:</w:t>
                  </w:r>
                </w:p>
                <w:p w:rsidR="009F3C5C" w:rsidRDefault="009F3C5C">
                  <w:pPr>
                    <w:pStyle w:val="2"/>
                    <w:numPr>
                      <w:ilvl w:val="0"/>
                      <w:numId w:val="12"/>
                    </w:numPr>
                    <w:tabs>
                      <w:tab w:val="left" w:pos="903"/>
                    </w:tabs>
                    <w:spacing w:after="0" w:line="274" w:lineRule="exact"/>
                    <w:ind w:firstLine="660"/>
                    <w:jc w:val="both"/>
                  </w:pPr>
                  <w:r>
                    <w:rPr>
                      <w:rStyle w:val="CharStyle4"/>
                    </w:rPr>
                    <w:tab/>
                    <w:t>территориальные зоны - на карте градостроительного зонирования территории сельского поселения Петровский сельсовет муниципального района Ишимбайский район Республики Башкортостан, где отображаются границы и кодовые обозначения зон;</w:t>
                  </w:r>
                </w:p>
                <w:p w:rsidR="009F3C5C" w:rsidRDefault="009F3C5C">
                  <w:pPr>
                    <w:pStyle w:val="2"/>
                    <w:numPr>
                      <w:ilvl w:val="0"/>
                      <w:numId w:val="12"/>
                    </w:numPr>
                    <w:tabs>
                      <w:tab w:val="left" w:pos="992"/>
                    </w:tabs>
                    <w:spacing w:after="0" w:line="274" w:lineRule="exact"/>
                    <w:ind w:firstLine="660"/>
                    <w:jc w:val="both"/>
                  </w:pPr>
                  <w:r>
                    <w:rPr>
                      <w:rStyle w:val="CharStyle4"/>
                    </w:rPr>
                    <w:tab/>
                    <w:t>зоны с особыми условиями территории;</w:t>
                  </w:r>
                </w:p>
                <w:p w:rsidR="009F3C5C" w:rsidRDefault="009F3C5C">
                  <w:pPr>
                    <w:pStyle w:val="2"/>
                    <w:tabs>
                      <w:tab w:val="left" w:pos="987"/>
                    </w:tabs>
                    <w:spacing w:after="0" w:line="274" w:lineRule="exact"/>
                    <w:ind w:firstLine="660"/>
                    <w:jc w:val="both"/>
                  </w:pPr>
                  <w:r>
                    <w:rPr>
                      <w:rStyle w:val="CharStyle4"/>
                    </w:rPr>
                    <w:t>а)</w:t>
                  </w:r>
                  <w:r>
                    <w:rPr>
                      <w:rStyle w:val="CharStyle4"/>
                    </w:rPr>
                    <w:tab/>
                    <w:t>санитарно-защитные зоны;</w:t>
                  </w:r>
                </w:p>
                <w:p w:rsidR="009F3C5C" w:rsidRDefault="009F3C5C">
                  <w:pPr>
                    <w:pStyle w:val="2"/>
                    <w:tabs>
                      <w:tab w:val="left" w:pos="992"/>
                    </w:tabs>
                    <w:spacing w:after="0" w:line="274" w:lineRule="exact"/>
                    <w:ind w:firstLine="660"/>
                    <w:jc w:val="both"/>
                  </w:pPr>
                  <w:r>
                    <w:rPr>
                      <w:rStyle w:val="CharStyle4"/>
                    </w:rPr>
                    <w:t>б)</w:t>
                  </w:r>
                  <w:r>
                    <w:rPr>
                      <w:rStyle w:val="CharStyle4"/>
                    </w:rPr>
                    <w:tab/>
                    <w:t>водоохранные зоны;</w:t>
                  </w:r>
                </w:p>
                <w:p w:rsidR="009F3C5C" w:rsidRDefault="009F3C5C">
                  <w:pPr>
                    <w:pStyle w:val="2"/>
                    <w:tabs>
                      <w:tab w:val="left" w:pos="899"/>
                    </w:tabs>
                    <w:spacing w:after="0" w:line="274" w:lineRule="exact"/>
                    <w:ind w:firstLine="660"/>
                    <w:jc w:val="both"/>
                  </w:pPr>
                  <w:r>
                    <w:rPr>
                      <w:rStyle w:val="CharStyle4"/>
                    </w:rPr>
                    <w:t>в)</w:t>
                  </w:r>
                  <w:r>
                    <w:rPr>
                      <w:rStyle w:val="CharStyle4"/>
                    </w:rPr>
                    <w:tab/>
                    <w:t>зоны действия ограничений по условиям охраны объектов культурного наследия;</w:t>
                  </w:r>
                </w:p>
                <w:p w:rsidR="009F3C5C" w:rsidRDefault="009F3C5C">
                  <w:pPr>
                    <w:pStyle w:val="2"/>
                    <w:tabs>
                      <w:tab w:val="left" w:pos="899"/>
                    </w:tabs>
                    <w:spacing w:after="0" w:line="274" w:lineRule="exact"/>
                    <w:ind w:firstLine="660"/>
                    <w:jc w:val="both"/>
                  </w:pPr>
                  <w:r>
                    <w:rPr>
                      <w:rStyle w:val="CharStyle4"/>
                    </w:rPr>
                    <w:t>г)</w:t>
                  </w:r>
                  <w:r>
                    <w:rPr>
                      <w:rStyle w:val="CharStyle4"/>
                    </w:rPr>
                    <w:tab/>
                    <w:t>зоны санитарной охраны источ ников водоснабжения и водопроводов питьевого назначения.</w:t>
                  </w:r>
                </w:p>
              </w:txbxContent>
            </v:textbox>
            <w10:wrap type="square" anchorx="page" anchory="page"/>
          </v:rect>
        </w:pict>
      </w:r>
    </w:p>
    <w:p w:rsidR="009F3C5C" w:rsidRDefault="009F3C5C">
      <w:pPr>
        <w:pStyle w:val="Standard"/>
        <w:rPr>
          <w:sz w:val="2"/>
          <w:szCs w:val="2"/>
        </w:rPr>
        <w:sectPr w:rsidR="009F3C5C">
          <w:headerReference w:type="default" r:id="rId45"/>
          <w:footerReference w:type="default" r:id="rId46"/>
          <w:pgSz w:w="11906" w:h="16838"/>
          <w:pgMar w:top="360" w:right="360" w:bottom="360" w:left="360" w:header="0" w:footer="0" w:gutter="0"/>
          <w:cols w:space="720"/>
          <w:formProt w:val="0"/>
          <w:docGrid w:linePitch="240" w:charSpace="-6145"/>
        </w:sectPr>
      </w:pPr>
      <w:r>
        <w:rPr>
          <w:noProof/>
          <w:lang w:eastAsia="ru-RU" w:bidi="ar-SA"/>
        </w:rPr>
        <w:pict>
          <v:rect id="21" o:spid="_x0000_s1046" style="position:absolute;margin-left:65.65pt;margin-top:8.55pt;width:496.25pt;height:748pt;z-index:251678720;mso-position-horizontal-relative:page;mso-position-vertical-relative:page" filled="f" stroked="f" strokecolor="#3465a4">
            <v:fill o:detectmouseclick="t"/>
            <v:stroke joinstyle="round"/>
            <v:textbox>
              <w:txbxContent>
                <w:p w:rsidR="009F3C5C" w:rsidRDefault="009F3C5C">
                  <w:pPr>
                    <w:pStyle w:val="2"/>
                    <w:tabs>
                      <w:tab w:val="left" w:pos="1312"/>
                    </w:tabs>
                    <w:spacing w:after="0" w:line="274" w:lineRule="exact"/>
                    <w:ind w:left="400" w:right="620" w:firstLine="560"/>
                    <w:jc w:val="both"/>
                  </w:pPr>
                  <w:r>
                    <w:rPr>
                      <w:rStyle w:val="CharStyle4"/>
                    </w:rPr>
                    <w:t>5.</w:t>
                  </w:r>
                  <w:r>
                    <w:rPr>
                      <w:rStyle w:val="CharStyle4"/>
                    </w:rPr>
                    <w:tab/>
                    <w:t>Для каждой из территориальных зон и зон с особыми условиями использования территории настоящими Правилами установлен Градостроительный регламент по видам и предельным параметрам разрешенного использования земельных участков и объектов капитального строительства.</w:t>
                  </w:r>
                </w:p>
                <w:p w:rsidR="009F3C5C" w:rsidRDefault="009F3C5C">
                  <w:pPr>
                    <w:pStyle w:val="2"/>
                    <w:tabs>
                      <w:tab w:val="left" w:pos="1312"/>
                    </w:tabs>
                    <w:spacing w:after="0" w:line="274" w:lineRule="exact"/>
                    <w:ind w:left="400" w:right="620" w:firstLine="560"/>
                    <w:jc w:val="both"/>
                  </w:pPr>
                  <w:r>
                    <w:rPr>
                      <w:rStyle w:val="CharStyle4"/>
                    </w:rPr>
                    <w:t>6.</w:t>
                  </w:r>
                  <w:r>
                    <w:rPr>
                      <w:rStyle w:val="CharStyle4"/>
                    </w:rPr>
                    <w:tab/>
                    <w:t>При этом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территориальной зоне, выделенной на карте градостроительного зонирования.</w:t>
                  </w:r>
                </w:p>
                <w:p w:rsidR="009F3C5C" w:rsidRDefault="009F3C5C">
                  <w:pPr>
                    <w:pStyle w:val="2"/>
                    <w:tabs>
                      <w:tab w:val="left" w:pos="1312"/>
                    </w:tabs>
                    <w:spacing w:after="0" w:line="274" w:lineRule="exact"/>
                    <w:ind w:left="400" w:right="620" w:firstLine="560"/>
                    <w:jc w:val="both"/>
                  </w:pPr>
                  <w:r>
                    <w:rPr>
                      <w:rStyle w:val="CharStyle4"/>
                    </w:rPr>
                    <w:t>7.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F3C5C" w:rsidRDefault="009F3C5C">
                  <w:pPr>
                    <w:pStyle w:val="2"/>
                    <w:tabs>
                      <w:tab w:val="left" w:pos="1312"/>
                    </w:tabs>
                    <w:spacing w:after="0" w:line="274" w:lineRule="exact"/>
                    <w:ind w:left="400" w:right="620" w:firstLine="560"/>
                    <w:jc w:val="both"/>
                  </w:pPr>
                  <w:r>
                    <w:rPr>
                      <w:rStyle w:val="CharStyle4"/>
                    </w:rPr>
                    <w:t>8.</w:t>
                  </w:r>
                  <w:r>
                    <w:rPr>
                      <w:rStyle w:val="CharStyle4"/>
                    </w:rPr>
                    <w:tab/>
                    <w:t>Границы территориальных зон и градостроительные регламенты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9F3C5C" w:rsidRDefault="009F3C5C">
                  <w:pPr>
                    <w:pStyle w:val="2"/>
                    <w:tabs>
                      <w:tab w:val="left" w:pos="1470"/>
                    </w:tabs>
                    <w:spacing w:after="0" w:line="274" w:lineRule="exact"/>
                    <w:ind w:left="400" w:right="620" w:firstLine="560"/>
                    <w:jc w:val="both"/>
                  </w:pPr>
                  <w:r>
                    <w:rPr>
                      <w:rStyle w:val="CharStyle4"/>
                    </w:rPr>
                    <w:t>9.</w:t>
                  </w:r>
                  <w:r>
                    <w:rPr>
                      <w:rStyle w:val="CharStyle4"/>
                    </w:rPr>
                    <w:tab/>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планируются к размещению объекты, виды использования которых соотносятся с разными территориальными зонами и их размещение соответствует положениям Генерального плана сельского поселения Петровский сельсовет муниципального района Ишимбайский район Республики Башкортостан, то территория базисного квартала делится на части, относящиеся к разным территориальным зонам.</w:t>
                  </w:r>
                </w:p>
                <w:p w:rsidR="009F3C5C" w:rsidRDefault="009F3C5C">
                  <w:pPr>
                    <w:pStyle w:val="2"/>
                    <w:spacing w:after="0" w:line="274" w:lineRule="exact"/>
                    <w:ind w:left="400" w:right="620" w:firstLine="560"/>
                    <w:jc w:val="both"/>
                  </w:pPr>
                  <w:r>
                    <w:rPr>
                      <w:rStyle w:val="CharStyle4"/>
                    </w:rPr>
                    <w:t>При этом границы территориальных зон устанавливаются в увязке с территориальными объектами, имеющими однозначную картографическую проекцию:</w:t>
                  </w:r>
                </w:p>
                <w:p w:rsidR="009F3C5C" w:rsidRDefault="009F3C5C">
                  <w:pPr>
                    <w:pStyle w:val="2"/>
                    <w:numPr>
                      <w:ilvl w:val="0"/>
                      <w:numId w:val="13"/>
                    </w:numPr>
                    <w:tabs>
                      <w:tab w:val="left" w:pos="1169"/>
                    </w:tabs>
                    <w:spacing w:after="0" w:line="274" w:lineRule="exact"/>
                    <w:ind w:left="400" w:right="620" w:firstLine="560"/>
                    <w:jc w:val="both"/>
                  </w:pPr>
                  <w:r>
                    <w:rPr>
                      <w:rStyle w:val="CharStyle4"/>
                    </w:rPr>
                    <w:tab/>
                    <w:t>линиями магистралей, улиц, проездов, разделяющих транспортные потоки противоположных направлений;</w:t>
                  </w:r>
                </w:p>
                <w:p w:rsidR="009F3C5C" w:rsidRDefault="009F3C5C">
                  <w:pPr>
                    <w:pStyle w:val="2"/>
                    <w:numPr>
                      <w:ilvl w:val="0"/>
                      <w:numId w:val="2"/>
                    </w:numPr>
                    <w:tabs>
                      <w:tab w:val="left" w:pos="1167"/>
                    </w:tabs>
                    <w:spacing w:after="0" w:line="274" w:lineRule="exact"/>
                    <w:ind w:left="400" w:firstLine="560"/>
                    <w:jc w:val="both"/>
                  </w:pPr>
                  <w:r>
                    <w:rPr>
                      <w:rStyle w:val="CharStyle4"/>
                    </w:rPr>
                    <w:tab/>
                    <w:t>красными линиями;</w:t>
                  </w:r>
                </w:p>
                <w:p w:rsidR="009F3C5C" w:rsidRDefault="009F3C5C">
                  <w:pPr>
                    <w:pStyle w:val="2"/>
                    <w:numPr>
                      <w:ilvl w:val="0"/>
                      <w:numId w:val="2"/>
                    </w:numPr>
                    <w:tabs>
                      <w:tab w:val="left" w:pos="1167"/>
                    </w:tabs>
                    <w:spacing w:after="0" w:line="274" w:lineRule="exact"/>
                    <w:ind w:left="400" w:firstLine="560"/>
                    <w:jc w:val="both"/>
                  </w:pPr>
                  <w:r>
                    <w:rPr>
                      <w:rStyle w:val="CharStyle4"/>
                    </w:rPr>
                    <w:tab/>
                    <w:t>границами земельных участков;</w:t>
                  </w:r>
                </w:p>
                <w:p w:rsidR="009F3C5C" w:rsidRDefault="009F3C5C">
                  <w:pPr>
                    <w:pStyle w:val="2"/>
                    <w:numPr>
                      <w:ilvl w:val="0"/>
                      <w:numId w:val="2"/>
                    </w:numPr>
                    <w:tabs>
                      <w:tab w:val="left" w:pos="1167"/>
                    </w:tabs>
                    <w:spacing w:after="0" w:line="274" w:lineRule="exact"/>
                    <w:ind w:left="400" w:firstLine="560"/>
                    <w:jc w:val="both"/>
                  </w:pPr>
                  <w:r>
                    <w:rPr>
                      <w:rStyle w:val="CharStyle4"/>
                    </w:rPr>
                    <w:tab/>
                    <w:t>границами или осями полос отвода для коммуникаций;</w:t>
                  </w:r>
                </w:p>
                <w:p w:rsidR="009F3C5C" w:rsidRDefault="009F3C5C">
                  <w:pPr>
                    <w:pStyle w:val="2"/>
                    <w:spacing w:after="0" w:line="274" w:lineRule="exact"/>
                    <w:ind w:left="400" w:firstLine="560"/>
                    <w:jc w:val="both"/>
                  </w:pPr>
                  <w:r>
                    <w:rPr>
                      <w:rStyle w:val="CharStyle4"/>
                    </w:rPr>
                    <w:t>-административными границами сельского поселения Петровский</w:t>
                  </w:r>
                </w:p>
                <w:p w:rsidR="009F3C5C" w:rsidRDefault="009F3C5C">
                  <w:pPr>
                    <w:pStyle w:val="2"/>
                    <w:spacing w:after="0" w:line="274" w:lineRule="exact"/>
                    <w:ind w:left="400"/>
                  </w:pPr>
                  <w:r>
                    <w:rPr>
                      <w:rStyle w:val="CharStyle4"/>
                    </w:rPr>
                    <w:t>сельсовет муниципального района Ишимбайский район Республики Башкортостан;</w:t>
                  </w:r>
                </w:p>
                <w:p w:rsidR="009F3C5C" w:rsidRDefault="009F3C5C">
                  <w:pPr>
                    <w:pStyle w:val="2"/>
                    <w:spacing w:after="0" w:line="274" w:lineRule="exact"/>
                    <w:ind w:left="400" w:right="620" w:firstLine="560"/>
                    <w:jc w:val="both"/>
                  </w:pPr>
                  <w:r>
                    <w:rPr>
                      <w:rStyle w:val="CharStyle4"/>
                    </w:rPr>
                    <w:t>-границами внутригородских административно-территориальных образований, микрорайонов;</w:t>
                  </w:r>
                </w:p>
                <w:p w:rsidR="009F3C5C" w:rsidRDefault="009F3C5C">
                  <w:pPr>
                    <w:pStyle w:val="2"/>
                    <w:numPr>
                      <w:ilvl w:val="0"/>
                      <w:numId w:val="2"/>
                    </w:numPr>
                    <w:tabs>
                      <w:tab w:val="left" w:pos="1167"/>
                    </w:tabs>
                    <w:spacing w:after="0" w:line="274" w:lineRule="exact"/>
                    <w:ind w:left="400" w:firstLine="560"/>
                    <w:jc w:val="both"/>
                  </w:pPr>
                  <w:r>
                    <w:rPr>
                      <w:rStyle w:val="CharStyle4"/>
                    </w:rPr>
                    <w:tab/>
                    <w:t>естественными границами природных объектов;</w:t>
                  </w:r>
                </w:p>
                <w:p w:rsidR="009F3C5C" w:rsidRDefault="009F3C5C">
                  <w:pPr>
                    <w:pStyle w:val="2"/>
                    <w:numPr>
                      <w:ilvl w:val="0"/>
                      <w:numId w:val="2"/>
                    </w:numPr>
                    <w:tabs>
                      <w:tab w:val="left" w:pos="1169"/>
                    </w:tabs>
                    <w:spacing w:after="0" w:line="274" w:lineRule="exact"/>
                    <w:ind w:left="400" w:right="620" w:firstLine="560"/>
                    <w:jc w:val="both"/>
                  </w:pPr>
                  <w:r>
                    <w:rPr>
                      <w:rStyle w:val="CharStyle4"/>
                    </w:rPr>
                    <w:tab/>
                    <w:t>иными границами, отраженными в составе базисного плана земельного кадастра.</w:t>
                  </w:r>
                </w:p>
                <w:p w:rsidR="009F3C5C" w:rsidRDefault="009F3C5C">
                  <w:pPr>
                    <w:pStyle w:val="2"/>
                    <w:tabs>
                      <w:tab w:val="left" w:pos="1470"/>
                    </w:tabs>
                    <w:spacing w:after="0" w:line="274" w:lineRule="exact"/>
                    <w:ind w:left="400" w:right="620" w:firstLine="560"/>
                    <w:jc w:val="both"/>
                  </w:pPr>
                  <w:r>
                    <w:rPr>
                      <w:rStyle w:val="CharStyle4"/>
                    </w:rPr>
                    <w:t>10.Границы территориальных зон, для которых отсутствует возможность однозначной картографической привязки, определены по условным линиям в увязке с границами функциональных зон генерального плана сельского поселения Петровский сельсовет муниципального района Ишимбайский район Республики Башкортостан,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w:t>
                  </w:r>
                </w:p>
              </w:txbxContent>
            </v:textbox>
            <w10:wrap type="square" anchorx="page" anchory="page"/>
          </v:rect>
        </w:pict>
      </w:r>
    </w:p>
    <w:p w:rsidR="009F3C5C" w:rsidRDefault="009F3C5C">
      <w:pPr>
        <w:pStyle w:val="Standard"/>
        <w:rPr>
          <w:sz w:val="2"/>
          <w:szCs w:val="2"/>
        </w:rPr>
        <w:sectPr w:rsidR="009F3C5C">
          <w:headerReference w:type="default" r:id="rId47"/>
          <w:footerReference w:type="default" r:id="rId48"/>
          <w:pgSz w:w="11906" w:h="16838"/>
          <w:pgMar w:top="360" w:right="360" w:bottom="360" w:left="360" w:header="0" w:footer="0" w:gutter="0"/>
          <w:cols w:space="720"/>
          <w:formProt w:val="0"/>
          <w:docGrid w:linePitch="240" w:charSpace="-6145"/>
        </w:sectPr>
      </w:pPr>
      <w:r>
        <w:rPr>
          <w:noProof/>
          <w:lang w:eastAsia="ru-RU" w:bidi="ar-SA"/>
        </w:rPr>
        <w:pict>
          <v:rect id="22" o:spid="_x0000_s1047" style="position:absolute;margin-left:65.65pt;margin-top:34.2pt;width:496.25pt;height:665.7pt;z-index:251679744;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60" w:right="660" w:firstLine="560"/>
                    <w:jc w:val="both"/>
                  </w:pPr>
                  <w:r>
                    <w:rPr>
                      <w:rStyle w:val="CharStyle4"/>
                    </w:rPr>
                    <w:t>Местоположение границ территориальных зон, установленных в увязке с условным линиям, подлежит уточнению в документации по планировке территории и иных документах, принимаемых в соответствии с законодательством Российской Федерации, Республики Башкортостан и нормативно-правовыми актами сельского поселения Петровский сельсовет муниципального района Ишимбайский район Республики Башкортостан с последующим внесением соответствующих изменений в настоящие Правила.</w:t>
                  </w:r>
                </w:p>
                <w:p w:rsidR="009F3C5C" w:rsidRDefault="009F3C5C">
                  <w:pPr>
                    <w:pStyle w:val="2"/>
                    <w:tabs>
                      <w:tab w:val="left" w:pos="1454"/>
                    </w:tabs>
                    <w:spacing w:after="0" w:line="274" w:lineRule="exact"/>
                    <w:ind w:left="360" w:right="660" w:firstLine="560"/>
                    <w:jc w:val="both"/>
                  </w:pPr>
                  <w:r>
                    <w:rPr>
                      <w:rStyle w:val="CharStyle4"/>
                    </w:rPr>
                    <w:t>11.</w:t>
                  </w:r>
                  <w:r>
                    <w:rPr>
                      <w:rStyle w:val="CharStyle4"/>
                    </w:rPr>
                    <w:tab/>
                    <w:t>Перечни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Республики Башкортостан 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454"/>
                    </w:tabs>
                    <w:spacing w:after="0" w:line="274" w:lineRule="exact"/>
                    <w:ind w:left="360" w:right="660" w:firstLine="560"/>
                    <w:jc w:val="both"/>
                  </w:pPr>
                  <w:r>
                    <w:rPr>
                      <w:rStyle w:val="CharStyle4"/>
                    </w:rPr>
                    <w:t>12.</w:t>
                  </w:r>
                  <w:r>
                    <w:rPr>
                      <w:rStyle w:val="CharStyle4"/>
                    </w:rPr>
                    <w:tab/>
                    <w:t>На карте зон действия ограничений по условиям охраны объектов культурного наследия отображаются принятые в соответствии с законодательством об охране объектов культурного наследия решения проекта зон охраны объектов наследия, иных документов в части границ таких зон.</w:t>
                  </w:r>
                </w:p>
                <w:p w:rsidR="009F3C5C" w:rsidRDefault="009F3C5C">
                  <w:pPr>
                    <w:pStyle w:val="2"/>
                    <w:tabs>
                      <w:tab w:val="left" w:pos="1454"/>
                    </w:tabs>
                    <w:spacing w:after="0" w:line="274" w:lineRule="exact"/>
                    <w:ind w:left="360" w:right="660" w:firstLine="560"/>
                    <w:jc w:val="both"/>
                  </w:pPr>
                  <w:r>
                    <w:rPr>
                      <w:rStyle w:val="CharStyle4"/>
                    </w:rPr>
                    <w:t>13. Для земельного участка или объектов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уполномоченными исполнительным органами местного самоуправления дополнительных требований к его использованию, подлежащих соблюдению при разработке проектной документации.</w:t>
                  </w:r>
                </w:p>
                <w:p w:rsidR="009F3C5C" w:rsidRDefault="009F3C5C">
                  <w:pPr>
                    <w:pStyle w:val="2"/>
                    <w:tabs>
                      <w:tab w:val="left" w:pos="1454"/>
                    </w:tabs>
                    <w:spacing w:after="0" w:line="274" w:lineRule="exact"/>
                    <w:ind w:left="360" w:right="660" w:firstLine="560"/>
                    <w:jc w:val="both"/>
                  </w:pPr>
                  <w:r>
                    <w:rPr>
                      <w:rStyle w:val="CharStyle4"/>
                    </w:rPr>
                    <w:t>14.</w:t>
                  </w:r>
                  <w:r>
                    <w:rPr>
                      <w:rStyle w:val="CharStyle4"/>
                    </w:rPr>
                    <w:tab/>
                    <w:t>Для каждого земельного участка или объекта капитального строительства, расположенного на территории сельского поселения Петровский сельсовет муниципального района Ишимбайский район Республики Башкортостан, разрешенным считается такое использование, которое соответствует:</w:t>
                  </w:r>
                </w:p>
                <w:p w:rsidR="009F3C5C" w:rsidRDefault="009F3C5C">
                  <w:pPr>
                    <w:pStyle w:val="2"/>
                    <w:numPr>
                      <w:ilvl w:val="0"/>
                      <w:numId w:val="14"/>
                    </w:numPr>
                    <w:tabs>
                      <w:tab w:val="left" w:pos="1127"/>
                    </w:tabs>
                    <w:spacing w:after="0" w:line="274" w:lineRule="exact"/>
                    <w:ind w:left="360" w:firstLine="560"/>
                    <w:jc w:val="both"/>
                  </w:pPr>
                  <w:r>
                    <w:rPr>
                      <w:rStyle w:val="CharStyle4"/>
                    </w:rPr>
                    <w:tab/>
                    <w:t>градостроительным регламентам;</w:t>
                  </w:r>
                </w:p>
                <w:p w:rsidR="009F3C5C" w:rsidRDefault="009F3C5C">
                  <w:pPr>
                    <w:pStyle w:val="2"/>
                    <w:numPr>
                      <w:ilvl w:val="0"/>
                      <w:numId w:val="2"/>
                    </w:numPr>
                    <w:tabs>
                      <w:tab w:val="left" w:pos="1129"/>
                    </w:tabs>
                    <w:spacing w:after="0" w:line="274" w:lineRule="exact"/>
                    <w:ind w:left="360" w:right="660" w:firstLine="560"/>
                    <w:jc w:val="both"/>
                  </w:pPr>
                  <w:r>
                    <w:rPr>
                      <w:rStyle w:val="CharStyle4"/>
                    </w:rPr>
                    <w:tab/>
                    <w:t>ограничениям по условиям охраны объектов культурного наследия (в случаях, когда земельный участок или объект капитального строительства расположен в зонах действия соответствующих ограничений);</w:t>
                  </w:r>
                </w:p>
                <w:p w:rsidR="009F3C5C" w:rsidRDefault="009F3C5C">
                  <w:pPr>
                    <w:pStyle w:val="2"/>
                    <w:spacing w:after="0" w:line="274" w:lineRule="exact"/>
                    <w:ind w:left="360" w:right="660" w:firstLine="560"/>
                    <w:jc w:val="both"/>
                  </w:pPr>
                  <w:r>
                    <w:rPr>
                      <w:rStyle w:val="CharStyle4"/>
                    </w:rPr>
                    <w:t>-ограничениям по экологическим и санитарно-эпидемиологическим условиям, в случаях, когда земельный участок или объект капитального строительства расположен в зонах действия соответствующих ограничений;</w:t>
                  </w:r>
                </w:p>
                <w:p w:rsidR="009F3C5C" w:rsidRDefault="009F3C5C">
                  <w:pPr>
                    <w:pStyle w:val="2"/>
                    <w:numPr>
                      <w:ilvl w:val="0"/>
                      <w:numId w:val="2"/>
                    </w:numPr>
                    <w:tabs>
                      <w:tab w:val="left" w:pos="1454"/>
                    </w:tabs>
                    <w:spacing w:after="0" w:line="274" w:lineRule="exact"/>
                    <w:ind w:left="360" w:right="660" w:firstLine="560"/>
                    <w:jc w:val="both"/>
                  </w:pPr>
                  <w:r>
                    <w:rPr>
                      <w:rStyle w:val="CharStyle4"/>
                    </w:rPr>
                    <w:tab/>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F3C5C" w:rsidRDefault="009F3C5C">
                  <w:pPr>
                    <w:pStyle w:val="2"/>
                    <w:tabs>
                      <w:tab w:val="left" w:pos="1454"/>
                    </w:tabs>
                    <w:spacing w:after="0" w:line="274" w:lineRule="exact"/>
                    <w:ind w:left="360" w:right="660" w:firstLine="560"/>
                    <w:jc w:val="both"/>
                  </w:pPr>
                  <w:r>
                    <w:rPr>
                      <w:rStyle w:val="CharStyle4"/>
                    </w:rPr>
                    <w:t>15.</w:t>
                  </w:r>
                  <w:r>
                    <w:rPr>
                      <w:rStyle w:val="CharStyle4"/>
                    </w:rPr>
                    <w:tab/>
                    <w:t>Градостроительный регламент в части видов разрешенного использования земельных участков и объектов капитального строительства включает:</w:t>
                  </w:r>
                </w:p>
              </w:txbxContent>
            </v:textbox>
            <w10:wrap type="square" anchorx="page" anchory="page"/>
          </v:rect>
        </w:pict>
      </w:r>
    </w:p>
    <w:p w:rsidR="009F3C5C" w:rsidRDefault="009F3C5C">
      <w:pPr>
        <w:pStyle w:val="Standard"/>
        <w:rPr>
          <w:sz w:val="2"/>
          <w:szCs w:val="2"/>
        </w:rPr>
        <w:sectPr w:rsidR="009F3C5C">
          <w:headerReference w:type="default" r:id="rId49"/>
          <w:footerReference w:type="default" r:id="rId50"/>
          <w:pgSz w:w="11906" w:h="16838"/>
          <w:pgMar w:top="360" w:right="360" w:bottom="360" w:left="360" w:header="0" w:footer="0" w:gutter="0"/>
          <w:cols w:space="720"/>
          <w:formProt w:val="0"/>
          <w:docGrid w:linePitch="240" w:charSpace="-6145"/>
        </w:sectPr>
      </w:pPr>
      <w:r>
        <w:rPr>
          <w:noProof/>
          <w:lang w:eastAsia="ru-RU" w:bidi="ar-SA"/>
        </w:rPr>
        <w:pict>
          <v:rect id="23" o:spid="_x0000_s1048" style="position:absolute;margin-left:65.65pt;margin-top:34.2pt;width:496.25pt;height:651.75pt;z-index:251680768;mso-position-horizontal-relative:page;mso-position-vertical-relative:page" filled="f" stroked="f" strokecolor="#3465a4">
            <v:fill o:detectmouseclick="t"/>
            <v:stroke joinstyle="round"/>
            <v:textbox>
              <w:txbxContent>
                <w:p w:rsidR="009F3C5C" w:rsidRDefault="009F3C5C">
                  <w:pPr>
                    <w:pStyle w:val="2"/>
                    <w:numPr>
                      <w:ilvl w:val="0"/>
                      <w:numId w:val="15"/>
                    </w:numPr>
                    <w:tabs>
                      <w:tab w:val="left" w:pos="1384"/>
                    </w:tabs>
                    <w:spacing w:after="0" w:line="274" w:lineRule="exact"/>
                    <w:ind w:left="360" w:right="660" w:firstLine="560"/>
                    <w:jc w:val="both"/>
                  </w:pPr>
                  <w:r>
                    <w:rPr>
                      <w:rStyle w:val="CharStyle4"/>
                    </w:rPr>
                    <w:tab/>
                    <w:t>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9F3C5C" w:rsidRDefault="009F3C5C">
                  <w:pPr>
                    <w:pStyle w:val="2"/>
                    <w:numPr>
                      <w:ilvl w:val="0"/>
                      <w:numId w:val="15"/>
                    </w:numPr>
                    <w:tabs>
                      <w:tab w:val="left" w:pos="1253"/>
                    </w:tabs>
                    <w:spacing w:after="0" w:line="274" w:lineRule="exact"/>
                    <w:ind w:left="360" w:right="660" w:firstLine="560"/>
                    <w:jc w:val="both"/>
                  </w:pPr>
                  <w:r>
                    <w:rPr>
                      <w:rStyle w:val="CharStyle4"/>
                    </w:rPr>
                    <w:tab/>
                    <w:t>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9F3C5C" w:rsidRDefault="009F3C5C">
                  <w:pPr>
                    <w:pStyle w:val="2"/>
                    <w:numPr>
                      <w:ilvl w:val="0"/>
                      <w:numId w:val="15"/>
                    </w:numPr>
                    <w:tabs>
                      <w:tab w:val="left" w:pos="1384"/>
                    </w:tabs>
                    <w:spacing w:after="0" w:line="274" w:lineRule="exact"/>
                    <w:ind w:left="360" w:right="660" w:firstLine="560"/>
                    <w:jc w:val="both"/>
                  </w:pPr>
                  <w:r>
                    <w:rPr>
                      <w:rStyle w:val="CharStyle4"/>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9F3C5C" w:rsidRDefault="009F3C5C">
                  <w:pPr>
                    <w:pStyle w:val="2"/>
                    <w:tabs>
                      <w:tab w:val="left" w:pos="1384"/>
                    </w:tabs>
                    <w:spacing w:after="0" w:line="274" w:lineRule="exact"/>
                    <w:ind w:left="360" w:right="660" w:firstLine="560"/>
                    <w:jc w:val="both"/>
                  </w:pPr>
                  <w:r>
                    <w:rPr>
                      <w:rStyle w:val="CharStyle4"/>
                    </w:rPr>
                    <w:t>16.</w:t>
                  </w:r>
                  <w:r>
                    <w:rPr>
                      <w:rStyle w:val="CharStyle4"/>
                    </w:rPr>
                    <w:tab/>
                    <w:t>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или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нормативных технических документов в части, не противоречащей Феде ральному закону «О техническом регулировании» и Градостроительному кодексу Российской Федерации).</w:t>
                  </w:r>
                </w:p>
                <w:p w:rsidR="009F3C5C" w:rsidRDefault="009F3C5C">
                  <w:pPr>
                    <w:pStyle w:val="2"/>
                    <w:spacing w:after="0" w:line="274" w:lineRule="exact"/>
                    <w:ind w:left="360" w:right="660" w:firstLine="560"/>
                    <w:jc w:val="both"/>
                  </w:pPr>
                  <w:r>
                    <w:rPr>
                      <w:rStyle w:val="CharStyle4"/>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384"/>
                    </w:tabs>
                    <w:spacing w:after="0" w:line="274" w:lineRule="exact"/>
                    <w:ind w:left="360" w:right="660" w:firstLine="560"/>
                    <w:jc w:val="both"/>
                  </w:pPr>
                  <w:r>
                    <w:rPr>
                      <w:rStyle w:val="CharStyle4"/>
                    </w:rPr>
                    <w:t>17.</w:t>
                  </w:r>
                  <w:r>
                    <w:rPr>
                      <w:rStyle w:val="CharStyle4"/>
                    </w:rPr>
                    <w:tab/>
                    <w:t>Градостроительные регламенты в части предельных размеров земельных участков и предельных параметров разрешенного строительства, изменения объектов капитального строительства могут включать:</w:t>
                  </w:r>
                </w:p>
                <w:p w:rsidR="009F3C5C" w:rsidRDefault="009F3C5C">
                  <w:pPr>
                    <w:pStyle w:val="2"/>
                    <w:numPr>
                      <w:ilvl w:val="0"/>
                      <w:numId w:val="16"/>
                    </w:numPr>
                    <w:tabs>
                      <w:tab w:val="left" w:pos="1171"/>
                    </w:tabs>
                    <w:spacing w:after="0" w:line="274" w:lineRule="exact"/>
                    <w:ind w:left="360" w:right="660" w:firstLine="560"/>
                    <w:jc w:val="both"/>
                  </w:pPr>
                  <w:r>
                    <w:rPr>
                      <w:rStyle w:val="CharStyle4"/>
                    </w:rPr>
                    <w:tab/>
                    <w:t>минимальные или максимальные размеры земельных участков, включая линейные размеры предельной ширины по фронту улиц (проездов) и предельной глубины земельных участков;</w:t>
                  </w:r>
                </w:p>
                <w:p w:rsidR="009F3C5C" w:rsidRDefault="009F3C5C">
                  <w:pPr>
                    <w:pStyle w:val="2"/>
                    <w:numPr>
                      <w:ilvl w:val="0"/>
                      <w:numId w:val="2"/>
                    </w:numPr>
                    <w:tabs>
                      <w:tab w:val="left" w:pos="1171"/>
                    </w:tabs>
                    <w:spacing w:after="0" w:line="274" w:lineRule="exact"/>
                    <w:ind w:left="360" w:right="660" w:firstLine="560"/>
                    <w:jc w:val="both"/>
                  </w:pPr>
                  <w:r>
                    <w:rPr>
                      <w:rStyle w:val="CharStyle4"/>
                    </w:rPr>
                    <w:tab/>
                    <w:t>минимальные отступы зданий, строений и сооружений от границ земельных участков, фиксирующих «пятно застройки», за пределами которого возводить строение запрещено (линии регулирования застройки);</w:t>
                  </w:r>
                </w:p>
                <w:p w:rsidR="009F3C5C" w:rsidRDefault="009F3C5C">
                  <w:pPr>
                    <w:pStyle w:val="2"/>
                    <w:numPr>
                      <w:ilvl w:val="0"/>
                      <w:numId w:val="2"/>
                    </w:numPr>
                    <w:tabs>
                      <w:tab w:val="left" w:pos="1171"/>
                    </w:tabs>
                    <w:spacing w:after="0" w:line="274" w:lineRule="exact"/>
                    <w:ind w:left="360" w:right="660" w:firstLine="560"/>
                    <w:jc w:val="both"/>
                  </w:pPr>
                  <w:r>
                    <w:rPr>
                      <w:rStyle w:val="CharStyle4"/>
                    </w:rPr>
                    <w:tab/>
                    <w:t>предельную этажность (высоту) построек (максимальную или минимальную);</w:t>
                  </w:r>
                </w:p>
                <w:p w:rsidR="009F3C5C" w:rsidRDefault="009F3C5C">
                  <w:pPr>
                    <w:pStyle w:val="2"/>
                    <w:numPr>
                      <w:ilvl w:val="0"/>
                      <w:numId w:val="2"/>
                    </w:numPr>
                    <w:tabs>
                      <w:tab w:val="left" w:pos="1171"/>
                    </w:tabs>
                    <w:spacing w:after="0" w:line="274" w:lineRule="exact"/>
                    <w:ind w:left="360" w:firstLine="560"/>
                    <w:jc w:val="both"/>
                  </w:pPr>
                  <w:r>
                    <w:rPr>
                      <w:rStyle w:val="CharStyle4"/>
                    </w:rPr>
                    <w:tab/>
                    <w:t>максимальный процент застройки участка;</w:t>
                  </w:r>
                </w:p>
                <w:p w:rsidR="009F3C5C" w:rsidRDefault="009F3C5C">
                  <w:pPr>
                    <w:pStyle w:val="2"/>
                    <w:numPr>
                      <w:ilvl w:val="0"/>
                      <w:numId w:val="2"/>
                    </w:numPr>
                    <w:tabs>
                      <w:tab w:val="left" w:pos="1171"/>
                    </w:tabs>
                    <w:spacing w:after="0" w:line="274" w:lineRule="exact"/>
                    <w:ind w:left="360" w:right="660" w:firstLine="560"/>
                    <w:jc w:val="both"/>
                  </w:pPr>
                  <w:r>
                    <w:rPr>
                      <w:rStyle w:val="CharStyle4"/>
                    </w:rPr>
                    <w:tab/>
                    <w:t>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 участка);</w:t>
                  </w:r>
                </w:p>
                <w:p w:rsidR="009F3C5C" w:rsidRDefault="009F3C5C">
                  <w:pPr>
                    <w:pStyle w:val="2"/>
                    <w:numPr>
                      <w:ilvl w:val="0"/>
                      <w:numId w:val="2"/>
                    </w:numPr>
                    <w:tabs>
                      <w:tab w:val="left" w:pos="1171"/>
                    </w:tabs>
                    <w:spacing w:after="0" w:line="274" w:lineRule="exact"/>
                    <w:ind w:left="360" w:firstLine="560"/>
                    <w:jc w:val="both"/>
                  </w:pPr>
                  <w:r>
                    <w:rPr>
                      <w:rStyle w:val="CharStyle4"/>
                    </w:rPr>
                    <w:tab/>
                    <w:t>иные параметры.</w:t>
                  </w:r>
                </w:p>
              </w:txbxContent>
            </v:textbox>
            <w10:wrap type="square" anchorx="page" anchory="page"/>
          </v:rect>
        </w:pict>
      </w:r>
    </w:p>
    <w:p w:rsidR="009F3C5C" w:rsidRDefault="009F3C5C">
      <w:pPr>
        <w:pStyle w:val="Standard"/>
        <w:rPr>
          <w:sz w:val="2"/>
          <w:szCs w:val="2"/>
        </w:rPr>
        <w:sectPr w:rsidR="009F3C5C">
          <w:headerReference w:type="default" r:id="rId51"/>
          <w:footerReference w:type="default" r:id="rId52"/>
          <w:pgSz w:w="11906" w:h="16838"/>
          <w:pgMar w:top="360" w:right="360" w:bottom="360" w:left="360" w:header="0" w:footer="0" w:gutter="0"/>
          <w:cols w:space="720"/>
          <w:formProt w:val="0"/>
          <w:docGrid w:linePitch="240" w:charSpace="-6145"/>
        </w:sectPr>
      </w:pPr>
      <w:r>
        <w:rPr>
          <w:noProof/>
          <w:lang w:eastAsia="ru-RU" w:bidi="ar-SA"/>
        </w:rPr>
        <w:pict>
          <v:rect id="24" o:spid="_x0000_s1049" style="position:absolute;margin-left:65.65pt;margin-top:34.45pt;width:496.25pt;height:693.25pt;z-index:251681792;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60" w:right="660" w:firstLine="560"/>
                    <w:jc w:val="both"/>
                  </w:pPr>
                  <w:r>
                    <w:rPr>
                      <w:rStyle w:val="CharStyle4"/>
                    </w:rPr>
                    <w:t>Сочетание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left="360" w:right="660" w:firstLine="560"/>
                    <w:jc w:val="both"/>
                  </w:pPr>
                  <w:r>
                    <w:rPr>
                      <w:rStyle w:val="CharStyle4"/>
                    </w:rP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списками разрешенного использования земельных участков и объектов капитального строительства;</w:t>
                  </w:r>
                </w:p>
                <w:p w:rsidR="009F3C5C" w:rsidRDefault="009F3C5C">
                  <w:pPr>
                    <w:pStyle w:val="2"/>
                    <w:spacing w:after="0" w:line="274" w:lineRule="exact"/>
                    <w:ind w:left="360" w:right="660" w:firstLine="560"/>
                    <w:jc w:val="both"/>
                  </w:pPr>
                  <w:r>
                    <w:rPr>
                      <w:rStyle w:val="CharStyle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9F3C5C" w:rsidRDefault="009F3C5C">
                  <w:pPr>
                    <w:pStyle w:val="2"/>
                    <w:tabs>
                      <w:tab w:val="left" w:pos="1591"/>
                    </w:tabs>
                    <w:spacing w:after="0" w:line="274" w:lineRule="exact"/>
                    <w:ind w:left="360" w:right="660" w:firstLine="560"/>
                    <w:jc w:val="both"/>
                  </w:pPr>
                  <w:r>
                    <w:rPr>
                      <w:rStyle w:val="CharStyle4"/>
                    </w:rPr>
                    <w:t>18.</w:t>
                  </w:r>
                  <w:r>
                    <w:rPr>
                      <w:rStyle w:val="CharStyle4"/>
                    </w:rPr>
                    <w:tab/>
                    <w:t>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нормативным техническим документам, в части, не противоречащей документам Федеральному закону «О техническом регулировании» и Градостроительному кодексу Российской Федерации);</w:t>
                  </w:r>
                </w:p>
                <w:p w:rsidR="009F3C5C" w:rsidRDefault="009F3C5C">
                  <w:pPr>
                    <w:pStyle w:val="2"/>
                    <w:spacing w:after="0" w:line="274" w:lineRule="exact"/>
                    <w:ind w:left="360" w:right="660" w:firstLine="560"/>
                    <w:jc w:val="both"/>
                  </w:pPr>
                  <w:r>
                    <w:rPr>
                      <w:rStyle w:val="CharStyle4"/>
                    </w:rPr>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F3C5C" w:rsidRDefault="009F3C5C">
                  <w:pPr>
                    <w:pStyle w:val="2"/>
                    <w:tabs>
                      <w:tab w:val="left" w:pos="1369"/>
                    </w:tabs>
                    <w:spacing w:after="0" w:line="274" w:lineRule="exact"/>
                    <w:ind w:left="360" w:right="660" w:firstLine="560"/>
                    <w:jc w:val="both"/>
                  </w:pPr>
                  <w:r>
                    <w:rPr>
                      <w:rStyle w:val="CharStyle4"/>
                    </w:rPr>
                    <w:t>19.</w:t>
                  </w:r>
                  <w:r>
                    <w:rPr>
                      <w:rStyle w:val="CharStyle4"/>
                    </w:rPr>
                    <w:tab/>
                    <w:t>В градостроительных регламентах в отношении земельных участков и объектов капитального строительства указываются:</w:t>
                  </w:r>
                </w:p>
                <w:p w:rsidR="009F3C5C" w:rsidRDefault="009F3C5C">
                  <w:pPr>
                    <w:pStyle w:val="2"/>
                    <w:numPr>
                      <w:ilvl w:val="0"/>
                      <w:numId w:val="17"/>
                    </w:numPr>
                    <w:tabs>
                      <w:tab w:val="left" w:pos="1303"/>
                    </w:tabs>
                    <w:spacing w:after="0" w:line="274" w:lineRule="exact"/>
                    <w:ind w:left="360" w:right="660" w:firstLine="560"/>
                    <w:jc w:val="both"/>
                  </w:pPr>
                  <w:r>
                    <w:rPr>
                      <w:rStyle w:val="CharStyle4"/>
                    </w:rPr>
                    <w:tab/>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9F3C5C" w:rsidRDefault="009F3C5C">
                  <w:pPr>
                    <w:pStyle w:val="2"/>
                    <w:numPr>
                      <w:ilvl w:val="0"/>
                      <w:numId w:val="17"/>
                    </w:numPr>
                    <w:tabs>
                      <w:tab w:val="left" w:pos="1303"/>
                    </w:tabs>
                    <w:spacing w:after="0" w:line="274" w:lineRule="exact"/>
                    <w:ind w:left="360" w:right="660" w:firstLine="560"/>
                    <w:jc w:val="both"/>
                  </w:pPr>
                  <w:r>
                    <w:rPr>
                      <w:rStyle w:val="CharStyle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F3C5C" w:rsidRDefault="009F3C5C">
                  <w:pPr>
                    <w:pStyle w:val="2"/>
                    <w:tabs>
                      <w:tab w:val="left" w:pos="1364"/>
                    </w:tabs>
                    <w:spacing w:after="0" w:line="274" w:lineRule="exact"/>
                    <w:ind w:left="360" w:right="660" w:firstLine="560"/>
                    <w:jc w:val="both"/>
                  </w:pPr>
                  <w:r>
                    <w:rPr>
                      <w:rStyle w:val="CharStyle4"/>
                    </w:rPr>
                    <w:t>20.</w:t>
                  </w:r>
                  <w:r>
                    <w:rPr>
                      <w:rStyle w:val="CharStyle4"/>
                    </w:rPr>
                    <w:tab/>
                    <w:t>Разрешенные виды использования земельных участков и объектов капитального строительства могут быть указаны в градостроительном регламенте дифференцированно - с учетом допустимости их применения, в различных частях (в том числе, уровнях) здания или участка.</w:t>
                  </w:r>
                </w:p>
                <w:p w:rsidR="009F3C5C" w:rsidRDefault="009F3C5C">
                  <w:pPr>
                    <w:pStyle w:val="2"/>
                    <w:tabs>
                      <w:tab w:val="left" w:pos="1591"/>
                    </w:tabs>
                    <w:spacing w:after="0" w:line="274" w:lineRule="exact"/>
                    <w:ind w:left="360" w:right="660" w:firstLine="560"/>
                    <w:jc w:val="both"/>
                  </w:pPr>
                  <w:r>
                    <w:rPr>
                      <w:rStyle w:val="CharStyle4"/>
                    </w:rPr>
                    <w:t>21.</w:t>
                  </w:r>
                  <w:r>
                    <w:rPr>
                      <w:rStyle w:val="CharStyle4"/>
                    </w:rPr>
                    <w:tab/>
                    <w:t>Наряду с основными и условно разрешенными видами использования, перечисленными в составе градостроительного регламента, дополнительно к ним и осуществляемые совместно с ними, на территории одного земельного участка могут применяться вспомогательные виды разрешенного использования.</w:t>
                  </w:r>
                </w:p>
              </w:txbxContent>
            </v:textbox>
            <w10:wrap type="square" anchorx="page" anchory="page"/>
          </v:rect>
        </w:pict>
      </w:r>
    </w:p>
    <w:p w:rsidR="009F3C5C" w:rsidRDefault="009F3C5C">
      <w:pPr>
        <w:pStyle w:val="Standard"/>
        <w:rPr>
          <w:sz w:val="2"/>
          <w:szCs w:val="2"/>
        </w:rPr>
        <w:sectPr w:rsidR="009F3C5C">
          <w:headerReference w:type="default" r:id="rId53"/>
          <w:footerReference w:type="default" r:id="rId54"/>
          <w:pgSz w:w="11906" w:h="16838"/>
          <w:pgMar w:top="360" w:right="360" w:bottom="360" w:left="360" w:header="0" w:footer="0" w:gutter="0"/>
          <w:cols w:space="720"/>
          <w:formProt w:val="0"/>
          <w:docGrid w:linePitch="240" w:charSpace="-6145"/>
        </w:sectPr>
      </w:pPr>
      <w:r>
        <w:rPr>
          <w:noProof/>
          <w:lang w:eastAsia="ru-RU" w:bidi="ar-SA"/>
        </w:rPr>
        <w:pict>
          <v:rect id="25" o:spid="_x0000_s1050" style="position:absolute;margin-left:65.65pt;margin-top:34pt;width:496.25pt;height:679.85pt;z-index:251682816;mso-position-horizontal-relative:page;mso-position-vertical-relative:page" filled="f" stroked="f" strokecolor="#3465a4">
            <v:fill o:detectmouseclick="t"/>
            <v:stroke joinstyle="round"/>
            <v:textbox>
              <w:txbxContent>
                <w:p w:rsidR="009F3C5C" w:rsidRDefault="009F3C5C">
                  <w:pPr>
                    <w:pStyle w:val="2"/>
                    <w:tabs>
                      <w:tab w:val="left" w:pos="1441"/>
                    </w:tabs>
                    <w:spacing w:after="0" w:line="274" w:lineRule="exact"/>
                    <w:ind w:left="360" w:right="660" w:firstLine="560"/>
                    <w:jc w:val="both"/>
                  </w:pPr>
                  <w:r>
                    <w:rPr>
                      <w:rStyle w:val="CharStyle4"/>
                    </w:rPr>
                    <w:t>22.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 за исключением случая, когда по последствиям их применения для характеристик городской среды они могут быть признаны аналогичными иным разрешенным видам использования указанным в составе градостроительного регламента соответствующей территориальной зоны.</w:t>
                  </w:r>
                </w:p>
                <w:p w:rsidR="009F3C5C" w:rsidRDefault="009F3C5C">
                  <w:pPr>
                    <w:pStyle w:val="2"/>
                    <w:tabs>
                      <w:tab w:val="left" w:pos="1441"/>
                    </w:tabs>
                    <w:spacing w:after="0" w:line="274" w:lineRule="exact"/>
                    <w:ind w:left="360" w:right="660" w:firstLine="560"/>
                    <w:jc w:val="both"/>
                  </w:pPr>
                  <w:r>
                    <w:rPr>
                      <w:rStyle w:val="CharStyle4"/>
                    </w:rPr>
                    <w:t>23. Условно разрешенный вид использования земельного участка (объекта капитального строительства) означает, что для его применения необходимо получение соответствующего решения главы сельского поселения Петровский сельсовет муниципального района Ишимбайский район Республики Башкортостан, принятого в соответствии со ст. 39 Градостроительного кодекса РФ.</w:t>
                  </w:r>
                </w:p>
                <w:p w:rsidR="009F3C5C" w:rsidRDefault="009F3C5C">
                  <w:pPr>
                    <w:pStyle w:val="2"/>
                    <w:tabs>
                      <w:tab w:val="left" w:pos="1441"/>
                    </w:tabs>
                    <w:spacing w:after="0" w:line="274" w:lineRule="exact"/>
                    <w:ind w:left="360" w:right="660" w:firstLine="560"/>
                    <w:jc w:val="both"/>
                  </w:pPr>
                  <w:r>
                    <w:rPr>
                      <w:rStyle w:val="CharStyle4"/>
                    </w:rPr>
                    <w:t>24. Размещение в границах земельных участков инженерно-технических объектов, сооружений и коммуникаций (электро-, водо-, газоснабжения, канализования,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технических регламентов.</w:t>
                  </w:r>
                </w:p>
                <w:p w:rsidR="009F3C5C" w:rsidRDefault="009F3C5C">
                  <w:pPr>
                    <w:pStyle w:val="2"/>
                    <w:tabs>
                      <w:tab w:val="left" w:pos="1570"/>
                    </w:tabs>
                    <w:spacing w:after="0" w:line="274" w:lineRule="exact"/>
                    <w:ind w:left="360" w:right="660" w:firstLine="560"/>
                    <w:jc w:val="both"/>
                  </w:pPr>
                  <w:r>
                    <w:rPr>
                      <w:rStyle w:val="CharStyle4"/>
                    </w:rPr>
                    <w:t>25.</w:t>
                  </w:r>
                  <w:r>
                    <w:rPr>
                      <w:rStyle w:val="CharStyle4"/>
                    </w:rPr>
                    <w:tab/>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или выделенной в ней подзоны, если иное специально не оговорено в составе регламента.</w:t>
                  </w:r>
                </w:p>
                <w:p w:rsidR="009F3C5C" w:rsidRDefault="009F3C5C">
                  <w:pPr>
                    <w:pStyle w:val="2"/>
                    <w:tabs>
                      <w:tab w:val="left" w:pos="1441"/>
                    </w:tabs>
                    <w:spacing w:after="0" w:line="274" w:lineRule="exact"/>
                    <w:ind w:left="360" w:right="660" w:firstLine="560"/>
                    <w:jc w:val="both"/>
                  </w:pPr>
                  <w:r>
                    <w:rPr>
                      <w:rStyle w:val="CharStyle4"/>
                    </w:rPr>
                    <w:t>26.</w:t>
                  </w:r>
                  <w:r>
                    <w:rPr>
                      <w:rStyle w:val="CharStyle4"/>
                    </w:rPr>
                    <w:tab/>
                    <w:t>Градостроительные регламенты подзон, отображенных на карте градостроительного зонирования, отличаются от градостроительного регламента территориальных зон, в границах которых они расположены, по предельным размерам земельных участков и/или предельным параметрам разрешенного строительства, реконструкции объектов капитального строительства, и/или сочетаниями таких размеров и параметров. Указанные отличия отображаются в составе градостроительного регламента выделенных подзон территориальных зон.</w:t>
                  </w:r>
                </w:p>
                <w:p w:rsidR="009F3C5C" w:rsidRDefault="009F3C5C">
                  <w:pPr>
                    <w:pStyle w:val="2"/>
                    <w:tabs>
                      <w:tab w:val="left" w:pos="1570"/>
                    </w:tabs>
                    <w:spacing w:after="0" w:line="274" w:lineRule="exact"/>
                    <w:ind w:left="360" w:right="660" w:firstLine="560"/>
                    <w:jc w:val="both"/>
                  </w:pPr>
                  <w:r>
                    <w:rPr>
                      <w:rStyle w:val="CharStyle4"/>
                    </w:rPr>
                    <w:t>27.</w:t>
                  </w:r>
                  <w:r>
                    <w:rPr>
                      <w:rStyle w:val="CharStyle4"/>
                    </w:rPr>
                    <w:tab/>
                    <w:t>Содержание ограничений, установленных в соответствии с законодательством Российской Федерации и Республики Башкортостан в отношении использования земельных участков и объектов капитального строительства, в составе градостроительного регламента определено на основе положений нормативных правовых актов органов местного самоуправления, установивших эти ограничения, в том числе на основе сведений о режимах зон с особыми условиями использования территорий.</w:t>
                  </w:r>
                </w:p>
                <w:p w:rsidR="009F3C5C" w:rsidRDefault="009F3C5C">
                  <w:pPr>
                    <w:pStyle w:val="2"/>
                    <w:spacing w:after="0" w:line="274" w:lineRule="exact"/>
                    <w:ind w:left="360" w:right="660" w:firstLine="560"/>
                    <w:jc w:val="both"/>
                  </w:pPr>
                  <w:r>
                    <w:rPr>
                      <w:rStyle w:val="CharStyle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уполномоченными исполнительными органами местного самоуправления дополнительных требований к его использованию, подлежащих соблюдению при разработке проектной документации.</w:t>
                  </w:r>
                </w:p>
              </w:txbxContent>
            </v:textbox>
            <w10:wrap type="square" anchorx="page" anchory="page"/>
          </v:rect>
        </w:pict>
      </w:r>
    </w:p>
    <w:p w:rsidR="009F3C5C" w:rsidRDefault="009F3C5C">
      <w:pPr>
        <w:pStyle w:val="Standard"/>
        <w:rPr>
          <w:sz w:val="2"/>
          <w:szCs w:val="2"/>
        </w:rPr>
        <w:sectPr w:rsidR="009F3C5C">
          <w:headerReference w:type="default" r:id="rId55"/>
          <w:footerReference w:type="default" r:id="rId56"/>
          <w:pgSz w:w="11906" w:h="16838"/>
          <w:pgMar w:top="360" w:right="360" w:bottom="360" w:left="360" w:header="0" w:footer="0" w:gutter="0"/>
          <w:cols w:space="720"/>
          <w:formProt w:val="0"/>
          <w:docGrid w:linePitch="240" w:charSpace="-6145"/>
        </w:sectPr>
      </w:pPr>
      <w:r>
        <w:rPr>
          <w:noProof/>
          <w:lang w:eastAsia="ru-RU" w:bidi="ar-SA"/>
        </w:rPr>
        <w:pict>
          <v:rect id="26" o:spid="_x0000_s1051" style="position:absolute;margin-left:65.65pt;margin-top:34.2pt;width:496.25pt;height:665.7pt;z-index:251683840;mso-position-horizontal-relative:page;mso-position-vertical-relative:page" filled="f" stroked="f" strokecolor="#3465a4">
            <v:fill o:detectmouseclick="t"/>
            <v:stroke joinstyle="round"/>
            <v:textbox>
              <w:txbxContent>
                <w:p w:rsidR="009F3C5C" w:rsidRDefault="009F3C5C">
                  <w:pPr>
                    <w:pStyle w:val="2"/>
                    <w:tabs>
                      <w:tab w:val="left" w:pos="1380"/>
                    </w:tabs>
                    <w:spacing w:after="0" w:line="274" w:lineRule="exact"/>
                    <w:ind w:left="360" w:right="660" w:firstLine="560"/>
                    <w:jc w:val="both"/>
                  </w:pPr>
                  <w:r>
                    <w:rPr>
                      <w:rStyle w:val="CharStyle4"/>
                    </w:rPr>
                    <w:t>28. Если на момент введения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Республики Башкортостан.</w:t>
                  </w:r>
                </w:p>
                <w:p w:rsidR="009F3C5C" w:rsidRDefault="009F3C5C">
                  <w:pPr>
                    <w:pStyle w:val="2"/>
                    <w:spacing w:after="0" w:line="274" w:lineRule="exact"/>
                    <w:ind w:left="360" w:right="660" w:firstLine="560"/>
                    <w:jc w:val="both"/>
                  </w:pPr>
                  <w:r>
                    <w:rPr>
                      <w:rStyle w:val="CharStyle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 в соответствии с главой 6 раздела I настоящих Правил.</w:t>
                  </w:r>
                </w:p>
                <w:p w:rsidR="009F3C5C" w:rsidRDefault="009F3C5C">
                  <w:pPr>
                    <w:pStyle w:val="2"/>
                    <w:tabs>
                      <w:tab w:val="left" w:pos="1536"/>
                    </w:tabs>
                    <w:spacing w:after="236" w:line="274" w:lineRule="exact"/>
                    <w:ind w:left="360" w:right="660" w:firstLine="560"/>
                    <w:jc w:val="both"/>
                  </w:pPr>
                  <w:r>
                    <w:rPr>
                      <w:rStyle w:val="CharStyle4"/>
                    </w:rPr>
                    <w:t>29.</w:t>
                  </w:r>
                  <w:r>
                    <w:rPr>
                      <w:rStyle w:val="CharStyle4"/>
                    </w:rPr>
                    <w:tab/>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F3C5C" w:rsidRDefault="009F3C5C">
                  <w:pPr>
                    <w:pStyle w:val="2"/>
                    <w:tabs>
                      <w:tab w:val="left" w:pos="1393"/>
                    </w:tabs>
                    <w:spacing w:after="244" w:line="278" w:lineRule="exact"/>
                    <w:ind w:left="360" w:right="660" w:firstLine="560"/>
                    <w:jc w:val="both"/>
                  </w:pPr>
                  <w:r>
                    <w:rPr>
                      <w:rStyle w:val="CharStyle4"/>
                      <w:b/>
                      <w:bCs/>
                    </w:rPr>
                    <w:t>1.4</w:t>
                  </w:r>
                  <w:r>
                    <w:rPr>
                      <w:rStyle w:val="CharStyle4"/>
                      <w:b/>
                      <w:bCs/>
                    </w:rPr>
                    <w:tab/>
                    <w:t>Открытость и доступность информации о землепользовании и застройке</w:t>
                  </w:r>
                </w:p>
                <w:p w:rsidR="009F3C5C" w:rsidRDefault="009F3C5C">
                  <w:pPr>
                    <w:pStyle w:val="2"/>
                    <w:numPr>
                      <w:ilvl w:val="0"/>
                      <w:numId w:val="18"/>
                    </w:numPr>
                    <w:tabs>
                      <w:tab w:val="left" w:pos="1380"/>
                    </w:tabs>
                    <w:spacing w:after="0" w:line="274" w:lineRule="exact"/>
                    <w:ind w:left="360" w:right="660" w:firstLine="560"/>
                    <w:jc w:val="both"/>
                  </w:pPr>
                  <w:r>
                    <w:rPr>
                      <w:rStyle w:val="CharStyle4"/>
                    </w:rPr>
                    <w:tab/>
                    <w:t>Настоящие Правила, включая входящие в их состав схемы, картографические и иные докумен 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9F3C5C" w:rsidRDefault="009F3C5C">
                  <w:pPr>
                    <w:pStyle w:val="2"/>
                    <w:numPr>
                      <w:ilvl w:val="0"/>
                      <w:numId w:val="18"/>
                    </w:numPr>
                    <w:tabs>
                      <w:tab w:val="left" w:pos="1380"/>
                    </w:tabs>
                    <w:spacing w:after="0" w:line="274" w:lineRule="exact"/>
                    <w:ind w:left="360" w:right="660" w:firstLine="560"/>
                    <w:jc w:val="both"/>
                  </w:pPr>
                  <w:r>
                    <w:rPr>
                      <w:rStyle w:val="CharStyle4"/>
                    </w:rPr>
                    <w:tab/>
                    <w:t>Администрация муниципального района Ишимбайский район Республики Башкортостан обеспечивает возможность ознакомления с настоящими Правилами путем:</w:t>
                  </w:r>
                </w:p>
                <w:p w:rsidR="009F3C5C" w:rsidRDefault="009F3C5C">
                  <w:pPr>
                    <w:pStyle w:val="2"/>
                    <w:numPr>
                      <w:ilvl w:val="0"/>
                      <w:numId w:val="19"/>
                    </w:numPr>
                    <w:tabs>
                      <w:tab w:val="left" w:pos="1168"/>
                    </w:tabs>
                    <w:spacing w:after="0" w:line="274" w:lineRule="exact"/>
                    <w:ind w:left="360" w:firstLine="560"/>
                    <w:jc w:val="both"/>
                  </w:pPr>
                  <w:r>
                    <w:rPr>
                      <w:rStyle w:val="CharStyle4"/>
                    </w:rPr>
                    <w:tab/>
                    <w:t>публикации настоящих Правил в средствах массовой информации;</w:t>
                  </w:r>
                </w:p>
                <w:p w:rsidR="009F3C5C" w:rsidRDefault="009F3C5C">
                  <w:pPr>
                    <w:pStyle w:val="2"/>
                    <w:numPr>
                      <w:ilvl w:val="0"/>
                      <w:numId w:val="2"/>
                    </w:numPr>
                    <w:tabs>
                      <w:tab w:val="left" w:pos="1168"/>
                    </w:tabs>
                    <w:spacing w:after="0" w:line="274" w:lineRule="exact"/>
                    <w:ind w:left="360" w:firstLine="560"/>
                    <w:jc w:val="both"/>
                  </w:pPr>
                  <w:r>
                    <w:rPr>
                      <w:rStyle w:val="CharStyle4"/>
                    </w:rPr>
                    <w:tab/>
                    <w:t>помещения настоящих Правил в сети Интернет на официальном сайте;</w:t>
                  </w:r>
                </w:p>
                <w:p w:rsidR="009F3C5C" w:rsidRDefault="009F3C5C">
                  <w:pPr>
                    <w:pStyle w:val="2"/>
                    <w:numPr>
                      <w:ilvl w:val="0"/>
                      <w:numId w:val="2"/>
                    </w:numPr>
                    <w:tabs>
                      <w:tab w:val="left" w:pos="1168"/>
                    </w:tabs>
                    <w:spacing w:after="0" w:line="274" w:lineRule="exact"/>
                    <w:ind w:left="360" w:right="660" w:firstLine="560"/>
                    <w:jc w:val="both"/>
                  </w:pPr>
                  <w:r>
                    <w:rPr>
                      <w:rStyle w:val="CharStyle4"/>
                    </w:rPr>
                    <w:tab/>
                    <w:t>создания условий для ознакомления с настоящими Правилами в полном комплекте входящих в них текстовых и картографических материалов в отделе архитектуры и градостроительства администрации муниципального района Ишимбайский район Республики Башкортостан, иных органах и организациях, причастных к регулированию землепользования и застройки в сельском поселении Петровский сельсовет;</w:t>
                  </w:r>
                </w:p>
                <w:p w:rsidR="009F3C5C" w:rsidRDefault="009F3C5C">
                  <w:pPr>
                    <w:pStyle w:val="2"/>
                    <w:numPr>
                      <w:ilvl w:val="0"/>
                      <w:numId w:val="2"/>
                    </w:numPr>
                    <w:spacing w:after="0" w:line="274" w:lineRule="exact"/>
                    <w:ind w:left="360" w:right="660" w:firstLine="560"/>
                    <w:jc w:val="both"/>
                  </w:pPr>
                  <w:r>
                    <w:rPr>
                      <w:rStyle w:val="CharStyle4"/>
                    </w:rPr>
                    <w:t xml:space="preserve"> предоставления физическим и юридическим лицам выписок из настоящих Правил (градостроительных заключений), а также необходимых копий картографических документов (схем)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F3C5C" w:rsidRDefault="009F3C5C">
                  <w:pPr>
                    <w:pStyle w:val="2"/>
                    <w:spacing w:after="0" w:line="274" w:lineRule="exact"/>
                    <w:ind w:left="360" w:right="660" w:firstLine="560"/>
                    <w:jc w:val="both"/>
                  </w:pPr>
                  <w:r>
                    <w:rPr>
                      <w:rStyle w:val="CharStyle4"/>
                    </w:rPr>
                    <w:t>Стоимость указанных услуг не может превышать стоимость затрат на изготовление копий соответствующих материалов.</w:t>
                  </w:r>
                </w:p>
                <w:p w:rsidR="009F3C5C" w:rsidRDefault="009F3C5C">
                  <w:pPr>
                    <w:pStyle w:val="2"/>
                    <w:tabs>
                      <w:tab w:val="left" w:pos="1244"/>
                    </w:tabs>
                    <w:spacing w:after="0" w:line="274" w:lineRule="exact"/>
                    <w:ind w:left="360" w:right="660" w:firstLine="560"/>
                    <w:jc w:val="both"/>
                  </w:pPr>
                  <w:r>
                    <w:rPr>
                      <w:rStyle w:val="CharStyle4"/>
                    </w:rPr>
                    <w:t>3.</w:t>
                  </w:r>
                  <w:r>
                    <w:rPr>
                      <w:rStyle w:val="CharStyle4"/>
                    </w:rPr>
                    <w:tab/>
                    <w:t>Граждане имеют право участвовать в принятии решений по вопросам застройки и землепользования в соответствии с законодательством.</w:t>
                  </w:r>
                </w:p>
              </w:txbxContent>
            </v:textbox>
            <w10:wrap type="square" anchorx="page" anchory="page"/>
          </v:rect>
        </w:pict>
      </w:r>
    </w:p>
    <w:p w:rsidR="009F3C5C" w:rsidRDefault="009F3C5C">
      <w:pPr>
        <w:pStyle w:val="Standard"/>
        <w:rPr>
          <w:sz w:val="2"/>
          <w:szCs w:val="2"/>
        </w:rPr>
        <w:sectPr w:rsidR="009F3C5C">
          <w:headerReference w:type="default" r:id="rId57"/>
          <w:footerReference w:type="default" r:id="rId58"/>
          <w:pgSz w:w="11906" w:h="16838"/>
          <w:pgMar w:top="360" w:right="360" w:bottom="360" w:left="360" w:header="0" w:footer="0" w:gutter="0"/>
          <w:cols w:space="720"/>
          <w:formProt w:val="0"/>
          <w:docGrid w:linePitch="240" w:charSpace="-6145"/>
        </w:sectPr>
      </w:pPr>
      <w:r>
        <w:rPr>
          <w:noProof/>
          <w:lang w:eastAsia="ru-RU" w:bidi="ar-SA"/>
        </w:rPr>
        <w:pict>
          <v:rect id="27" o:spid="_x0000_s1052" style="position:absolute;margin-left:65.65pt;margin-top:34.2pt;width:496.25pt;height:693.5pt;z-index:251684864;mso-position-horizontal-relative:page;mso-position-vertical-relative:page" filled="f" stroked="f" strokecolor="#3465a4">
            <v:fill o:detectmouseclick="t"/>
            <v:stroke joinstyle="round"/>
            <v:textbox>
              <w:txbxContent>
                <w:p w:rsidR="009F3C5C" w:rsidRDefault="009F3C5C">
                  <w:pPr>
                    <w:pStyle w:val="2"/>
                    <w:tabs>
                      <w:tab w:val="left" w:pos="1738"/>
                    </w:tabs>
                    <w:spacing w:after="0" w:line="274" w:lineRule="exact"/>
                    <w:ind w:left="360" w:right="660" w:firstLine="560"/>
                    <w:jc w:val="both"/>
                  </w:pPr>
                  <w:r>
                    <w:rPr>
                      <w:rStyle w:val="CharStyle4"/>
                      <w:b/>
                      <w:bCs/>
                    </w:rPr>
                    <w:t>1.5</w:t>
                  </w:r>
                  <w:r>
                    <w:rPr>
                      <w:rStyle w:val="CharStyle4"/>
                      <w:b/>
                      <w:bCs/>
                    </w:rPr>
                    <w:tab/>
                    <w:t>Градостроительное зонирование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20"/>
                    </w:numPr>
                    <w:tabs>
                      <w:tab w:val="left" w:pos="1264"/>
                    </w:tabs>
                    <w:spacing w:after="0" w:line="274" w:lineRule="exact"/>
                    <w:ind w:left="360" w:right="660" w:firstLine="560"/>
                    <w:jc w:val="both"/>
                  </w:pPr>
                  <w:r>
                    <w:rPr>
                      <w:rStyle w:val="CharStyle4"/>
                    </w:rPr>
                    <w:tab/>
                    <w:t>В соответствии с градостроительным зонированием на территории сельского поселения Петровский сельсовет муниципального района Ишимбайский район РБ установлены территориальные зоны и зоны с особыми условиями использования территории.</w:t>
                  </w:r>
                </w:p>
                <w:p w:rsidR="009F3C5C" w:rsidRDefault="009F3C5C">
                  <w:pPr>
                    <w:pStyle w:val="2"/>
                    <w:numPr>
                      <w:ilvl w:val="0"/>
                      <w:numId w:val="20"/>
                    </w:numPr>
                    <w:tabs>
                      <w:tab w:val="left" w:pos="1264"/>
                    </w:tabs>
                    <w:spacing w:after="0" w:line="274" w:lineRule="exact"/>
                    <w:ind w:left="360" w:right="660" w:firstLine="560"/>
                    <w:jc w:val="both"/>
                  </w:pPr>
                  <w:r>
                    <w:rPr>
                      <w:rStyle w:val="CharStyle4"/>
                    </w:rPr>
                    <w:tab/>
                    <w:t>Границы территориальных зон и зон с особыми условиями использования территории отображены в графическом виде.</w:t>
                  </w:r>
                </w:p>
                <w:p w:rsidR="009F3C5C" w:rsidRDefault="009F3C5C">
                  <w:pPr>
                    <w:pStyle w:val="2"/>
                    <w:numPr>
                      <w:ilvl w:val="0"/>
                      <w:numId w:val="20"/>
                    </w:numPr>
                    <w:tabs>
                      <w:tab w:val="left" w:pos="1264"/>
                    </w:tabs>
                    <w:spacing w:after="0" w:line="274" w:lineRule="exact"/>
                    <w:ind w:left="360" w:right="660" w:firstLine="560"/>
                    <w:jc w:val="both"/>
                  </w:pPr>
                  <w:r>
                    <w:rPr>
                      <w:rStyle w:val="CharStyle4"/>
                    </w:rPr>
                    <w:tab/>
                    <w:t>Перечень территориальных зон и подзон, отображённых на карте градостроительного зонирования содержащий наименования и кодовые обозначения зон (а также подзон в их составе, сгруппированных по видам), и указание целей выделения зон (а также подзон в их составе), приведён в главе 14 раздела II; перечень зон с особыми условиями использования территорий по природно-экологическим и санитарно-гигиеническим требованиям приведен в главе 16 раздела II Правил; перечень зон с особыми условиями использования территории установленных в части границ территорий объектов культурного наследия (зоны охраны объектов культурного наследия) и зон особого регулирования градостроительной деятельности приведен в главе 17 раздела II Правил.</w:t>
                  </w:r>
                </w:p>
                <w:p w:rsidR="009F3C5C" w:rsidRDefault="009F3C5C">
                  <w:pPr>
                    <w:pStyle w:val="2"/>
                    <w:numPr>
                      <w:ilvl w:val="0"/>
                      <w:numId w:val="20"/>
                    </w:numPr>
                    <w:tabs>
                      <w:tab w:val="left" w:pos="1264"/>
                    </w:tabs>
                    <w:spacing w:after="0" w:line="274" w:lineRule="exact"/>
                    <w:ind w:left="360" w:right="660" w:firstLine="560"/>
                    <w:jc w:val="both"/>
                  </w:pPr>
                  <w:r>
                    <w:rPr>
                      <w:rStyle w:val="CharStyle4"/>
                    </w:rPr>
                    <w:tab/>
                    <w:t>В графическом виде границы территориальных зон и зоны с особыми условиями использования территории отображены на Карте градостроительного зонирования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6694"/>
                    </w:tabs>
                    <w:spacing w:after="0" w:line="274" w:lineRule="exact"/>
                    <w:ind w:left="360" w:firstLine="560"/>
                    <w:jc w:val="both"/>
                  </w:pPr>
                  <w:r>
                    <w:rPr>
                      <w:rStyle w:val="CharStyle4"/>
                    </w:rPr>
                    <w:t>Карта градостроительного зонирования</w:t>
                  </w:r>
                  <w:r>
                    <w:rPr>
                      <w:rStyle w:val="CharStyle4"/>
                    </w:rPr>
                    <w:tab/>
                    <w:t>сельского поселения</w:t>
                  </w:r>
                </w:p>
                <w:p w:rsidR="009F3C5C" w:rsidRDefault="009F3C5C">
                  <w:pPr>
                    <w:pStyle w:val="2"/>
                    <w:tabs>
                      <w:tab w:val="right" w:pos="3389"/>
                      <w:tab w:val="left" w:pos="3534"/>
                      <w:tab w:val="left" w:pos="5630"/>
                      <w:tab w:val="right" w:pos="8400"/>
                      <w:tab w:val="right" w:pos="9264"/>
                    </w:tabs>
                    <w:spacing w:after="0" w:line="274" w:lineRule="exact"/>
                    <w:ind w:left="360"/>
                    <w:jc w:val="both"/>
                  </w:pPr>
                  <w:r>
                    <w:rPr>
                      <w:rStyle w:val="CharStyle4"/>
                    </w:rPr>
                    <w:t>Петровский</w:t>
                  </w:r>
                  <w:r>
                    <w:rPr>
                      <w:rStyle w:val="CharStyle4"/>
                    </w:rPr>
                    <w:tab/>
                    <w:t>сельсовет</w:t>
                  </w:r>
                  <w:r>
                    <w:rPr>
                      <w:rStyle w:val="CharStyle4"/>
                    </w:rPr>
                    <w:tab/>
                    <w:t>муниципального</w:t>
                  </w:r>
                  <w:r>
                    <w:rPr>
                      <w:rStyle w:val="CharStyle4"/>
                    </w:rPr>
                    <w:tab/>
                    <w:t>района</w:t>
                  </w:r>
                  <w:r>
                    <w:rPr>
                      <w:rStyle w:val="CharStyle4"/>
                    </w:rPr>
                    <w:tab/>
                    <w:t>Ишимбайский</w:t>
                  </w:r>
                  <w:r>
                    <w:rPr>
                      <w:rStyle w:val="CharStyle4"/>
                    </w:rPr>
                    <w:tab/>
                    <w:t>район</w:t>
                  </w:r>
                </w:p>
                <w:p w:rsidR="009F3C5C" w:rsidRDefault="009F3C5C">
                  <w:pPr>
                    <w:pStyle w:val="2"/>
                    <w:spacing w:after="0" w:line="274" w:lineRule="exact"/>
                    <w:ind w:left="360"/>
                    <w:jc w:val="both"/>
                  </w:pPr>
                  <w:r>
                    <w:rPr>
                      <w:rStyle w:val="CharStyle4"/>
                    </w:rPr>
                    <w:t>Республики Башкортостан включает в себя:</w:t>
                  </w:r>
                </w:p>
                <w:p w:rsidR="009F3C5C" w:rsidRDefault="009F3C5C">
                  <w:pPr>
                    <w:pStyle w:val="2"/>
                    <w:numPr>
                      <w:ilvl w:val="0"/>
                      <w:numId w:val="21"/>
                    </w:numPr>
                    <w:tabs>
                      <w:tab w:val="left" w:pos="1264"/>
                      <w:tab w:val="left" w:pos="2057"/>
                      <w:tab w:val="right" w:pos="6085"/>
                      <w:tab w:val="right" w:pos="7928"/>
                      <w:tab w:val="right" w:pos="9264"/>
                    </w:tabs>
                    <w:spacing w:after="0" w:line="274" w:lineRule="exact"/>
                    <w:ind w:left="360" w:firstLine="560"/>
                    <w:jc w:val="both"/>
                  </w:pPr>
                  <w:r>
                    <w:rPr>
                      <w:rStyle w:val="CharStyle4"/>
                    </w:rPr>
                    <w:tab/>
                    <w:t>карту</w:t>
                  </w:r>
                  <w:r>
                    <w:rPr>
                      <w:rStyle w:val="CharStyle4"/>
                    </w:rPr>
                    <w:tab/>
                    <w:t>градостроительного</w:t>
                  </w:r>
                  <w:r>
                    <w:rPr>
                      <w:rStyle w:val="CharStyle4"/>
                    </w:rPr>
                    <w:tab/>
                    <w:t>зонирования</w:t>
                  </w:r>
                  <w:r>
                    <w:rPr>
                      <w:rStyle w:val="CharStyle4"/>
                    </w:rPr>
                    <w:tab/>
                    <w:t>сельского</w:t>
                  </w:r>
                  <w:r>
                    <w:rPr>
                      <w:rStyle w:val="CharStyle4"/>
                    </w:rPr>
                    <w:tab/>
                    <w:t>поселения</w:t>
                  </w:r>
                </w:p>
                <w:p w:rsidR="009F3C5C" w:rsidRDefault="009F3C5C">
                  <w:pPr>
                    <w:pStyle w:val="2"/>
                    <w:tabs>
                      <w:tab w:val="right" w:pos="3389"/>
                      <w:tab w:val="left" w:pos="3534"/>
                      <w:tab w:val="left" w:pos="5630"/>
                      <w:tab w:val="right" w:pos="8400"/>
                      <w:tab w:val="right" w:pos="9264"/>
                    </w:tabs>
                    <w:spacing w:after="0" w:line="274" w:lineRule="exact"/>
                    <w:ind w:left="360"/>
                    <w:jc w:val="both"/>
                  </w:pPr>
                  <w:r>
                    <w:rPr>
                      <w:rStyle w:val="CharStyle4"/>
                    </w:rPr>
                    <w:t>Петровский</w:t>
                  </w:r>
                  <w:r>
                    <w:rPr>
                      <w:rStyle w:val="CharStyle4"/>
                    </w:rPr>
                    <w:tab/>
                    <w:t>сельсовет</w:t>
                  </w:r>
                  <w:r>
                    <w:rPr>
                      <w:rStyle w:val="CharStyle4"/>
                    </w:rPr>
                    <w:tab/>
                    <w:t>муниципального</w:t>
                  </w:r>
                  <w:r>
                    <w:rPr>
                      <w:rStyle w:val="CharStyle4"/>
                    </w:rPr>
                    <w:tab/>
                    <w:t>района</w:t>
                  </w:r>
                  <w:r>
                    <w:rPr>
                      <w:rStyle w:val="CharStyle4"/>
                    </w:rPr>
                    <w:tab/>
                    <w:t>Ишимбайский</w:t>
                  </w:r>
                  <w:r>
                    <w:rPr>
                      <w:rStyle w:val="CharStyle4"/>
                    </w:rPr>
                    <w:tab/>
                    <w:t>район</w:t>
                  </w:r>
                </w:p>
                <w:p w:rsidR="009F3C5C" w:rsidRDefault="009F3C5C">
                  <w:pPr>
                    <w:pStyle w:val="2"/>
                    <w:spacing w:after="0" w:line="274" w:lineRule="exact"/>
                    <w:ind w:left="360"/>
                    <w:jc w:val="both"/>
                  </w:pPr>
                  <w:r>
                    <w:rPr>
                      <w:rStyle w:val="CharStyle4"/>
                    </w:rPr>
                    <w:t>Республики Башкортостан в части границ территориальных зон;</w:t>
                  </w:r>
                </w:p>
                <w:p w:rsidR="009F3C5C" w:rsidRDefault="009F3C5C">
                  <w:pPr>
                    <w:pStyle w:val="2"/>
                    <w:numPr>
                      <w:ilvl w:val="0"/>
                      <w:numId w:val="2"/>
                    </w:numPr>
                    <w:tabs>
                      <w:tab w:val="left" w:pos="1264"/>
                      <w:tab w:val="left" w:pos="2057"/>
                      <w:tab w:val="right" w:pos="6085"/>
                      <w:tab w:val="right" w:pos="7928"/>
                      <w:tab w:val="right" w:pos="9264"/>
                    </w:tabs>
                    <w:spacing w:after="0" w:line="274" w:lineRule="exact"/>
                    <w:ind w:left="360" w:firstLine="560"/>
                    <w:jc w:val="both"/>
                  </w:pPr>
                  <w:r>
                    <w:rPr>
                      <w:rStyle w:val="CharStyle4"/>
                    </w:rPr>
                    <w:tab/>
                    <w:t>карты</w:t>
                  </w:r>
                  <w:r>
                    <w:rPr>
                      <w:rStyle w:val="CharStyle4"/>
                    </w:rPr>
                    <w:tab/>
                    <w:t>градостроительного</w:t>
                  </w:r>
                  <w:r>
                    <w:rPr>
                      <w:rStyle w:val="CharStyle4"/>
                    </w:rPr>
                    <w:tab/>
                    <w:t>зонирования</w:t>
                  </w:r>
                  <w:r>
                    <w:rPr>
                      <w:rStyle w:val="CharStyle4"/>
                    </w:rPr>
                    <w:tab/>
                    <w:t>сельского</w:t>
                  </w:r>
                  <w:r>
                    <w:rPr>
                      <w:rStyle w:val="CharStyle4"/>
                    </w:rPr>
                    <w:tab/>
                    <w:t>поселения</w:t>
                  </w:r>
                </w:p>
                <w:p w:rsidR="009F3C5C" w:rsidRDefault="009F3C5C">
                  <w:pPr>
                    <w:pStyle w:val="2"/>
                    <w:spacing w:after="0" w:line="274" w:lineRule="exact"/>
                    <w:ind w:left="360" w:right="660"/>
                    <w:jc w:val="both"/>
                  </w:pPr>
                  <w:r>
                    <w:rPr>
                      <w:rStyle w:val="CharStyle4"/>
                    </w:rPr>
                    <w:t>Петровский сельсовет муниципального района Ишимбайский в части границ зон с особыми условиями использования территорий сельского поселения Петровский сельсовет муниципального района Ишимбайский по санитарно-гигиеническим и природно-экологическим требованиям;</w:t>
                  </w:r>
                </w:p>
                <w:p w:rsidR="009F3C5C" w:rsidRDefault="009F3C5C">
                  <w:pPr>
                    <w:pStyle w:val="2"/>
                    <w:numPr>
                      <w:ilvl w:val="0"/>
                      <w:numId w:val="2"/>
                    </w:numPr>
                    <w:tabs>
                      <w:tab w:val="left" w:pos="1264"/>
                      <w:tab w:val="left" w:pos="2057"/>
                      <w:tab w:val="right" w:pos="6085"/>
                      <w:tab w:val="right" w:pos="7928"/>
                      <w:tab w:val="right" w:pos="9264"/>
                    </w:tabs>
                    <w:spacing w:after="0" w:line="274" w:lineRule="exact"/>
                    <w:ind w:left="360" w:firstLine="560"/>
                    <w:jc w:val="both"/>
                  </w:pPr>
                  <w:r>
                    <w:rPr>
                      <w:rStyle w:val="CharStyle4"/>
                    </w:rPr>
                    <w:tab/>
                    <w:t>карту</w:t>
                  </w:r>
                  <w:r>
                    <w:rPr>
                      <w:rStyle w:val="CharStyle4"/>
                    </w:rPr>
                    <w:tab/>
                    <w:t>градостроительного</w:t>
                  </w:r>
                  <w:r>
                    <w:rPr>
                      <w:rStyle w:val="CharStyle4"/>
                    </w:rPr>
                    <w:tab/>
                    <w:t>зонирования</w:t>
                  </w:r>
                  <w:r>
                    <w:rPr>
                      <w:rStyle w:val="CharStyle4"/>
                    </w:rPr>
                    <w:tab/>
                    <w:t>сельского</w:t>
                  </w:r>
                  <w:r>
                    <w:rPr>
                      <w:rStyle w:val="CharStyle4"/>
                    </w:rPr>
                    <w:tab/>
                    <w:t>поселения</w:t>
                  </w:r>
                </w:p>
                <w:p w:rsidR="009F3C5C" w:rsidRDefault="009F3C5C">
                  <w:pPr>
                    <w:pStyle w:val="2"/>
                    <w:tabs>
                      <w:tab w:val="right" w:pos="3389"/>
                      <w:tab w:val="left" w:pos="3534"/>
                      <w:tab w:val="left" w:pos="5630"/>
                      <w:tab w:val="right" w:pos="8400"/>
                      <w:tab w:val="right" w:pos="9264"/>
                    </w:tabs>
                    <w:spacing w:after="0" w:line="274" w:lineRule="exact"/>
                    <w:ind w:left="360"/>
                    <w:jc w:val="both"/>
                  </w:pPr>
                  <w:r>
                    <w:rPr>
                      <w:rStyle w:val="CharStyle4"/>
                    </w:rPr>
                    <w:t>Петровский</w:t>
                  </w:r>
                  <w:r>
                    <w:rPr>
                      <w:rStyle w:val="CharStyle4"/>
                    </w:rPr>
                    <w:tab/>
                    <w:t>сельсовет</w:t>
                  </w:r>
                  <w:r>
                    <w:rPr>
                      <w:rStyle w:val="CharStyle4"/>
                    </w:rPr>
                    <w:tab/>
                    <w:t>муниципального</w:t>
                  </w:r>
                  <w:r>
                    <w:rPr>
                      <w:rStyle w:val="CharStyle4"/>
                    </w:rPr>
                    <w:tab/>
                    <w:t>района</w:t>
                  </w:r>
                  <w:r>
                    <w:rPr>
                      <w:rStyle w:val="CharStyle4"/>
                    </w:rPr>
                    <w:tab/>
                    <w:t>Ишимбайский</w:t>
                  </w:r>
                  <w:r>
                    <w:rPr>
                      <w:rStyle w:val="CharStyle4"/>
                    </w:rPr>
                    <w:tab/>
                    <w:t>район</w:t>
                  </w:r>
                </w:p>
                <w:p w:rsidR="009F3C5C" w:rsidRDefault="009F3C5C">
                  <w:pPr>
                    <w:pStyle w:val="2"/>
                    <w:spacing w:after="0" w:line="274" w:lineRule="exact"/>
                    <w:ind w:left="360" w:right="660"/>
                    <w:jc w:val="both"/>
                  </w:pPr>
                  <w:r>
                    <w:rPr>
                      <w:rStyle w:val="CharStyle4"/>
                    </w:rPr>
                    <w:t>Республики Башкортостан в части границ охраны объектов культурного наследия и границ зон особого регулирования градостроительной деятельности;</w:t>
                  </w:r>
                </w:p>
                <w:p w:rsidR="009F3C5C" w:rsidRDefault="009F3C5C">
                  <w:pPr>
                    <w:pStyle w:val="2"/>
                    <w:spacing w:after="0" w:line="274" w:lineRule="exact"/>
                    <w:ind w:left="360" w:right="660" w:firstLine="560"/>
                    <w:jc w:val="both"/>
                  </w:pPr>
                  <w:r>
                    <w:rPr>
                      <w:rStyle w:val="CharStyle4"/>
                    </w:rPr>
                    <w:t>На карте отображаются границы территориальных зон, кодовые обозначения территориальных зон и порядковый номер подзоны.</w:t>
                  </w:r>
                </w:p>
                <w:p w:rsidR="009F3C5C" w:rsidRDefault="009F3C5C">
                  <w:pPr>
                    <w:pStyle w:val="2"/>
                    <w:tabs>
                      <w:tab w:val="left" w:pos="1264"/>
                    </w:tabs>
                    <w:spacing w:after="0" w:line="274" w:lineRule="exact"/>
                    <w:ind w:left="360" w:right="660" w:firstLine="560"/>
                    <w:jc w:val="both"/>
                  </w:pPr>
                  <w:r>
                    <w:rPr>
                      <w:rStyle w:val="CharStyle4"/>
                    </w:rPr>
                    <w:t>5. Границы территориальных зон на карте градостроительного зонирования установлены по красным линиям, по границам земельных участков, зарегистрированных в государственном земельном кадастре, по условным линиям в увязке с границами функциональных зон утвержденного генерального плана сельского поселения Петровский сельсовет муниципального района Ишим- байский район Республики Башкортостан, по естественным границам природных объектов.</w:t>
                  </w:r>
                </w:p>
              </w:txbxContent>
            </v:textbox>
            <w10:wrap type="square" anchorx="page" anchory="page"/>
          </v:rect>
        </w:pict>
      </w:r>
    </w:p>
    <w:p w:rsidR="009F3C5C" w:rsidRDefault="009F3C5C">
      <w:pPr>
        <w:pStyle w:val="Standard"/>
        <w:rPr>
          <w:sz w:val="2"/>
          <w:szCs w:val="2"/>
        </w:rPr>
        <w:sectPr w:rsidR="009F3C5C">
          <w:headerReference w:type="default" r:id="rId59"/>
          <w:footerReference w:type="default" r:id="rId60"/>
          <w:pgSz w:w="11906" w:h="16838"/>
          <w:pgMar w:top="360" w:right="360" w:bottom="360" w:left="360" w:header="0" w:footer="0" w:gutter="0"/>
          <w:cols w:space="720"/>
          <w:formProt w:val="0"/>
          <w:docGrid w:linePitch="240" w:charSpace="-6145"/>
        </w:sectPr>
      </w:pPr>
      <w:r>
        <w:rPr>
          <w:noProof/>
          <w:lang w:eastAsia="ru-RU" w:bidi="ar-SA"/>
        </w:rPr>
        <w:pict>
          <v:rect id="28" o:spid="_x0000_s1053" style="position:absolute;margin-left:65.65pt;margin-top:34.2pt;width:496.25pt;height:794.45pt;z-index:251685888;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60" w:right="660" w:firstLine="560"/>
                    <w:jc w:val="both"/>
                  </w:pPr>
                  <w:r>
                    <w:rPr>
                      <w:rStyle w:val="CharStyle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сельского поселения Петровский сельсовет муниципального района Ишимбайский район Республики Башкортостан,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к условным линиям, подлежит уточнению в документации по планировке территории и иных документах в соответствии с законодательством Российской Федерации, Республики Башкортостан и нормативно-правовыми актами сельского поселения Петровский сельсовет муниципального района Ишимбайский район Республики Башкортостан с последующим внесением соответствующих изменений в настоящие Правила.</w:t>
                  </w:r>
                </w:p>
                <w:p w:rsidR="009F3C5C" w:rsidRDefault="009F3C5C">
                  <w:pPr>
                    <w:pStyle w:val="2"/>
                    <w:tabs>
                      <w:tab w:val="left" w:pos="1332"/>
                    </w:tabs>
                    <w:spacing w:after="0" w:line="274" w:lineRule="exact"/>
                    <w:ind w:left="360" w:firstLine="560"/>
                    <w:jc w:val="both"/>
                  </w:pPr>
                  <w:r>
                    <w:rPr>
                      <w:rStyle w:val="CharStyle4"/>
                    </w:rPr>
                    <w:t>6.</w:t>
                  </w:r>
                  <w:r>
                    <w:rPr>
                      <w:rStyle w:val="CharStyle4"/>
                    </w:rPr>
                    <w:tab/>
                    <w:t>Перечни зон с особыми условиями использования территорий,</w:t>
                  </w:r>
                </w:p>
                <w:p w:rsidR="009F3C5C" w:rsidRDefault="009F3C5C">
                  <w:pPr>
                    <w:pStyle w:val="2"/>
                    <w:tabs>
                      <w:tab w:val="left" w:pos="2583"/>
                      <w:tab w:val="right" w:pos="3899"/>
                      <w:tab w:val="right" w:pos="7326"/>
                      <w:tab w:val="right" w:pos="9264"/>
                    </w:tabs>
                    <w:spacing w:after="0" w:line="274" w:lineRule="exact"/>
                    <w:ind w:left="360"/>
                    <w:jc w:val="both"/>
                  </w:pPr>
                  <w:r>
                    <w:rPr>
                      <w:rStyle w:val="CharStyle4"/>
                    </w:rPr>
                    <w:t>отображение их</w:t>
                  </w:r>
                  <w:r>
                    <w:rPr>
                      <w:rStyle w:val="CharStyle4"/>
                    </w:rPr>
                    <w:tab/>
                    <w:t>границ</w:t>
                  </w:r>
                  <w:r>
                    <w:rPr>
                      <w:rStyle w:val="CharStyle4"/>
                    </w:rPr>
                    <w:tab/>
                    <w:t>на</w:t>
                  </w:r>
                  <w:r>
                    <w:rPr>
                      <w:rStyle w:val="CharStyle4"/>
                    </w:rPr>
                    <w:tab/>
                    <w:t>карте градостроительного</w:t>
                  </w:r>
                  <w:r>
                    <w:rPr>
                      <w:rStyle w:val="CharStyle4"/>
                    </w:rPr>
                    <w:tab/>
                    <w:t>зонирования и</w:t>
                  </w:r>
                </w:p>
                <w:p w:rsidR="009F3C5C" w:rsidRDefault="009F3C5C">
                  <w:pPr>
                    <w:pStyle w:val="2"/>
                    <w:spacing w:after="0" w:line="274" w:lineRule="exact"/>
                    <w:ind w:left="360" w:right="660"/>
                    <w:jc w:val="both"/>
                  </w:pPr>
                  <w:r>
                    <w:rPr>
                      <w:rStyle w:val="CharStyle4"/>
                    </w:rPr>
                    <w:t>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Республики Башкортостан и администрации муниципального района Ишимбайский район Республики Башкортостан.</w:t>
                  </w:r>
                </w:p>
                <w:p w:rsidR="009F3C5C" w:rsidRDefault="009F3C5C">
                  <w:pPr>
                    <w:pStyle w:val="2"/>
                    <w:tabs>
                      <w:tab w:val="left" w:pos="2583"/>
                      <w:tab w:val="right" w:pos="7326"/>
                      <w:tab w:val="right" w:pos="9264"/>
                    </w:tabs>
                    <w:spacing w:after="0" w:line="274" w:lineRule="exact"/>
                    <w:ind w:left="360" w:right="660" w:firstLine="560"/>
                    <w:jc w:val="both"/>
                  </w:pPr>
                  <w:r>
                    <w:rPr>
                      <w:rStyle w:val="CharStyle4"/>
                    </w:rPr>
                    <w:t>В составе зон с особыми условиями использования территорий выделены зоны</w:t>
                  </w:r>
                  <w:r>
                    <w:rPr>
                      <w:rStyle w:val="CharStyle4"/>
                    </w:rPr>
                    <w:tab/>
                    <w:t>с особыми</w:t>
                  </w:r>
                  <w:r>
                    <w:rPr>
                      <w:rStyle w:val="CharStyle4"/>
                    </w:rPr>
                    <w:tab/>
                    <w:t>условиями использования</w:t>
                  </w:r>
                  <w:r>
                    <w:rPr>
                      <w:rStyle w:val="CharStyle4"/>
                    </w:rPr>
                    <w:tab/>
                    <w:t>территорий по</w:t>
                  </w:r>
                </w:p>
                <w:p w:rsidR="009F3C5C" w:rsidRDefault="009F3C5C">
                  <w:pPr>
                    <w:pStyle w:val="2"/>
                    <w:spacing w:after="0" w:line="274" w:lineRule="exact"/>
                    <w:ind w:left="360" w:right="660"/>
                    <w:jc w:val="both"/>
                  </w:pPr>
                  <w:r>
                    <w:rPr>
                      <w:rStyle w:val="CharStyle4"/>
                    </w:rPr>
                    <w:t>природно-экологическим и санитарно-гигиеническим требованиям и зоны по требованиям охраны культурного наследия.</w:t>
                  </w:r>
                </w:p>
                <w:p w:rsidR="009F3C5C" w:rsidRDefault="009F3C5C">
                  <w:pPr>
                    <w:pStyle w:val="2"/>
                    <w:tabs>
                      <w:tab w:val="left" w:pos="1332"/>
                    </w:tabs>
                    <w:spacing w:after="0" w:line="274" w:lineRule="exact"/>
                    <w:ind w:left="360" w:firstLine="560"/>
                    <w:jc w:val="both"/>
                  </w:pPr>
                  <w:r>
                    <w:rPr>
                      <w:rStyle w:val="CharStyle4"/>
                    </w:rPr>
                    <w:t>7.</w:t>
                  </w:r>
                  <w:r>
                    <w:rPr>
                      <w:rStyle w:val="CharStyle4"/>
                    </w:rPr>
                    <w:tab/>
                    <w:t>Границы зон с особыми условиями использования территорий по</w:t>
                  </w:r>
                </w:p>
                <w:p w:rsidR="009F3C5C" w:rsidRDefault="009F3C5C">
                  <w:pPr>
                    <w:pStyle w:val="2"/>
                    <w:tabs>
                      <w:tab w:val="right" w:pos="3899"/>
                      <w:tab w:val="right" w:pos="7326"/>
                      <w:tab w:val="right" w:pos="9264"/>
                    </w:tabs>
                    <w:spacing w:after="0" w:line="274" w:lineRule="exact"/>
                    <w:ind w:left="360"/>
                    <w:jc w:val="both"/>
                  </w:pPr>
                  <w:r>
                    <w:rPr>
                      <w:rStyle w:val="CharStyle4"/>
                    </w:rPr>
                    <w:t>природно-экологическим</w:t>
                  </w:r>
                  <w:r>
                    <w:rPr>
                      <w:rStyle w:val="CharStyle4"/>
                    </w:rPr>
                    <w:tab/>
                    <w:t>и</w:t>
                  </w:r>
                  <w:r>
                    <w:rPr>
                      <w:rStyle w:val="CharStyle4"/>
                    </w:rPr>
                    <w:tab/>
                    <w:t>санитарно-гигиеническим</w:t>
                  </w:r>
                  <w:r>
                    <w:rPr>
                      <w:rStyle w:val="CharStyle4"/>
                    </w:rPr>
                    <w:tab/>
                    <w:t>требованиям</w:t>
                  </w:r>
                </w:p>
                <w:p w:rsidR="009F3C5C" w:rsidRDefault="009F3C5C">
                  <w:pPr>
                    <w:pStyle w:val="2"/>
                    <w:spacing w:after="0" w:line="274" w:lineRule="exact"/>
                    <w:ind w:left="360"/>
                    <w:jc w:val="both"/>
                  </w:pPr>
                  <w:r>
                    <w:rPr>
                      <w:rStyle w:val="CharStyle4"/>
                    </w:rPr>
                    <w:t>установлены условно:</w:t>
                  </w:r>
                </w:p>
                <w:p w:rsidR="009F3C5C" w:rsidRDefault="009F3C5C">
                  <w:pPr>
                    <w:pStyle w:val="2"/>
                    <w:numPr>
                      <w:ilvl w:val="0"/>
                      <w:numId w:val="22"/>
                    </w:numPr>
                    <w:tabs>
                      <w:tab w:val="left" w:pos="1332"/>
                    </w:tabs>
                    <w:spacing w:after="0" w:line="274" w:lineRule="exact"/>
                    <w:ind w:left="360" w:right="660" w:firstLine="560"/>
                    <w:jc w:val="both"/>
                  </w:pPr>
                  <w:r>
                    <w:rPr>
                      <w:rStyle w:val="CharStyle4"/>
                    </w:rPr>
                    <w:tab/>
                    <w:t>по границам территориальных зон карты градостроительного зонирования;</w:t>
                  </w:r>
                </w:p>
                <w:p w:rsidR="009F3C5C" w:rsidRDefault="009F3C5C">
                  <w:pPr>
                    <w:pStyle w:val="2"/>
                    <w:spacing w:after="0" w:line="274" w:lineRule="exact"/>
                    <w:ind w:left="360" w:right="660" w:firstLine="560"/>
                    <w:jc w:val="both"/>
                  </w:pPr>
                  <w:r>
                    <w:rPr>
                      <w:rStyle w:val="CharStyle4"/>
                    </w:rPr>
                    <w:t>-по элементам кадастрового зонирования сельского поселения Петровский сельсовет муниципального района Ишимбайский район РБ;</w:t>
                  </w:r>
                </w:p>
                <w:p w:rsidR="009F3C5C" w:rsidRDefault="009F3C5C">
                  <w:pPr>
                    <w:pStyle w:val="2"/>
                    <w:numPr>
                      <w:ilvl w:val="0"/>
                      <w:numId w:val="2"/>
                    </w:numPr>
                    <w:tabs>
                      <w:tab w:val="left" w:pos="1127"/>
                    </w:tabs>
                    <w:spacing w:after="0" w:line="274" w:lineRule="exact"/>
                    <w:ind w:left="360" w:firstLine="560"/>
                    <w:jc w:val="both"/>
                  </w:pPr>
                  <w:r>
                    <w:rPr>
                      <w:rStyle w:val="CharStyle4"/>
                    </w:rPr>
                    <w:tab/>
                    <w:t>по нормативным размерам;</w:t>
                  </w:r>
                </w:p>
                <w:p w:rsidR="009F3C5C" w:rsidRDefault="009F3C5C">
                  <w:pPr>
                    <w:pStyle w:val="2"/>
                    <w:numPr>
                      <w:ilvl w:val="0"/>
                      <w:numId w:val="2"/>
                    </w:numPr>
                    <w:tabs>
                      <w:tab w:val="left" w:pos="1127"/>
                    </w:tabs>
                    <w:spacing w:after="0" w:line="274" w:lineRule="exact"/>
                    <w:ind w:left="360" w:firstLine="560"/>
                    <w:jc w:val="both"/>
                  </w:pPr>
                  <w:r>
                    <w:rPr>
                      <w:rStyle w:val="CharStyle4"/>
                    </w:rPr>
                    <w:tab/>
                    <w:t>по границам природных элементов.</w:t>
                  </w:r>
                </w:p>
                <w:p w:rsidR="009F3C5C" w:rsidRDefault="009F3C5C">
                  <w:pPr>
                    <w:pStyle w:val="2"/>
                    <w:tabs>
                      <w:tab w:val="left" w:pos="1332"/>
                      <w:tab w:val="left" w:pos="2583"/>
                      <w:tab w:val="right" w:pos="3899"/>
                      <w:tab w:val="right" w:pos="9264"/>
                    </w:tabs>
                    <w:spacing w:after="0" w:line="274" w:lineRule="exact"/>
                    <w:ind w:left="360" w:firstLine="560"/>
                    <w:jc w:val="both"/>
                  </w:pPr>
                  <w:r>
                    <w:rPr>
                      <w:rStyle w:val="CharStyle4"/>
                    </w:rPr>
                    <w:t>8. Границы</w:t>
                  </w:r>
                  <w:r>
                    <w:rPr>
                      <w:rStyle w:val="CharStyle4"/>
                    </w:rPr>
                    <w:tab/>
                    <w:t>парков,</w:t>
                  </w:r>
                  <w:r>
                    <w:rPr>
                      <w:rStyle w:val="CharStyle4"/>
                    </w:rPr>
                    <w:tab/>
                    <w:t>рекреационно-оздоровительных</w:t>
                  </w:r>
                  <w:r>
                    <w:rPr>
                      <w:rStyle w:val="CharStyle4"/>
                    </w:rPr>
                    <w:tab/>
                    <w:t>зон, и особо</w:t>
                  </w:r>
                </w:p>
                <w:p w:rsidR="009F3C5C" w:rsidRDefault="009F3C5C">
                  <w:pPr>
                    <w:pStyle w:val="2"/>
                    <w:spacing w:after="0" w:line="274" w:lineRule="exact"/>
                    <w:ind w:left="360"/>
                    <w:jc w:val="both"/>
                  </w:pPr>
                  <w:r>
                    <w:rPr>
                      <w:rStyle w:val="CharStyle4"/>
                    </w:rPr>
                    <w:t>охраняемых ландшафтов совпадают с границами территориальных зон.</w:t>
                  </w:r>
                </w:p>
                <w:p w:rsidR="009F3C5C" w:rsidRDefault="009F3C5C">
                  <w:pPr>
                    <w:pStyle w:val="2"/>
                    <w:tabs>
                      <w:tab w:val="left" w:pos="1332"/>
                    </w:tabs>
                    <w:spacing w:after="0" w:line="274" w:lineRule="exact"/>
                    <w:ind w:left="360" w:right="660" w:firstLine="560"/>
                    <w:jc w:val="both"/>
                  </w:pPr>
                  <w:r>
                    <w:rPr>
                      <w:rStyle w:val="CharStyle4"/>
                    </w:rPr>
                    <w:t>9. Границы некоторых зон экологических ограничений природного комплекса сельского поселения Петровский сельсовет муниципального района Ишимбайский район Республики Башкортостан (крутые склоны, овраги) установлены по рельефу.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9F3C5C" w:rsidRDefault="009F3C5C">
                  <w:pPr>
                    <w:pStyle w:val="2"/>
                    <w:tabs>
                      <w:tab w:val="left" w:pos="1561"/>
                      <w:tab w:val="left" w:pos="2768"/>
                      <w:tab w:val="left" w:pos="3425"/>
                      <w:tab w:val="left" w:pos="5336"/>
                      <w:tab w:val="left" w:pos="7050"/>
                      <w:tab w:val="left" w:pos="7640"/>
                    </w:tabs>
                    <w:spacing w:after="0" w:line="274" w:lineRule="exact"/>
                    <w:ind w:left="360" w:firstLine="560"/>
                    <w:jc w:val="both"/>
                  </w:pPr>
                  <w:r>
                    <w:rPr>
                      <w:rStyle w:val="CharStyle4"/>
                    </w:rPr>
                    <w:t>10.</w:t>
                  </w:r>
                  <w:r>
                    <w:rPr>
                      <w:rStyle w:val="CharStyle4"/>
                    </w:rPr>
                    <w:tab/>
                    <w:t>Границы</w:t>
                  </w:r>
                  <w:r>
                    <w:rPr>
                      <w:rStyle w:val="CharStyle4"/>
                    </w:rPr>
                    <w:tab/>
                    <w:t>зон</w:t>
                  </w:r>
                  <w:r>
                    <w:rPr>
                      <w:rStyle w:val="CharStyle4"/>
                    </w:rPr>
                    <w:tab/>
                    <w:t>экологических</w:t>
                  </w:r>
                  <w:r>
                    <w:rPr>
                      <w:rStyle w:val="CharStyle4"/>
                    </w:rPr>
                    <w:tab/>
                    <w:t>ограничений</w:t>
                  </w:r>
                  <w:r>
                    <w:rPr>
                      <w:rStyle w:val="CharStyle4"/>
                    </w:rPr>
                    <w:tab/>
                    <w:t>от</w:t>
                  </w:r>
                  <w:r>
                    <w:rPr>
                      <w:rStyle w:val="CharStyle4"/>
                    </w:rPr>
                    <w:tab/>
                    <w:t>стационарных</w:t>
                  </w:r>
                </w:p>
                <w:p w:rsidR="009F3C5C" w:rsidRDefault="009F3C5C">
                  <w:pPr>
                    <w:pStyle w:val="2"/>
                    <w:spacing w:after="0" w:line="274" w:lineRule="exact"/>
                    <w:ind w:left="360" w:right="660"/>
                    <w:jc w:val="both"/>
                  </w:pPr>
                  <w:r>
                    <w:rPr>
                      <w:rStyle w:val="CharStyle4"/>
                    </w:rPr>
                    <w:t>техногенных источников определены в соответствии с размером санитарнозащитной зоны, установлены по радиусу от границы участка предприятия и привязаны к элементам кадастрового зонирования.</w:t>
                  </w:r>
                </w:p>
                <w:p w:rsidR="009F3C5C" w:rsidRDefault="009F3C5C">
                  <w:pPr>
                    <w:pStyle w:val="2"/>
                    <w:tabs>
                      <w:tab w:val="left" w:pos="1561"/>
                      <w:tab w:val="left" w:pos="2768"/>
                      <w:tab w:val="left" w:pos="3425"/>
                      <w:tab w:val="left" w:pos="5336"/>
                      <w:tab w:val="left" w:pos="7050"/>
                      <w:tab w:val="left" w:pos="7640"/>
                    </w:tabs>
                    <w:spacing w:after="0" w:line="274" w:lineRule="exact"/>
                    <w:ind w:left="360" w:firstLine="560"/>
                    <w:jc w:val="both"/>
                  </w:pPr>
                  <w:r>
                    <w:rPr>
                      <w:rStyle w:val="CharStyle4"/>
                    </w:rPr>
                    <w:t xml:space="preserve">         11</w:t>
                  </w:r>
                  <w:r>
                    <w:rPr>
                      <w:rStyle w:val="CharStyle4"/>
                    </w:rPr>
                    <w:tab/>
                    <w:t>Границы</w:t>
                  </w:r>
                  <w:r>
                    <w:rPr>
                      <w:rStyle w:val="CharStyle4"/>
                    </w:rPr>
                    <w:tab/>
                    <w:t>зон</w:t>
                  </w:r>
                  <w:r>
                    <w:rPr>
                      <w:rStyle w:val="CharStyle4"/>
                    </w:rPr>
                    <w:tab/>
                    <w:t>экологических</w:t>
                  </w:r>
                  <w:r>
                    <w:rPr>
                      <w:rStyle w:val="CharStyle4"/>
                    </w:rPr>
                    <w:tab/>
                    <w:t>ограничений</w:t>
                  </w:r>
                  <w:r>
                    <w:rPr>
                      <w:rStyle w:val="CharStyle4"/>
                    </w:rPr>
                    <w:tab/>
                    <w:t>от</w:t>
                  </w:r>
                  <w:r>
                    <w:rPr>
                      <w:rStyle w:val="CharStyle4"/>
                    </w:rPr>
                    <w:tab/>
                    <w:t>динамических</w:t>
                  </w:r>
                </w:p>
                <w:p w:rsidR="009F3C5C" w:rsidRDefault="009F3C5C">
                  <w:pPr>
                    <w:pStyle w:val="2"/>
                    <w:spacing w:after="0" w:line="274" w:lineRule="exact"/>
                    <w:ind w:left="360"/>
                    <w:jc w:val="both"/>
                  </w:pPr>
                  <w:r>
                    <w:rPr>
                      <w:rStyle w:val="CharStyle4"/>
                    </w:rPr>
                    <w:t>техногенных источников установлены посредством метража от магистрали.</w:t>
                  </w:r>
                </w:p>
              </w:txbxContent>
            </v:textbox>
            <w10:wrap type="square" anchorx="page" anchory="page"/>
          </v:rect>
        </w:pict>
      </w:r>
    </w:p>
    <w:p w:rsidR="009F3C5C" w:rsidRDefault="009F3C5C">
      <w:pPr>
        <w:pStyle w:val="Standard"/>
        <w:rPr>
          <w:sz w:val="2"/>
          <w:szCs w:val="2"/>
        </w:rPr>
        <w:sectPr w:rsidR="009F3C5C">
          <w:headerReference w:type="default" r:id="rId61"/>
          <w:footerReference w:type="default" r:id="rId62"/>
          <w:pgSz w:w="11906" w:h="16838"/>
          <w:pgMar w:top="360" w:right="360" w:bottom="360" w:left="360" w:header="0" w:footer="0" w:gutter="0"/>
          <w:cols w:space="720"/>
          <w:formProt w:val="0"/>
          <w:docGrid w:linePitch="240" w:charSpace="-6145"/>
        </w:sectPr>
      </w:pPr>
      <w:r>
        <w:rPr>
          <w:noProof/>
          <w:lang w:eastAsia="ru-RU" w:bidi="ar-SA"/>
        </w:rPr>
        <w:pict>
          <v:rect id="29" o:spid="_x0000_s1054" style="position:absolute;margin-left:65.65pt;margin-top:33.8pt;width:496.25pt;height:785.55pt;z-index:251686912;mso-position-horizontal-relative:page;mso-position-vertical-relative:page" filled="f" stroked="f" strokecolor="#3465a4">
            <v:fill o:detectmouseclick="t"/>
            <v:stroke joinstyle="round"/>
            <v:textbox>
              <w:txbxContent>
                <w:p w:rsidR="009F3C5C" w:rsidRDefault="009F3C5C">
                  <w:pPr>
                    <w:pStyle w:val="2"/>
                    <w:tabs>
                      <w:tab w:val="left" w:pos="1383"/>
                    </w:tabs>
                    <w:spacing w:after="244" w:line="278" w:lineRule="exact"/>
                    <w:ind w:left="360" w:right="660" w:firstLine="560"/>
                    <w:jc w:val="both"/>
                  </w:pPr>
                  <w:r>
                    <w:rPr>
                      <w:rStyle w:val="CharStyle4"/>
                      <w:b/>
                      <w:bCs/>
                    </w:rPr>
                    <w:tab/>
                    <w:t>1.6 Использование земельных участков и объектов капитального строительства не соответствующих градостроительным регламентам</w:t>
                  </w:r>
                </w:p>
                <w:p w:rsidR="009F3C5C" w:rsidRDefault="009F3C5C">
                  <w:pPr>
                    <w:pStyle w:val="2"/>
                    <w:numPr>
                      <w:ilvl w:val="0"/>
                      <w:numId w:val="23"/>
                    </w:numPr>
                    <w:tabs>
                      <w:tab w:val="left" w:pos="1291"/>
                    </w:tabs>
                    <w:spacing w:after="0" w:line="274" w:lineRule="exact"/>
                    <w:ind w:left="360" w:right="660" w:firstLine="560"/>
                    <w:jc w:val="both"/>
                  </w:pPr>
                  <w:r>
                    <w:rPr>
                      <w:rStyle w:val="CharStyle4"/>
                    </w:rPr>
                    <w:tab/>
                    <w:t>Несоответствующими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9F3C5C" w:rsidRDefault="009F3C5C">
                  <w:pPr>
                    <w:pStyle w:val="2"/>
                    <w:tabs>
                      <w:tab w:val="left" w:pos="1291"/>
                    </w:tabs>
                    <w:spacing w:after="0" w:line="274" w:lineRule="exact"/>
                    <w:ind w:left="360" w:right="660" w:firstLine="560"/>
                    <w:jc w:val="both"/>
                  </w:pPr>
                  <w:r>
                    <w:rPr>
                      <w:rStyle w:val="CharStyle4"/>
                    </w:rPr>
                    <w:t>а)</w:t>
                  </w:r>
                  <w:r>
                    <w:rPr>
                      <w:rStyle w:val="CharStyle4"/>
                    </w:rPr>
                    <w:tab/>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18 раздела III настоящих Правил;</w:t>
                  </w:r>
                </w:p>
                <w:p w:rsidR="009F3C5C" w:rsidRDefault="009F3C5C">
                  <w:pPr>
                    <w:pStyle w:val="2"/>
                    <w:tabs>
                      <w:tab w:val="left" w:pos="1291"/>
                    </w:tabs>
                    <w:spacing w:after="0" w:line="274" w:lineRule="exact"/>
                    <w:ind w:left="360" w:right="660" w:firstLine="560"/>
                    <w:jc w:val="both"/>
                  </w:pPr>
                  <w:r>
                    <w:rPr>
                      <w:rStyle w:val="CharStyle4"/>
                    </w:rPr>
                    <w:t>б)</w:t>
                  </w:r>
                  <w:r>
                    <w:rPr>
                      <w:rStyle w:val="CharStyle4"/>
                    </w:rPr>
                    <w:tab/>
                    <w:t xml:space="preserve">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16 и главе 17 раздела </w:t>
                  </w:r>
                  <w:r>
                    <w:rPr>
                      <w:rStyle w:val="CharStyle4"/>
                      <w:lang w:val="en-US" w:eastAsia="en-US"/>
                    </w:rPr>
                    <w:t>II</w:t>
                  </w:r>
                  <w:r>
                    <w:rPr>
                      <w:rStyle w:val="CharStyle4"/>
                      <w:lang w:eastAsia="en-US"/>
                    </w:rPr>
                    <w:t xml:space="preserve"> </w:t>
                  </w:r>
                  <w:r>
                    <w:rPr>
                      <w:rStyle w:val="CharStyle4"/>
                    </w:rPr>
                    <w:t>настоящих Правил;</w:t>
                  </w:r>
                </w:p>
                <w:p w:rsidR="009F3C5C" w:rsidRDefault="009F3C5C">
                  <w:pPr>
                    <w:pStyle w:val="2"/>
                    <w:tabs>
                      <w:tab w:val="left" w:pos="1291"/>
                    </w:tabs>
                    <w:spacing w:after="0" w:line="274" w:lineRule="exact"/>
                    <w:ind w:left="360" w:right="660" w:firstLine="560"/>
                    <w:jc w:val="both"/>
                  </w:pPr>
                  <w:r>
                    <w:rPr>
                      <w:rStyle w:val="CharStyle4"/>
                    </w:rPr>
                    <w:t>в)</w:t>
                  </w:r>
                  <w:r>
                    <w:rPr>
                      <w:rStyle w:val="CharStyle4"/>
                    </w:rPr>
                    <w:tab/>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главе 20 раздела II настоящих Правил.</w:t>
                  </w:r>
                </w:p>
                <w:p w:rsidR="009F3C5C" w:rsidRDefault="009F3C5C">
                  <w:pPr>
                    <w:pStyle w:val="2"/>
                    <w:numPr>
                      <w:ilvl w:val="0"/>
                      <w:numId w:val="23"/>
                    </w:numPr>
                    <w:tabs>
                      <w:tab w:val="left" w:pos="1291"/>
                    </w:tabs>
                    <w:spacing w:after="0" w:line="274" w:lineRule="exact"/>
                    <w:ind w:left="360" w:firstLine="560"/>
                    <w:jc w:val="both"/>
                  </w:pPr>
                  <w:r>
                    <w:rPr>
                      <w:rStyle w:val="CharStyle4"/>
                    </w:rPr>
                    <w:tab/>
                    <w:t>Производственным и иным объектам, чьи санитарно-защитные зоны,</w:t>
                  </w:r>
                </w:p>
                <w:p w:rsidR="009F3C5C" w:rsidRDefault="009F3C5C">
                  <w:pPr>
                    <w:pStyle w:val="2"/>
                    <w:tabs>
                      <w:tab w:val="right" w:pos="3845"/>
                      <w:tab w:val="center" w:pos="4277"/>
                      <w:tab w:val="right" w:pos="7478"/>
                      <w:tab w:val="right" w:pos="9264"/>
                    </w:tabs>
                    <w:spacing w:after="0" w:line="274" w:lineRule="exact"/>
                    <w:ind w:left="360" w:right="660"/>
                    <w:jc w:val="both"/>
                  </w:pPr>
                  <w:r>
                    <w:rPr>
                      <w:rStyle w:val="CharStyle4"/>
                    </w:rPr>
                    <w:t>согласно карте градостроительного зонирования, распространяются за пределы</w:t>
                  </w:r>
                  <w:r>
                    <w:rPr>
                      <w:rStyle w:val="CharStyle4"/>
                    </w:rPr>
                    <w:tab/>
                    <w:t>территориальной</w:t>
                  </w:r>
                  <w:r>
                    <w:rPr>
                      <w:rStyle w:val="CharStyle4"/>
                    </w:rPr>
                    <w:tab/>
                    <w:t>зоны</w:t>
                  </w:r>
                  <w:r>
                    <w:rPr>
                      <w:rStyle w:val="CharStyle4"/>
                    </w:rPr>
                    <w:tab/>
                    <w:t>расположения этих</w:t>
                  </w:r>
                  <w:r>
                    <w:rPr>
                      <w:rStyle w:val="CharStyle4"/>
                    </w:rPr>
                    <w:tab/>
                    <w:t>объектов и</w:t>
                  </w:r>
                </w:p>
                <w:p w:rsidR="009F3C5C" w:rsidRDefault="009F3C5C">
                  <w:pPr>
                    <w:pStyle w:val="2"/>
                    <w:tabs>
                      <w:tab w:val="right" w:pos="3845"/>
                      <w:tab w:val="center" w:pos="4277"/>
                      <w:tab w:val="right" w:pos="7478"/>
                      <w:tab w:val="right" w:pos="9264"/>
                    </w:tabs>
                    <w:spacing w:after="0" w:line="274" w:lineRule="exact"/>
                    <w:ind w:left="360" w:right="660"/>
                    <w:jc w:val="both"/>
                  </w:pPr>
                  <w:r>
                    <w:rPr>
                      <w:rStyle w:val="CharStyle4"/>
                    </w:rPr>
                    <w:t>функционирование которых наносит несоразмерный ущерб владельцам соседних объектов недвижимости или значительно снижается стоимость этих объектов,</w:t>
                  </w:r>
                  <w:r>
                    <w:rPr>
                      <w:rStyle w:val="CharStyle4"/>
                    </w:rPr>
                    <w:tab/>
                    <w:t>постановлением</w:t>
                  </w:r>
                  <w:r>
                    <w:rPr>
                      <w:rStyle w:val="CharStyle4"/>
                    </w:rPr>
                    <w:tab/>
                    <w:t>Главы</w:t>
                  </w:r>
                  <w:r>
                    <w:rPr>
                      <w:rStyle w:val="CharStyle4"/>
                    </w:rPr>
                    <w:tab/>
                    <w:t>сельского поселения</w:t>
                  </w:r>
                  <w:r>
                    <w:rPr>
                      <w:rStyle w:val="CharStyle4"/>
                    </w:rPr>
                    <w:tab/>
                    <w:t>Петровский</w:t>
                  </w:r>
                </w:p>
                <w:p w:rsidR="009F3C5C" w:rsidRDefault="009F3C5C">
                  <w:pPr>
                    <w:pStyle w:val="2"/>
                    <w:tabs>
                      <w:tab w:val="right" w:pos="3845"/>
                      <w:tab w:val="center" w:pos="4277"/>
                      <w:tab w:val="right" w:pos="7478"/>
                      <w:tab w:val="right" w:pos="9264"/>
                    </w:tabs>
                    <w:spacing w:after="0" w:line="274" w:lineRule="exact"/>
                    <w:ind w:left="360"/>
                    <w:jc w:val="both"/>
                  </w:pPr>
                  <w:r>
                    <w:rPr>
                      <w:rStyle w:val="CharStyle4"/>
                    </w:rPr>
                    <w:t>сельсовет</w:t>
                  </w:r>
                  <w:r>
                    <w:rPr>
                      <w:rStyle w:val="CharStyle4"/>
                    </w:rPr>
                    <w:tab/>
                    <w:t>муниципального</w:t>
                  </w:r>
                  <w:r>
                    <w:rPr>
                      <w:rStyle w:val="CharStyle4"/>
                    </w:rPr>
                    <w:tab/>
                    <w:t>района</w:t>
                  </w:r>
                  <w:r>
                    <w:rPr>
                      <w:rStyle w:val="CharStyle4"/>
                    </w:rPr>
                    <w:tab/>
                    <w:t>Ишимбайский район</w:t>
                  </w:r>
                  <w:r>
                    <w:rPr>
                      <w:rStyle w:val="CharStyle4"/>
                    </w:rPr>
                    <w:tab/>
                    <w:t>Республики</w:t>
                  </w:r>
                </w:p>
                <w:p w:rsidR="009F3C5C" w:rsidRDefault="009F3C5C">
                  <w:pPr>
                    <w:pStyle w:val="2"/>
                    <w:spacing w:after="0" w:line="274" w:lineRule="exact"/>
                    <w:ind w:left="360" w:right="660"/>
                    <w:jc w:val="both"/>
                  </w:pPr>
                  <w:r>
                    <w:rPr>
                      <w:rStyle w:val="CharStyle4"/>
                    </w:rPr>
                    <w:t>Башкортостан может быть придан статус несоответствующих требованиям градостроительного регламента.</w:t>
                  </w:r>
                </w:p>
                <w:p w:rsidR="009F3C5C" w:rsidRDefault="009F3C5C">
                  <w:pPr>
                    <w:pStyle w:val="2"/>
                    <w:numPr>
                      <w:ilvl w:val="0"/>
                      <w:numId w:val="23"/>
                    </w:numPr>
                    <w:tabs>
                      <w:tab w:val="left" w:pos="1291"/>
                    </w:tabs>
                    <w:spacing w:after="0" w:line="274" w:lineRule="exact"/>
                    <w:ind w:left="360" w:right="660" w:firstLine="560"/>
                    <w:jc w:val="both"/>
                  </w:pPr>
                  <w:r>
                    <w:rPr>
                      <w:rStyle w:val="CharStyle4"/>
                    </w:rP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F3C5C" w:rsidRDefault="009F3C5C">
                  <w:pPr>
                    <w:pStyle w:val="2"/>
                    <w:numPr>
                      <w:ilvl w:val="0"/>
                      <w:numId w:val="23"/>
                    </w:numPr>
                    <w:tabs>
                      <w:tab w:val="left" w:pos="1291"/>
                    </w:tabs>
                    <w:spacing w:after="0" w:line="274" w:lineRule="exact"/>
                    <w:ind w:left="360" w:right="660" w:firstLine="560"/>
                    <w:jc w:val="both"/>
                  </w:pPr>
                  <w:r>
                    <w:rPr>
                      <w:rStyle w:val="CharStyle4"/>
                    </w:rPr>
                    <w:t xml:space="preserve"> Реконструкция указанных в части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9F3C5C" w:rsidRDefault="009F3C5C">
                  <w:pPr>
                    <w:pStyle w:val="2"/>
                    <w:tabs>
                      <w:tab w:val="left" w:pos="1291"/>
                    </w:tabs>
                    <w:spacing w:after="0" w:line="274" w:lineRule="exact"/>
                    <w:ind w:left="360" w:right="660" w:firstLine="560"/>
                    <w:jc w:val="both"/>
                  </w:pPr>
                  <w:r>
                    <w:rPr>
                      <w:rStyle w:val="CharStyle4"/>
                    </w:rPr>
                    <w:t xml:space="preserve">         5.</w:t>
                  </w:r>
                  <w:r>
                    <w:rPr>
                      <w:rStyle w:val="CharStyle4"/>
                    </w:rPr>
                    <w:tab/>
                    <w:t>В случае если использование указанных в подпункте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txbxContent>
            </v:textbox>
            <w10:wrap type="square" anchorx="page" anchory="page"/>
          </v:rect>
        </w:pict>
      </w:r>
    </w:p>
    <w:p w:rsidR="009F3C5C" w:rsidRDefault="009F3C5C">
      <w:pPr>
        <w:pStyle w:val="Standard"/>
        <w:rPr>
          <w:sz w:val="2"/>
          <w:szCs w:val="2"/>
        </w:rPr>
        <w:sectPr w:rsidR="009F3C5C">
          <w:headerReference w:type="default" r:id="rId63"/>
          <w:footerReference w:type="default" r:id="rId64"/>
          <w:pgSz w:w="11906" w:h="16838"/>
          <w:pgMar w:top="360" w:right="360" w:bottom="360" w:left="360" w:header="0" w:footer="0" w:gutter="0"/>
          <w:cols w:space="720"/>
          <w:formProt w:val="0"/>
          <w:docGrid w:linePitch="240" w:charSpace="-6145"/>
        </w:sectPr>
      </w:pPr>
      <w:r>
        <w:rPr>
          <w:noProof/>
          <w:lang w:eastAsia="ru-RU" w:bidi="ar-SA"/>
        </w:rPr>
        <w:pict>
          <v:rect id="30" o:spid="_x0000_s1055" style="position:absolute;margin-left:65.65pt;margin-top:34.2pt;width:496.25pt;height:794.25pt;z-index:251687936;mso-position-horizontal-relative:page;mso-position-vertical-relative:page" filled="f" stroked="f" strokecolor="#3465a4">
            <v:fill o:detectmouseclick="t"/>
            <v:stroke joinstyle="round"/>
            <v:textbox>
              <w:txbxContent>
                <w:p w:rsidR="009F3C5C" w:rsidRDefault="009F3C5C">
                  <w:pPr>
                    <w:pStyle w:val="2"/>
                    <w:tabs>
                      <w:tab w:val="left" w:pos="1473"/>
                      <w:tab w:val="left" w:pos="2808"/>
                    </w:tabs>
                    <w:spacing w:after="0" w:line="274" w:lineRule="exact"/>
                    <w:ind w:left="360" w:right="660" w:firstLine="560"/>
                    <w:jc w:val="both"/>
                  </w:pPr>
                  <w:r>
                    <w:rPr>
                      <w:rStyle w:val="CharStyle4"/>
                      <w:b/>
                      <w:bCs/>
                    </w:rPr>
                    <w:t>1.7</w:t>
                  </w:r>
                  <w:r>
                    <w:rPr>
                      <w:rStyle w:val="CharStyle4"/>
                      <w:b/>
                      <w:bCs/>
                    </w:rPr>
                    <w:tab/>
                    <w:t>Режим использования и застройки земельных участков на территории</w:t>
                  </w:r>
                  <w:r>
                    <w:rPr>
                      <w:rStyle w:val="CharStyle4"/>
                      <w:b/>
                      <w:bCs/>
                    </w:rPr>
                    <w:tab/>
                    <w:t>сельского поселения Петровский сельсовет</w:t>
                  </w:r>
                </w:p>
                <w:p w:rsidR="009F3C5C" w:rsidRDefault="009F3C5C">
                  <w:pPr>
                    <w:pStyle w:val="2"/>
                    <w:spacing w:line="274" w:lineRule="exact"/>
                    <w:ind w:left="360" w:right="660"/>
                    <w:jc w:val="both"/>
                  </w:pPr>
                  <w:r>
                    <w:rPr>
                      <w:rStyle w:val="CharStyle4"/>
                      <w:b/>
                      <w:bCs/>
                    </w:rPr>
                    <w:t>муниципального района Ишимбайский район Республики Башкортостан, на которые действие градостроительного регламента не распространяется и для которых градостроительные регламенты не устанавливаются</w:t>
                  </w:r>
                </w:p>
                <w:p w:rsidR="009F3C5C" w:rsidRDefault="009F3C5C">
                  <w:pPr>
                    <w:pStyle w:val="2"/>
                    <w:numPr>
                      <w:ilvl w:val="0"/>
                      <w:numId w:val="24"/>
                    </w:numPr>
                    <w:tabs>
                      <w:tab w:val="left" w:pos="1247"/>
                    </w:tabs>
                    <w:spacing w:after="0" w:line="274" w:lineRule="exact"/>
                    <w:ind w:left="360" w:right="660" w:firstLine="560"/>
                    <w:jc w:val="both"/>
                  </w:pPr>
                  <w:r>
                    <w:rPr>
                      <w:rStyle w:val="CharStyle4"/>
                    </w:rPr>
                    <w:tab/>
                    <w:t>Земельные участки на территории сельского поселения Петровский сельсовет муниципального района Ишимбайский район Республики Башкортостан, на которые в соответствии с п. 4 ст. 36 Градостроительного кодекса Российской Федерации действие градостроительного регламента не распространяется:</w:t>
                  </w:r>
                </w:p>
                <w:p w:rsidR="009F3C5C" w:rsidRDefault="009F3C5C">
                  <w:pPr>
                    <w:pStyle w:val="2"/>
                    <w:spacing w:after="0" w:line="274" w:lineRule="exact"/>
                    <w:ind w:left="360" w:right="660" w:firstLine="560"/>
                    <w:jc w:val="both"/>
                  </w:pPr>
                  <w:r>
                    <w:rPr>
                      <w:rStyle w:val="CharStyle4"/>
                    </w:rPr>
                    <w:t>- в границах территорий памятников или ансамблей, которые являются вновь выявленными объектами культурного наследия, в соответствии с документами (актами), определяющими охранный статус этих объектов, а также правовыми актами органов, контролирующих в соответствии с законодательством градостроительную деятельность в отношении указанных объектов;</w:t>
                  </w:r>
                </w:p>
                <w:p w:rsidR="009F3C5C" w:rsidRDefault="009F3C5C">
                  <w:pPr>
                    <w:pStyle w:val="2"/>
                    <w:numPr>
                      <w:ilvl w:val="0"/>
                      <w:numId w:val="25"/>
                    </w:numPr>
                    <w:tabs>
                      <w:tab w:val="left" w:pos="567"/>
                    </w:tabs>
                    <w:spacing w:after="0" w:line="274" w:lineRule="exact"/>
                    <w:ind w:left="360"/>
                    <w:jc w:val="both"/>
                  </w:pPr>
                  <w:r>
                    <w:rPr>
                      <w:rStyle w:val="CharStyle4"/>
                    </w:rPr>
                    <w:tab/>
                    <w:t>в границах территорий общего пользования;</w:t>
                  </w:r>
                </w:p>
                <w:p w:rsidR="009F3C5C" w:rsidRDefault="009F3C5C">
                  <w:pPr>
                    <w:pStyle w:val="2"/>
                    <w:numPr>
                      <w:ilvl w:val="0"/>
                      <w:numId w:val="2"/>
                    </w:numPr>
                    <w:tabs>
                      <w:tab w:val="left" w:pos="567"/>
                    </w:tabs>
                    <w:spacing w:after="0" w:line="274" w:lineRule="exact"/>
                    <w:ind w:left="360"/>
                    <w:jc w:val="both"/>
                  </w:pPr>
                  <w:r>
                    <w:rPr>
                      <w:rStyle w:val="CharStyle4"/>
                    </w:rPr>
                    <w:tab/>
                    <w:t>занятые линейными объектами.</w:t>
                  </w:r>
                </w:p>
                <w:p w:rsidR="009F3C5C" w:rsidRDefault="009F3C5C">
                  <w:pPr>
                    <w:pStyle w:val="2"/>
                    <w:tabs>
                      <w:tab w:val="left" w:pos="1247"/>
                    </w:tabs>
                    <w:spacing w:after="0" w:line="274" w:lineRule="exact"/>
                    <w:ind w:left="360" w:right="660" w:firstLine="560"/>
                    <w:jc w:val="both"/>
                  </w:pPr>
                  <w:r>
                    <w:rPr>
                      <w:rStyle w:val="CharStyle4"/>
                    </w:rPr>
                    <w:t>2.</w:t>
                  </w:r>
                  <w:r>
                    <w:rPr>
                      <w:rStyle w:val="CharStyle4"/>
                    </w:rPr>
                    <w:tab/>
                    <w:t>Режим использования земельных участков на территории сельского поселения Петровский сельсовет муниципального района Ишимбайский район Республики Башкортостан,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F3C5C" w:rsidRDefault="009F3C5C">
                  <w:pPr>
                    <w:pStyle w:val="2"/>
                    <w:tabs>
                      <w:tab w:val="left" w:pos="1247"/>
                    </w:tabs>
                    <w:spacing w:after="0" w:line="274" w:lineRule="exact"/>
                    <w:ind w:left="360" w:right="660" w:firstLine="560"/>
                    <w:jc w:val="both"/>
                  </w:pPr>
                  <w:r>
                    <w:rPr>
                      <w:rStyle w:val="CharStyle4"/>
                    </w:rPr>
                    <w:t>3.</w:t>
                  </w:r>
                  <w:r>
                    <w:rPr>
                      <w:rStyle w:val="CharStyle4"/>
                    </w:rPr>
                    <w:tab/>
                    <w:t>В пределах территории улично-дорожной сети, расположенной в границах территорий общего пользования, указанных в подпункте 1 настоящего пункта, нормативными правовыми актами администрации муниципального района Ишимбайский район Республики Башкортостан может допускаться размещение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и т.п.) и попутного обслуживания населения.</w:t>
                  </w:r>
                </w:p>
              </w:txbxContent>
            </v:textbox>
            <w10:wrap type="square" anchorx="page" anchory="page"/>
          </v:rect>
        </w:pict>
      </w:r>
    </w:p>
    <w:p w:rsidR="009F3C5C" w:rsidRDefault="009F3C5C">
      <w:pPr>
        <w:pStyle w:val="Standard"/>
        <w:rPr>
          <w:sz w:val="2"/>
          <w:szCs w:val="2"/>
        </w:rPr>
        <w:sectPr w:rsidR="009F3C5C">
          <w:headerReference w:type="default" r:id="rId65"/>
          <w:footerReference w:type="default" r:id="rId66"/>
          <w:pgSz w:w="11906" w:h="16838"/>
          <w:pgMar w:top="360" w:right="360" w:bottom="360" w:left="360" w:header="0" w:footer="0" w:gutter="0"/>
          <w:cols w:space="720"/>
          <w:formProt w:val="0"/>
          <w:docGrid w:linePitch="240" w:charSpace="-6145"/>
        </w:sectPr>
      </w:pPr>
      <w:r>
        <w:rPr>
          <w:noProof/>
          <w:lang w:eastAsia="ru-RU" w:bidi="ar-SA"/>
        </w:rPr>
        <w:pict>
          <v:rect id="31" o:spid="_x0000_s1056" style="position:absolute;margin-left:69pt;margin-top:19.1pt;width:487.1pt;height:797.55pt;z-index:251688960;mso-position-horizontal-relative:page;mso-position-vertical-relative:page" filled="f" stroked="f" strokecolor="#3465a4">
            <v:fill o:detectmouseclick="t"/>
            <v:stroke joinstyle="round"/>
            <v:textbox>
              <w:txbxContent>
                <w:p w:rsidR="009F3C5C" w:rsidRDefault="009F3C5C">
                  <w:pPr>
                    <w:pStyle w:val="2"/>
                    <w:tabs>
                      <w:tab w:val="left" w:pos="1388"/>
                    </w:tabs>
                    <w:spacing w:after="0" w:line="274" w:lineRule="exact"/>
                    <w:ind w:left="360" w:right="480" w:firstLine="560"/>
                    <w:jc w:val="both"/>
                  </w:pPr>
                  <w:r>
                    <w:rPr>
                      <w:rStyle w:val="CharStyle4"/>
                      <w:b/>
                      <w:bCs/>
                    </w:rPr>
                    <w:t>1.8</w:t>
                  </w:r>
                  <w:r>
                    <w:rPr>
                      <w:rStyle w:val="CharStyle4"/>
                      <w:b/>
                      <w:bCs/>
                    </w:rPr>
                    <w:tab/>
                    <w:t>Обеспечение доступа застройщиков к системам инженерной, транспортной и социальной инфраструктур общего пользования</w:t>
                  </w:r>
                </w:p>
                <w:p w:rsidR="009F3C5C" w:rsidRDefault="009F3C5C">
                  <w:pPr>
                    <w:pStyle w:val="2"/>
                    <w:numPr>
                      <w:ilvl w:val="0"/>
                      <w:numId w:val="26"/>
                    </w:numPr>
                    <w:tabs>
                      <w:tab w:val="left" w:pos="1344"/>
                    </w:tabs>
                    <w:spacing w:after="0" w:line="274" w:lineRule="exact"/>
                    <w:ind w:left="360" w:right="480" w:firstLine="560"/>
                    <w:jc w:val="both"/>
                  </w:pPr>
                  <w:r>
                    <w:rPr>
                      <w:rStyle w:val="CharStyle4"/>
                    </w:rPr>
                    <w:tab/>
                    <w:t>Условием доступа застройщиков к находящимся в распоряжении Администрации сельского поселения Петровский сельсовет муниципального района Ишимбайский район РБ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соответствующими положениями, утвержденными решениями Администрации сельского поселения Петровский сельсовет муниципального района Ишимбайский район РБ, а до их принятия - временными положениями, утвержденными постановлениями главы сельского поселения Петровский сельсовет муниципального района Ишимбайский район РБ в развитие настоящих Правил, и иными нормативными правовыми актами.</w:t>
                  </w:r>
                </w:p>
                <w:p w:rsidR="009F3C5C" w:rsidRDefault="009F3C5C">
                  <w:pPr>
                    <w:pStyle w:val="2"/>
                    <w:numPr>
                      <w:ilvl w:val="0"/>
                      <w:numId w:val="26"/>
                    </w:numPr>
                    <w:tabs>
                      <w:tab w:val="left" w:pos="1344"/>
                    </w:tabs>
                    <w:spacing w:after="0" w:line="274" w:lineRule="exact"/>
                    <w:ind w:left="360" w:right="480" w:firstLine="560"/>
                    <w:jc w:val="both"/>
                  </w:pPr>
                  <w:r>
                    <w:rPr>
                      <w:rStyle w:val="CharStyle4"/>
                    </w:rPr>
                    <w:tab/>
                    <w:t>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w:t>
                  </w:r>
                </w:p>
                <w:p w:rsidR="009F3C5C" w:rsidRDefault="009F3C5C">
                  <w:pPr>
                    <w:pStyle w:val="2"/>
                    <w:numPr>
                      <w:ilvl w:val="0"/>
                      <w:numId w:val="26"/>
                    </w:numPr>
                    <w:tabs>
                      <w:tab w:val="left" w:pos="1344"/>
                    </w:tabs>
                    <w:spacing w:after="0" w:line="274" w:lineRule="exact"/>
                    <w:ind w:left="360" w:right="480" w:firstLine="560"/>
                    <w:jc w:val="both"/>
                  </w:pPr>
                  <w:r>
                    <w:rPr>
                      <w:rStyle w:val="CharStyle4"/>
                    </w:rPr>
                    <w:tab/>
                    <w:t>Предоставление технических условий подключения объектов капитального строительства и реконструкции к сетям инженерно-технического обеспечения, а также информация о плате за подключение осуществляется организациями, осуществляющими эксплуатацию указанных сетей без взимания платы в течение четырнадцати дней по запросам соответствующих структур Администрации сельского поселения Петровский сельсовет МР Ишимбайский район РБ или правообладателей земельных участков либо собственников объектов капитального строительства.</w:t>
                  </w:r>
                </w:p>
                <w:p w:rsidR="009F3C5C" w:rsidRDefault="009F3C5C">
                  <w:pPr>
                    <w:pStyle w:val="2"/>
                    <w:numPr>
                      <w:ilvl w:val="0"/>
                      <w:numId w:val="26"/>
                    </w:numPr>
                    <w:tabs>
                      <w:tab w:val="left" w:pos="1344"/>
                    </w:tabs>
                    <w:spacing w:after="0" w:line="274" w:lineRule="exact"/>
                    <w:ind w:left="360" w:right="480" w:firstLine="560"/>
                    <w:jc w:val="both"/>
                  </w:pPr>
                  <w:r>
                    <w:rPr>
                      <w:rStyle w:val="CharStyle4"/>
                    </w:rPr>
                    <w:tab/>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ранее выданными техническими условиями и информацией о плате за подключение.</w:t>
                  </w:r>
                </w:p>
                <w:p w:rsidR="009F3C5C" w:rsidRDefault="009F3C5C">
                  <w:pPr>
                    <w:pStyle w:val="2"/>
                    <w:numPr>
                      <w:ilvl w:val="0"/>
                      <w:numId w:val="26"/>
                    </w:numPr>
                    <w:tabs>
                      <w:tab w:val="left" w:pos="1249"/>
                    </w:tabs>
                    <w:spacing w:after="0" w:line="274" w:lineRule="exact"/>
                    <w:ind w:left="360" w:right="480" w:firstLine="560"/>
                    <w:jc w:val="both"/>
                  </w:pPr>
                  <w:r>
                    <w:rPr>
                      <w:rStyle w:val="CharStyle4"/>
                    </w:rPr>
                    <w:tab/>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РФ.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9F3C5C" w:rsidRDefault="009F3C5C">
                  <w:pPr>
                    <w:pStyle w:val="2"/>
                    <w:numPr>
                      <w:ilvl w:val="0"/>
                      <w:numId w:val="26"/>
                    </w:numPr>
                    <w:tabs>
                      <w:tab w:val="left" w:pos="1344"/>
                    </w:tabs>
                    <w:spacing w:after="0" w:line="274" w:lineRule="exact"/>
                    <w:ind w:left="360" w:right="480" w:firstLine="560"/>
                    <w:jc w:val="both"/>
                  </w:pPr>
                  <w:r>
                    <w:rPr>
                      <w:rStyle w:val="CharStyle4"/>
                    </w:rPr>
                    <w:tab/>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РФ.</w:t>
                  </w:r>
                </w:p>
                <w:p w:rsidR="009F3C5C" w:rsidRDefault="009F3C5C">
                  <w:pPr>
                    <w:pStyle w:val="2"/>
                    <w:numPr>
                      <w:ilvl w:val="0"/>
                      <w:numId w:val="26"/>
                    </w:numPr>
                    <w:tabs>
                      <w:tab w:val="left" w:pos="1234"/>
                    </w:tabs>
                    <w:spacing w:after="0" w:line="274" w:lineRule="exact"/>
                    <w:ind w:left="360" w:right="480" w:firstLine="560"/>
                    <w:jc w:val="both"/>
                  </w:pPr>
                  <w:r>
                    <w:rPr>
                      <w:rStyle w:val="CharStyle4"/>
                    </w:rPr>
                    <w:tab/>
                    <w:t>Соблюдение нормативов градостроительного проектирования в части обеспечения объектов градостроительной деятельности системами социальной, а также инженерной и транспортной инфраструктур обеспечивается как за счет развития (участия в развитии) указанных систем, находящихся в собственности сельского поселения Петровский сельсовет муниципального района Ишимбайский район РБ или третьих лиц, так и за счет создания физическими или юридическими лицами объектов этих систем в пределах прав этих лиц.</w:t>
                  </w:r>
                </w:p>
              </w:txbxContent>
            </v:textbox>
            <w10:wrap type="square" anchorx="page" anchory="page"/>
          </v:rect>
        </w:pict>
      </w:r>
    </w:p>
    <w:p w:rsidR="009F3C5C" w:rsidRDefault="009F3C5C">
      <w:pPr>
        <w:pStyle w:val="Standard"/>
        <w:rPr>
          <w:sz w:val="2"/>
          <w:szCs w:val="2"/>
        </w:rPr>
        <w:sectPr w:rsidR="009F3C5C">
          <w:headerReference w:type="default" r:id="rId67"/>
          <w:footerReference w:type="default" r:id="rId68"/>
          <w:pgSz w:w="11906" w:h="16838"/>
          <w:pgMar w:top="360" w:right="360" w:bottom="360" w:left="360" w:header="0" w:footer="0" w:gutter="0"/>
          <w:cols w:space="720"/>
          <w:formProt w:val="0"/>
          <w:docGrid w:linePitch="240" w:charSpace="-6145"/>
        </w:sectPr>
      </w:pPr>
      <w:r>
        <w:rPr>
          <w:noProof/>
          <w:lang w:eastAsia="ru-RU" w:bidi="ar-SA"/>
        </w:rPr>
        <w:pict>
          <v:rect id="32" o:spid="_x0000_s1057" style="position:absolute;margin-left:69pt;margin-top:34.2pt;width:487.1pt;height:733.2pt;z-index:251689984;mso-position-horizontal-relative:page;mso-position-vertical-relative:page" filled="f" stroked="f" strokecolor="#3465a4">
            <v:fill o:detectmouseclick="t"/>
            <v:stroke joinstyle="round"/>
            <v:textbox>
              <w:txbxContent>
                <w:p w:rsidR="009F3C5C" w:rsidRDefault="009F3C5C">
                  <w:pPr>
                    <w:pStyle w:val="2"/>
                    <w:spacing w:line="274" w:lineRule="exact"/>
                    <w:ind w:left="260" w:right="340" w:firstLine="560"/>
                    <w:jc w:val="both"/>
                  </w:pPr>
                  <w:r>
                    <w:rPr>
                      <w:rStyle w:val="CharStyle4"/>
                      <w:b/>
                      <w:bCs/>
                    </w:rPr>
                    <w:t>Глава 2. Положение о регулировании землепользования и застройки территории сельского поселения Петровский сельсовет муниципального района Ишимбайский район Республики Башкортостан органами местного самоуправления и иными участниками отношений, возникающих по поводу землепользования и застройки</w:t>
                  </w:r>
                </w:p>
                <w:p w:rsidR="009F3C5C" w:rsidRDefault="009F3C5C">
                  <w:pPr>
                    <w:pStyle w:val="2"/>
                    <w:spacing w:after="0" w:line="274" w:lineRule="exact"/>
                    <w:ind w:left="260" w:right="340" w:firstLine="560"/>
                    <w:jc w:val="both"/>
                  </w:pPr>
                  <w:r>
                    <w:rPr>
                      <w:rStyle w:val="CharStyle4"/>
                      <w:b/>
                      <w:bCs/>
                    </w:rPr>
                    <w:t>2.1. Органы местного самоуправления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27"/>
                    </w:numPr>
                    <w:tabs>
                      <w:tab w:val="left" w:pos="1144"/>
                    </w:tabs>
                    <w:spacing w:after="0" w:line="274" w:lineRule="exact"/>
                    <w:ind w:left="260" w:right="340" w:firstLine="560"/>
                    <w:jc w:val="both"/>
                  </w:pPr>
                  <w:r>
                    <w:rPr>
                      <w:rStyle w:val="CharStyle4"/>
                    </w:rPr>
                    <w:tab/>
                    <w:t>Органом местного самоуправления сельского поселения Петровский сельсовет муниципального района Ишимбайский район Республики Башкортостан, осуществляющим деятельность по регулированию землепользования и застройки в части подготовки и применения Правил, является Администрация сельского поселения Петровский сельсовет муниципального района Ишим- байский район РБ, которая в соответствии с ч. 4 ст. 15 ФЗ «Об общих принципах организации местного самоуправления в РФ» подписала Соглашение между органами местного самоуправления муниципального района Ишимбайский район Республики Башкортостан и сельского поселения Петровский сельсовет муниципального района Ишимбайский район Республики Башкортостан о передаче органам местного самоуправления муниципального района Ишимбайский район Республики Башкортостан осуществления части полномочий органов местного самоуправления сельского поселения Петровский сельсовет муниципального района Ишимбайский район Республики Башкортостан от 17 декабря 2009 года, и на основании Соглашения:</w:t>
                  </w:r>
                </w:p>
                <w:p w:rsidR="009F3C5C" w:rsidRDefault="009F3C5C">
                  <w:pPr>
                    <w:pStyle w:val="2"/>
                    <w:spacing w:after="0" w:line="274" w:lineRule="exact"/>
                    <w:ind w:left="260" w:right="340"/>
                    <w:jc w:val="both"/>
                  </w:pPr>
                  <w:r>
                    <w:rPr>
                      <w:rStyle w:val="CharStyle4"/>
                    </w:rPr>
                    <w:t>-представительным органом местного самоуправления является - Совет муниципального района Ишимбайский район Республики Башкортостан (далее - Совет МР Ишимбайский район),</w:t>
                  </w:r>
                </w:p>
                <w:p w:rsidR="009F3C5C" w:rsidRDefault="009F3C5C">
                  <w:pPr>
                    <w:pStyle w:val="2"/>
                    <w:spacing w:after="0" w:line="274" w:lineRule="exact"/>
                    <w:ind w:left="260" w:right="340"/>
                    <w:jc w:val="both"/>
                  </w:pPr>
                  <w:r>
                    <w:rPr>
                      <w:rStyle w:val="CharStyle4"/>
                    </w:rPr>
                    <w:t>-исполнительно-распорядительным органом местного самоуправления - Администрация Муниципального Района Ишимбайский район Республики Башкортостан (далее - Администрация МР Ишимбайский район), а также специально уполномоченные отраслевые (функциональные) и территориальные органы Администрации муниципального района Ишимбайский район Республики Башкортостан.</w:t>
                  </w:r>
                </w:p>
                <w:p w:rsidR="009F3C5C" w:rsidRDefault="009F3C5C">
                  <w:pPr>
                    <w:pStyle w:val="2"/>
                    <w:numPr>
                      <w:ilvl w:val="0"/>
                      <w:numId w:val="27"/>
                    </w:numPr>
                    <w:tabs>
                      <w:tab w:val="left" w:pos="1149"/>
                    </w:tabs>
                    <w:spacing w:after="0" w:line="274" w:lineRule="exact"/>
                    <w:ind w:left="260" w:right="340" w:firstLine="560"/>
                    <w:jc w:val="both"/>
                  </w:pPr>
                  <w:r>
                    <w:rPr>
                      <w:rStyle w:val="CharStyle4"/>
                    </w:rPr>
                    <w:tab/>
                    <w:t>Совет муниципального района Ишимбайский район Республики Башкортостан:</w:t>
                  </w:r>
                </w:p>
                <w:p w:rsidR="009F3C5C" w:rsidRDefault="009F3C5C">
                  <w:pPr>
                    <w:pStyle w:val="2"/>
                    <w:numPr>
                      <w:ilvl w:val="0"/>
                      <w:numId w:val="28"/>
                    </w:numPr>
                    <w:tabs>
                      <w:tab w:val="left" w:pos="472"/>
                    </w:tabs>
                    <w:spacing w:after="0" w:line="274" w:lineRule="exact"/>
                    <w:ind w:left="260" w:right="340"/>
                    <w:jc w:val="both"/>
                  </w:pPr>
                  <w:r>
                    <w:rPr>
                      <w:rStyle w:val="CharStyle4"/>
                    </w:rPr>
                    <w:tab/>
                    <w:t>утверждает Правила землепользования и застройки сельского поселения Петровский сельсовет муниципального района Ишимбайский район Республики Башкортостан и изменения (дополнения) к ним;</w:t>
                  </w:r>
                </w:p>
                <w:p w:rsidR="009F3C5C" w:rsidRDefault="009F3C5C">
                  <w:pPr>
                    <w:pStyle w:val="2"/>
                    <w:numPr>
                      <w:ilvl w:val="0"/>
                      <w:numId w:val="2"/>
                    </w:numPr>
                    <w:tabs>
                      <w:tab w:val="left" w:pos="467"/>
                    </w:tabs>
                    <w:spacing w:after="0" w:line="274" w:lineRule="exact"/>
                    <w:ind w:left="260" w:right="340"/>
                    <w:jc w:val="both"/>
                  </w:pPr>
                  <w:r>
                    <w:rPr>
                      <w:rStyle w:val="CharStyle4"/>
                    </w:rPr>
                    <w:tab/>
                    <w:t>принимает решения о резервировании и об изъятии земель, в том числе путем выкупа земельных участков в границах сельского поселения Петровский сельсовет муниципального района Ишимбайский район Республики Башкортостан для муниципальных нужд;</w:t>
                  </w:r>
                </w:p>
                <w:p w:rsidR="009F3C5C" w:rsidRDefault="009F3C5C">
                  <w:pPr>
                    <w:pStyle w:val="2"/>
                    <w:numPr>
                      <w:ilvl w:val="0"/>
                      <w:numId w:val="2"/>
                    </w:numPr>
                    <w:tabs>
                      <w:tab w:val="left" w:pos="472"/>
                    </w:tabs>
                    <w:spacing w:after="0" w:line="274" w:lineRule="exact"/>
                    <w:ind w:left="260" w:right="340"/>
                    <w:jc w:val="both"/>
                  </w:pPr>
                  <w:r>
                    <w:rPr>
                      <w:rStyle w:val="CharStyle4"/>
                    </w:rPr>
                    <w:tab/>
                    <w:t>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144"/>
                    </w:tabs>
                    <w:spacing w:after="0" w:line="274" w:lineRule="exact"/>
                    <w:ind w:left="260" w:right="340" w:firstLine="560"/>
                    <w:jc w:val="both"/>
                  </w:pPr>
                  <w:r>
                    <w:rPr>
                      <w:rStyle w:val="CharStyle4"/>
                    </w:rPr>
                    <w:t>3.</w:t>
                  </w:r>
                  <w:r>
                    <w:rPr>
                      <w:rStyle w:val="CharStyle4"/>
                    </w:rPr>
                    <w:tab/>
                    <w:t>Администрация МР Ишимбайский район Республики Башкортостан осуществляет свои полномочия по вопросам регулирования землепользования и застройки на территории сельского поселения Петровский сельсовет муниципального района Ишимбайский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69"/>
          <w:footerReference w:type="default" r:id="rId70"/>
          <w:pgSz w:w="11906" w:h="16838"/>
          <w:pgMar w:top="360" w:right="360" w:bottom="360" w:left="360" w:header="0" w:footer="0" w:gutter="0"/>
          <w:cols w:space="720"/>
          <w:formProt w:val="0"/>
          <w:docGrid w:linePitch="240" w:charSpace="-6145"/>
        </w:sectPr>
      </w:pPr>
      <w:r>
        <w:rPr>
          <w:noProof/>
          <w:lang w:eastAsia="ru-RU" w:bidi="ar-SA"/>
        </w:rPr>
        <w:pict>
          <v:rect id="33" o:spid="_x0000_s1058" style="position:absolute;margin-left:69pt;margin-top:30.15pt;width:487.1pt;height:788.15pt;z-index:251691008;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260" w:right="320"/>
                    <w:jc w:val="both"/>
                  </w:pPr>
                  <w:r>
                    <w:rPr>
                      <w:rStyle w:val="CharStyle4"/>
                    </w:rPr>
                    <w:t>в соответствии с законодательством Российской Федерации, Республики Башкортостан и нормативными правовыми актами сельского поселения Янурусов- ский сельсовет муниципального района Ишимбайский район Республики Башкортостан.</w:t>
                  </w:r>
                </w:p>
                <w:p w:rsidR="009F3C5C" w:rsidRDefault="009F3C5C">
                  <w:pPr>
                    <w:pStyle w:val="2"/>
                    <w:numPr>
                      <w:ilvl w:val="0"/>
                      <w:numId w:val="29"/>
                    </w:numPr>
                    <w:tabs>
                      <w:tab w:val="left" w:pos="1125"/>
                    </w:tabs>
                    <w:spacing w:after="0" w:line="274" w:lineRule="exact"/>
                    <w:ind w:left="260" w:right="320" w:firstLine="560"/>
                    <w:jc w:val="both"/>
                  </w:pPr>
                  <w:r>
                    <w:rPr>
                      <w:rStyle w:val="CharStyle4"/>
                    </w:rPr>
                    <w:tab/>
                    <w:t>Глава Администрации МР Ишимбайский район Республики Башкортостан по вопросам подготовки и применения Правил землепользования и застройки:</w:t>
                  </w:r>
                </w:p>
                <w:p w:rsidR="009F3C5C" w:rsidRDefault="009F3C5C">
                  <w:pPr>
                    <w:pStyle w:val="2"/>
                    <w:numPr>
                      <w:ilvl w:val="0"/>
                      <w:numId w:val="30"/>
                    </w:numPr>
                    <w:tabs>
                      <w:tab w:val="left" w:pos="1038"/>
                    </w:tabs>
                    <w:spacing w:after="0" w:line="274" w:lineRule="exact"/>
                    <w:ind w:left="260" w:right="320" w:firstLine="560"/>
                    <w:jc w:val="both"/>
                  </w:pPr>
                  <w:r>
                    <w:rPr>
                      <w:rStyle w:val="CharStyle4"/>
                    </w:rPr>
                    <w:tab/>
                    <w:t>принимает решения о подготовке проекта Правил землепользования и застройки сельского поселения Петровский сельсовет муниципального района Ишимбайский район Республики Башкортостан и о проектах внесения в них изменений и обеспечивает опубликование указанных решений в порядке, установленном для официального опубликования муниципальных правовых актов, иной официальной информации;</w:t>
                  </w:r>
                </w:p>
                <w:p w:rsidR="009F3C5C" w:rsidRDefault="009F3C5C">
                  <w:pPr>
                    <w:pStyle w:val="2"/>
                    <w:numPr>
                      <w:ilvl w:val="0"/>
                      <w:numId w:val="30"/>
                    </w:numPr>
                    <w:tabs>
                      <w:tab w:val="left" w:pos="1034"/>
                    </w:tabs>
                    <w:spacing w:after="0" w:line="274" w:lineRule="exact"/>
                    <w:ind w:left="260" w:right="320" w:firstLine="560"/>
                    <w:jc w:val="both"/>
                  </w:pPr>
                  <w:r>
                    <w:rPr>
                      <w:rStyle w:val="CharStyle4"/>
                    </w:rPr>
                    <w:tab/>
                    <w:t>утверждает персональный состав, и порядок деятельности комиссии по подготовке проекта правил землепользования и застройки (далее также - Комиссия) и Комиссии по застройке;</w:t>
                  </w:r>
                </w:p>
                <w:p w:rsidR="009F3C5C" w:rsidRDefault="009F3C5C">
                  <w:pPr>
                    <w:pStyle w:val="2"/>
                    <w:numPr>
                      <w:ilvl w:val="0"/>
                      <w:numId w:val="30"/>
                    </w:numPr>
                    <w:tabs>
                      <w:tab w:val="left" w:pos="1029"/>
                    </w:tabs>
                    <w:spacing w:after="0" w:line="274" w:lineRule="exact"/>
                    <w:ind w:left="260" w:right="320" w:firstLine="560"/>
                    <w:jc w:val="both"/>
                  </w:pPr>
                  <w:r>
                    <w:rPr>
                      <w:rStyle w:val="CharStyle4"/>
                    </w:rPr>
                    <w:tab/>
                    <w:t>принимает решения о проведении публичных слушаний по проекту Правил землепользования и застройки сельского поселения Петровский сельсовет муниципального района Ишимбайский район Республики Башкортостан и по проектам внесения в них изменений;</w:t>
                  </w:r>
                </w:p>
                <w:p w:rsidR="009F3C5C" w:rsidRDefault="009F3C5C">
                  <w:pPr>
                    <w:pStyle w:val="2"/>
                    <w:numPr>
                      <w:ilvl w:val="0"/>
                      <w:numId w:val="30"/>
                    </w:numPr>
                    <w:tabs>
                      <w:tab w:val="left" w:pos="1038"/>
                    </w:tabs>
                    <w:spacing w:after="0" w:line="274" w:lineRule="exact"/>
                    <w:ind w:left="260" w:right="320" w:firstLine="560"/>
                    <w:jc w:val="both"/>
                  </w:pPr>
                  <w:r>
                    <w:rPr>
                      <w:rStyle w:val="CharStyle4"/>
                    </w:rPr>
                    <w:tab/>
                    <w:t>принимает решения о направлении проекта Правил землепользования и застройки сельского поселения Петровский сельсовет муниципального района Ишимбайский район Республики Башкортостан и проектов внесения в них изменений в Совет МР Ишимбайский район Республики Башкортостан или об их отклонении;</w:t>
                  </w:r>
                </w:p>
                <w:p w:rsidR="009F3C5C" w:rsidRDefault="009F3C5C">
                  <w:pPr>
                    <w:pStyle w:val="2"/>
                    <w:numPr>
                      <w:ilvl w:val="0"/>
                      <w:numId w:val="30"/>
                    </w:numPr>
                    <w:tabs>
                      <w:tab w:val="left" w:pos="1029"/>
                    </w:tabs>
                    <w:spacing w:after="0" w:line="274" w:lineRule="exact"/>
                    <w:ind w:left="260" w:right="320" w:firstLine="560"/>
                    <w:jc w:val="both"/>
                  </w:pPr>
                  <w:r>
                    <w:rPr>
                      <w:rStyle w:val="CharStyle4"/>
                    </w:rPr>
                    <w:tab/>
                    <w:t>по результатам публичных слушаний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в соответствии со статьёй 39 Градостроительного кодекса;</w:t>
                  </w:r>
                </w:p>
                <w:p w:rsidR="009F3C5C" w:rsidRDefault="009F3C5C">
                  <w:pPr>
                    <w:pStyle w:val="2"/>
                    <w:numPr>
                      <w:ilvl w:val="0"/>
                      <w:numId w:val="30"/>
                    </w:numPr>
                    <w:tabs>
                      <w:tab w:val="left" w:pos="1043"/>
                    </w:tabs>
                    <w:spacing w:after="0" w:line="274" w:lineRule="exact"/>
                    <w:ind w:left="260" w:right="320" w:firstLine="560"/>
                    <w:jc w:val="both"/>
                  </w:pPr>
                  <w:r>
                    <w:rPr>
                      <w:rStyle w:val="CharStyle4"/>
                    </w:rPr>
                    <w:tab/>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F3C5C" w:rsidRDefault="009F3C5C">
                  <w:pPr>
                    <w:pStyle w:val="2"/>
                    <w:numPr>
                      <w:ilvl w:val="0"/>
                      <w:numId w:val="30"/>
                    </w:numPr>
                    <w:tabs>
                      <w:tab w:val="left" w:pos="1029"/>
                    </w:tabs>
                    <w:spacing w:after="0" w:line="274" w:lineRule="exact"/>
                    <w:ind w:left="260" w:right="320" w:firstLine="560"/>
                    <w:jc w:val="both"/>
                  </w:pPr>
                  <w:r>
                    <w:rPr>
                      <w:rStyle w:val="CharStyle4"/>
                    </w:rPr>
                    <w:tab/>
                    <w:t>в течении тридцати дней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F3C5C" w:rsidRDefault="009F3C5C">
                  <w:pPr>
                    <w:pStyle w:val="2"/>
                    <w:numPr>
                      <w:ilvl w:val="0"/>
                      <w:numId w:val="30"/>
                    </w:numPr>
                    <w:tabs>
                      <w:tab w:val="left" w:pos="1029"/>
                    </w:tabs>
                    <w:spacing w:after="0" w:line="274" w:lineRule="exact"/>
                    <w:ind w:left="260" w:right="320" w:firstLine="560"/>
                    <w:jc w:val="both"/>
                  </w:pPr>
                  <w:r>
                    <w:rPr>
                      <w:rStyle w:val="CharStyle4"/>
                    </w:rPr>
                    <w:tab/>
                    <w:t>принимает решения о подготовке документации по планировке территории сельского поселения Петровский сельсовет муниципального района Ишимбайский район Республики Башкортостан в случаях, перечисленных в главе 3 Раздела I настоящих Правил;</w:t>
                  </w:r>
                </w:p>
                <w:p w:rsidR="009F3C5C" w:rsidRDefault="009F3C5C">
                  <w:pPr>
                    <w:pStyle w:val="2"/>
                    <w:numPr>
                      <w:ilvl w:val="0"/>
                      <w:numId w:val="30"/>
                    </w:numPr>
                    <w:tabs>
                      <w:tab w:val="left" w:pos="1038"/>
                    </w:tabs>
                    <w:spacing w:after="0" w:line="274" w:lineRule="exact"/>
                    <w:ind w:left="260" w:right="320" w:firstLine="560"/>
                    <w:jc w:val="both"/>
                  </w:pPr>
                  <w:r>
                    <w:rPr>
                      <w:rStyle w:val="CharStyle4"/>
                    </w:rPr>
                    <w:tab/>
                    <w:t>утверждает проекты планировки территории и проекты межевания, градостроительные планы земельных участков на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0"/>
                    </w:numPr>
                    <w:tabs>
                      <w:tab w:val="left" w:pos="1029"/>
                    </w:tabs>
                    <w:spacing w:after="0" w:line="274" w:lineRule="exact"/>
                    <w:ind w:left="260" w:right="320" w:firstLine="560"/>
                    <w:jc w:val="both"/>
                  </w:pPr>
                  <w:r>
                    <w:rPr>
                      <w:rStyle w:val="CharStyle4"/>
                    </w:rPr>
                    <w:tab/>
                    <w:t>принимает решения о возможности размещения объектов строительства на территории сельского поселения Петровский сельсовет муниципального района Ишимбайский район Республики Башкортостан, необходимых для муниципальных нужд;</w:t>
                  </w:r>
                </w:p>
              </w:txbxContent>
            </v:textbox>
            <w10:wrap type="square" anchorx="page" anchory="page"/>
          </v:rect>
        </w:pict>
      </w:r>
    </w:p>
    <w:p w:rsidR="009F3C5C" w:rsidRDefault="009F3C5C">
      <w:pPr>
        <w:pStyle w:val="Standard"/>
        <w:rPr>
          <w:sz w:val="2"/>
          <w:szCs w:val="2"/>
        </w:rPr>
        <w:sectPr w:rsidR="009F3C5C">
          <w:headerReference w:type="default" r:id="rId71"/>
          <w:footerReference w:type="default" r:id="rId72"/>
          <w:pgSz w:w="11906" w:h="16838"/>
          <w:pgMar w:top="360" w:right="360" w:bottom="360" w:left="360" w:header="0" w:footer="0" w:gutter="0"/>
          <w:cols w:space="720"/>
          <w:formProt w:val="0"/>
          <w:docGrid w:linePitch="240" w:charSpace="-6145"/>
        </w:sectPr>
      </w:pPr>
      <w:r>
        <w:rPr>
          <w:noProof/>
          <w:lang w:eastAsia="ru-RU" w:bidi="ar-SA"/>
        </w:rPr>
        <w:pict>
          <v:rect id="34" o:spid="_x0000_s1059" style="position:absolute;margin-left:69pt;margin-top:34pt;width:487.1pt;height:791.65pt;z-index:251692032;mso-position-horizontal-relative:page;mso-position-vertical-relative:page" filled="f" stroked="f" strokecolor="#3465a4">
            <v:fill o:detectmouseclick="t"/>
            <v:stroke joinstyle="round"/>
            <v:textbox>
              <w:txbxContent>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принимает решение по распоряжению земельными участками, государственная собственность на которые не разграничена, в пределах своих полномочий;</w:t>
                  </w:r>
                </w:p>
                <w:p w:rsidR="009F3C5C" w:rsidRDefault="009F3C5C">
                  <w:pPr>
                    <w:pStyle w:val="2"/>
                    <w:spacing w:after="0" w:line="274" w:lineRule="exact"/>
                    <w:ind w:left="360" w:right="480" w:firstLine="560"/>
                    <w:jc w:val="both"/>
                  </w:pPr>
                  <w:r>
                    <w:rPr>
                      <w:rStyle w:val="CharStyle4"/>
                    </w:rPr>
                    <w:t>-принимает решения об изъятии земельных участков в сельском поселении Петровский сельсовет муниципального района Ишимбайский район Республики Башкортостан;</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248"/>
                    </w:tabs>
                    <w:spacing w:after="0" w:line="274" w:lineRule="exact"/>
                    <w:ind w:left="360" w:right="480" w:firstLine="560"/>
                    <w:jc w:val="both"/>
                  </w:pPr>
                  <w:r>
                    <w:rPr>
                      <w:rStyle w:val="CharStyle4"/>
                    </w:rPr>
                    <w:t>5.</w:t>
                  </w:r>
                  <w:r>
                    <w:rPr>
                      <w:rStyle w:val="CharStyle4"/>
                    </w:rPr>
                    <w:tab/>
                    <w:t>Уполномоченным отраслевым (функциональным) органом Администрации сельского поселения Петровский сельсовет муниципального района Ишимбайский Республики Башкортостан по вопросам регулирования землепользования и застройки на территории сельского поселения Петровский сельсовет муниципального района Ишимбайский Республики Башкортостан в части подготовки и исполнения (в пределах своей компетенции) настоящих Правил является отдел архитектуры и градостроительства Администрации МР Ишимбайский район Республики Башкортостан.</w:t>
                  </w:r>
                </w:p>
                <w:p w:rsidR="009F3C5C" w:rsidRDefault="009F3C5C">
                  <w:pPr>
                    <w:pStyle w:val="2"/>
                    <w:spacing w:after="0" w:line="274" w:lineRule="exact"/>
                    <w:ind w:left="360" w:right="480" w:firstLine="560"/>
                    <w:jc w:val="both"/>
                  </w:pPr>
                  <w:r>
                    <w:rPr>
                      <w:rStyle w:val="CharStyle4"/>
                    </w:rPr>
                    <w:t>Отдел архитектуры и градостроительства Администрации МР Ишимбайский район Республики Башкортостан по вопросам подготовки и исполнения Правил:</w:t>
                  </w:r>
                </w:p>
                <w:p w:rsidR="009F3C5C" w:rsidRDefault="009F3C5C">
                  <w:pPr>
                    <w:pStyle w:val="2"/>
                    <w:numPr>
                      <w:ilvl w:val="0"/>
                      <w:numId w:val="31"/>
                    </w:numPr>
                    <w:tabs>
                      <w:tab w:val="left" w:pos="1143"/>
                    </w:tabs>
                    <w:spacing w:after="0" w:line="274" w:lineRule="exact"/>
                    <w:ind w:left="360" w:right="480" w:firstLine="560"/>
                    <w:jc w:val="both"/>
                  </w:pPr>
                  <w:r>
                    <w:rPr>
                      <w:rStyle w:val="CharStyle4"/>
                    </w:rPr>
                    <w:tab/>
                    <w:t>осуществляет подготовку для главы сельского поселения Петровский сельсовет муниципального района Ишимбайский район Республики Башкортостан, Совета МР Ишимбайский райо н Республики Башкортостан, Комиссии ежегодных докладов о реализации и применении Правил, включая анализ и предложения по их совершенствованию путем внесения соответствующих изменений и дополнений в Правила;</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от имени Администрации МР Ишимбайский район Республики Башкортостан осуществляет функции заказчика по подготовке Правил;</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в части своей компетенции, проверку проекта Правил и проектов, внесения в них изменений на соответствие требованиям действующего градостроительного законодательства, схемам территориального планирования Российской Федерации и Республики Башкортостан, генеральному плану сельского поселения Петровский сельсовет муниципального района Ишимбайский район Республики Башкортостан,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Градостроительному кодексу Российской Федерации);</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выступает с предложениями о направлении подготовленного проекта правил и проектов, внесения в них изменений главе Администрации МР Ишимбайский район Республики Башкортостан для принятия решения о проведении публичных слушаний по ним или об их отклонении либо направлении на доработку;</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предоставляет по запросам Совета МР Ишимбайский район Республики Башкортостан заключения по обоснованию возможности принятия решений, материалы и иную информацию, необходимые для проведения публичных слушаний;</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осуществляет подготовку проект ов решений Совета МР Ишимбайский район Республики Башкортостан по вопросам публичных слушаний в сфере градостроительной деятельности;</w:t>
                  </w:r>
                </w:p>
              </w:txbxContent>
            </v:textbox>
            <w10:wrap type="square" anchorx="page" anchory="page"/>
          </v:rect>
        </w:pict>
      </w:r>
    </w:p>
    <w:p w:rsidR="009F3C5C" w:rsidRDefault="009F3C5C">
      <w:pPr>
        <w:pStyle w:val="Standard"/>
        <w:rPr>
          <w:sz w:val="2"/>
          <w:szCs w:val="2"/>
        </w:rPr>
        <w:sectPr w:rsidR="009F3C5C">
          <w:headerReference w:type="default" r:id="rId73"/>
          <w:footerReference w:type="default" r:id="rId74"/>
          <w:pgSz w:w="11906" w:h="16838"/>
          <w:pgMar w:top="360" w:right="360" w:bottom="360" w:left="360" w:header="0" w:footer="0" w:gutter="0"/>
          <w:cols w:space="720"/>
          <w:formProt w:val="0"/>
          <w:docGrid w:linePitch="240" w:charSpace="-6145"/>
        </w:sectPr>
      </w:pPr>
      <w:r>
        <w:rPr>
          <w:noProof/>
          <w:lang w:eastAsia="ru-RU" w:bidi="ar-SA"/>
        </w:rPr>
        <w:pict>
          <v:rect id="35" o:spid="_x0000_s1060" style="position:absolute;margin-left:69pt;margin-top:34pt;width:487.1pt;height:787.15pt;z-index:251693056;mso-position-horizontal-relative:page;mso-position-vertical-relative:page" filled="f" stroked="f" strokecolor="#3465a4">
            <v:fill o:detectmouseclick="t"/>
            <v:stroke joinstyle="round"/>
            <v:textbox>
              <w:txbxContent>
                <w:p w:rsidR="009F3C5C" w:rsidRDefault="009F3C5C">
                  <w:pPr>
                    <w:pStyle w:val="2"/>
                    <w:numPr>
                      <w:ilvl w:val="0"/>
                      <w:numId w:val="30"/>
                    </w:numPr>
                    <w:tabs>
                      <w:tab w:val="left" w:pos="1143"/>
                    </w:tabs>
                    <w:spacing w:after="0" w:line="274" w:lineRule="exact"/>
                    <w:ind w:left="360" w:right="480" w:firstLine="560"/>
                    <w:jc w:val="both"/>
                  </w:pPr>
                  <w:r>
                    <w:rPr>
                      <w:rStyle w:val="CharStyle4"/>
                    </w:rPr>
                    <w:tab/>
                    <w:t>по поручению Администрации МР Ишимбайский район Республики Башкортостан осуществляет оценку наличия свободных земельных участков, которые могут быть предоставлены для строительства объектов капитального строительства на основе работ по ведению информационной системы обеспечения градостроительной деятельности;</w:t>
                  </w:r>
                </w:p>
                <w:p w:rsidR="009F3C5C" w:rsidRDefault="009F3C5C">
                  <w:pPr>
                    <w:pStyle w:val="2"/>
                    <w:numPr>
                      <w:ilvl w:val="0"/>
                      <w:numId w:val="30"/>
                    </w:numPr>
                    <w:tabs>
                      <w:tab w:val="left" w:pos="1138"/>
                    </w:tabs>
                    <w:spacing w:after="0" w:line="274" w:lineRule="exact"/>
                    <w:ind w:left="360" w:right="480" w:firstLine="560"/>
                    <w:jc w:val="both"/>
                  </w:pPr>
                  <w:r>
                    <w:rPr>
                      <w:rStyle w:val="CharStyle4"/>
                    </w:rPr>
                    <w:tab/>
                    <w:t>выполняет поручение Администрации МР Ишимбайский район Республики Башкортостан о подготовке документации по планировке территории в случаях, перечисленных в главе 4 Раздела I настоящих Правил;</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выступает по поручению Администрации МР Ишимбайский район Республики Башкортостан заказчиком по подготовке документации по планировке территории в случаях, перечисленных в главе 3 Раздела I настоящих Правил;</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в части своей компетенции проверку проектной документации по планировке территории сельского поселения Петровский сельсовет муниципального района Ишимбайский район Республики Башкортостан на соответствие требованиям документов территориального планирования Российской Федерации и Республики Башкортостан, генерального плана сельского поселения Петровский сельсовет муниципального района Ишим- байский район Республики Башкортостан, требованиям технических регламентов, настоящим Правилам;</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по результатам публичных слушаний направляет подготовленную документацию по планировке территории главе Администрации МР Ишимбайский район Республики Башкортостан на утверждение или отклоняет ее для доработки;</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подготовку на осн овании заявлений физических или юридических лиц, в соответствии с решениями Комиссии по застройке градостроительных планов земельных участков;</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предоставляет по запросам Комиссии по застройке и Комиссии по подготовке проекта правил землепользования и застройки заключения по вопросам, выносимым в соответствии с настоящими Правилами на их рассмотрение;</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направляет подготовленную документацию по планировке территории главе Администрации МР Ишимбайский район Республики Башкортостан на утверждение или отклоняет ее для доработки;</w:t>
                  </w:r>
                </w:p>
                <w:p w:rsidR="009F3C5C" w:rsidRDefault="009F3C5C">
                  <w:pPr>
                    <w:pStyle w:val="2"/>
                    <w:numPr>
                      <w:ilvl w:val="0"/>
                      <w:numId w:val="30"/>
                    </w:numPr>
                    <w:tabs>
                      <w:tab w:val="left" w:pos="1148"/>
                    </w:tabs>
                    <w:spacing w:after="0" w:line="274" w:lineRule="exact"/>
                    <w:ind w:left="360" w:right="480" w:firstLine="560"/>
                    <w:jc w:val="both"/>
                  </w:pPr>
                  <w:r>
                    <w:rPr>
                      <w:rStyle w:val="CharStyle4"/>
                    </w:rPr>
                    <w:tab/>
                    <w:t>осуществляет сбор технических условий для подключения к сетям инженерно-технического обеспечения в случаях, предусмотренных действующим законодательством;</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предоставляет по запросам Комиссии заключения по вопросам, выносимым в соответствие настоящими Правилами на ее рассмотрение;</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осуществляет ведение карты градостроительного зонирования, внесения в нее утвержденных в установленном порядке изменений;</w:t>
                  </w:r>
                </w:p>
                <w:p w:rsidR="009F3C5C" w:rsidRDefault="009F3C5C">
                  <w:pPr>
                    <w:pStyle w:val="2"/>
                    <w:numPr>
                      <w:ilvl w:val="0"/>
                      <w:numId w:val="30"/>
                    </w:numPr>
                    <w:tabs>
                      <w:tab w:val="left" w:pos="1153"/>
                    </w:tabs>
                    <w:spacing w:after="0" w:line="274" w:lineRule="exact"/>
                    <w:ind w:left="360" w:right="480" w:firstLine="560"/>
                    <w:jc w:val="both"/>
                  </w:pPr>
                  <w:r>
                    <w:rPr>
                      <w:rStyle w:val="CharStyle4"/>
                    </w:rPr>
                    <w:tab/>
                    <w:t>предоставляет заинтересованным лицам (заявителям) информацию в сфере регулирования землепользования и застройки в пределах своей компетенции;</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согласовывает проектную документацию на строительство (реконструкцию) объектов капитального строительства в части ее соответствия настоящим Правилам, исходно-разрешительной документации;</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осуществляет контроль за производством инженерно-геологических и инженерно-геодезических изысканий, от выдачи разрешения до получения отчетов по инженерным изысканиям и исполнительных съемок, в том числе в электронном виде, для формирования единого фонда инженерных изысканий на территории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75"/>
          <w:footerReference w:type="default" r:id="rId76"/>
          <w:pgSz w:w="11906" w:h="16838"/>
          <w:pgMar w:top="360" w:right="360" w:bottom="360" w:left="360" w:header="0" w:footer="0" w:gutter="0"/>
          <w:cols w:space="720"/>
          <w:formProt w:val="0"/>
          <w:docGrid w:linePitch="240" w:charSpace="-6145"/>
        </w:sectPr>
      </w:pPr>
      <w:r>
        <w:rPr>
          <w:noProof/>
          <w:lang w:eastAsia="ru-RU" w:bidi="ar-SA"/>
        </w:rPr>
        <w:pict>
          <v:rect id="36" o:spid="_x0000_s1061" style="position:absolute;margin-left:69pt;margin-top:34.45pt;width:487.1pt;height:780.35pt;z-index:251694080;mso-position-horizontal-relative:page;mso-position-vertical-relative:page" filled="f" stroked="f" strokecolor="#3465a4">
            <v:fill o:detectmouseclick="t"/>
            <v:stroke joinstyle="round"/>
            <v:textbox>
              <w:txbxContent>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ведение информационной системы градостроительной деятельности;</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нормативными правовыми актами муниципального района Ишимбайский район Республики Башкортостан, Положением об органе Администрации сельского поселения Петровский сельсовет муниципального района Ишимбайский либо муниципального района Ишимбайский район Республики Башкортостан, уполномоченном в области градостроительной деятельности.</w:t>
                  </w:r>
                </w:p>
                <w:p w:rsidR="009F3C5C" w:rsidRDefault="009F3C5C">
                  <w:pPr>
                    <w:pStyle w:val="2"/>
                    <w:tabs>
                      <w:tab w:val="left" w:pos="1320"/>
                    </w:tabs>
                    <w:spacing w:after="0" w:line="274" w:lineRule="exact"/>
                    <w:ind w:left="360" w:right="480" w:firstLine="560"/>
                    <w:jc w:val="both"/>
                  </w:pPr>
                  <w:r>
                    <w:rPr>
                      <w:rStyle w:val="CharStyle4"/>
                    </w:rPr>
                    <w:t>6.</w:t>
                  </w:r>
                  <w:r>
                    <w:rPr>
                      <w:rStyle w:val="CharStyle4"/>
                    </w:rPr>
                    <w:tab/>
                    <w:t>Уполномоченный орган, осуществляющий функции распоряжения, владения и управления земельными участками, находящимися в собственности сельского поселения Петровский сельсовет муниципального района Ишимбайский район Республики Башкортостан, и земельными участками, государственная собственность на которые не разграничена в соответствие с действующим законодательством Российской Федерации, Республики Башкортостан (далее - уполномоченный орган, осуществляющий функции распоряжения земельными участками), обеспечивает проведение государственной и муниципальной политики в области земельных отношений, осуществляет учет и мероприятия по управлению земельными участками на территории сельского поселения Петровский сельсовет муниципального района Ишим- байский район Республики Башкортостан.</w:t>
                  </w:r>
                </w:p>
                <w:p w:rsidR="009F3C5C" w:rsidRDefault="009F3C5C">
                  <w:pPr>
                    <w:pStyle w:val="2"/>
                    <w:spacing w:after="0" w:line="274" w:lineRule="exact"/>
                    <w:ind w:left="360" w:right="480" w:firstLine="560"/>
                    <w:jc w:val="both"/>
                  </w:pPr>
                  <w:r>
                    <w:rPr>
                      <w:rStyle w:val="CharStyle4"/>
                    </w:rPr>
                    <w:t>В части вопросов регулирования землепользования и застройки на территории сельского поселения Петровский сельсовет муниципального района Ишимбайский район Республики Башкортостан уполномоченный орган, осуществляющий функции распоряжения земельными участками, в пределах своей компетенции:</w:t>
                  </w:r>
                </w:p>
                <w:p w:rsidR="009F3C5C" w:rsidRDefault="009F3C5C">
                  <w:pPr>
                    <w:pStyle w:val="2"/>
                    <w:numPr>
                      <w:ilvl w:val="0"/>
                      <w:numId w:val="32"/>
                    </w:numPr>
                    <w:tabs>
                      <w:tab w:val="left" w:pos="1233"/>
                    </w:tabs>
                    <w:spacing w:after="0" w:line="274" w:lineRule="exact"/>
                    <w:ind w:left="360" w:firstLine="560"/>
                    <w:jc w:val="both"/>
                  </w:pPr>
                  <w:r>
                    <w:rPr>
                      <w:rStyle w:val="CharStyle4"/>
                    </w:rPr>
                    <w:tab/>
                    <w:t>в части оформления прав пользования земельными участками:</w:t>
                  </w:r>
                </w:p>
                <w:p w:rsidR="009F3C5C" w:rsidRDefault="009F3C5C">
                  <w:pPr>
                    <w:pStyle w:val="2"/>
                    <w:numPr>
                      <w:ilvl w:val="0"/>
                      <w:numId w:val="33"/>
                    </w:numPr>
                    <w:tabs>
                      <w:tab w:val="left" w:pos="1127"/>
                    </w:tabs>
                    <w:spacing w:after="0" w:line="274" w:lineRule="exact"/>
                    <w:ind w:left="360" w:firstLine="560"/>
                    <w:jc w:val="both"/>
                  </w:pPr>
                  <w:r>
                    <w:rPr>
                      <w:rStyle w:val="CharStyle4"/>
                    </w:rPr>
                    <w:tab/>
                    <w:t>готовит проекты правовых актов о предоставлении земельных участков;</w:t>
                  </w:r>
                </w:p>
                <w:p w:rsidR="009F3C5C" w:rsidRDefault="009F3C5C">
                  <w:pPr>
                    <w:pStyle w:val="2"/>
                    <w:numPr>
                      <w:ilvl w:val="0"/>
                      <w:numId w:val="30"/>
                    </w:numPr>
                    <w:tabs>
                      <w:tab w:val="left" w:pos="1127"/>
                    </w:tabs>
                    <w:spacing w:after="0" w:line="274" w:lineRule="exact"/>
                    <w:ind w:left="360" w:firstLine="560"/>
                    <w:jc w:val="both"/>
                  </w:pPr>
                  <w:r>
                    <w:rPr>
                      <w:rStyle w:val="CharStyle4"/>
                    </w:rPr>
                    <w:tab/>
                    <w:t>выступает арендодателем земельных участков;</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заключает в соответствии с федеральным законодательством договоры купли-продажи, дополнительные соглашения к ним и оформляет акты приема- передачи земельных участков;</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приобретает в соответствии с федеральным законодательством земельные участки в собственность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заключает договоры безвозмездного срочного пользования земельными участками, соглашения об ограниченном пользовании земельными участками и согласовывает решения уполномоченных органов сельского поселения Петровский сельсовет муниципального района Ишимбайский район Республики Башкортостан о резервировании земель для государственных нужд и утверждении проектов границы зон планируемого размещения объектов капитального строительства и иные предусмотренные законодательством Российской Федерации документы на земельные участки;</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осуществляет организацию и проведение торгов (конкурсов, аукционов) по продаже земельных участков или права на заключение договоров аренды земельных участков, заключает договоры с организациями, специализирующимися на их проведении;</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предоставляет согласие на сдел ки с земельными участками и правами аренды земельных участков;</w:t>
                  </w:r>
                </w:p>
              </w:txbxContent>
            </v:textbox>
            <w10:wrap type="square" anchorx="page" anchory="page"/>
          </v:rect>
        </w:pict>
      </w:r>
    </w:p>
    <w:p w:rsidR="009F3C5C" w:rsidRDefault="009F3C5C">
      <w:pPr>
        <w:pStyle w:val="Standard"/>
        <w:rPr>
          <w:sz w:val="2"/>
          <w:szCs w:val="2"/>
        </w:rPr>
        <w:sectPr w:rsidR="009F3C5C">
          <w:headerReference w:type="default" r:id="rId77"/>
          <w:footerReference w:type="default" r:id="rId78"/>
          <w:pgSz w:w="11906" w:h="16838"/>
          <w:pgMar w:top="360" w:right="360" w:bottom="360" w:left="360" w:header="0" w:footer="0" w:gutter="0"/>
          <w:cols w:space="720"/>
          <w:formProt w:val="0"/>
          <w:docGrid w:linePitch="240" w:charSpace="-6145"/>
        </w:sectPr>
      </w:pPr>
      <w:r>
        <w:rPr>
          <w:noProof/>
          <w:lang w:eastAsia="ru-RU" w:bidi="ar-SA"/>
        </w:rPr>
        <w:pict>
          <v:rect id="37" o:spid="_x0000_s1062" style="position:absolute;margin-left:69pt;margin-top:34pt;width:487.1pt;height:785.45pt;z-index:251695104;mso-position-horizontal-relative:page;mso-position-vertical-relative:page" filled="f" stroked="f" strokecolor="#3465a4">
            <v:fill o:detectmouseclick="t"/>
            <v:stroke joinstyle="round"/>
            <v:textbox>
              <w:txbxContent>
                <w:p w:rsidR="009F3C5C" w:rsidRDefault="009F3C5C">
                  <w:pPr>
                    <w:pStyle w:val="2"/>
                    <w:numPr>
                      <w:ilvl w:val="0"/>
                      <w:numId w:val="30"/>
                    </w:numPr>
                    <w:tabs>
                      <w:tab w:val="left" w:pos="1134"/>
                    </w:tabs>
                    <w:spacing w:after="0" w:line="274" w:lineRule="exact"/>
                    <w:ind w:left="360" w:right="480" w:firstLine="560"/>
                    <w:jc w:val="both"/>
                  </w:pPr>
                  <w:r>
                    <w:rPr>
                      <w:rStyle w:val="CharStyle4"/>
                    </w:rPr>
                    <w:tab/>
                    <w:t>издает в пределах своей компетенции правовые акты по вопросам формирования, учета и управления земельными участками, находящимися в собственности сельского поселения Петровский сельсовет муниципального района Ишимбайский район Республики Башкортостан, а также земельными участками, государственная собственность на которые не разграничена;</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обеспечивает государственную регистрацию возникновения, прекращения прав сельского поселения Петровский сельсовет муниципального района Ишимбайский район Республики Башкортостан на земельные участки, а также возникновения и прекращения ограничений и обременений на земельные участки, прекращения в установленных случаях прав третьих лиц на земельные участки;</w:t>
                  </w:r>
                </w:p>
                <w:p w:rsidR="009F3C5C" w:rsidRDefault="009F3C5C">
                  <w:pPr>
                    <w:pStyle w:val="2"/>
                    <w:tabs>
                      <w:tab w:val="left" w:pos="1253"/>
                    </w:tabs>
                    <w:spacing w:after="0" w:line="274" w:lineRule="exact"/>
                    <w:ind w:left="360" w:right="480" w:firstLine="560"/>
                    <w:jc w:val="both"/>
                  </w:pPr>
                  <w:r>
                    <w:rPr>
                      <w:rStyle w:val="CharStyle4"/>
                    </w:rPr>
                    <w:t>2)</w:t>
                  </w:r>
                  <w:r>
                    <w:rPr>
                      <w:rStyle w:val="CharStyle4"/>
                    </w:rPr>
                    <w:tab/>
                    <w:t>в части мероприятий по организации землепользования, проведению кадастровых работ и планированию территории:</w:t>
                  </w:r>
                </w:p>
                <w:p w:rsidR="009F3C5C" w:rsidRDefault="009F3C5C">
                  <w:pPr>
                    <w:pStyle w:val="2"/>
                    <w:numPr>
                      <w:ilvl w:val="0"/>
                      <w:numId w:val="34"/>
                    </w:numPr>
                    <w:tabs>
                      <w:tab w:val="left" w:pos="1134"/>
                    </w:tabs>
                    <w:spacing w:after="0" w:line="274" w:lineRule="exact"/>
                    <w:ind w:left="360" w:right="480" w:firstLine="560"/>
                    <w:jc w:val="both"/>
                  </w:pPr>
                  <w:r>
                    <w:rPr>
                      <w:rStyle w:val="CharStyle4"/>
                    </w:rPr>
                    <w:tab/>
                    <w:t>взаимодействует с отделом архитектуры и градостроительства Администрации муниципального района Ишимбайский район Республики Башкортостан по вопросам разработки и утверждения проектов межевания жилых кварталов существующей застройки, а также иных территорий сельского поселения Петровский сельсовет муниципального района Ишимбайский район Республики Башкортостан в целях формирования права собственности сельского поселения Петровский сельсовет муниципального района Ишимбай- ский район Республики Башкортостан на земельные участки, занятые существующими объектами социальной инфраструктуры, иными объектами, зарегистрированными в собственности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выполняет функции муниципального заказчика на проведение кадастровых работ; работ по проведению независимых оценок стоимости земельных участков или права их аренды в целях изъятия земельных участков для муниципальных нужд, а также для совершения сделок с земельными участками, расположенными как в границах сельского поселения Петровский сельсовет муниципального района Ишимбайский район Республики Башкортостан, так и за их пределами;</w:t>
                  </w:r>
                </w:p>
                <w:p w:rsidR="009F3C5C" w:rsidRDefault="009F3C5C">
                  <w:pPr>
                    <w:pStyle w:val="2"/>
                    <w:numPr>
                      <w:ilvl w:val="0"/>
                      <w:numId w:val="30"/>
                    </w:numPr>
                    <w:tabs>
                      <w:tab w:val="left" w:pos="1138"/>
                    </w:tabs>
                    <w:spacing w:after="0" w:line="274" w:lineRule="exact"/>
                    <w:ind w:left="360" w:right="480" w:firstLine="560"/>
                    <w:jc w:val="both"/>
                  </w:pPr>
                  <w:r>
                    <w:rPr>
                      <w:rStyle w:val="CharStyle4"/>
                    </w:rPr>
                    <w:tab/>
                    <w:t>осуществляет ведение Реестра единых объектов недвижимости в части учета земель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0"/>
                    </w:numPr>
                    <w:tabs>
                      <w:tab w:val="left" w:pos="1129"/>
                    </w:tabs>
                    <w:spacing w:after="0" w:line="274" w:lineRule="exact"/>
                    <w:ind w:left="360" w:right="480" w:firstLine="560"/>
                    <w:jc w:val="both"/>
                  </w:pPr>
                  <w:r>
                    <w:rPr>
                      <w:rStyle w:val="CharStyle4"/>
                    </w:rPr>
                    <w:tab/>
                    <w:t>осуществляет формирование, сбор, обработку, хранение и представление органам государственной власти и местного самоуправления сведений, необходимых для управления земельными участками;</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осуществляет в пределах своих полномочий взаимодействие с уполномоченными федеральными органами исполнительной власти по ведению государственного кадастра недвижимости, государственной регистрации прав на недвижимое имущество и сделок с ним;</w:t>
                  </w:r>
                </w:p>
                <w:p w:rsidR="009F3C5C" w:rsidRDefault="009F3C5C">
                  <w:pPr>
                    <w:pStyle w:val="2"/>
                    <w:numPr>
                      <w:ilvl w:val="0"/>
                      <w:numId w:val="30"/>
                    </w:numPr>
                    <w:tabs>
                      <w:tab w:val="left" w:pos="1143"/>
                    </w:tabs>
                    <w:spacing w:after="0" w:line="274" w:lineRule="exact"/>
                    <w:ind w:left="360" w:right="480" w:firstLine="560"/>
                    <w:jc w:val="both"/>
                  </w:pPr>
                  <w:r>
                    <w:rPr>
                      <w:rStyle w:val="CharStyle4"/>
                    </w:rPr>
                    <w:tab/>
                    <w:t>осуществляет в установленном порядке подготовку и представление документов для постановки земельных участков на государственный кадастровый учет;</w:t>
                  </w:r>
                </w:p>
                <w:p w:rsidR="009F3C5C" w:rsidRDefault="009F3C5C">
                  <w:pPr>
                    <w:pStyle w:val="2"/>
                    <w:numPr>
                      <w:ilvl w:val="0"/>
                      <w:numId w:val="30"/>
                    </w:numPr>
                    <w:tabs>
                      <w:tab w:val="left" w:pos="1134"/>
                    </w:tabs>
                    <w:spacing w:after="0" w:line="274" w:lineRule="exact"/>
                    <w:ind w:left="360" w:right="480" w:firstLine="560"/>
                    <w:jc w:val="both"/>
                  </w:pPr>
                  <w:r>
                    <w:rPr>
                      <w:rStyle w:val="CharStyle4"/>
                    </w:rPr>
                    <w:tab/>
                    <w:t>осуществляет оформление, учет, выдачу и хранение правоудостоверяющих и иных документов на землю, а также в соответствии с законодательством предоставляет юридическим и физическим лицам, органам власти информацию по вопросам землепользования;</w:t>
                  </w:r>
                </w:p>
              </w:txbxContent>
            </v:textbox>
            <w10:wrap type="square" anchorx="page" anchory="page"/>
          </v:rect>
        </w:pict>
      </w:r>
    </w:p>
    <w:p w:rsidR="009F3C5C" w:rsidRDefault="009F3C5C">
      <w:pPr>
        <w:pStyle w:val="Standard"/>
        <w:rPr>
          <w:sz w:val="2"/>
          <w:szCs w:val="2"/>
        </w:rPr>
        <w:sectPr w:rsidR="009F3C5C">
          <w:headerReference w:type="default" r:id="rId79"/>
          <w:footerReference w:type="default" r:id="rId80"/>
          <w:pgSz w:w="11906" w:h="16838"/>
          <w:pgMar w:top="360" w:right="360" w:bottom="360" w:left="360" w:header="0" w:footer="0" w:gutter="0"/>
          <w:cols w:space="720"/>
          <w:formProt w:val="0"/>
          <w:docGrid w:linePitch="240" w:charSpace="-6145"/>
        </w:sectPr>
      </w:pPr>
      <w:r>
        <w:rPr>
          <w:noProof/>
          <w:lang w:eastAsia="ru-RU" w:bidi="ar-SA"/>
        </w:rPr>
        <w:pict>
          <v:rect id="38" o:spid="_x0000_s1063" style="position:absolute;margin-left:69pt;margin-top:34.45pt;width:487.1pt;height:782.3pt;z-index:251696128;mso-position-horizontal-relative:page;mso-position-vertical-relative:page" filled="f" stroked="f" strokecolor="#3465a4">
            <v:fill o:detectmouseclick="t"/>
            <v:stroke joinstyle="round"/>
            <v:textbox>
              <w:txbxContent>
                <w:p w:rsidR="009F3C5C" w:rsidRDefault="009F3C5C">
                  <w:pPr>
                    <w:pStyle w:val="2"/>
                    <w:tabs>
                      <w:tab w:val="left" w:pos="1263"/>
                    </w:tabs>
                    <w:spacing w:after="0" w:line="274" w:lineRule="exact"/>
                    <w:ind w:left="360" w:right="460" w:firstLine="560"/>
                    <w:jc w:val="both"/>
                  </w:pPr>
                  <w:r>
                    <w:rPr>
                      <w:rStyle w:val="CharStyle4"/>
                    </w:rPr>
                    <w:t>3)</w:t>
                  </w:r>
                  <w:r>
                    <w:rPr>
                      <w:rStyle w:val="CharStyle4"/>
                    </w:rPr>
                    <w:tab/>
                    <w:t>в рамках мероприятий по принудительному прекращению права пользования земельными участками в предусмотренных законом случаях:</w:t>
                  </w:r>
                </w:p>
                <w:p w:rsidR="009F3C5C" w:rsidRDefault="009F3C5C">
                  <w:pPr>
                    <w:pStyle w:val="2"/>
                    <w:numPr>
                      <w:ilvl w:val="0"/>
                      <w:numId w:val="35"/>
                    </w:numPr>
                    <w:tabs>
                      <w:tab w:val="left" w:pos="1160"/>
                    </w:tabs>
                    <w:spacing w:after="0" w:line="274" w:lineRule="exact"/>
                    <w:ind w:left="360" w:right="460" w:firstLine="560"/>
                    <w:jc w:val="both"/>
                  </w:pPr>
                  <w:r>
                    <w:rPr>
                      <w:rStyle w:val="CharStyle4"/>
                    </w:rPr>
                    <w:tab/>
                    <w:t>осуществляет юридические действия, связанные с принудительным прекращением прав пожизненного наследуемого владения, постоянного (бессрочного) пользования, безвозмездного срочного пользования земельными участками ввиду их ненадлежащего использования;</w:t>
                  </w:r>
                </w:p>
                <w:p w:rsidR="009F3C5C" w:rsidRDefault="009F3C5C">
                  <w:pPr>
                    <w:pStyle w:val="2"/>
                    <w:numPr>
                      <w:ilvl w:val="0"/>
                      <w:numId w:val="30"/>
                    </w:numPr>
                    <w:tabs>
                      <w:tab w:val="left" w:pos="1160"/>
                    </w:tabs>
                    <w:spacing w:after="0" w:line="274" w:lineRule="exact"/>
                    <w:ind w:left="360" w:right="460" w:firstLine="560"/>
                    <w:jc w:val="both"/>
                  </w:pPr>
                  <w:r>
                    <w:rPr>
                      <w:rStyle w:val="CharStyle4"/>
                    </w:rPr>
                    <w:tab/>
                    <w:t>во взаимодействии с отделом архитектуры и градостроительства Администрации МР Ишимбайский район Республики Башкортостан осуществляет согласование проектов границ резервируемых и (или) изымаемых земельных участков, готовит проект правового акта главы сельского поселения Янурусов- ский сельсовет муниципального района Ишимбайский район Республики Башкортостан об изъятии земельных участков на основании документации по планировке территории;</w:t>
                  </w:r>
                </w:p>
                <w:p w:rsidR="009F3C5C" w:rsidRDefault="009F3C5C">
                  <w:pPr>
                    <w:pStyle w:val="2"/>
                    <w:numPr>
                      <w:ilvl w:val="0"/>
                      <w:numId w:val="30"/>
                    </w:numPr>
                    <w:tabs>
                      <w:tab w:val="left" w:pos="1160"/>
                    </w:tabs>
                    <w:spacing w:after="0" w:line="274" w:lineRule="exact"/>
                    <w:ind w:left="360" w:right="460" w:firstLine="560"/>
                    <w:jc w:val="both"/>
                  </w:pPr>
                  <w:r>
                    <w:rPr>
                      <w:rStyle w:val="CharStyle4"/>
                    </w:rPr>
                    <w:tab/>
                    <w:t>обеспечивает государственную регистрацию решений об изъятии земельных участков, прекращения прав землепользователей на земельные участки при состоявшемся изъятии земель, а также государственную регистрацию права собственности сельского поселения Петровский сельсовет муниципального района Ишимбайский район Республики Башкортостан на земельные участки в ходе изъятия земельных участков для муниципальных нужд;</w:t>
                  </w:r>
                </w:p>
                <w:p w:rsidR="009F3C5C" w:rsidRDefault="009F3C5C">
                  <w:pPr>
                    <w:pStyle w:val="2"/>
                    <w:numPr>
                      <w:ilvl w:val="0"/>
                      <w:numId w:val="30"/>
                    </w:numPr>
                    <w:tabs>
                      <w:tab w:val="left" w:pos="1160"/>
                    </w:tabs>
                    <w:spacing w:after="0" w:line="274" w:lineRule="exact"/>
                    <w:ind w:left="360" w:firstLine="560"/>
                    <w:jc w:val="both"/>
                  </w:pPr>
                  <w:r>
                    <w:rPr>
                      <w:rStyle w:val="CharStyle4"/>
                    </w:rPr>
                    <w:tab/>
                    <w:t>обращается в суд с исками о выкупе земельных участков;</w:t>
                  </w:r>
                </w:p>
                <w:p w:rsidR="009F3C5C" w:rsidRDefault="009F3C5C">
                  <w:pPr>
                    <w:pStyle w:val="2"/>
                    <w:tabs>
                      <w:tab w:val="left" w:pos="1341"/>
                    </w:tabs>
                    <w:spacing w:after="0" w:line="274" w:lineRule="exact"/>
                    <w:ind w:left="360" w:right="460" w:firstLine="560"/>
                    <w:jc w:val="both"/>
                  </w:pPr>
                  <w:r>
                    <w:rPr>
                      <w:rStyle w:val="CharStyle4"/>
                    </w:rPr>
                    <w:t>4)</w:t>
                  </w:r>
                  <w:r>
                    <w:rPr>
                      <w:rStyle w:val="CharStyle4"/>
                    </w:rPr>
                    <w:tab/>
                    <w:t>Положение об уполномоченном органе, осуществляющем функции распоряжения земельными участками, утверждается Советом МР Ишимбайский район Республики Башкортостан.</w:t>
                  </w:r>
                </w:p>
                <w:p w:rsidR="009F3C5C" w:rsidRDefault="009F3C5C">
                  <w:pPr>
                    <w:pStyle w:val="2"/>
                    <w:tabs>
                      <w:tab w:val="left" w:pos="1249"/>
                    </w:tabs>
                    <w:spacing w:after="0" w:line="274" w:lineRule="exact"/>
                    <w:ind w:left="360" w:right="460" w:firstLine="560"/>
                    <w:jc w:val="both"/>
                  </w:pPr>
                  <w:r>
                    <w:rPr>
                      <w:rStyle w:val="CharStyle4"/>
                    </w:rPr>
                    <w:t>7. Муниципальные учреждения, специализированные организации взаимодействуют с органами местного самоуправления по вопросам землепользования и застройки на территории сельского поселения Петровский сельсовет муниципального района Ишимбайский район Республики Башкортостан в порядке, установленном действующим законодательством, на основании актов органов местного самоуправления, а также актов должностных лиц органов местного самоуправления либо соответствующих договоров.</w:t>
                  </w:r>
                </w:p>
                <w:p w:rsidR="009F3C5C" w:rsidRDefault="009F3C5C">
                  <w:pPr>
                    <w:pStyle w:val="2"/>
                    <w:tabs>
                      <w:tab w:val="left" w:pos="1249"/>
                    </w:tabs>
                    <w:spacing w:after="0" w:line="274" w:lineRule="exact"/>
                    <w:ind w:left="360" w:right="460" w:firstLine="560"/>
                    <w:jc w:val="both"/>
                  </w:pPr>
                  <w:r>
                    <w:rPr>
                      <w:rStyle w:val="CharStyle4"/>
                    </w:rPr>
                    <w:t>8.</w:t>
                  </w:r>
                  <w:r>
                    <w:rPr>
                      <w:rStyle w:val="CharStyle4"/>
                    </w:rPr>
                    <w:tab/>
                    <w:t>Иные органы Администрации сельского поселения Петровский сельсовет муниципального района Ишимбайский район Республики Башкортостан участвуют по вопросам применения настоящих Правил на основании положений об этих органах. Указанные органы в рамках своей компетенции представляют по запросу Комиссии заключения, материалы и информацию, необходимую для проведения публичных слушаний в порядке, установленном настоящими Правилами.</w:t>
                  </w:r>
                </w:p>
                <w:p w:rsidR="009F3C5C" w:rsidRDefault="009F3C5C">
                  <w:pPr>
                    <w:pStyle w:val="2"/>
                    <w:tabs>
                      <w:tab w:val="left" w:pos="1239"/>
                    </w:tabs>
                    <w:spacing w:after="0" w:line="274" w:lineRule="exact"/>
                    <w:ind w:left="360" w:right="460" w:firstLine="560"/>
                    <w:jc w:val="both"/>
                  </w:pPr>
                  <w:r>
                    <w:rPr>
                      <w:rStyle w:val="CharStyle4"/>
                    </w:rPr>
                    <w:t>9.</w:t>
                  </w:r>
                  <w:r>
                    <w:rPr>
                      <w:rStyle w:val="CharStyle4"/>
                    </w:rPr>
                    <w:tab/>
                    <w:t>В муниципальном районе Ишимбайский район Республики Башкортостан действует Градостроительный совет, являющийся постоянно действующим консультативным органом при главном архитекторе муниципального района Ишимбайский район Республики Башкортостан.</w:t>
                  </w:r>
                </w:p>
                <w:p w:rsidR="009F3C5C" w:rsidRDefault="009F3C5C">
                  <w:pPr>
                    <w:pStyle w:val="2"/>
                    <w:tabs>
                      <w:tab w:val="left" w:pos="1374"/>
                    </w:tabs>
                    <w:spacing w:after="0" w:line="274" w:lineRule="exact"/>
                    <w:ind w:left="360" w:right="460" w:firstLine="560"/>
                    <w:jc w:val="both"/>
                  </w:pPr>
                  <w:r>
                    <w:rPr>
                      <w:rStyle w:val="CharStyle4"/>
                    </w:rPr>
                    <w:t>10.</w:t>
                  </w:r>
                  <w:r>
                    <w:rPr>
                      <w:rStyle w:val="CharStyle4"/>
                    </w:rPr>
                    <w:tab/>
                    <w:t>Градостроительный совет осуществляет свою деятельность в соответствии с Положением, утверждаемым главой Администрации МР Ишимбай- ский район Республики Башкортостан (далее- Градостроительный совет).</w:t>
                  </w:r>
                </w:p>
              </w:txbxContent>
            </v:textbox>
            <w10:wrap type="square" anchorx="page" anchory="page"/>
          </v:rect>
        </w:pict>
      </w:r>
    </w:p>
    <w:p w:rsidR="009F3C5C" w:rsidRDefault="009F3C5C">
      <w:pPr>
        <w:pStyle w:val="Standard"/>
        <w:rPr>
          <w:sz w:val="2"/>
          <w:szCs w:val="2"/>
        </w:rPr>
        <w:sectPr w:rsidR="009F3C5C">
          <w:headerReference w:type="default" r:id="rId81"/>
          <w:footerReference w:type="default" r:id="rId82"/>
          <w:pgSz w:w="11906" w:h="16838"/>
          <w:pgMar w:top="360" w:right="360" w:bottom="360" w:left="360" w:header="0" w:footer="0" w:gutter="0"/>
          <w:cols w:space="720"/>
          <w:formProt w:val="0"/>
          <w:docGrid w:linePitch="240" w:charSpace="-6145"/>
        </w:sectPr>
      </w:pPr>
      <w:r>
        <w:rPr>
          <w:noProof/>
          <w:lang w:eastAsia="ru-RU" w:bidi="ar-SA"/>
        </w:rPr>
        <w:pict>
          <v:rect id="39" o:spid="_x0000_s1064" style="position:absolute;margin-left:69pt;margin-top:34pt;width:487.1pt;height:782pt;z-index:251697152;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60" w:right="480" w:firstLine="580"/>
                    <w:jc w:val="both"/>
                  </w:pPr>
                  <w:r>
                    <w:rPr>
                      <w:rStyle w:val="CharStyle4"/>
                    </w:rPr>
                    <w:t>Основной задачей Градостроительного совета является подготовка рекомендаций и предложений главному архитектору муниципального района Ишимбайский район Республики Башкортостан по вопросам:</w:t>
                  </w:r>
                </w:p>
                <w:p w:rsidR="009F3C5C" w:rsidRDefault="009F3C5C">
                  <w:pPr>
                    <w:pStyle w:val="2"/>
                    <w:numPr>
                      <w:ilvl w:val="0"/>
                      <w:numId w:val="36"/>
                    </w:numPr>
                    <w:tabs>
                      <w:tab w:val="left" w:pos="1134"/>
                    </w:tabs>
                    <w:spacing w:after="0" w:line="274" w:lineRule="exact"/>
                    <w:ind w:left="360" w:right="480" w:firstLine="580"/>
                    <w:jc w:val="both"/>
                  </w:pPr>
                  <w:r>
                    <w:rPr>
                      <w:rStyle w:val="CharStyle4"/>
                    </w:rPr>
                    <w:tab/>
                    <w:t>разработки и реализации градостроительной политики, включая вопросы проведения конкурсов с целью выявления наилучших предложений (концепций) по приоритетным градостроительным и архитектурным проектам, с включением таких предложений в планы реализации Генерального плана, предложения о внесении изменений в настоящие Правила, предложения о подготовке документации по планировке территории, ее комплексному освоению и развитию;</w:t>
                  </w:r>
                </w:p>
                <w:p w:rsidR="009F3C5C" w:rsidRDefault="009F3C5C">
                  <w:pPr>
                    <w:pStyle w:val="2"/>
                    <w:numPr>
                      <w:ilvl w:val="0"/>
                      <w:numId w:val="30"/>
                    </w:numPr>
                    <w:tabs>
                      <w:tab w:val="left" w:pos="1143"/>
                    </w:tabs>
                    <w:spacing w:after="0" w:line="274" w:lineRule="exact"/>
                    <w:ind w:left="360" w:right="480" w:firstLine="580"/>
                    <w:jc w:val="both"/>
                  </w:pPr>
                  <w:r>
                    <w:rPr>
                      <w:rStyle w:val="CharStyle4"/>
                    </w:rPr>
                    <w:tab/>
                    <w:t>согласования документов территориального планирования Российской Федерации, Республики Башкортостан, документации по планировке территории, а также проектной документации объектов капитального строительства, создаваемых за счет средств бюджета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397"/>
                    </w:tabs>
                    <w:spacing w:after="0" w:line="274" w:lineRule="exact"/>
                    <w:ind w:left="360" w:right="480" w:firstLine="580"/>
                    <w:jc w:val="both"/>
                  </w:pPr>
                  <w:r>
                    <w:rPr>
                      <w:rStyle w:val="CharStyle4"/>
                    </w:rPr>
                    <w:t>11.</w:t>
                  </w:r>
                  <w:r>
                    <w:rPr>
                      <w:rStyle w:val="CharStyle4"/>
                    </w:rPr>
                    <w:tab/>
                    <w:t>Полномочия иных органов местного самоуправления в сфере регулирования землепользования и застройки сельского поселения Петровский сельсовет муниципального района Ишимбайский определяются в соответствии с законодательством Российской Федерации, Республики Башкортостан и нормативными правовыми актами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83"/>
          <w:footerReference w:type="default" r:id="rId84"/>
          <w:pgSz w:w="11906" w:h="16838"/>
          <w:pgMar w:top="360" w:right="360" w:bottom="360" w:left="360" w:header="0" w:footer="0" w:gutter="0"/>
          <w:cols w:space="720"/>
          <w:formProt w:val="0"/>
          <w:docGrid w:linePitch="240" w:charSpace="-6145"/>
        </w:sectPr>
      </w:pPr>
      <w:r>
        <w:rPr>
          <w:noProof/>
          <w:lang w:eastAsia="ru-RU" w:bidi="ar-SA"/>
        </w:rPr>
        <w:pict>
          <v:rect id="40" o:spid="_x0000_s1065" style="position:absolute;margin-left:69pt;margin-top:34.2pt;width:487.1pt;height:789.05pt;z-index:251698176;mso-position-horizontal-relative:page;mso-position-vertical-relative:page" filled="f" stroked="f" strokecolor="#3465a4">
            <v:fill o:detectmouseclick="t"/>
            <v:stroke joinstyle="round"/>
            <v:textbox>
              <w:txbxContent>
                <w:p w:rsidR="009F3C5C" w:rsidRDefault="009F3C5C">
                  <w:pPr>
                    <w:pStyle w:val="2"/>
                    <w:tabs>
                      <w:tab w:val="left" w:pos="1407"/>
                    </w:tabs>
                    <w:spacing w:line="274" w:lineRule="exact"/>
                    <w:ind w:left="360" w:right="480" w:firstLine="580"/>
                    <w:jc w:val="both"/>
                  </w:pPr>
                  <w:r>
                    <w:rPr>
                      <w:rStyle w:val="CharStyle4"/>
                      <w:b/>
                      <w:bCs/>
                    </w:rPr>
                    <w:tab/>
                    <w:t>2.2 Комиссия по землепользованию и застройке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7"/>
                    </w:numPr>
                    <w:tabs>
                      <w:tab w:val="left" w:pos="1283"/>
                    </w:tabs>
                    <w:spacing w:after="0" w:line="274" w:lineRule="exact"/>
                    <w:ind w:left="360" w:right="480" w:firstLine="580"/>
                    <w:jc w:val="both"/>
                  </w:pPr>
                  <w:r>
                    <w:rPr>
                      <w:rStyle w:val="CharStyle4"/>
                    </w:rPr>
                    <w:tab/>
                    <w:t>Комиссия по землепользованию и застройке сельского поселения Петровский сельсовет муниципального района Ишимбайский район Республики Башкортостан (далее - Комиссия) является постоянно действующим, консультативным, коллегиальным, совещательным органом при главе Администрации МР Ишимбайский район Республики Башкортостан, формируется для реализации настоящих Правил.</w:t>
                  </w:r>
                </w:p>
                <w:p w:rsidR="009F3C5C" w:rsidRDefault="009F3C5C">
                  <w:pPr>
                    <w:pStyle w:val="2"/>
                    <w:numPr>
                      <w:ilvl w:val="0"/>
                      <w:numId w:val="37"/>
                    </w:numPr>
                    <w:tabs>
                      <w:tab w:val="left" w:pos="1283"/>
                    </w:tabs>
                    <w:spacing w:after="0" w:line="274" w:lineRule="exact"/>
                    <w:ind w:left="360" w:right="480" w:firstLine="580"/>
                    <w:jc w:val="both"/>
                  </w:pPr>
                  <w:r>
                    <w:rPr>
                      <w:rStyle w:val="CharStyle4"/>
                    </w:rPr>
                    <w:tab/>
                    <w:t>Комиссия формируется на основании постановления главы Администрации МР Ишимбайский район Республики Башкортостан и осуществляет свою деятельность в соответствии с настоящими Правилами, Положением о Комиссии, иными актами, утверждаемыми главой Администрации МР Ишим- байский район Республики Башкортостан.</w:t>
                  </w:r>
                </w:p>
                <w:p w:rsidR="009F3C5C" w:rsidRDefault="009F3C5C">
                  <w:pPr>
                    <w:pStyle w:val="2"/>
                    <w:numPr>
                      <w:ilvl w:val="0"/>
                      <w:numId w:val="37"/>
                    </w:numPr>
                    <w:tabs>
                      <w:tab w:val="left" w:pos="1283"/>
                    </w:tabs>
                    <w:spacing w:after="0" w:line="274" w:lineRule="exact"/>
                    <w:ind w:left="360" w:right="480" w:firstLine="580"/>
                    <w:jc w:val="both"/>
                  </w:pPr>
                  <w:r>
                    <w:rPr>
                      <w:rStyle w:val="CharStyle4"/>
                    </w:rPr>
                    <w:tab/>
                    <w:t>К компетенции Комиссии в соответствие с федеральным законодательством и настоящими Правилами относятся:</w:t>
                  </w:r>
                </w:p>
                <w:p w:rsidR="009F3C5C" w:rsidRDefault="009F3C5C">
                  <w:pPr>
                    <w:pStyle w:val="2"/>
                    <w:spacing w:after="0" w:line="274" w:lineRule="exact"/>
                    <w:ind w:left="360" w:right="480" w:firstLine="700"/>
                    <w:jc w:val="both"/>
                  </w:pPr>
                  <w:r>
                    <w:rPr>
                      <w:rStyle w:val="CharStyle4"/>
                    </w:rPr>
                    <w:t>- координация деятельности Администрации МР Ишимбайский район Республики Башкортостан в области разработки настоящих Правил, организация подготовки настоящих Правил, рассмотрение предложений заинтересованных лиц по подготовке проекта настоящих Правил, рассмотрение проекта настоящих Правил;</w:t>
                  </w:r>
                </w:p>
                <w:p w:rsidR="009F3C5C" w:rsidRDefault="009F3C5C">
                  <w:pPr>
                    <w:pStyle w:val="2"/>
                    <w:numPr>
                      <w:ilvl w:val="0"/>
                      <w:numId w:val="38"/>
                    </w:numPr>
                    <w:tabs>
                      <w:tab w:val="left" w:pos="1162"/>
                    </w:tabs>
                    <w:spacing w:after="0" w:line="274" w:lineRule="exact"/>
                    <w:ind w:left="360" w:right="480" w:firstLine="580"/>
                    <w:jc w:val="both"/>
                  </w:pPr>
                  <w:r>
                    <w:rPr>
                      <w:rStyle w:val="CharStyle4"/>
                    </w:rPr>
                    <w:tab/>
                    <w:t>рассмотрение предложений по внесению изменений в настоящие Правила и подготовка заключений по ним для принятия главой Администрации МР Ишимбайский район Республики Башкортостан и Советом МР Ишимбайский район Республики Башкортостан решений о внесении изменений в Правила землепользования и застройки сельского поселения Петровский сельсовет муниципального района Ишимбайский район Республики Башкортостан или об отклонении таких предложений;</w:t>
                  </w:r>
                </w:p>
                <w:p w:rsidR="009F3C5C" w:rsidRDefault="009F3C5C">
                  <w:pPr>
                    <w:pStyle w:val="2"/>
                    <w:numPr>
                      <w:ilvl w:val="0"/>
                      <w:numId w:val="30"/>
                    </w:numPr>
                    <w:tabs>
                      <w:tab w:val="left" w:pos="1172"/>
                    </w:tabs>
                    <w:spacing w:after="0" w:line="274" w:lineRule="exact"/>
                    <w:ind w:left="360" w:right="480" w:firstLine="580"/>
                    <w:jc w:val="both"/>
                  </w:pPr>
                  <w:r>
                    <w:rPr>
                      <w:rStyle w:val="CharStyle4"/>
                    </w:rPr>
                    <w:tab/>
                    <w:t>организация подготовки проектов нормативных правовых актов, иных документов, связанных с реализацией и применением настоящих Правил;</w:t>
                  </w:r>
                </w:p>
                <w:p w:rsidR="009F3C5C" w:rsidRDefault="009F3C5C">
                  <w:pPr>
                    <w:pStyle w:val="2"/>
                    <w:numPr>
                      <w:ilvl w:val="0"/>
                      <w:numId w:val="30"/>
                    </w:numPr>
                    <w:tabs>
                      <w:tab w:val="left" w:pos="1162"/>
                    </w:tabs>
                    <w:spacing w:after="0" w:line="274" w:lineRule="exact"/>
                    <w:ind w:left="360" w:right="480" w:firstLine="580"/>
                    <w:jc w:val="both"/>
                  </w:pPr>
                  <w:r>
                    <w:rPr>
                      <w:rStyle w:val="CharStyle4"/>
                    </w:rPr>
                    <w:tab/>
                    <w:t>подготовка главе сельского поселения Петровский сельсовет МР Ишимбайский район Республики Башкортостан 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МР Ишимбайский район Республики Башкортостан касающихся землепользования и застройки;</w:t>
                  </w:r>
                </w:p>
                <w:p w:rsidR="009F3C5C" w:rsidRDefault="009F3C5C">
                  <w:pPr>
                    <w:pStyle w:val="2"/>
                    <w:numPr>
                      <w:ilvl w:val="0"/>
                      <w:numId w:val="30"/>
                    </w:numPr>
                    <w:tabs>
                      <w:tab w:val="left" w:pos="1283"/>
                    </w:tabs>
                    <w:spacing w:after="0" w:line="274" w:lineRule="exact"/>
                    <w:ind w:left="360" w:right="480" w:firstLine="580"/>
                    <w:jc w:val="both"/>
                  </w:pPr>
                  <w:r>
                    <w:rPr>
                      <w:rStyle w:val="CharStyle4"/>
                    </w:rPr>
                    <w:tab/>
                    <w:t>направление сообщений о проведении публичных слушаний лицам, определенным ст.ст. 39, 40 Градостроительного кодекса Российской Федерации;</w:t>
                  </w:r>
                </w:p>
                <w:p w:rsidR="009F3C5C" w:rsidRDefault="009F3C5C">
                  <w:pPr>
                    <w:pStyle w:val="2"/>
                    <w:numPr>
                      <w:ilvl w:val="0"/>
                      <w:numId w:val="30"/>
                    </w:numPr>
                    <w:tabs>
                      <w:tab w:val="left" w:pos="1167"/>
                    </w:tabs>
                    <w:spacing w:after="0" w:line="274" w:lineRule="exact"/>
                    <w:ind w:left="360" w:right="480" w:firstLine="580"/>
                    <w:jc w:val="both"/>
                  </w:pPr>
                  <w:r>
                    <w:rPr>
                      <w:rStyle w:val="CharStyle4"/>
                    </w:rPr>
                    <w:tab/>
                    <w:t>осуществление иных полномочий, возложенных на нее решением главы Администрации МР Ишимбайский район Республики Башкортостан.</w:t>
                  </w:r>
                </w:p>
                <w:p w:rsidR="009F3C5C" w:rsidRDefault="009F3C5C">
                  <w:pPr>
                    <w:pStyle w:val="2"/>
                    <w:tabs>
                      <w:tab w:val="left" w:pos="1283"/>
                    </w:tabs>
                    <w:spacing w:after="0" w:line="274" w:lineRule="exact"/>
                    <w:ind w:left="360" w:right="480" w:firstLine="580"/>
                    <w:jc w:val="both"/>
                  </w:pPr>
                  <w:r>
                    <w:rPr>
                      <w:rStyle w:val="CharStyle4"/>
                    </w:rPr>
                    <w:tab/>
                    <w:t>4. Персональный состав Комиссии утверждается распоряжением главы Администрации МР Ишимбайский район Республики Башкортостан. Комиссия осуществляет свою деятельность в соответствии с настоящими Правилами.</w:t>
                  </w:r>
                </w:p>
              </w:txbxContent>
            </v:textbox>
            <w10:wrap type="square" anchorx="page" anchory="page"/>
          </v:rect>
        </w:pict>
      </w:r>
    </w:p>
    <w:p w:rsidR="009F3C5C" w:rsidRDefault="009F3C5C">
      <w:pPr>
        <w:pStyle w:val="Standard"/>
        <w:rPr>
          <w:sz w:val="2"/>
          <w:szCs w:val="2"/>
        </w:rPr>
        <w:sectPr w:rsidR="009F3C5C">
          <w:headerReference w:type="default" r:id="rId85"/>
          <w:footerReference w:type="default" r:id="rId86"/>
          <w:pgSz w:w="11906" w:h="16838"/>
          <w:pgMar w:top="360" w:right="360" w:bottom="360" w:left="360" w:header="0" w:footer="0" w:gutter="0"/>
          <w:cols w:space="720"/>
          <w:formProt w:val="0"/>
          <w:docGrid w:linePitch="240" w:charSpace="-6145"/>
        </w:sectPr>
      </w:pPr>
      <w:r>
        <w:rPr>
          <w:noProof/>
          <w:lang w:eastAsia="ru-RU" w:bidi="ar-SA"/>
        </w:rPr>
        <w:pict>
          <v:rect id="41" o:spid="_x0000_s1066" style="position:absolute;margin-left:69pt;margin-top:30.65pt;width:487.1pt;height:790.8pt;z-index:251699200;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40" w:right="280" w:firstLine="560"/>
                    <w:jc w:val="both"/>
                  </w:pPr>
                  <w:r>
                    <w:rPr>
                      <w:rStyle w:val="CharStyle4"/>
                    </w:rPr>
                    <w:t>Председателем Комиссии назначается уполномоченный заместитель главы Администрации МР Ишимбайский район Республики Башкортостан, курирующий вопросы строительства.</w:t>
                  </w:r>
                </w:p>
                <w:p w:rsidR="009F3C5C" w:rsidRDefault="009F3C5C">
                  <w:pPr>
                    <w:pStyle w:val="2"/>
                    <w:spacing w:after="0" w:line="274" w:lineRule="exact"/>
                    <w:ind w:left="340" w:right="280" w:firstLine="560"/>
                    <w:jc w:val="both"/>
                  </w:pPr>
                  <w:r>
                    <w:rPr>
                      <w:rStyle w:val="CharStyle4"/>
                    </w:rPr>
                    <w:t>Заместителем председателя Комиссии назначается начальник отдела архитектуры и градостроительства Администрации муниципального района Ишимбайский район Республики Башкортостан.</w:t>
                  </w:r>
                </w:p>
                <w:p w:rsidR="009F3C5C" w:rsidRDefault="009F3C5C">
                  <w:pPr>
                    <w:pStyle w:val="2"/>
                    <w:spacing w:after="0" w:line="274" w:lineRule="exact"/>
                    <w:ind w:left="340" w:right="280" w:firstLine="560"/>
                    <w:jc w:val="both"/>
                  </w:pPr>
                  <w:r>
                    <w:rPr>
                      <w:rStyle w:val="CharStyle4"/>
                    </w:rPr>
                    <w:t>По должности в состав Комиссии входят руководители структурных подразделений Администрации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39"/>
                    </w:numPr>
                    <w:tabs>
                      <w:tab w:val="left" w:pos="887"/>
                    </w:tabs>
                    <w:spacing w:after="0" w:line="274" w:lineRule="exact"/>
                    <w:ind w:left="680" w:right="280"/>
                    <w:jc w:val="both"/>
                  </w:pPr>
                  <w:r>
                    <w:rPr>
                      <w:rStyle w:val="CharStyle4"/>
                    </w:rPr>
                    <w:tab/>
                    <w:t>органа Администрации сельского поселения Петровский сельсовет муниципального района Ишимбайский район Республики Башкортостан, уполномоченного в области градостроительной деятельности;</w:t>
                  </w:r>
                </w:p>
                <w:p w:rsidR="009F3C5C" w:rsidRDefault="009F3C5C">
                  <w:pPr>
                    <w:pStyle w:val="2"/>
                    <w:numPr>
                      <w:ilvl w:val="0"/>
                      <w:numId w:val="30"/>
                    </w:numPr>
                    <w:tabs>
                      <w:tab w:val="left" w:pos="887"/>
                    </w:tabs>
                    <w:spacing w:after="0" w:line="274" w:lineRule="exact"/>
                    <w:ind w:left="680" w:right="280"/>
                    <w:jc w:val="both"/>
                  </w:pPr>
                  <w:r>
                    <w:rPr>
                      <w:rStyle w:val="CharStyle4"/>
                    </w:rPr>
                    <w:tab/>
                    <w:t>органа Администрации сельского поселения Петровский сельсовет муниципального района Ишимбайский район Республики Башкортостан, уполномоченного в области земельно-имущественных отношений;</w:t>
                  </w:r>
                </w:p>
                <w:p w:rsidR="009F3C5C" w:rsidRDefault="009F3C5C">
                  <w:pPr>
                    <w:pStyle w:val="2"/>
                    <w:numPr>
                      <w:ilvl w:val="0"/>
                      <w:numId w:val="30"/>
                    </w:numPr>
                    <w:tabs>
                      <w:tab w:val="left" w:pos="883"/>
                    </w:tabs>
                    <w:spacing w:after="0" w:line="274" w:lineRule="exact"/>
                    <w:ind w:left="340" w:right="280" w:firstLine="340"/>
                    <w:jc w:val="both"/>
                  </w:pPr>
                  <w:r>
                    <w:rPr>
                      <w:rStyle w:val="CharStyle4"/>
                    </w:rPr>
                    <w:tab/>
                    <w:t>органа Администрации сельского поселения Петровский сельсовет муниципального района Ишимбайский район Республики Башкортостан, уполномоченного в области экономических отношений;</w:t>
                  </w:r>
                </w:p>
                <w:p w:rsidR="009F3C5C" w:rsidRDefault="009F3C5C">
                  <w:pPr>
                    <w:pStyle w:val="2"/>
                    <w:numPr>
                      <w:ilvl w:val="0"/>
                      <w:numId w:val="30"/>
                    </w:numPr>
                    <w:tabs>
                      <w:tab w:val="left" w:pos="887"/>
                    </w:tabs>
                    <w:spacing w:after="0" w:line="274" w:lineRule="exact"/>
                    <w:ind w:left="340" w:firstLine="340"/>
                    <w:jc w:val="both"/>
                  </w:pPr>
                  <w:r>
                    <w:rPr>
                      <w:rStyle w:val="CharStyle4"/>
                    </w:rPr>
                    <w:tab/>
                    <w:t>правового управления.</w:t>
                  </w:r>
                </w:p>
                <w:p w:rsidR="009F3C5C" w:rsidRDefault="009F3C5C">
                  <w:pPr>
                    <w:pStyle w:val="2"/>
                    <w:spacing w:after="0" w:line="274" w:lineRule="exact"/>
                    <w:ind w:left="340" w:right="280" w:firstLine="560"/>
                    <w:jc w:val="both"/>
                  </w:pPr>
                  <w:r>
                    <w:rPr>
                      <w:rStyle w:val="CharStyle4"/>
                    </w:rPr>
                    <w:t>В состав Комиссии могут также включаться представители государственных органов контроля и надзора, депутаты Совета МР Ишимбайский район Республики Башкортостан.</w:t>
                  </w:r>
                </w:p>
                <w:p w:rsidR="009F3C5C" w:rsidRDefault="009F3C5C">
                  <w:pPr>
                    <w:pStyle w:val="2"/>
                    <w:spacing w:after="0" w:line="274" w:lineRule="exact"/>
                    <w:ind w:left="340" w:right="280" w:firstLine="560"/>
                    <w:jc w:val="both"/>
                  </w:pPr>
                  <w:r>
                    <w:rPr>
                      <w:rStyle w:val="CharStyle4"/>
                    </w:rPr>
                    <w:t>Общая численность Комиссии определяется постановлением главы Администрации МР Ишимбайский район Республики Башкортостан, но не может быть более 21 человека.</w:t>
                  </w:r>
                </w:p>
                <w:p w:rsidR="009F3C5C" w:rsidRDefault="009F3C5C">
                  <w:pPr>
                    <w:pStyle w:val="2"/>
                    <w:tabs>
                      <w:tab w:val="left" w:pos="1214"/>
                    </w:tabs>
                    <w:spacing w:after="0" w:line="274" w:lineRule="exact"/>
                    <w:ind w:left="340" w:right="280" w:firstLine="560"/>
                    <w:jc w:val="both"/>
                  </w:pPr>
                  <w:r>
                    <w:rPr>
                      <w:rStyle w:val="CharStyle4"/>
                    </w:rPr>
                    <w:t>5.</w:t>
                  </w:r>
                  <w:r>
                    <w:rPr>
                      <w:rStyle w:val="CharStyle4"/>
                    </w:rPr>
                    <w:tab/>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9F3C5C" w:rsidRDefault="009F3C5C">
                  <w:pPr>
                    <w:pStyle w:val="2"/>
                    <w:spacing w:after="0" w:line="274" w:lineRule="exact"/>
                    <w:ind w:left="340" w:right="280" w:firstLine="560"/>
                    <w:jc w:val="both"/>
                  </w:pPr>
                  <w:r>
                    <w:rPr>
                      <w:rStyle w:val="CharStyle4"/>
                    </w:rPr>
                    <w:t>На заседании Комиссии в обязательном порядке приглашаются уполномоченные представители Администрации сельского поселения Петровский сельсовет муниципального района Ишимбайский район Республики Башкортостан, где расположены земельные участки и объекты капитального строительства, по поводу которых подготавливаются соответствующие рекомендации. Указанные представители обладают правом голоса наравне с членами Комиссии.</w:t>
                  </w:r>
                </w:p>
                <w:p w:rsidR="009F3C5C" w:rsidRDefault="009F3C5C">
                  <w:pPr>
                    <w:pStyle w:val="2"/>
                    <w:spacing w:after="0" w:line="274" w:lineRule="exact"/>
                    <w:ind w:left="340" w:right="280" w:firstLine="560"/>
                    <w:jc w:val="both"/>
                  </w:pPr>
                  <w:r>
                    <w:rPr>
                      <w:rStyle w:val="CharStyle4"/>
                    </w:rPr>
                    <w:t>При наличии информации о прямой или косвенной финансовой заинтересованности члена Комиссии по конкретному вопросу, наличии родственных отношений члена комиссии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9F3C5C" w:rsidRDefault="009F3C5C">
                  <w:pPr>
                    <w:pStyle w:val="2"/>
                    <w:tabs>
                      <w:tab w:val="left" w:pos="1229"/>
                    </w:tabs>
                    <w:spacing w:after="0" w:line="274" w:lineRule="exact"/>
                    <w:ind w:left="340" w:right="280" w:firstLine="560"/>
                    <w:jc w:val="both"/>
                  </w:pPr>
                  <w:r>
                    <w:rPr>
                      <w:rStyle w:val="CharStyle4"/>
                    </w:rPr>
                    <w:t>6.</w:t>
                  </w:r>
                  <w:r>
                    <w:rPr>
                      <w:rStyle w:val="CharStyle4"/>
                    </w:rPr>
                    <w:tab/>
                    <w:t>Заседания Комиссии ведет ее председатель или заместитель председателя.</w:t>
                  </w:r>
                </w:p>
                <w:p w:rsidR="009F3C5C" w:rsidRDefault="009F3C5C">
                  <w:pPr>
                    <w:pStyle w:val="2"/>
                    <w:spacing w:after="0" w:line="274" w:lineRule="exact"/>
                    <w:ind w:left="340" w:right="280" w:firstLine="560"/>
                    <w:jc w:val="both"/>
                  </w:pPr>
                  <w:r>
                    <w:rPr>
                      <w:rStyle w:val="CharStyle4"/>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txbxContent>
            </v:textbox>
            <w10:wrap type="square" anchorx="page" anchory="page"/>
          </v:rect>
        </w:pict>
      </w:r>
    </w:p>
    <w:p w:rsidR="009F3C5C" w:rsidRDefault="009F3C5C">
      <w:pPr>
        <w:pStyle w:val="Standard"/>
        <w:rPr>
          <w:sz w:val="2"/>
          <w:szCs w:val="2"/>
        </w:rPr>
        <w:sectPr w:rsidR="009F3C5C">
          <w:headerReference w:type="default" r:id="rId87"/>
          <w:footerReference w:type="default" r:id="rId88"/>
          <w:pgSz w:w="11906" w:h="16838"/>
          <w:pgMar w:top="360" w:right="360" w:bottom="360" w:left="360" w:header="0" w:footer="0" w:gutter="0"/>
          <w:cols w:space="720"/>
          <w:formProt w:val="0"/>
          <w:docGrid w:linePitch="240" w:charSpace="-6145"/>
        </w:sectPr>
      </w:pPr>
      <w:r>
        <w:rPr>
          <w:noProof/>
          <w:lang w:eastAsia="ru-RU" w:bidi="ar-SA"/>
        </w:rPr>
        <w:pict>
          <v:rect id="42" o:spid="_x0000_s1067" style="position:absolute;margin-left:69pt;margin-top:30.4pt;width:487.1pt;height:793.65pt;z-index:251700224;mso-position-horizontal-relative:page;mso-position-vertical-relative:page" filled="f" stroked="f" strokecolor="#3465a4">
            <v:fill o:detectmouseclick="t"/>
            <v:stroke joinstyle="round"/>
            <v:textbox>
              <w:txbxContent>
                <w:p w:rsidR="009F3C5C" w:rsidRDefault="009F3C5C">
                  <w:pPr>
                    <w:pStyle w:val="2"/>
                    <w:tabs>
                      <w:tab w:val="left" w:pos="1219"/>
                    </w:tabs>
                    <w:spacing w:after="0" w:line="274" w:lineRule="exact"/>
                    <w:ind w:left="340" w:right="280" w:firstLine="560"/>
                    <w:jc w:val="both"/>
                  </w:pPr>
                  <w:r>
                    <w:rPr>
                      <w:rStyle w:val="CharStyle4"/>
                    </w:rPr>
                    <w:t>7. Решения Комиссии вступают в силу с момента подписания протокола и являются основанием для осуществления соответствующих действий всеми структурными подразделениями Администрации сельского поселения Януру- совский сельсовет муниципального района Ишимбайский район Республики Башкортостан.</w:t>
                  </w:r>
                </w:p>
                <w:p w:rsidR="009F3C5C" w:rsidRDefault="009F3C5C">
                  <w:pPr>
                    <w:pStyle w:val="2"/>
                    <w:spacing w:after="0" w:line="274" w:lineRule="exact"/>
                    <w:ind w:left="340" w:right="280" w:firstLine="560"/>
                    <w:jc w:val="both"/>
                  </w:pPr>
                  <w:r>
                    <w:rPr>
                      <w:rStyle w:val="CharStyle4"/>
                    </w:rPr>
                    <w:t>Протоколы всех заседаний и копии материалов хранятся в архиве Администрации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214"/>
                    </w:tabs>
                    <w:spacing w:after="0" w:line="274" w:lineRule="exact"/>
                    <w:ind w:left="340" w:right="280" w:firstLine="560"/>
                    <w:jc w:val="both"/>
                  </w:pPr>
                  <w:r>
                    <w:rPr>
                      <w:rStyle w:val="CharStyle4"/>
                    </w:rPr>
                    <w:t xml:space="preserve">8. </w:t>
                  </w:r>
                  <w:r>
                    <w:rPr>
                      <w:rStyle w:val="CharStyle4"/>
                    </w:rPr>
                    <w:tab/>
                    <w:t>Информация о работе Комиссии является открытой для всех заинтересованных лиц.</w:t>
                  </w:r>
                </w:p>
              </w:txbxContent>
            </v:textbox>
            <w10:wrap type="square" anchorx="page" anchory="page"/>
          </v:rect>
        </w:pict>
      </w:r>
    </w:p>
    <w:p w:rsidR="009F3C5C" w:rsidRDefault="009F3C5C">
      <w:pPr>
        <w:pStyle w:val="Standard"/>
        <w:rPr>
          <w:sz w:val="2"/>
          <w:szCs w:val="2"/>
        </w:rPr>
        <w:sectPr w:rsidR="009F3C5C">
          <w:headerReference w:type="default" r:id="rId89"/>
          <w:footerReference w:type="default" r:id="rId90"/>
          <w:pgSz w:w="11906" w:h="16838"/>
          <w:pgMar w:top="360" w:right="360" w:bottom="360" w:left="360" w:header="0" w:footer="0" w:gutter="0"/>
          <w:cols w:space="720"/>
          <w:formProt w:val="0"/>
          <w:docGrid w:linePitch="240" w:charSpace="-6145"/>
        </w:sectPr>
      </w:pPr>
      <w:r>
        <w:rPr>
          <w:noProof/>
          <w:lang w:eastAsia="ru-RU" w:bidi="ar-SA"/>
        </w:rPr>
        <w:pict>
          <v:rect id="43" o:spid="_x0000_s1068" style="position:absolute;margin-left:69pt;margin-top:29.95pt;width:487.1pt;height:787.6pt;z-index:251701248;mso-position-horizontal-relative:page;mso-position-vertical-relative:page" filled="f" stroked="f" strokecolor="#3465a4">
            <v:fill o:detectmouseclick="t"/>
            <v:stroke joinstyle="round"/>
            <v:textbox>
              <w:txbxContent>
                <w:p w:rsidR="009F3C5C" w:rsidRDefault="009F3C5C">
                  <w:pPr>
                    <w:pStyle w:val="2"/>
                    <w:tabs>
                      <w:tab w:val="left" w:pos="1373"/>
                    </w:tabs>
                    <w:spacing w:after="244" w:line="278" w:lineRule="exact"/>
                    <w:ind w:left="340" w:right="280" w:firstLine="560"/>
                    <w:jc w:val="both"/>
                  </w:pPr>
                  <w:r>
                    <w:rPr>
                      <w:rStyle w:val="CharStyle4"/>
                    </w:rPr>
                    <w:tab/>
                  </w:r>
                  <w:r>
                    <w:rPr>
                      <w:rStyle w:val="CharStyle4"/>
                      <w:b/>
                      <w:bCs/>
                    </w:rPr>
                    <w:t>2.3 Общие положения о физических и юридических лицах, осуществляющих землепользование и застройку</w:t>
                  </w:r>
                </w:p>
                <w:p w:rsidR="009F3C5C" w:rsidRDefault="009F3C5C">
                  <w:pPr>
                    <w:pStyle w:val="2"/>
                    <w:numPr>
                      <w:ilvl w:val="0"/>
                      <w:numId w:val="40"/>
                    </w:numPr>
                    <w:tabs>
                      <w:tab w:val="left" w:pos="1219"/>
                    </w:tabs>
                    <w:spacing w:after="0" w:line="274" w:lineRule="exact"/>
                    <w:ind w:left="340" w:right="280" w:firstLine="560"/>
                    <w:jc w:val="both"/>
                  </w:pPr>
                  <w:r>
                    <w:rPr>
                      <w:rStyle w:val="CharStyle4"/>
                    </w:rPr>
                    <w:tab/>
                    <w:t>В соответствии с действующим законодательством настоящие Правила, а также принимаемые в их развитие иные нормативные правовые акты сельского поселения Петровский сельсовет муниципального района Ишимбайский район Республики Башкортостан регулируют действия физических и юридических лиц, предпринимателей, которые:</w:t>
                  </w:r>
                </w:p>
                <w:p w:rsidR="009F3C5C" w:rsidRDefault="009F3C5C">
                  <w:pPr>
                    <w:pStyle w:val="2"/>
                    <w:numPr>
                      <w:ilvl w:val="0"/>
                      <w:numId w:val="41"/>
                    </w:numPr>
                    <w:tabs>
                      <w:tab w:val="left" w:pos="1114"/>
                    </w:tabs>
                    <w:spacing w:after="0" w:line="274" w:lineRule="exact"/>
                    <w:ind w:left="340" w:right="280" w:firstLine="560"/>
                    <w:jc w:val="both"/>
                  </w:pPr>
                  <w:r>
                    <w:rPr>
                      <w:rStyle w:val="CharStyle4"/>
                    </w:rPr>
                    <w:tab/>
                    <w:t>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 существующих объектов капитального строительства;</w:t>
                  </w:r>
                </w:p>
                <w:p w:rsidR="009F3C5C" w:rsidRDefault="009F3C5C">
                  <w:pPr>
                    <w:pStyle w:val="2"/>
                    <w:numPr>
                      <w:ilvl w:val="0"/>
                      <w:numId w:val="30"/>
                    </w:numPr>
                    <w:tabs>
                      <w:tab w:val="left" w:pos="1123"/>
                    </w:tabs>
                    <w:spacing w:after="0" w:line="274" w:lineRule="exact"/>
                    <w:ind w:left="340" w:right="280" w:firstLine="560"/>
                    <w:jc w:val="both"/>
                  </w:pPr>
                  <w:r>
                    <w:rPr>
                      <w:rStyle w:val="CharStyle4"/>
                    </w:rPr>
                    <w:tab/>
                    <w:t>обращаются в Администрацию сельского поселения Петровский сельсовет муниципального района Ишимбайский район Республики Башкортостан с заявкой о подготовке и предоставлении земельного участка (земельных участков) для нового строительства, реконструкции существующих объектов капитального строительства и осуществляют действия по градостроительной подготовке земельных участков из состава государственных и муниципальных земель;</w:t>
                  </w:r>
                </w:p>
                <w:p w:rsidR="009F3C5C" w:rsidRDefault="009F3C5C">
                  <w:pPr>
                    <w:pStyle w:val="2"/>
                    <w:numPr>
                      <w:ilvl w:val="0"/>
                      <w:numId w:val="30"/>
                    </w:numPr>
                    <w:tabs>
                      <w:tab w:val="left" w:pos="1118"/>
                    </w:tabs>
                    <w:spacing w:after="0" w:line="274" w:lineRule="exact"/>
                    <w:ind w:left="340" w:right="280" w:firstLine="560"/>
                    <w:jc w:val="both"/>
                  </w:pPr>
                  <w:r>
                    <w:rPr>
                      <w:rStyle w:val="CharStyle4"/>
                    </w:rPr>
                    <w:tab/>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строительство, реконструкцию и иные изменения объектов капитального строительства;</w:t>
                  </w:r>
                </w:p>
                <w:p w:rsidR="009F3C5C" w:rsidRDefault="009F3C5C">
                  <w:pPr>
                    <w:pStyle w:val="2"/>
                    <w:numPr>
                      <w:ilvl w:val="0"/>
                      <w:numId w:val="30"/>
                    </w:numPr>
                    <w:tabs>
                      <w:tab w:val="left" w:pos="1112"/>
                    </w:tabs>
                    <w:spacing w:after="0" w:line="274" w:lineRule="exact"/>
                    <w:ind w:left="340" w:right="280" w:firstLine="560"/>
                    <w:jc w:val="both"/>
                  </w:pPr>
                  <w:r>
                    <w:rPr>
                      <w:rStyle w:val="CharStyle4"/>
                    </w:rPr>
                    <w:tab/>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9F3C5C" w:rsidRDefault="009F3C5C">
                  <w:pPr>
                    <w:pStyle w:val="2"/>
                    <w:numPr>
                      <w:ilvl w:val="0"/>
                      <w:numId w:val="30"/>
                    </w:numPr>
                    <w:tabs>
                      <w:tab w:val="left" w:pos="1123"/>
                    </w:tabs>
                    <w:spacing w:after="0" w:line="274" w:lineRule="exact"/>
                    <w:ind w:left="340" w:right="280" w:firstLine="560"/>
                    <w:jc w:val="both"/>
                  </w:pPr>
                  <w:r>
                    <w:rPr>
                      <w:rStyle w:val="CharStyle4"/>
                    </w:rPr>
                    <w:tab/>
                    <w:t>осуществляют иные не запрещенные действующим законодательством действия в области землепользования и застройки.</w:t>
                  </w:r>
                </w:p>
                <w:p w:rsidR="009F3C5C" w:rsidRDefault="009F3C5C">
                  <w:pPr>
                    <w:pStyle w:val="2"/>
                    <w:tabs>
                      <w:tab w:val="left" w:pos="1214"/>
                    </w:tabs>
                    <w:spacing w:after="0" w:line="274" w:lineRule="exact"/>
                    <w:ind w:left="340" w:right="280" w:firstLine="560"/>
                    <w:jc w:val="both"/>
                  </w:pPr>
                  <w:r>
                    <w:rPr>
                      <w:rStyle w:val="CharStyle4"/>
                    </w:rPr>
                    <w:t>2.</w:t>
                  </w:r>
                  <w:r>
                    <w:rPr>
                      <w:rStyle w:val="CharStyle4"/>
                    </w:rPr>
                    <w:tab/>
                    <w:t>К иным действиям в области землепользования и застройки могут быть отнесены:</w:t>
                  </w:r>
                </w:p>
                <w:p w:rsidR="009F3C5C" w:rsidRDefault="009F3C5C">
                  <w:pPr>
                    <w:pStyle w:val="2"/>
                    <w:numPr>
                      <w:ilvl w:val="0"/>
                      <w:numId w:val="42"/>
                    </w:numPr>
                    <w:tabs>
                      <w:tab w:val="left" w:pos="1128"/>
                    </w:tabs>
                    <w:spacing w:after="0" w:line="274" w:lineRule="exact"/>
                    <w:ind w:left="340" w:right="280" w:firstLine="560"/>
                    <w:jc w:val="both"/>
                  </w:pPr>
                  <w:r>
                    <w:rPr>
                      <w:rStyle w:val="CharStyle4"/>
                    </w:rPr>
                    <w:tab/>
                    <w:t>возведение временных строений (с ограниченным сроком использования) на земельных участках в границах территорий общего пользования, не подлежащих приватизации, передаваемых в аренду на срок не более пяти лет;</w:t>
                  </w:r>
                </w:p>
                <w:p w:rsidR="009F3C5C" w:rsidRDefault="009F3C5C">
                  <w:pPr>
                    <w:pStyle w:val="2"/>
                    <w:numPr>
                      <w:ilvl w:val="0"/>
                      <w:numId w:val="30"/>
                    </w:numPr>
                    <w:tabs>
                      <w:tab w:val="left" w:pos="1114"/>
                    </w:tabs>
                    <w:spacing w:after="0" w:line="274" w:lineRule="exact"/>
                    <w:ind w:left="340" w:right="280" w:firstLine="560"/>
                    <w:jc w:val="both"/>
                  </w:pPr>
                  <w:r>
                    <w:rPr>
                      <w:rStyle w:val="CharStyle4"/>
                    </w:rPr>
                    <w:tab/>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F3C5C" w:rsidRDefault="009F3C5C">
                  <w:pPr>
                    <w:pStyle w:val="2"/>
                    <w:numPr>
                      <w:ilvl w:val="0"/>
                      <w:numId w:val="30"/>
                    </w:numPr>
                    <w:tabs>
                      <w:tab w:val="left" w:pos="1112"/>
                    </w:tabs>
                    <w:spacing w:after="0" w:line="274" w:lineRule="exact"/>
                    <w:ind w:left="340" w:right="280" w:firstLine="560"/>
                    <w:jc w:val="both"/>
                  </w:pPr>
                  <w:r>
                    <w:rPr>
                      <w:rStyle w:val="CharStyle4"/>
                    </w:rPr>
                    <w:tab/>
                    <w:t>иные действия, связанные с подготовкой и реализацией общественных интересов или частных намерений по землепользованию и застройке.</w:t>
                  </w:r>
                </w:p>
              </w:txbxContent>
            </v:textbox>
            <w10:wrap type="square" anchorx="page" anchory="page"/>
          </v:rect>
        </w:pict>
      </w:r>
    </w:p>
    <w:p w:rsidR="009F3C5C" w:rsidRDefault="009F3C5C">
      <w:pPr>
        <w:pStyle w:val="Standard"/>
        <w:rPr>
          <w:sz w:val="2"/>
          <w:szCs w:val="2"/>
        </w:rPr>
        <w:sectPr w:rsidR="009F3C5C">
          <w:headerReference w:type="default" r:id="rId91"/>
          <w:footerReference w:type="default" r:id="rId92"/>
          <w:pgSz w:w="11906" w:h="16838"/>
          <w:pgMar w:top="360" w:right="360" w:bottom="360" w:left="360" w:header="0" w:footer="0" w:gutter="0"/>
          <w:cols w:space="720"/>
          <w:formProt w:val="0"/>
          <w:docGrid w:linePitch="240" w:charSpace="-6145"/>
        </w:sectPr>
      </w:pPr>
      <w:r>
        <w:rPr>
          <w:noProof/>
          <w:lang w:eastAsia="ru-RU" w:bidi="ar-SA"/>
        </w:rPr>
        <w:pict>
          <v:rect id="44" o:spid="_x0000_s1069" style="position:absolute;margin-left:69pt;margin-top:30.4pt;width:487.1pt;height:793.65pt;z-index:251702272;mso-position-horizontal-relative:page;mso-position-vertical-relative:page" filled="f" stroked="f" strokecolor="#3465a4">
            <v:fill o:detectmouseclick="t"/>
            <v:stroke joinstyle="round"/>
            <v:textbox>
              <w:txbxContent>
                <w:p w:rsidR="009F3C5C" w:rsidRDefault="009F3C5C">
                  <w:pPr>
                    <w:pStyle w:val="2"/>
                    <w:tabs>
                      <w:tab w:val="left" w:pos="1434"/>
                    </w:tabs>
                    <w:spacing w:line="274" w:lineRule="exact"/>
                    <w:ind w:left="340" w:right="280"/>
                    <w:jc w:val="both"/>
                  </w:pPr>
                  <w:r>
                    <w:rPr>
                      <w:rStyle w:val="CharStyle4"/>
                      <w:b/>
                      <w:bCs/>
                    </w:rPr>
                    <w:t>2.4</w:t>
                  </w:r>
                  <w:r>
                    <w:rPr>
                      <w:rStyle w:val="CharStyle4"/>
                      <w:b/>
                      <w:bCs/>
                    </w:rPr>
                    <w:tab/>
                    <w:t>Порядок утверждения Правил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43"/>
                    </w:numPr>
                    <w:tabs>
                      <w:tab w:val="left" w:pos="1229"/>
                    </w:tabs>
                    <w:spacing w:after="0" w:line="274" w:lineRule="exact"/>
                    <w:ind w:left="340" w:right="280" w:firstLine="560"/>
                    <w:jc w:val="both"/>
                  </w:pPr>
                  <w:r>
                    <w:rPr>
                      <w:rStyle w:val="CharStyle4"/>
                    </w:rPr>
                    <w:tab/>
                    <w:t>Правила землепользования и застройки сельского поселения Петровский сельсовет муниципального района Ишимбайский Республики Башкортостан утверждаются представительным органом местного самоуправления - Советом МР Ишимбайский район Республики Башкортостан по результатам публичных слушаний.</w:t>
                  </w:r>
                </w:p>
                <w:p w:rsidR="009F3C5C" w:rsidRDefault="009F3C5C">
                  <w:pPr>
                    <w:pStyle w:val="2"/>
                    <w:numPr>
                      <w:ilvl w:val="0"/>
                      <w:numId w:val="43"/>
                    </w:numPr>
                    <w:tabs>
                      <w:tab w:val="left" w:pos="1225"/>
                    </w:tabs>
                    <w:spacing w:after="0" w:line="274" w:lineRule="exact"/>
                    <w:ind w:left="340" w:right="280" w:firstLine="560"/>
                    <w:jc w:val="both"/>
                  </w:pPr>
                  <w:r>
                    <w:rPr>
                      <w:rStyle w:val="CharStyle4"/>
                    </w:rPr>
                    <w:tab/>
                    <w:t>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w:t>
                  </w:r>
                </w:p>
                <w:p w:rsidR="009F3C5C" w:rsidRDefault="009F3C5C">
                  <w:pPr>
                    <w:pStyle w:val="2"/>
                    <w:numPr>
                      <w:ilvl w:val="0"/>
                      <w:numId w:val="43"/>
                    </w:numPr>
                    <w:tabs>
                      <w:tab w:val="left" w:pos="1229"/>
                    </w:tabs>
                    <w:spacing w:after="0" w:line="274" w:lineRule="exact"/>
                    <w:ind w:left="340" w:right="280" w:firstLine="560"/>
                    <w:jc w:val="both"/>
                  </w:pPr>
                  <w:r>
                    <w:rPr>
                      <w:rStyle w:val="CharStyle4"/>
                    </w:rPr>
                    <w:tab/>
                    <w:t>Совет МР Ишимбайский район Республики Башкортостан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Петровский сельсовет муниципального района Ишимбайский район Республики Башкортостан на доработку в соответствии с результатами публичных слушаний по указанному проекту.</w:t>
                  </w:r>
                </w:p>
                <w:p w:rsidR="009F3C5C" w:rsidRDefault="009F3C5C">
                  <w:pPr>
                    <w:pStyle w:val="2"/>
                    <w:numPr>
                      <w:ilvl w:val="0"/>
                      <w:numId w:val="43"/>
                    </w:numPr>
                    <w:tabs>
                      <w:tab w:val="left" w:pos="1225"/>
                    </w:tabs>
                    <w:spacing w:after="0" w:line="274" w:lineRule="exact"/>
                    <w:ind w:left="340" w:right="280" w:firstLine="560"/>
                    <w:jc w:val="both"/>
                  </w:pPr>
                  <w:r>
                    <w:rPr>
                      <w:rStyle w:val="CharStyle4"/>
                    </w:rPr>
                    <w:tab/>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сельского поселения Петровский сельсовет муниципального района Ишимбайский район Республики Башкортостан (при наличии официального сайта) в сети Интернет.</w:t>
                  </w:r>
                </w:p>
                <w:p w:rsidR="009F3C5C" w:rsidRDefault="009F3C5C">
                  <w:pPr>
                    <w:pStyle w:val="2"/>
                    <w:numPr>
                      <w:ilvl w:val="0"/>
                      <w:numId w:val="43"/>
                    </w:numPr>
                    <w:tabs>
                      <w:tab w:val="left" w:pos="1225"/>
                    </w:tabs>
                    <w:spacing w:after="0" w:line="274" w:lineRule="exact"/>
                    <w:ind w:left="340" w:right="280" w:firstLine="560"/>
                    <w:jc w:val="both"/>
                  </w:pPr>
                  <w:r>
                    <w:rPr>
                      <w:rStyle w:val="CharStyle4"/>
                    </w:rPr>
                    <w:tab/>
                    <w:t>Физические и юридические лица вправе оспорить решение об утверждении правил землепользования и застройки в судебном порядке.</w:t>
                  </w:r>
                </w:p>
                <w:p w:rsidR="009F3C5C" w:rsidRDefault="009F3C5C">
                  <w:pPr>
                    <w:pStyle w:val="2"/>
                    <w:numPr>
                      <w:ilvl w:val="0"/>
                      <w:numId w:val="43"/>
                    </w:numPr>
                    <w:tabs>
                      <w:tab w:val="left" w:pos="1233"/>
                    </w:tabs>
                    <w:spacing w:after="0" w:line="274" w:lineRule="exact"/>
                    <w:ind w:left="340" w:right="280" w:firstLine="560"/>
                    <w:jc w:val="both"/>
                  </w:pPr>
                  <w:r>
                    <w:rPr>
                      <w:rStyle w:val="CharStyle4"/>
                    </w:rPr>
                    <w:tab/>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txbxContent>
            </v:textbox>
            <w10:wrap type="square" anchorx="page" anchory="page"/>
          </v:rect>
        </w:pict>
      </w:r>
    </w:p>
    <w:p w:rsidR="009F3C5C" w:rsidRDefault="009F3C5C">
      <w:pPr>
        <w:pStyle w:val="Standard"/>
        <w:rPr>
          <w:sz w:val="2"/>
          <w:szCs w:val="2"/>
        </w:rPr>
        <w:sectPr w:rsidR="009F3C5C">
          <w:headerReference w:type="default" r:id="rId93"/>
          <w:footerReference w:type="default" r:id="rId94"/>
          <w:pgSz w:w="11906" w:h="16838"/>
          <w:pgMar w:top="360" w:right="360" w:bottom="360" w:left="360" w:header="0" w:footer="0" w:gutter="0"/>
          <w:cols w:space="720"/>
          <w:formProt w:val="0"/>
          <w:docGrid w:linePitch="240" w:charSpace="-6145"/>
        </w:sectPr>
      </w:pPr>
      <w:r>
        <w:rPr>
          <w:noProof/>
          <w:lang w:eastAsia="ru-RU" w:bidi="ar-SA"/>
        </w:rPr>
        <w:pict>
          <v:rect id="45" o:spid="_x0000_s1070" style="position:absolute;margin-left:69pt;margin-top:30.15pt;width:487.1pt;height:795.85pt;z-index:251703296;mso-position-horizontal-relative:page;mso-position-vertical-relative:page" filled="f" stroked="f" strokecolor="#3465a4">
            <v:fill o:detectmouseclick="t"/>
            <v:stroke joinstyle="round"/>
            <v:textbox>
              <w:txbxContent>
                <w:p w:rsidR="009F3C5C" w:rsidRDefault="009F3C5C">
                  <w:pPr>
                    <w:pStyle w:val="2"/>
                    <w:spacing w:after="236" w:line="274" w:lineRule="exact"/>
                    <w:ind w:left="340" w:right="300" w:firstLine="560"/>
                    <w:jc w:val="both"/>
                  </w:pPr>
                  <w:r>
                    <w:rPr>
                      <w:rStyle w:val="CharStyle4"/>
                      <w:b/>
                      <w:bCs/>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F3C5C" w:rsidRDefault="009F3C5C">
                  <w:pPr>
                    <w:pStyle w:val="2"/>
                    <w:spacing w:after="244" w:line="278" w:lineRule="exact"/>
                    <w:ind w:left="340" w:right="300" w:firstLine="560"/>
                    <w:jc w:val="both"/>
                  </w:pPr>
                  <w:r>
                    <w:rPr>
                      <w:rStyle w:val="CharStyle4"/>
                      <w:b/>
                      <w:bCs/>
                    </w:rPr>
                    <w:t>3.1 Общий порядок изменения видов разрешенного использования земельных участков и объектов капитального строительства</w:t>
                  </w:r>
                </w:p>
                <w:p w:rsidR="009F3C5C" w:rsidRDefault="009F3C5C">
                  <w:pPr>
                    <w:pStyle w:val="2"/>
                    <w:numPr>
                      <w:ilvl w:val="0"/>
                      <w:numId w:val="44"/>
                    </w:numPr>
                    <w:tabs>
                      <w:tab w:val="left" w:pos="1231"/>
                    </w:tabs>
                    <w:spacing w:after="0" w:line="274" w:lineRule="exact"/>
                    <w:ind w:left="340" w:right="300" w:firstLine="560"/>
                    <w:jc w:val="both"/>
                  </w:pPr>
                  <w:r>
                    <w:rPr>
                      <w:rStyle w:val="CharStyle4"/>
                    </w:rPr>
                    <w:tab/>
                    <w:t>Изменение видов разрешенного использования земельных участков и объектов капитального строительства на территории сельского поселения Петровский сельсовет муниципального района Ишимбайский район Республики Башкортостан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и иных обязательных требований в соответствии с настоящими Правилами.</w:t>
                  </w:r>
                </w:p>
                <w:p w:rsidR="009F3C5C" w:rsidRDefault="009F3C5C">
                  <w:pPr>
                    <w:pStyle w:val="2"/>
                    <w:numPr>
                      <w:ilvl w:val="0"/>
                      <w:numId w:val="44"/>
                    </w:numPr>
                    <w:tabs>
                      <w:tab w:val="left" w:pos="1231"/>
                    </w:tabs>
                    <w:spacing w:after="0" w:line="274" w:lineRule="exact"/>
                    <w:ind w:left="340" w:right="300" w:firstLine="560"/>
                    <w:jc w:val="both"/>
                  </w:pPr>
                  <w:r>
                    <w:rPr>
                      <w:rStyle w:val="CharStyle4"/>
                    </w:rPr>
                    <w:tab/>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F3C5C" w:rsidRDefault="009F3C5C">
                  <w:pPr>
                    <w:pStyle w:val="2"/>
                    <w:numPr>
                      <w:ilvl w:val="0"/>
                      <w:numId w:val="44"/>
                    </w:numPr>
                    <w:tabs>
                      <w:tab w:val="left" w:pos="1231"/>
                    </w:tabs>
                    <w:spacing w:after="0" w:line="274" w:lineRule="exact"/>
                    <w:ind w:left="340" w:right="300" w:firstLine="560"/>
                    <w:jc w:val="both"/>
                  </w:pPr>
                  <w:r>
                    <w:rPr>
                      <w:rStyle w:val="CharStyle4"/>
                    </w:rPr>
                    <w:tab/>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 ния.</w:t>
                  </w:r>
                </w:p>
                <w:p w:rsidR="009F3C5C" w:rsidRDefault="009F3C5C">
                  <w:pPr>
                    <w:pStyle w:val="2"/>
                    <w:numPr>
                      <w:ilvl w:val="0"/>
                      <w:numId w:val="44"/>
                    </w:numPr>
                    <w:tabs>
                      <w:tab w:val="left" w:pos="1231"/>
                    </w:tabs>
                    <w:spacing w:after="0" w:line="274" w:lineRule="exact"/>
                    <w:ind w:left="340" w:right="300" w:firstLine="560"/>
                    <w:jc w:val="both"/>
                  </w:pPr>
                  <w:r>
                    <w:rPr>
                      <w:rStyle w:val="CharStyle4"/>
                    </w:rPr>
                    <w:tab/>
                    <w:t>В случаях, если физические и юридические лица хотят выбрать вид использования из числа условно разрешенных настоящими Правилами для соответствующей территориальной зоны, необходимо получение разрешения, предоставляемого главой сельского поселения Петровский сельсовет муниципального района Ишимбайский района Республики Башкортостан в порядке, установленном настоящими Правилами, в соответствии со статьёй 39 Градостроительного кодекса Российской Федерации.</w:t>
                  </w:r>
                </w:p>
                <w:p w:rsidR="009F3C5C" w:rsidRDefault="009F3C5C">
                  <w:pPr>
                    <w:pStyle w:val="2"/>
                    <w:numPr>
                      <w:ilvl w:val="0"/>
                      <w:numId w:val="44"/>
                    </w:numPr>
                    <w:tabs>
                      <w:tab w:val="left" w:pos="1231"/>
                    </w:tabs>
                    <w:spacing w:after="0" w:line="274" w:lineRule="exact"/>
                    <w:ind w:left="340" w:right="300" w:firstLine="560"/>
                    <w:jc w:val="both"/>
                  </w:pPr>
                  <w:r>
                    <w:rPr>
                      <w:rStyle w:val="CharStyle4"/>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txbxContent>
            </v:textbox>
            <w10:wrap type="square" anchorx="page" anchory="page"/>
          </v:rect>
        </w:pict>
      </w:r>
    </w:p>
    <w:p w:rsidR="009F3C5C" w:rsidRDefault="009F3C5C">
      <w:pPr>
        <w:pStyle w:val="Standard"/>
        <w:rPr>
          <w:sz w:val="2"/>
          <w:szCs w:val="2"/>
        </w:rPr>
        <w:sectPr w:rsidR="009F3C5C">
          <w:headerReference w:type="default" r:id="rId95"/>
          <w:footerReference w:type="default" r:id="rId96"/>
          <w:pgSz w:w="11906" w:h="16838"/>
          <w:pgMar w:top="360" w:right="360" w:bottom="360" w:left="360" w:header="0" w:footer="0" w:gutter="0"/>
          <w:cols w:space="720"/>
          <w:formProt w:val="0"/>
          <w:docGrid w:linePitch="240" w:charSpace="-6145"/>
        </w:sectPr>
      </w:pPr>
      <w:r>
        <w:rPr>
          <w:noProof/>
          <w:lang w:eastAsia="ru-RU" w:bidi="ar-SA"/>
        </w:rPr>
        <w:pict>
          <v:rect id="46" o:spid="_x0000_s1071" style="position:absolute;margin-left:69pt;margin-top:30.4pt;width:487.1pt;height:791.95pt;z-index:251704320;mso-position-horizontal-relative:page;mso-position-vertical-relative:page" filled="f" stroked="f" strokecolor="#3465a4">
            <v:fill o:detectmouseclick="t"/>
            <v:stroke joinstyle="round"/>
            <v:textbox>
              <w:txbxContent>
                <w:p w:rsidR="009F3C5C" w:rsidRDefault="009F3C5C">
                  <w:pPr>
                    <w:pStyle w:val="2"/>
                    <w:spacing w:line="274" w:lineRule="exact"/>
                    <w:ind w:left="340" w:right="280" w:firstLine="560"/>
                    <w:jc w:val="both"/>
                  </w:pPr>
                  <w:r>
                    <w:rPr>
                      <w:rStyle w:val="CharStyle4"/>
                      <w:b/>
                      <w:bCs/>
                    </w:rPr>
                    <w:t>3.2. Порядок предоставления разрешения на условно разрешенный вид использования земельного участка или объекта капитального строительства</w:t>
                  </w:r>
                </w:p>
                <w:p w:rsidR="009F3C5C" w:rsidRDefault="009F3C5C">
                  <w:pPr>
                    <w:pStyle w:val="2"/>
                    <w:numPr>
                      <w:ilvl w:val="0"/>
                      <w:numId w:val="45"/>
                    </w:numPr>
                    <w:tabs>
                      <w:tab w:val="left" w:pos="1219"/>
                    </w:tabs>
                    <w:spacing w:after="0" w:line="274" w:lineRule="exact"/>
                    <w:ind w:left="340" w:right="280" w:firstLine="560"/>
                    <w:jc w:val="both"/>
                  </w:pPr>
                  <w:r>
                    <w:rPr>
                      <w:rStyle w:val="CharStyle4"/>
                    </w:rPr>
                    <w:tab/>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по землепользованию и застройке сельского поселения Петровский сельсовет муниципального района Ишимбайский район Республики Башкортостан (далее - Комиссия).</w:t>
                  </w:r>
                </w:p>
                <w:p w:rsidR="009F3C5C" w:rsidRDefault="009F3C5C">
                  <w:pPr>
                    <w:pStyle w:val="2"/>
                    <w:spacing w:after="0" w:line="274" w:lineRule="exact"/>
                    <w:ind w:left="340" w:right="280" w:firstLine="560"/>
                    <w:jc w:val="both"/>
                  </w:pPr>
                  <w:r>
                    <w:rPr>
                      <w:rStyle w:val="CharStyle4"/>
                    </w:rPr>
                    <w:t>Порядок деятельности Комиссии регламентируется соответствующим положением, утверждаемым решением главы сельского поселения Петровский сельсовет муниципального района Ишимбайский район Республики Башкортостан, а до его утверждения - временным положением, утвержденным постановлением главы сельского поселения Петровский сельсовет муниципального района Ишимбайский район Республики Башкортостан в развитие настоящих Правил.</w:t>
                  </w:r>
                </w:p>
                <w:p w:rsidR="009F3C5C" w:rsidRDefault="009F3C5C">
                  <w:pPr>
                    <w:pStyle w:val="2"/>
                    <w:numPr>
                      <w:ilvl w:val="0"/>
                      <w:numId w:val="45"/>
                    </w:numPr>
                    <w:tabs>
                      <w:tab w:val="left" w:pos="1214"/>
                    </w:tabs>
                    <w:spacing w:after="0" w:line="274" w:lineRule="exact"/>
                    <w:ind w:left="340" w:right="280" w:firstLine="560"/>
                    <w:jc w:val="both"/>
                  </w:pPr>
                  <w:r>
                    <w:rPr>
                      <w:rStyle w:val="CharStyle4"/>
                    </w:rPr>
                    <w:tab/>
                    <w:t>Заявление о предоставлении разрешения на условно разрешенный вид использования может подаваться:</w:t>
                  </w:r>
                </w:p>
                <w:p w:rsidR="009F3C5C" w:rsidRDefault="009F3C5C">
                  <w:pPr>
                    <w:pStyle w:val="2"/>
                    <w:numPr>
                      <w:ilvl w:val="0"/>
                      <w:numId w:val="46"/>
                    </w:numPr>
                    <w:tabs>
                      <w:tab w:val="left" w:pos="1160"/>
                    </w:tabs>
                    <w:spacing w:after="0" w:line="274" w:lineRule="exact"/>
                    <w:ind w:left="340" w:firstLine="560"/>
                    <w:jc w:val="both"/>
                  </w:pPr>
                  <w:r>
                    <w:rPr>
                      <w:rStyle w:val="CharStyle4"/>
                    </w:rPr>
                    <w:tab/>
                    <w:t>при осуществлении архитектурно-строительного проектирования;</w:t>
                  </w:r>
                </w:p>
                <w:p w:rsidR="009F3C5C" w:rsidRDefault="009F3C5C">
                  <w:pPr>
                    <w:pStyle w:val="2"/>
                    <w:numPr>
                      <w:ilvl w:val="0"/>
                      <w:numId w:val="30"/>
                    </w:numPr>
                    <w:tabs>
                      <w:tab w:val="left" w:pos="1160"/>
                    </w:tabs>
                    <w:spacing w:after="0" w:line="274" w:lineRule="exact"/>
                    <w:ind w:left="340" w:right="280" w:firstLine="560"/>
                    <w:jc w:val="both"/>
                  </w:pPr>
                  <w:r>
                    <w:rPr>
                      <w:rStyle w:val="CharStyle4"/>
                    </w:rPr>
                    <w:tab/>
                    <w:t>в процессе использования земельных участков, иных объектов недвижимости, когда правообладатели планируют изменить их назначение.</w:t>
                  </w:r>
                </w:p>
                <w:p w:rsidR="009F3C5C" w:rsidRDefault="009F3C5C">
                  <w:pPr>
                    <w:pStyle w:val="2"/>
                    <w:tabs>
                      <w:tab w:val="left" w:pos="1214"/>
                    </w:tabs>
                    <w:spacing w:after="0" w:line="274" w:lineRule="exact"/>
                    <w:ind w:left="340" w:right="280" w:firstLine="560"/>
                    <w:jc w:val="both"/>
                  </w:pPr>
                  <w:r>
                    <w:rPr>
                      <w:rStyle w:val="CharStyle4"/>
                    </w:rPr>
                    <w:t xml:space="preserve">3. </w:t>
                  </w:r>
                  <w:r>
                    <w:rPr>
                      <w:rStyle w:val="CharStyle4"/>
                    </w:rPr>
                    <w:tab/>
                    <w:t>Вопрос о предоставлении разрешения на условно разрешенный вид использования подлежит обсуждению на публичных слушаниях с учетом положений статьи 39 Градостроительного кодекса РФ в порядке, установленном Уставом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233"/>
                    </w:tabs>
                    <w:spacing w:after="0" w:line="274" w:lineRule="exact"/>
                    <w:ind w:left="340" w:right="280" w:firstLine="560"/>
                    <w:jc w:val="both"/>
                  </w:pPr>
                  <w:r>
                    <w:rPr>
                      <w:rStyle w:val="CharStyle4"/>
                    </w:rPr>
                    <w:t>4. Комиссия направляет сообщение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смежных земельных участках.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F3C5C" w:rsidRDefault="009F3C5C">
                  <w:pPr>
                    <w:pStyle w:val="2"/>
                    <w:spacing w:after="0" w:line="274" w:lineRule="exact"/>
                    <w:ind w:left="340" w:right="280" w:firstLine="560"/>
                    <w:jc w:val="both"/>
                  </w:pPr>
                  <w:r>
                    <w:rPr>
                      <w:rStyle w:val="CharStyle4"/>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F3C5C" w:rsidRDefault="009F3C5C">
                  <w:pPr>
                    <w:pStyle w:val="2"/>
                    <w:tabs>
                      <w:tab w:val="left" w:pos="1219"/>
                    </w:tabs>
                    <w:spacing w:after="0" w:line="274" w:lineRule="exact"/>
                    <w:ind w:left="340" w:right="280" w:firstLine="560"/>
                    <w:jc w:val="both"/>
                  </w:pPr>
                  <w:r>
                    <w:rPr>
                      <w:rStyle w:val="CharStyle4"/>
                    </w:rPr>
                    <w:t>5.</w:t>
                  </w:r>
                  <w:r>
                    <w:rPr>
                      <w:rStyle w:val="CharStyle4"/>
                    </w:rPr>
                    <w:tab/>
                    <w:t>Участники публичных слушаний по вопросу о предоставлении разрешения на условно разрешенный вид использования вправе представить в Комиссию по застройке свои предложения и замечания, касающиеся указанного вопроса, для включения их в протокол публичных слушаний.</w:t>
                  </w:r>
                </w:p>
              </w:txbxContent>
            </v:textbox>
            <w10:wrap type="square" anchorx="page" anchory="page"/>
          </v:rect>
        </w:pict>
      </w:r>
    </w:p>
    <w:p w:rsidR="009F3C5C" w:rsidRDefault="009F3C5C">
      <w:pPr>
        <w:pStyle w:val="Standard"/>
        <w:rPr>
          <w:sz w:val="2"/>
          <w:szCs w:val="2"/>
        </w:rPr>
        <w:sectPr w:rsidR="009F3C5C">
          <w:headerReference w:type="default" r:id="rId97"/>
          <w:footerReference w:type="default" r:id="rId98"/>
          <w:pgSz w:w="11906" w:h="16838"/>
          <w:pgMar w:top="360" w:right="360" w:bottom="360" w:left="360" w:header="0" w:footer="0" w:gutter="0"/>
          <w:cols w:space="720"/>
          <w:formProt w:val="0"/>
          <w:docGrid w:linePitch="240" w:charSpace="-6145"/>
        </w:sectPr>
      </w:pPr>
      <w:r>
        <w:rPr>
          <w:noProof/>
          <w:lang w:eastAsia="ru-RU" w:bidi="ar-SA"/>
        </w:rPr>
        <w:pict>
          <v:rect id="47" o:spid="_x0000_s1072" style="position:absolute;margin-left:69pt;margin-top:29.65pt;width:487.1pt;height:791.75pt;z-index:251705344;mso-position-horizontal-relative:page;mso-position-vertical-relative:page" filled="f" stroked="f" strokecolor="#3465a4">
            <v:fill o:detectmouseclick="t"/>
            <v:stroke joinstyle="round"/>
            <v:textbox>
              <w:txbxContent>
                <w:p w:rsidR="009F3C5C" w:rsidRDefault="009F3C5C">
                  <w:pPr>
                    <w:pStyle w:val="2"/>
                    <w:tabs>
                      <w:tab w:val="left" w:pos="1258"/>
                    </w:tabs>
                    <w:spacing w:after="0" w:line="274" w:lineRule="exact"/>
                    <w:ind w:left="340" w:right="280" w:firstLine="560"/>
                    <w:jc w:val="both"/>
                  </w:pPr>
                  <w:r>
                    <w:rPr>
                      <w:rStyle w:val="CharStyle4"/>
                    </w:rPr>
                    <w:t>6.</w:t>
                  </w:r>
                  <w:r>
                    <w:rPr>
                      <w:rStyle w:val="CharStyle4"/>
                    </w:rPr>
                    <w:tab/>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Администрации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tabs>
                      <w:tab w:val="left" w:pos="1258"/>
                    </w:tabs>
                    <w:spacing w:after="0" w:line="274" w:lineRule="exact"/>
                    <w:ind w:left="340" w:right="280" w:firstLine="560"/>
                    <w:jc w:val="both"/>
                  </w:pPr>
                  <w:r>
                    <w:rPr>
                      <w:rStyle w:val="CharStyle4"/>
                    </w:rPr>
                    <w:t xml:space="preserve">        7.</w:t>
                  </w:r>
                  <w:r>
                    <w:rPr>
                      <w:rStyle w:val="CharStyle4"/>
                    </w:rPr>
                    <w:tab/>
                    <w:t>Срок проведения публичных слушаний с момента оповещения жителей сельского поселения Петровский сельсовет муниципального района Ишим- байский район РБ о времени и месте их проведения до дня опубликования заключения о результатах публичных слушаний определяется соответствующим положением, утвержденным решением Советом муниципального района Ишим- байский район Республики Башкортостан, и не может быть более одного месяца.</w:t>
                  </w:r>
                </w:p>
                <w:p w:rsidR="009F3C5C" w:rsidRDefault="009F3C5C">
                  <w:pPr>
                    <w:pStyle w:val="2"/>
                    <w:tabs>
                      <w:tab w:val="left" w:pos="1258"/>
                    </w:tabs>
                    <w:spacing w:after="0" w:line="274" w:lineRule="exact"/>
                    <w:ind w:left="340" w:right="280" w:firstLine="560"/>
                    <w:jc w:val="both"/>
                  </w:pPr>
                  <w:r>
                    <w:rPr>
                      <w:rStyle w:val="CharStyle4"/>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либо об отказе в предоставлении такого разрешения с указанием причин принятого решения и направляет их главе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left="340" w:right="280" w:firstLine="560"/>
                    <w:jc w:val="both"/>
                  </w:pPr>
                  <w:r>
                    <w:rPr>
                      <w:rStyle w:val="CharStyle4"/>
                    </w:rPr>
                    <w:t>Для подготовки рекомендаций Комиссия может запросить заключения отдела архитектуры и градостроительства муниципального района Ишимбайский район Республики Башкортостан, уполномоченных органов в сфере охраны окружающей среды, санитарно-эпидемиологического надзора, по охране и использованию объектов культурного наследия и иных компетентных органов.</w:t>
                  </w:r>
                </w:p>
                <w:p w:rsidR="009F3C5C" w:rsidRDefault="009F3C5C">
                  <w:pPr>
                    <w:pStyle w:val="2"/>
                    <w:tabs>
                      <w:tab w:val="left" w:pos="1258"/>
                    </w:tabs>
                    <w:spacing w:after="0" w:line="274" w:lineRule="exact"/>
                    <w:ind w:left="340" w:right="280" w:firstLine="560"/>
                    <w:jc w:val="both"/>
                  </w:pPr>
                  <w:r>
                    <w:rPr>
                      <w:rStyle w:val="CharStyle4"/>
                    </w:rPr>
                    <w:t>9.</w:t>
                  </w:r>
                  <w:r>
                    <w:rPr>
                      <w:rStyle w:val="CharStyle4"/>
                    </w:rPr>
                    <w:tab/>
                    <w:t>Глава сельского поселения Петровский сельсовет муниципального района Ишимбайский район Республики Башкортостан в течение трех дней со дня поступления таких рекомендаций принимает решение о предоставлении разрешения на условно разрешенный вид использования либо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 Администрации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tabs>
                      <w:tab w:val="left" w:pos="1368"/>
                    </w:tabs>
                    <w:spacing w:after="0" w:line="274" w:lineRule="exact"/>
                    <w:ind w:left="340" w:right="280" w:firstLine="560"/>
                    <w:jc w:val="both"/>
                  </w:pPr>
                  <w:r>
                    <w:rPr>
                      <w:rStyle w:val="CharStyle4"/>
                    </w:rPr>
                    <w:t>10.</w:t>
                  </w:r>
                  <w:r>
                    <w:rPr>
                      <w:rStyle w:val="CharStyle4"/>
                    </w:rPr>
                    <w:tab/>
                    <w:t>Разрешение на условно разрешенный вид использования может быть предоставлено с условиями,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9F3C5C" w:rsidRDefault="009F3C5C">
                  <w:pPr>
                    <w:pStyle w:val="2"/>
                    <w:tabs>
                      <w:tab w:val="left" w:pos="1367"/>
                    </w:tabs>
                    <w:spacing w:after="0" w:line="274" w:lineRule="exact"/>
                    <w:ind w:left="340" w:right="280" w:firstLine="560"/>
                    <w:jc w:val="both"/>
                  </w:pPr>
                  <w:r>
                    <w:rPr>
                      <w:rStyle w:val="CharStyle4"/>
                    </w:rPr>
                    <w:t xml:space="preserve">         11.</w:t>
                  </w:r>
                  <w:r>
                    <w:rPr>
                      <w:rStyle w:val="CharStyle4"/>
                    </w:rPr>
                    <w:tab/>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получении такого разрешения.</w:t>
                  </w:r>
                </w:p>
                <w:p w:rsidR="009F3C5C" w:rsidRDefault="009F3C5C">
                  <w:pPr>
                    <w:pStyle w:val="2"/>
                    <w:tabs>
                      <w:tab w:val="left" w:pos="1367"/>
                    </w:tabs>
                    <w:spacing w:after="0" w:line="274" w:lineRule="exact"/>
                    <w:ind w:left="340" w:right="280" w:firstLine="560"/>
                    <w:jc w:val="both"/>
                  </w:pPr>
                  <w:r>
                    <w:rPr>
                      <w:rStyle w:val="CharStyle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txbxContent>
            </v:textbox>
            <w10:wrap type="square" anchorx="page" anchory="page"/>
          </v:rect>
        </w:pict>
      </w:r>
    </w:p>
    <w:p w:rsidR="009F3C5C" w:rsidRDefault="009F3C5C">
      <w:pPr>
        <w:pStyle w:val="Standard"/>
        <w:rPr>
          <w:sz w:val="2"/>
          <w:szCs w:val="2"/>
        </w:rPr>
        <w:sectPr w:rsidR="009F3C5C">
          <w:headerReference w:type="default" r:id="rId99"/>
          <w:footerReference w:type="default" r:id="rId100"/>
          <w:pgSz w:w="11906" w:h="16838"/>
          <w:pgMar w:top="360" w:right="360" w:bottom="360" w:left="360" w:header="0" w:footer="0" w:gutter="0"/>
          <w:cols w:space="720"/>
          <w:formProt w:val="0"/>
          <w:docGrid w:linePitch="240" w:charSpace="-6145"/>
        </w:sectPr>
      </w:pPr>
      <w:r>
        <w:rPr>
          <w:noProof/>
          <w:lang w:eastAsia="ru-RU" w:bidi="ar-SA"/>
        </w:rPr>
        <w:pict>
          <v:rect id="48" o:spid="_x0000_s1073" style="position:absolute;margin-left:69pt;margin-top:30.15pt;width:487.1pt;height:789.45pt;z-index:251706368;mso-position-horizontal-relative:page;mso-position-vertical-relative:page" filled="f" stroked="f" strokecolor="#3465a4">
            <v:fill o:detectmouseclick="t"/>
            <v:stroke joinstyle="round"/>
            <v:textbox>
              <w:txbxContent>
                <w:p w:rsidR="009F3C5C" w:rsidRDefault="009F3C5C">
                  <w:pPr>
                    <w:pStyle w:val="2"/>
                    <w:spacing w:line="274" w:lineRule="exact"/>
                    <w:ind w:left="340" w:right="280" w:firstLine="560"/>
                    <w:jc w:val="both"/>
                  </w:pPr>
                  <w:r>
                    <w:rPr>
                      <w:rStyle w:val="CharStyle4"/>
                      <w:b/>
                      <w:bCs/>
                    </w:rPr>
                    <w:t>Глава 4. Положение о планировке территории и подготовке документации по планировке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line="274" w:lineRule="exact"/>
                    <w:ind w:left="340" w:right="280" w:firstLine="560"/>
                    <w:jc w:val="both"/>
                  </w:pPr>
                  <w:r>
                    <w:rPr>
                      <w:rStyle w:val="CharStyle4"/>
                      <w:b/>
                      <w:bCs/>
                    </w:rPr>
                    <w:t>4.1. Общие положения о планировке территории как способа градостроительной подготовки территорий и земельных участков, о документации по планировке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47"/>
                    </w:numPr>
                    <w:tabs>
                      <w:tab w:val="left" w:pos="1224"/>
                    </w:tabs>
                    <w:spacing w:after="0" w:line="274" w:lineRule="exact"/>
                    <w:ind w:left="340" w:right="280" w:firstLine="560"/>
                    <w:jc w:val="both"/>
                  </w:pPr>
                  <w:r>
                    <w:rPr>
                      <w:rStyle w:val="CharStyle4"/>
                    </w:rPr>
                    <w:tab/>
                    <w:t>Содержание и порядок разработки и утверждения документации по планировке территории определяются Градостроительным кодексом Российской Федерации, законодательством о градостроительной деятельности Республики Башкортостан, настоящими Правилами, Положением о едином порядке разработки и согласования проектной документации, иными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left="340" w:right="280" w:firstLine="560"/>
                    <w:jc w:val="both"/>
                  </w:pPr>
                  <w:r>
                    <w:rPr>
                      <w:rStyle w:val="CharStyle4"/>
                    </w:rPr>
                    <w:t>Планировка территории сельского поселения Петровский сельсовет муниципального района Ишимбайский РБ район осуществляется на основе документации по планировке территории сельского поселения Петровский сельсовет муниципального района Ишимбайский район Республики Башкортостан, включающей проекты планировки территории (без проектов межевания в их составе), проекты планировки территории с проектами межевания в составе проектов планировки территории, проектов межевания территории без разработки проектов планировки территории, при условии необходимости выполнения такого проекта в границах планировочного элемента, утвержденных в установленном порядке и градостроительные планы земельных участков (может осуществляться в составе проектов межевания).</w:t>
                  </w:r>
                </w:p>
                <w:p w:rsidR="009F3C5C" w:rsidRDefault="009F3C5C">
                  <w:pPr>
                    <w:pStyle w:val="2"/>
                    <w:spacing w:after="0" w:line="274" w:lineRule="exact"/>
                    <w:ind w:left="340" w:right="280" w:firstLine="560"/>
                    <w:jc w:val="both"/>
                  </w:pPr>
                  <w:r>
                    <w:rPr>
                      <w:rStyle w:val="CharStyle4"/>
                    </w:rPr>
                    <w:t>Подготовка проектов межевания территории осуществляется в составе проектов планировки или в виде отдельного документа.</w:t>
                  </w:r>
                </w:p>
                <w:p w:rsidR="009F3C5C" w:rsidRDefault="009F3C5C">
                  <w:pPr>
                    <w:pStyle w:val="2"/>
                    <w:numPr>
                      <w:ilvl w:val="0"/>
                      <w:numId w:val="47"/>
                    </w:numPr>
                    <w:tabs>
                      <w:tab w:val="left" w:pos="1229"/>
                    </w:tabs>
                    <w:spacing w:after="0" w:line="274" w:lineRule="exact"/>
                    <w:ind w:left="340" w:right="280" w:firstLine="560"/>
                    <w:jc w:val="both"/>
                  </w:pPr>
                  <w:r>
                    <w:rPr>
                      <w:rStyle w:val="CharStyle4"/>
                    </w:rPr>
                    <w:tab/>
                    <w:t>Документация по планировке территории разрабатывается на основании документов территориального планирования Республики Башкортостан, генерального плана сельского поселения Петровский сельсовет муниципального района Ишимбайский район Республики Башкортостан, с соблюдением настоящих Правил, положений, временных положений, принятых в их развитие, технических регламентов и иных обязательных требований, установленных в соответствии с законодательством, к использованию и застройке территории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Республики Башкортостан, границ территорий вновь выявленных объектов культурного наследия, границ зон с особыми условиями использования территорий, республиканских и местных нормативов градостроительного проектирования и иных нормативнотехнических документов, действующих на территории муниципального района Ишимбайский район Республики Башкортостан.</w:t>
                  </w:r>
                </w:p>
                <w:p w:rsidR="009F3C5C" w:rsidRDefault="009F3C5C">
                  <w:pPr>
                    <w:pStyle w:val="2"/>
                    <w:numPr>
                      <w:ilvl w:val="0"/>
                      <w:numId w:val="47"/>
                    </w:numPr>
                    <w:tabs>
                      <w:tab w:val="left" w:pos="1229"/>
                    </w:tabs>
                    <w:spacing w:after="0" w:line="274" w:lineRule="exact"/>
                    <w:ind w:left="340" w:right="280" w:firstLine="560"/>
                    <w:jc w:val="both"/>
                  </w:pPr>
                  <w:r>
                    <w:rPr>
                      <w:rStyle w:val="CharStyle4"/>
                    </w:rPr>
                    <w:tab/>
                    <w:t xml:space="preserve">Решения о разработке различных видов документации по планировке территории принимаются Администрацией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с учетом требований градостроительного регламента, характеристик планируемого развития конкретной террито рии, а также следующих особенностей:</w:t>
                  </w:r>
                </w:p>
              </w:txbxContent>
            </v:textbox>
            <w10:wrap type="square" anchorx="page" anchory="page"/>
          </v:rect>
        </w:pict>
      </w:r>
    </w:p>
    <w:p w:rsidR="009F3C5C" w:rsidRDefault="009F3C5C">
      <w:pPr>
        <w:pStyle w:val="Standard"/>
        <w:rPr>
          <w:sz w:val="2"/>
          <w:szCs w:val="2"/>
        </w:rPr>
        <w:sectPr w:rsidR="009F3C5C">
          <w:headerReference w:type="default" r:id="rId101"/>
          <w:footerReference w:type="default" r:id="rId102"/>
          <w:pgSz w:w="11906" w:h="16838"/>
          <w:pgMar w:top="360" w:right="360" w:bottom="360" w:left="360" w:header="0" w:footer="0" w:gutter="0"/>
          <w:cols w:space="720"/>
          <w:formProt w:val="0"/>
          <w:docGrid w:linePitch="240" w:charSpace="-6145"/>
        </w:sectPr>
      </w:pPr>
      <w:r>
        <w:rPr>
          <w:noProof/>
          <w:lang w:eastAsia="ru-RU" w:bidi="ar-SA"/>
        </w:rPr>
        <w:pict>
          <v:rect id="49" o:spid="_x0000_s1074" style="position:absolute;margin-left:69pt;margin-top:30.4pt;width:487.1pt;height:793.75pt;z-index:251707392;mso-position-horizontal-relative:page;mso-position-vertical-relative:page" filled="f" stroked="f" strokecolor="#3465a4">
            <v:fill o:detectmouseclick="t"/>
            <v:stroke joinstyle="round"/>
            <v:textbox>
              <w:txbxContent>
                <w:p w:rsidR="009F3C5C" w:rsidRDefault="009F3C5C">
                  <w:pPr>
                    <w:pStyle w:val="2"/>
                    <w:numPr>
                      <w:ilvl w:val="0"/>
                      <w:numId w:val="48"/>
                    </w:numPr>
                    <w:tabs>
                      <w:tab w:val="left" w:pos="1248"/>
                    </w:tabs>
                    <w:spacing w:after="0" w:line="274" w:lineRule="exact"/>
                    <w:ind w:left="340" w:right="280" w:firstLine="560"/>
                    <w:jc w:val="both"/>
                  </w:pPr>
                  <w:r>
                    <w:rPr>
                      <w:rStyle w:val="CharStyle4"/>
                    </w:rPr>
                    <w:tab/>
                    <w:t>проектов планировки территории без проектов межевания в их составе, которые разрабатываются в случаях, когда посредством красных линий необходимо определить, изменить:</w:t>
                  </w:r>
                </w:p>
                <w:p w:rsidR="009F3C5C" w:rsidRDefault="009F3C5C">
                  <w:pPr>
                    <w:pStyle w:val="2"/>
                    <w:tabs>
                      <w:tab w:val="left" w:pos="1248"/>
                    </w:tabs>
                    <w:spacing w:after="0" w:line="274" w:lineRule="exact"/>
                    <w:ind w:left="340" w:right="280" w:firstLine="560"/>
                    <w:jc w:val="both"/>
                  </w:pPr>
                  <w:r>
                    <w:rPr>
                      <w:rStyle w:val="CharStyle4"/>
                    </w:rPr>
                    <w:t>а)</w:t>
                  </w:r>
                  <w:r>
                    <w:rPr>
                      <w:rStyle w:val="CharStyle4"/>
                    </w:rPr>
                    <w:tab/>
                    <w:t>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w:t>
                  </w:r>
                </w:p>
                <w:p w:rsidR="009F3C5C" w:rsidRDefault="009F3C5C">
                  <w:pPr>
                    <w:pStyle w:val="2"/>
                    <w:tabs>
                      <w:tab w:val="left" w:pos="1253"/>
                    </w:tabs>
                    <w:spacing w:after="0" w:line="274" w:lineRule="exact"/>
                    <w:ind w:left="340" w:right="280" w:firstLine="560"/>
                    <w:jc w:val="both"/>
                  </w:pPr>
                  <w:r>
                    <w:rPr>
                      <w:rStyle w:val="CharStyle4"/>
                    </w:rPr>
                    <w:t>б)</w:t>
                  </w:r>
                  <w:r>
                    <w:rPr>
                      <w:rStyle w:val="CharStyle4"/>
                    </w:rPr>
                    <w:tab/>
                    <w:t>границы территорий общего пользования и земельных участков линейных объектов без определения границ иных земельных участков, кроме территорий для государственных и муниципальных нужд;</w:t>
                  </w:r>
                </w:p>
                <w:p w:rsidR="009F3C5C" w:rsidRDefault="009F3C5C">
                  <w:pPr>
                    <w:pStyle w:val="2"/>
                    <w:numPr>
                      <w:ilvl w:val="0"/>
                      <w:numId w:val="48"/>
                    </w:numPr>
                    <w:tabs>
                      <w:tab w:val="left" w:pos="1248"/>
                    </w:tabs>
                    <w:spacing w:after="0" w:line="274" w:lineRule="exact"/>
                    <w:ind w:left="340" w:right="280" w:firstLine="560"/>
                    <w:jc w:val="both"/>
                  </w:pPr>
                  <w:r>
                    <w:rPr>
                      <w:rStyle w:val="CharStyle4"/>
                    </w:rPr>
                    <w:tab/>
                    <w:t>проектов планировки территорий с проектами межевания в составе проектов планировки территории, которые разрабатываются в случаях, когда помимо границ, указанных в пункте 4.1 (1) настоящих Правил, а также помимо подготовки градостроительных планов вновь образуемых, изменяемых земельных участков, необходимо определить, изменить:</w:t>
                  </w:r>
                </w:p>
                <w:p w:rsidR="009F3C5C" w:rsidRDefault="009F3C5C">
                  <w:pPr>
                    <w:pStyle w:val="2"/>
                    <w:tabs>
                      <w:tab w:val="left" w:pos="1229"/>
                    </w:tabs>
                    <w:spacing w:after="0" w:line="274" w:lineRule="exact"/>
                    <w:ind w:left="340" w:right="280" w:firstLine="560"/>
                    <w:jc w:val="both"/>
                  </w:pPr>
                  <w:r>
                    <w:rPr>
                      <w:rStyle w:val="CharStyle4"/>
                    </w:rPr>
                    <w:t>а)</w:t>
                  </w:r>
                  <w:r>
                    <w:rPr>
                      <w:rStyle w:val="CharStyle4"/>
                    </w:rPr>
                    <w:tab/>
                    <w:t>границы земельных участков, не входящих в границы территорий общего пользования;</w:t>
                  </w:r>
                </w:p>
                <w:p w:rsidR="009F3C5C" w:rsidRDefault="009F3C5C">
                  <w:pPr>
                    <w:pStyle w:val="2"/>
                    <w:tabs>
                      <w:tab w:val="left" w:pos="1237"/>
                    </w:tabs>
                    <w:spacing w:after="0" w:line="274" w:lineRule="exact"/>
                    <w:ind w:left="340" w:firstLine="560"/>
                    <w:jc w:val="both"/>
                  </w:pPr>
                  <w:r>
                    <w:rPr>
                      <w:rStyle w:val="CharStyle4"/>
                    </w:rPr>
                    <w:t>б)</w:t>
                  </w:r>
                  <w:r>
                    <w:rPr>
                      <w:rStyle w:val="CharStyle4"/>
                    </w:rPr>
                    <w:tab/>
                    <w:t>границы зон действия публичных сервитутов;</w:t>
                  </w:r>
                </w:p>
                <w:p w:rsidR="009F3C5C" w:rsidRDefault="009F3C5C">
                  <w:pPr>
                    <w:pStyle w:val="2"/>
                    <w:tabs>
                      <w:tab w:val="left" w:pos="1253"/>
                    </w:tabs>
                    <w:spacing w:after="0" w:line="274" w:lineRule="exact"/>
                    <w:ind w:left="340" w:right="280" w:firstLine="560"/>
                    <w:jc w:val="both"/>
                  </w:pPr>
                  <w:r>
                    <w:rPr>
                      <w:rStyle w:val="CharStyle4"/>
                    </w:rPr>
                    <w:t>в)</w:t>
                  </w:r>
                  <w:r>
                    <w:rPr>
                      <w:rStyle w:val="CharStyle4"/>
                    </w:rPr>
                    <w:tab/>
                    <w:t>границы зон планируемого размещения объектов капитального строительства, в том числе для государственных и муниципальных нужд;</w:t>
                  </w:r>
                </w:p>
                <w:p w:rsidR="009F3C5C" w:rsidRDefault="009F3C5C">
                  <w:pPr>
                    <w:pStyle w:val="2"/>
                    <w:numPr>
                      <w:ilvl w:val="0"/>
                      <w:numId w:val="48"/>
                    </w:numPr>
                    <w:tabs>
                      <w:tab w:val="left" w:pos="1253"/>
                    </w:tabs>
                    <w:spacing w:after="0" w:line="274" w:lineRule="exact"/>
                    <w:ind w:left="340" w:right="280" w:firstLine="560"/>
                    <w:jc w:val="both"/>
                  </w:pPr>
                  <w:r>
                    <w:rPr>
                      <w:rStyle w:val="CharStyle4"/>
                    </w:rPr>
                    <w:tab/>
                    <w:t>проектов межевания территории с градостроительными планами земельных участков в их составе, которые разрабатываются в пределах красных линий, определяющих границы элементов планировочной структуры (ранее установленных проектами планировки),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9F3C5C" w:rsidRDefault="009F3C5C">
                  <w:pPr>
                    <w:pStyle w:val="2"/>
                    <w:tabs>
                      <w:tab w:val="left" w:pos="1229"/>
                    </w:tabs>
                    <w:spacing w:after="0" w:line="274" w:lineRule="exact"/>
                    <w:ind w:left="340" w:right="280" w:firstLine="560"/>
                    <w:jc w:val="both"/>
                  </w:pPr>
                  <w:r>
                    <w:rPr>
                      <w:rStyle w:val="CharStyle4"/>
                    </w:rPr>
                    <w:t>4.</w:t>
                  </w:r>
                  <w:r>
                    <w:rPr>
                      <w:rStyle w:val="CharStyle4"/>
                    </w:rPr>
                    <w:tab/>
                    <w:t>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либо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9F3C5C" w:rsidRDefault="009F3C5C">
                  <w:pPr>
                    <w:pStyle w:val="2"/>
                    <w:spacing w:after="0" w:line="274" w:lineRule="exact"/>
                    <w:ind w:left="340" w:right="280" w:firstLine="560"/>
                    <w:jc w:val="both"/>
                  </w:pPr>
                  <w:r>
                    <w:rPr>
                      <w:rStyle w:val="CharStyle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выписок о земельных участках.</w:t>
                  </w:r>
                </w:p>
                <w:p w:rsidR="009F3C5C" w:rsidRDefault="009F3C5C">
                  <w:pPr>
                    <w:pStyle w:val="2"/>
                    <w:tabs>
                      <w:tab w:val="left" w:pos="1229"/>
                    </w:tabs>
                    <w:spacing w:after="0" w:line="274" w:lineRule="exact"/>
                    <w:ind w:left="340" w:right="280" w:firstLine="560"/>
                    <w:jc w:val="both"/>
                  </w:pPr>
                  <w:r>
                    <w:rPr>
                      <w:rStyle w:val="CharStyle4"/>
                    </w:rPr>
                    <w:tab/>
                    <w:t>5.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w:t>
                  </w:r>
                </w:p>
              </w:txbxContent>
            </v:textbox>
            <w10:wrap type="square" anchorx="page" anchory="page"/>
          </v:rect>
        </w:pict>
      </w:r>
    </w:p>
    <w:p w:rsidR="009F3C5C" w:rsidRDefault="009F3C5C">
      <w:pPr>
        <w:pStyle w:val="Standard"/>
        <w:rPr>
          <w:sz w:val="2"/>
          <w:szCs w:val="2"/>
        </w:rPr>
        <w:sectPr w:rsidR="009F3C5C">
          <w:headerReference w:type="default" r:id="rId103"/>
          <w:footerReference w:type="default" r:id="rId104"/>
          <w:pgSz w:w="11906" w:h="16838"/>
          <w:pgMar w:top="360" w:right="360" w:bottom="360" w:left="360" w:header="0" w:footer="0" w:gutter="0"/>
          <w:cols w:space="720"/>
          <w:formProt w:val="0"/>
          <w:docGrid w:linePitch="240" w:charSpace="-6145"/>
        </w:sectPr>
      </w:pPr>
      <w:r>
        <w:rPr>
          <w:noProof/>
          <w:lang w:eastAsia="ru-RU" w:bidi="ar-SA"/>
        </w:rPr>
        <w:pict>
          <v:rect id="50" o:spid="_x0000_s1075" style="position:absolute;margin-left:69pt;margin-top:30.15pt;width:487.1pt;height:797.65pt;z-index:251708416;mso-position-horizontal-relative:page;mso-position-vertical-relative:page" filled="f" stroked="f" strokecolor="#3465a4">
            <v:fill o:detectmouseclick="t"/>
            <v:stroke joinstyle="round"/>
            <v:textbox>
              <w:txbxContent>
                <w:p w:rsidR="009F3C5C" w:rsidRDefault="009F3C5C">
                  <w:pPr>
                    <w:pStyle w:val="2"/>
                    <w:spacing w:after="0" w:line="274" w:lineRule="exact"/>
                    <w:ind w:left="340" w:right="280" w:firstLine="560"/>
                    <w:jc w:val="both"/>
                  </w:pPr>
                  <w:r>
                    <w:rPr>
                      <w:rStyle w:val="CharStyle4"/>
                    </w:rPr>
                    <w:t>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9F3C5C" w:rsidRDefault="009F3C5C">
                  <w:pPr>
                    <w:pStyle w:val="2"/>
                    <w:tabs>
                      <w:tab w:val="left" w:pos="1236"/>
                    </w:tabs>
                    <w:spacing w:after="0" w:line="274" w:lineRule="exact"/>
                    <w:ind w:left="340" w:right="280" w:firstLine="560"/>
                    <w:jc w:val="both"/>
                  </w:pPr>
                  <w:r>
                    <w:rPr>
                      <w:rStyle w:val="CharStyle4"/>
                    </w:rPr>
                    <w:t>6.</w:t>
                  </w:r>
                  <w:r>
                    <w:rPr>
                      <w:rStyle w:val="CharStyle4"/>
                    </w:rPr>
                    <w:tab/>
                    <w:t>Разработка проектов планировки осуществляется применительно к застроенным и подлежащим застройке территориям.</w:t>
                  </w:r>
                </w:p>
                <w:p w:rsidR="009F3C5C" w:rsidRDefault="009F3C5C">
                  <w:pPr>
                    <w:pStyle w:val="2"/>
                    <w:spacing w:after="0" w:line="274" w:lineRule="exact"/>
                    <w:ind w:left="340" w:right="280" w:firstLine="560"/>
                    <w:jc w:val="both"/>
                  </w:pPr>
                  <w:r>
                    <w:rPr>
                      <w:rStyle w:val="CharStyle4"/>
                    </w:rPr>
                    <w:t>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объектов капитального строительства для муниципальных нужд, определения территории общего пользования, в том числе границ действия публичных сервитутов и размещения линейных объектов.</w:t>
                  </w:r>
                </w:p>
                <w:p w:rsidR="009F3C5C" w:rsidRDefault="009F3C5C">
                  <w:pPr>
                    <w:pStyle w:val="2"/>
                    <w:tabs>
                      <w:tab w:val="left" w:pos="1236"/>
                    </w:tabs>
                    <w:spacing w:after="0" w:line="274" w:lineRule="exact"/>
                    <w:ind w:left="340" w:right="280" w:firstLine="560"/>
                    <w:jc w:val="both"/>
                  </w:pPr>
                  <w:r>
                    <w:rPr>
                      <w:rStyle w:val="CharStyle4"/>
                    </w:rPr>
                    <w:t>7.</w:t>
                  </w:r>
                  <w:r>
                    <w:rPr>
                      <w:rStyle w:val="CharStyle4"/>
                    </w:rPr>
                    <w:tab/>
                    <w:t>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утверждаемым в проектах планировки территорий.</w:t>
                  </w:r>
                </w:p>
                <w:p w:rsidR="009F3C5C" w:rsidRDefault="009F3C5C">
                  <w:pPr>
                    <w:pStyle w:val="2"/>
                    <w:spacing w:after="0" w:line="274" w:lineRule="exact"/>
                    <w:ind w:left="340" w:right="280" w:firstLine="560"/>
                    <w:jc w:val="both"/>
                  </w:pPr>
                  <w:r>
                    <w:rPr>
                      <w:rStyle w:val="CharStyle4"/>
                    </w:rPr>
                    <w:t>Проекты межевания застроенных территорий разрабатываются в целях установления границ застроенных земельных участков и границ не застроенных земельных участков.</w:t>
                  </w:r>
                </w:p>
                <w:p w:rsidR="009F3C5C" w:rsidRDefault="009F3C5C">
                  <w:pPr>
                    <w:pStyle w:val="2"/>
                    <w:spacing w:after="0" w:line="274" w:lineRule="exact"/>
                    <w:ind w:left="340" w:right="280" w:firstLine="560"/>
                    <w:jc w:val="both"/>
                  </w:pPr>
                  <w:r>
                    <w:rPr>
                      <w:rStyle w:val="CharStyle4"/>
                    </w:rPr>
                    <w:t>Проекты межевания подлежащих застройке территорий разрабатываются в целях установления границ земельных участков, предназначенных для застройки, планируемых для предоставления физическим и юридическим лицам для строительства, а также предназначенных для размещения объектов федерального, регионального или местного значения.</w:t>
                  </w:r>
                </w:p>
                <w:p w:rsidR="009F3C5C" w:rsidRDefault="009F3C5C">
                  <w:pPr>
                    <w:pStyle w:val="2"/>
                    <w:tabs>
                      <w:tab w:val="left" w:pos="1236"/>
                    </w:tabs>
                    <w:spacing w:after="0" w:line="274" w:lineRule="exact"/>
                    <w:ind w:left="340" w:right="280" w:firstLine="560"/>
                    <w:jc w:val="both"/>
                  </w:pPr>
                  <w:r>
                    <w:rPr>
                      <w:rStyle w:val="CharStyle4"/>
                    </w:rPr>
                    <w:t>8.</w:t>
                  </w:r>
                  <w:r>
                    <w:rPr>
                      <w:rStyle w:val="CharStyle4"/>
                    </w:rPr>
                    <w:tab/>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9F3C5C" w:rsidRDefault="009F3C5C">
                  <w:pPr>
                    <w:pStyle w:val="2"/>
                    <w:spacing w:after="0" w:line="274" w:lineRule="exact"/>
                    <w:ind w:left="340" w:right="280" w:firstLine="560"/>
                    <w:jc w:val="both"/>
                  </w:pPr>
                  <w:r>
                    <w:rPr>
                      <w:rStyle w:val="CharStyle4"/>
                    </w:rPr>
                    <w:t>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установленной Правительством Российской Федерации в соответствии с действующим федеральным законодательством.</w:t>
                  </w:r>
                </w:p>
                <w:p w:rsidR="009F3C5C" w:rsidRDefault="009F3C5C">
                  <w:pPr>
                    <w:pStyle w:val="2"/>
                    <w:spacing w:after="0" w:line="274" w:lineRule="exact"/>
                    <w:ind w:left="340" w:right="280" w:firstLine="560"/>
                    <w:jc w:val="both"/>
                  </w:pPr>
                  <w:r>
                    <w:rPr>
                      <w:rStyle w:val="CharStyle4"/>
                    </w:rPr>
                    <w:t>Утвержденный градостроительный план земельного участка является одним из оснований для подготовки проектной документации и получения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w:t>
                  </w:r>
                </w:p>
                <w:p w:rsidR="009F3C5C" w:rsidRDefault="009F3C5C">
                  <w:pPr>
                    <w:pStyle w:val="2"/>
                    <w:tabs>
                      <w:tab w:val="left" w:pos="1236"/>
                    </w:tabs>
                    <w:spacing w:after="0" w:line="274" w:lineRule="exact"/>
                    <w:ind w:left="340" w:right="280" w:firstLine="560"/>
                    <w:jc w:val="both"/>
                  </w:pPr>
                  <w:r>
                    <w:rPr>
                      <w:rStyle w:val="CharStyle4"/>
                    </w:rPr>
                    <w:t xml:space="preserve">          9.</w:t>
                  </w:r>
                  <w:r>
                    <w:rPr>
                      <w:rStyle w:val="CharStyle4"/>
                    </w:rPr>
                    <w:tab/>
                    <w:t xml:space="preserve">Положения документации по планировке территории сельского поселения </w:t>
                  </w:r>
                  <w:r>
                    <w:rPr>
                      <w:rStyle w:val="CharStyle4"/>
                      <w:color w:val="FF0000"/>
                    </w:rPr>
                    <w:t>Петровский</w:t>
                  </w:r>
                  <w:r>
                    <w:rPr>
                      <w:rStyle w:val="CharStyle4"/>
                    </w:rPr>
                    <w:t xml:space="preserve"> сельсовет муниципального района Ишимбайский район о характеристиках развития систем социального, транспортного обслуживания и инженерно-технического обеспечения и границах зон для их размещения могут являться основанием для принятия решений по резервированию земельных участков для муниципальных нужд. Принятие указанных решений осуществляется в соответствии с действующим законодательством.</w:t>
                  </w:r>
                </w:p>
                <w:p w:rsidR="009F3C5C" w:rsidRDefault="009F3C5C">
                  <w:pPr>
                    <w:pStyle w:val="2"/>
                    <w:tabs>
                      <w:tab w:val="left" w:pos="1338"/>
                    </w:tabs>
                    <w:spacing w:after="0" w:line="274" w:lineRule="exact"/>
                    <w:ind w:left="340" w:firstLine="560"/>
                    <w:jc w:val="both"/>
                  </w:pPr>
                  <w:r>
                    <w:rPr>
                      <w:rStyle w:val="CharStyle4"/>
                    </w:rPr>
                    <w:t>10. Посредством документации по планировке территории определяются:</w:t>
                  </w:r>
                </w:p>
              </w:txbxContent>
            </v:textbox>
            <w10:wrap type="square" anchorx="page" anchory="page"/>
          </v:rect>
        </w:pict>
      </w:r>
    </w:p>
    <w:p w:rsidR="009F3C5C" w:rsidRDefault="009F3C5C">
      <w:pPr>
        <w:pStyle w:val="Standard"/>
        <w:rPr>
          <w:sz w:val="2"/>
          <w:szCs w:val="2"/>
        </w:rPr>
        <w:sectPr w:rsidR="009F3C5C">
          <w:headerReference w:type="default" r:id="rId105"/>
          <w:footerReference w:type="default" r:id="rId106"/>
          <w:pgSz w:w="11906" w:h="16838"/>
          <w:pgMar w:top="360" w:right="360" w:bottom="360" w:left="360" w:header="0" w:footer="0" w:gutter="0"/>
          <w:cols w:space="720"/>
          <w:formProt w:val="0"/>
          <w:docGrid w:linePitch="240" w:charSpace="-6145"/>
        </w:sectPr>
      </w:pPr>
      <w:r>
        <w:rPr>
          <w:noProof/>
          <w:lang w:eastAsia="ru-RU" w:bidi="ar-SA"/>
        </w:rPr>
        <w:pict>
          <v:rect id="51" o:spid="_x0000_s1076" style="position:absolute;margin-left:69pt;margin-top:30.4pt;width:487.1pt;height:794.65pt;z-index:251709440;mso-position-horizontal-relative:page;mso-position-vertical-relative:page" filled="f" stroked="f" strokecolor="#3465a4">
            <v:fill o:detectmouseclick="t"/>
            <v:stroke joinstyle="round"/>
            <v:textbox>
              <w:txbxContent>
                <w:p w:rsidR="009F3C5C" w:rsidRDefault="009F3C5C">
                  <w:pPr>
                    <w:pStyle w:val="2"/>
                    <w:numPr>
                      <w:ilvl w:val="0"/>
                      <w:numId w:val="49"/>
                    </w:numPr>
                    <w:tabs>
                      <w:tab w:val="left" w:pos="1248"/>
                    </w:tabs>
                    <w:spacing w:after="0" w:line="274" w:lineRule="exact"/>
                    <w:ind w:left="340" w:right="280" w:firstLine="560"/>
                    <w:jc w:val="both"/>
                  </w:pPr>
                  <w:r>
                    <w:rPr>
                      <w:rStyle w:val="CharStyle4"/>
                    </w:rPr>
                    <w:tab/>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9F3C5C" w:rsidRDefault="009F3C5C">
                  <w:pPr>
                    <w:pStyle w:val="2"/>
                    <w:numPr>
                      <w:ilvl w:val="0"/>
                      <w:numId w:val="49"/>
                    </w:numPr>
                    <w:tabs>
                      <w:tab w:val="left" w:pos="1241"/>
                    </w:tabs>
                    <w:spacing w:after="0" w:line="274" w:lineRule="exact"/>
                    <w:ind w:left="340" w:firstLine="560"/>
                    <w:jc w:val="both"/>
                  </w:pPr>
                  <w:r>
                    <w:rPr>
                      <w:rStyle w:val="CharStyle4"/>
                    </w:rPr>
                    <w:tab/>
                    <w:t>линии градостроительного регулирования, в том числе:</w:t>
                  </w:r>
                </w:p>
                <w:p w:rsidR="009F3C5C" w:rsidRDefault="009F3C5C">
                  <w:pPr>
                    <w:pStyle w:val="2"/>
                    <w:tabs>
                      <w:tab w:val="left" w:pos="1241"/>
                    </w:tabs>
                    <w:spacing w:after="0" w:line="274" w:lineRule="exact"/>
                    <w:ind w:left="340" w:right="280" w:firstLine="560"/>
                    <w:jc w:val="both"/>
                  </w:pPr>
                  <w:r>
                    <w:rPr>
                      <w:rStyle w:val="CharStyle4"/>
                    </w:rPr>
                    <w:t>а)</w:t>
                  </w:r>
                  <w:r>
                    <w:rPr>
                      <w:rStyle w:val="CharStyle4"/>
                    </w:rPr>
                    <w:tab/>
                    <w:t>красные линии, ограничивающие территории общего пользования от иных территорий и обозначающие элементы планировочной структуры;</w:t>
                  </w:r>
                </w:p>
                <w:p w:rsidR="009F3C5C" w:rsidRDefault="009F3C5C">
                  <w:pPr>
                    <w:pStyle w:val="2"/>
                    <w:tabs>
                      <w:tab w:val="left" w:pos="1243"/>
                    </w:tabs>
                    <w:spacing w:after="0" w:line="274" w:lineRule="exact"/>
                    <w:ind w:left="340" w:right="280" w:firstLine="560"/>
                    <w:jc w:val="both"/>
                  </w:pPr>
                  <w:r>
                    <w:rPr>
                      <w:rStyle w:val="CharStyle4"/>
                    </w:rPr>
                    <w:t>б)</w:t>
                  </w:r>
                  <w:r>
                    <w:rPr>
                      <w:rStyle w:val="CharStyle4"/>
                    </w:rPr>
                    <w:tab/>
                    <w:t>линии регулирования застройки, если параметры из расположения не определены градостроительными регламентами в составе настоящих Правил;</w:t>
                  </w:r>
                </w:p>
                <w:p w:rsidR="009F3C5C" w:rsidRDefault="009F3C5C">
                  <w:pPr>
                    <w:pStyle w:val="2"/>
                    <w:tabs>
                      <w:tab w:val="left" w:pos="1258"/>
                    </w:tabs>
                    <w:spacing w:after="0" w:line="274" w:lineRule="exact"/>
                    <w:ind w:left="340" w:right="280" w:firstLine="560"/>
                    <w:jc w:val="both"/>
                  </w:pPr>
                  <w:r>
                    <w:rPr>
                      <w:rStyle w:val="CharStyle4"/>
                    </w:rPr>
                    <w:t>в)</w:t>
                  </w:r>
                  <w:r>
                    <w:rPr>
                      <w:rStyle w:val="CharStyle4"/>
                    </w:rPr>
                    <w:tab/>
                    <w:t>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использования территории, которые должны устанавливаться применительно к существующим видам линейных объектов;</w:t>
                  </w:r>
                </w:p>
                <w:p w:rsidR="009F3C5C" w:rsidRDefault="009F3C5C">
                  <w:pPr>
                    <w:pStyle w:val="2"/>
                    <w:tabs>
                      <w:tab w:val="left" w:pos="1241"/>
                    </w:tabs>
                    <w:spacing w:after="0" w:line="274" w:lineRule="exact"/>
                    <w:ind w:left="340" w:firstLine="560"/>
                    <w:jc w:val="both"/>
                  </w:pPr>
                  <w:r>
                    <w:rPr>
                      <w:rStyle w:val="CharStyle4"/>
                    </w:rPr>
                    <w:t>г)</w:t>
                  </w:r>
                  <w:r>
                    <w:rPr>
                      <w:rStyle w:val="CharStyle4"/>
                    </w:rPr>
                    <w:tab/>
                    <w:t>границы иных зон с особыми условиями использования территории;</w:t>
                  </w:r>
                </w:p>
                <w:p w:rsidR="009F3C5C" w:rsidRDefault="009F3C5C">
                  <w:pPr>
                    <w:pStyle w:val="2"/>
                    <w:tabs>
                      <w:tab w:val="left" w:pos="1253"/>
                    </w:tabs>
                    <w:spacing w:after="0" w:line="274" w:lineRule="exact"/>
                    <w:ind w:left="340" w:right="280" w:firstLine="560"/>
                    <w:jc w:val="both"/>
                  </w:pPr>
                  <w:r>
                    <w:rPr>
                      <w:rStyle w:val="CharStyle4"/>
                    </w:rPr>
                    <w:t>д)</w:t>
                  </w:r>
                  <w:r>
                    <w:rPr>
                      <w:rStyle w:val="CharStyle4"/>
                    </w:rPr>
                    <w:tab/>
                    <w:t>границы земель, планируемых к резервированию, либо земельных участков, планируемых к изъятию для государственных или муниципальных нужд, а также границы земельных участков, определяемых для государственной или муниципальной собственности;</w:t>
                  </w:r>
                </w:p>
                <w:p w:rsidR="009F3C5C" w:rsidRDefault="009F3C5C">
                  <w:pPr>
                    <w:pStyle w:val="2"/>
                    <w:tabs>
                      <w:tab w:val="left" w:pos="1253"/>
                    </w:tabs>
                    <w:spacing w:after="0" w:line="274" w:lineRule="exact"/>
                    <w:ind w:left="340" w:right="280" w:firstLine="560"/>
                    <w:jc w:val="both"/>
                  </w:pPr>
                  <w:r>
                    <w:rPr>
                      <w:rStyle w:val="CharStyle4"/>
                    </w:rPr>
                    <w:t>е)</w:t>
                  </w:r>
                  <w:r>
                    <w:rPr>
                      <w:rStyle w:val="CharStyle4"/>
                    </w:rPr>
                    <w:tab/>
                    <w:t>границы земельных участков, планируемых для предоставления физическим или юридическим лицам для строительства;</w:t>
                  </w:r>
                </w:p>
                <w:p w:rsidR="009F3C5C" w:rsidRDefault="009F3C5C">
                  <w:pPr>
                    <w:pStyle w:val="2"/>
                    <w:tabs>
                      <w:tab w:val="left" w:pos="1272"/>
                    </w:tabs>
                    <w:spacing w:after="0" w:line="274" w:lineRule="exact"/>
                    <w:ind w:left="340" w:right="280" w:firstLine="560"/>
                    <w:jc w:val="both"/>
                  </w:pPr>
                  <w:r>
                    <w:rPr>
                      <w:rStyle w:val="CharStyle4"/>
                    </w:rPr>
                    <w:t>ж)</w:t>
                  </w:r>
                  <w:r>
                    <w:rPr>
                      <w:rStyle w:val="CharStyle4"/>
                    </w:rPr>
                    <w:tab/>
                    <w:t>границы земельных участков на территориях существующей застройки, не разделенных на земельные участки, включая земельные участки многоквартирных домов;</w:t>
                  </w:r>
                </w:p>
                <w:p w:rsidR="009F3C5C" w:rsidRDefault="009F3C5C">
                  <w:pPr>
                    <w:pStyle w:val="2"/>
                    <w:numPr>
                      <w:ilvl w:val="0"/>
                      <w:numId w:val="49"/>
                    </w:numPr>
                    <w:tabs>
                      <w:tab w:val="left" w:pos="1248"/>
                    </w:tabs>
                    <w:spacing w:after="0" w:line="274" w:lineRule="exact"/>
                    <w:ind w:left="340" w:right="280" w:firstLine="560"/>
                    <w:jc w:val="both"/>
                  </w:pPr>
                  <w:r>
                    <w:rPr>
                      <w:rStyle w:val="CharStyle4"/>
                    </w:rPr>
                    <w:tab/>
                    <w:t>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9F3C5C" w:rsidRDefault="009F3C5C">
                  <w:pPr>
                    <w:pStyle w:val="2"/>
                    <w:tabs>
                      <w:tab w:val="left" w:pos="1358"/>
                    </w:tabs>
                    <w:spacing w:after="0" w:line="274" w:lineRule="exact"/>
                    <w:ind w:left="340" w:right="280" w:firstLine="560"/>
                    <w:jc w:val="both"/>
                  </w:pPr>
                  <w:r>
                    <w:rPr>
                      <w:rStyle w:val="CharStyle4"/>
                    </w:rPr>
                    <w:t>11.</w:t>
                  </w:r>
                  <w:r>
                    <w:rPr>
                      <w:rStyle w:val="CharStyle4"/>
                    </w:rPr>
                    <w:tab/>
                    <w:t>Проекты планировки и проекты межевания могут содержать в своем составе предложения по изменению (конкретизации, уточнению) положений настоящих Правил в части границ территориальных зон и подзон, расположенных в границах проектирования и содержания градостроительных регламентов указанных зон. В этом случае проекты планировки и проекты межевания должны включать обоснование внесения в Правила изменений, и указанные положения этих проектов вступают в силу после их соответствующих согласований и утверждения постановлениями и далее внесения в Правила этих изменений.</w:t>
                  </w:r>
                </w:p>
                <w:p w:rsidR="009F3C5C" w:rsidRDefault="009F3C5C">
                  <w:pPr>
                    <w:pStyle w:val="2"/>
                    <w:tabs>
                      <w:tab w:val="left" w:pos="1363"/>
                    </w:tabs>
                    <w:spacing w:after="0" w:line="274" w:lineRule="exact"/>
                    <w:ind w:left="340" w:right="280" w:firstLine="560"/>
                    <w:jc w:val="both"/>
                  </w:pPr>
                  <w:r>
                    <w:rPr>
                      <w:rStyle w:val="CharStyle4"/>
                    </w:rPr>
                    <w:t xml:space="preserve">12. </w:t>
                  </w:r>
                  <w:r>
                    <w:rPr>
                      <w:rStyle w:val="CharStyle4"/>
                    </w:rPr>
                    <w:tab/>
                    <w:t>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9F3C5C" w:rsidRDefault="009F3C5C">
                  <w:pPr>
                    <w:pStyle w:val="2"/>
                    <w:tabs>
                      <w:tab w:val="left" w:pos="1368"/>
                    </w:tabs>
                    <w:spacing w:after="0" w:line="274" w:lineRule="exact"/>
                    <w:ind w:left="340" w:right="280" w:firstLine="560"/>
                    <w:jc w:val="both"/>
                  </w:pPr>
                  <w:r>
                    <w:rPr>
                      <w:rStyle w:val="CharStyle4"/>
                    </w:rPr>
                    <w:t xml:space="preserve">13. Порядок подготовки, оформления, согласования и утверждения проектов планировки, межевания и градостроительных планов земельных участков регламентируется соответствующими положениями, утвержденными решениями Совета МР Ишимбайский район Республики Башкортостан, а до их утверждения временными положениями, утверждаемыми постановлениями главы сельского поселения </w:t>
                  </w:r>
                  <w:r>
                    <w:rPr>
                      <w:rStyle w:val="CharStyle4"/>
                      <w:color w:val="FF0000"/>
                    </w:rPr>
                    <w:t xml:space="preserve">Петровский </w:t>
                  </w:r>
                  <w:r>
                    <w:rPr>
                      <w:rStyle w:val="CharStyle4"/>
                    </w:rPr>
                    <w:t>сельсовет в развитие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107"/>
          <w:footerReference w:type="default" r:id="rId108"/>
          <w:pgSz w:w="11906" w:h="16838"/>
          <w:pgMar w:top="360" w:right="360" w:bottom="360" w:left="360" w:header="0" w:footer="0" w:gutter="0"/>
          <w:cols w:space="720"/>
          <w:formProt w:val="0"/>
          <w:docGrid w:linePitch="240" w:charSpace="-6145"/>
        </w:sectPr>
      </w:pPr>
      <w:r>
        <w:rPr>
          <w:noProof/>
          <w:lang w:eastAsia="ru-RU" w:bidi="ar-SA"/>
        </w:rPr>
        <w:pict>
          <v:rect id="52" o:spid="_x0000_s1077" style="position:absolute;margin-left:69pt;margin-top:30.4pt;width:487.1pt;height:797.35pt;z-index:251710464;mso-position-horizontal-relative:page;mso-position-vertical-relative:page" filled="f" stroked="f" strokecolor="#3465a4">
            <v:fill o:detectmouseclick="t"/>
            <v:stroke joinstyle="round"/>
            <v:textbox>
              <w:txbxContent>
                <w:p w:rsidR="009F3C5C" w:rsidRDefault="009F3C5C">
                  <w:pPr>
                    <w:pStyle w:val="2"/>
                    <w:tabs>
                      <w:tab w:val="left" w:pos="1373"/>
                    </w:tabs>
                    <w:spacing w:line="274" w:lineRule="exact"/>
                    <w:ind w:left="340" w:right="280" w:firstLine="560"/>
                    <w:jc w:val="both"/>
                  </w:pPr>
                  <w:r>
                    <w:rPr>
                      <w:rStyle w:val="CharStyle4"/>
                      <w:b/>
                      <w:bCs/>
                    </w:rPr>
                    <w:tab/>
                    <w:t>4.3 Градостроительные планы земельных участков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50"/>
                    </w:numPr>
                    <w:tabs>
                      <w:tab w:val="left" w:pos="1241"/>
                    </w:tabs>
                    <w:spacing w:after="0" w:line="274" w:lineRule="exact"/>
                    <w:ind w:left="340" w:right="280" w:firstLine="560"/>
                    <w:jc w:val="both"/>
                  </w:pPr>
                  <w:r>
                    <w:rPr>
                      <w:rStyle w:val="CharStyle4"/>
                    </w:rPr>
                    <w:tab/>
                    <w:t>Назначение и содержание градостроительных планов земельных участков определяются Градостроительным кодексом Российской Федерации.</w:t>
                  </w:r>
                </w:p>
                <w:p w:rsidR="009F3C5C" w:rsidRDefault="009F3C5C">
                  <w:pPr>
                    <w:pStyle w:val="2"/>
                    <w:spacing w:after="0" w:line="274" w:lineRule="exact"/>
                    <w:ind w:left="340" w:right="280" w:firstLine="560"/>
                    <w:jc w:val="both"/>
                  </w:pPr>
                  <w:r>
                    <w:rPr>
                      <w:rStyle w:val="CharStyle4"/>
                    </w:rPr>
                    <w:t>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установленной Правительством Российской Федерации в соответствии с действующим федеральным законодательством.</w:t>
                  </w:r>
                </w:p>
                <w:p w:rsidR="009F3C5C" w:rsidRDefault="009F3C5C">
                  <w:pPr>
                    <w:pStyle w:val="2"/>
                    <w:numPr>
                      <w:ilvl w:val="0"/>
                      <w:numId w:val="50"/>
                    </w:numPr>
                    <w:tabs>
                      <w:tab w:val="left" w:pos="1241"/>
                    </w:tabs>
                    <w:spacing w:after="0" w:line="274" w:lineRule="exact"/>
                    <w:ind w:left="340" w:right="280" w:firstLine="560"/>
                    <w:jc w:val="both"/>
                  </w:pPr>
                  <w:r>
                    <w:rPr>
                      <w:rStyle w:val="CharStyle4"/>
                    </w:rPr>
                    <w:tab/>
                    <w:t>Градостроительные планы земельных участков утверждаются в установленном порядке.</w:t>
                  </w:r>
                </w:p>
                <w:p w:rsidR="009F3C5C" w:rsidRDefault="009F3C5C">
                  <w:pPr>
                    <w:pStyle w:val="2"/>
                    <w:numPr>
                      <w:ilvl w:val="0"/>
                      <w:numId w:val="51"/>
                    </w:numPr>
                    <w:tabs>
                      <w:tab w:val="left" w:pos="1243"/>
                    </w:tabs>
                    <w:spacing w:after="0" w:line="274" w:lineRule="exact"/>
                    <w:ind w:left="340" w:right="280" w:firstLine="560"/>
                    <w:jc w:val="both"/>
                  </w:pPr>
                  <w:r>
                    <w:rPr>
                      <w:rStyle w:val="CharStyle4"/>
                    </w:rPr>
                    <w:tab/>
                    <w:t xml:space="preserve">в составе проектов межевания территории главой Администрации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в случаях, когда посредством документации по планировке территории впервые устанавливаются границы земельных участков, выделяемых из состава государственных или муниципальных земель для их последующего формирования в целях предоставления физическим и юридическим лицам сформированных земельных участков для строительства, а также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государственной собственности, прав на эти земельные участки;</w:t>
                  </w:r>
                </w:p>
                <w:p w:rsidR="009F3C5C" w:rsidRDefault="009F3C5C">
                  <w:pPr>
                    <w:pStyle w:val="2"/>
                    <w:numPr>
                      <w:ilvl w:val="0"/>
                      <w:numId w:val="51"/>
                    </w:numPr>
                    <w:tabs>
                      <w:tab w:val="left" w:pos="1253"/>
                    </w:tabs>
                    <w:spacing w:after="0" w:line="274" w:lineRule="exact"/>
                    <w:ind w:left="340" w:right="280" w:firstLine="560"/>
                    <w:jc w:val="both"/>
                  </w:pPr>
                  <w:r>
                    <w:rPr>
                      <w:rStyle w:val="CharStyle4"/>
                    </w:rPr>
                    <w:tab/>
                    <w:t>в качестве самостоятельного документа руководителем органа, уполномоченного в области градостроительной деятельности (в случае подачи заявлений правообладателями земельных участков, которые планируют реконструкцию, капитальный ремонт принадлежащих им зданий, строений, сооружений, их снос и строительство новых объектов на месте снесенных и располагаемых в границах земельных участков, применительно к которым имеются ранее предоставленные кадастровые планы, но отсутствуют градостроительные планы земельных участков, либо ранее утвержденные градостроительные планы земельных участков перестали соответствовать настоящим Правилам ввиду внесения изменений в Правила).</w:t>
                  </w:r>
                </w:p>
                <w:p w:rsidR="009F3C5C" w:rsidRDefault="009F3C5C">
                  <w:pPr>
                    <w:pStyle w:val="2"/>
                    <w:spacing w:after="0" w:line="274" w:lineRule="exact"/>
                    <w:ind w:left="340" w:right="280" w:firstLine="560"/>
                    <w:jc w:val="both"/>
                  </w:pPr>
                  <w:r>
                    <w:rPr>
                      <w:rStyle w:val="CharStyle4"/>
                    </w:rPr>
                    <w:t>В указанных случаях градостроительные планы земельных участков подготавливаются и утверждаются в течение четырнадцати дней со дня поступления заявлений правообладателей земельных участков.</w:t>
                  </w:r>
                </w:p>
                <w:p w:rsidR="009F3C5C" w:rsidRDefault="009F3C5C">
                  <w:pPr>
                    <w:pStyle w:val="2"/>
                    <w:tabs>
                      <w:tab w:val="left" w:pos="1241"/>
                    </w:tabs>
                    <w:spacing w:after="0" w:line="274" w:lineRule="exact"/>
                    <w:ind w:left="340" w:firstLine="560"/>
                    <w:jc w:val="both"/>
                  </w:pPr>
                  <w:r>
                    <w:rPr>
                      <w:rStyle w:val="CharStyle4"/>
                    </w:rPr>
                    <w:t>3.</w:t>
                  </w:r>
                  <w:r>
                    <w:rPr>
                      <w:rStyle w:val="CharStyle4"/>
                    </w:rPr>
                    <w:tab/>
                    <w:t>В градостроительных планах земельных участков указываются:</w:t>
                  </w:r>
                </w:p>
                <w:p w:rsidR="009F3C5C" w:rsidRDefault="009F3C5C">
                  <w:pPr>
                    <w:pStyle w:val="2"/>
                    <w:spacing w:after="0" w:line="274" w:lineRule="exact"/>
                    <w:ind w:left="340" w:right="280" w:firstLine="560"/>
                    <w:jc w:val="both"/>
                  </w:pPr>
                  <w:r>
                    <w:rPr>
                      <w:rStyle w:val="CharStyle4"/>
                    </w:rPr>
                    <w:t>-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планов земельных участков (в случаях, когда градостроительные планы земельных участков подготавливаются по заявлениям их правообладателей);</w:t>
                  </w:r>
                </w:p>
              </w:txbxContent>
            </v:textbox>
            <w10:wrap type="square" anchorx="page" anchory="page"/>
          </v:rect>
        </w:pict>
      </w:r>
    </w:p>
    <w:p w:rsidR="009F3C5C" w:rsidRDefault="009F3C5C">
      <w:pPr>
        <w:pStyle w:val="Standard"/>
        <w:rPr>
          <w:sz w:val="2"/>
          <w:szCs w:val="2"/>
        </w:rPr>
        <w:sectPr w:rsidR="009F3C5C">
          <w:headerReference w:type="default" r:id="rId109"/>
          <w:footerReference w:type="default" r:id="rId110"/>
          <w:pgSz w:w="11906" w:h="16838"/>
          <w:pgMar w:top="360" w:right="360" w:bottom="360" w:left="360" w:header="0" w:footer="0" w:gutter="0"/>
          <w:cols w:space="720"/>
          <w:formProt w:val="0"/>
          <w:docGrid w:linePitch="240" w:charSpace="-6145"/>
        </w:sectPr>
      </w:pPr>
      <w:r>
        <w:rPr>
          <w:noProof/>
          <w:lang w:eastAsia="ru-RU" w:bidi="ar-SA"/>
        </w:rPr>
        <w:pict>
          <v:rect id="53" o:spid="_x0000_s1078" style="position:absolute;margin-left:69pt;margin-top:30.15pt;width:487.1pt;height:787.45pt;z-index:251711488;mso-position-horizontal-relative:page;mso-position-vertical-relative:page" filled="f" stroked="f" strokecolor="#3465a4">
            <v:fill o:detectmouseclick="t"/>
            <v:stroke joinstyle="round"/>
            <v:textbox>
              <w:txbxContent>
                <w:p w:rsidR="009F3C5C" w:rsidRDefault="009F3C5C">
                  <w:pPr>
                    <w:pStyle w:val="2"/>
                    <w:numPr>
                      <w:ilvl w:val="0"/>
                      <w:numId w:val="52"/>
                    </w:numPr>
                    <w:tabs>
                      <w:tab w:val="left" w:pos="1114"/>
                    </w:tabs>
                    <w:spacing w:after="0" w:line="274" w:lineRule="exact"/>
                    <w:ind w:left="340" w:right="580" w:firstLine="560"/>
                    <w:jc w:val="both"/>
                  </w:pPr>
                  <w:r>
                    <w:rPr>
                      <w:rStyle w:val="CharStyle4"/>
                    </w:rPr>
                    <w:tab/>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прохода,установления иных ограничений использования земельных участков и объектов капитального строительства неограниченным кругом лиц;</w:t>
                  </w:r>
                </w:p>
                <w:p w:rsidR="009F3C5C" w:rsidRDefault="009F3C5C">
                  <w:pPr>
                    <w:pStyle w:val="2"/>
                    <w:numPr>
                      <w:ilvl w:val="0"/>
                      <w:numId w:val="30"/>
                    </w:numPr>
                    <w:tabs>
                      <w:tab w:val="left" w:pos="1109"/>
                    </w:tabs>
                    <w:spacing w:after="0" w:line="274" w:lineRule="exact"/>
                    <w:ind w:left="340" w:firstLine="560"/>
                  </w:pPr>
                  <w:r>
                    <w:rPr>
                      <w:rStyle w:val="CharStyle4"/>
                    </w:rPr>
                    <w:tab/>
                    <w:t>минимальные отступы от границ земельных участков, обозначающие места, за пределами которых запрещается возводить здания, строения, сооружения;</w:t>
                  </w:r>
                </w:p>
                <w:p w:rsidR="009F3C5C" w:rsidRDefault="009F3C5C">
                  <w:pPr>
                    <w:pStyle w:val="2"/>
                    <w:spacing w:after="0" w:line="274" w:lineRule="exact"/>
                    <w:ind w:left="340" w:firstLine="560"/>
                  </w:pPr>
                  <w:r>
                    <w:rPr>
                      <w:rStyle w:val="CharStyle4"/>
                    </w:rPr>
                    <w:t>-информация о градостроительных регламентах, представляемая в виде изложения отдельных фрагментов текста настоящих Правил и (или) в виде указания на соответствующие статьи, части статей настоящих Правил;</w:t>
                  </w:r>
                </w:p>
                <w:p w:rsidR="009F3C5C" w:rsidRDefault="009F3C5C">
                  <w:pPr>
                    <w:pStyle w:val="2"/>
                    <w:numPr>
                      <w:ilvl w:val="0"/>
                      <w:numId w:val="30"/>
                    </w:numPr>
                    <w:tabs>
                      <w:tab w:val="left" w:pos="1114"/>
                    </w:tabs>
                    <w:spacing w:after="0" w:line="274" w:lineRule="exact"/>
                    <w:ind w:left="340" w:right="300" w:firstLine="560"/>
                    <w:jc w:val="both"/>
                  </w:pPr>
                  <w:r>
                    <w:rPr>
                      <w:rStyle w:val="CharStyle4"/>
                    </w:rPr>
                    <w:tab/>
                    <w:t>информация о наличии расположенных в границах земельного участка объектов капитального строительства, объектов культурного наследия, действие градостроительного регламента на которые не распространяется;</w:t>
                  </w:r>
                </w:p>
                <w:p w:rsidR="009F3C5C" w:rsidRDefault="009F3C5C">
                  <w:pPr>
                    <w:pStyle w:val="2"/>
                    <w:numPr>
                      <w:ilvl w:val="0"/>
                      <w:numId w:val="30"/>
                    </w:numPr>
                    <w:tabs>
                      <w:tab w:val="left" w:pos="1109"/>
                    </w:tabs>
                    <w:spacing w:after="0" w:line="274" w:lineRule="exact"/>
                    <w:ind w:left="340" w:firstLine="560"/>
                  </w:pPr>
                  <w:r>
                    <w:rPr>
                      <w:rStyle w:val="CharStyle4"/>
                    </w:rPr>
                    <w:tab/>
                    <w:t>определения допустимости или недопустимости разделения земельного участка на несколько земельных участков меньшего размера;</w:t>
                  </w:r>
                </w:p>
                <w:p w:rsidR="009F3C5C" w:rsidRDefault="009F3C5C">
                  <w:pPr>
                    <w:pStyle w:val="2"/>
                    <w:numPr>
                      <w:ilvl w:val="0"/>
                      <w:numId w:val="30"/>
                    </w:numPr>
                    <w:tabs>
                      <w:tab w:val="left" w:pos="1107"/>
                    </w:tabs>
                    <w:spacing w:after="0" w:line="274" w:lineRule="exact"/>
                    <w:ind w:left="340" w:firstLine="560"/>
                    <w:jc w:val="both"/>
                  </w:pPr>
                  <w:r>
                    <w:rPr>
                      <w:rStyle w:val="CharStyle4"/>
                    </w:rPr>
                    <w:tab/>
                    <w:t>границы зон охраны культурного наследия;</w:t>
                  </w:r>
                </w:p>
                <w:p w:rsidR="009F3C5C" w:rsidRDefault="009F3C5C">
                  <w:pPr>
                    <w:pStyle w:val="2"/>
                    <w:numPr>
                      <w:ilvl w:val="0"/>
                      <w:numId w:val="30"/>
                    </w:numPr>
                    <w:tabs>
                      <w:tab w:val="left" w:pos="1123"/>
                    </w:tabs>
                    <w:spacing w:after="0" w:line="274" w:lineRule="exact"/>
                    <w:ind w:left="340" w:firstLine="560"/>
                  </w:pPr>
                  <w:r>
                    <w:rPr>
                      <w:rStyle w:val="CharStyle4"/>
                    </w:rPr>
                    <w:tab/>
                    <w:t>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или схем планируемого резервирования земель, зон планируемого изъятия земельных участков, их частей для государственных и муниципальных нужд.</w:t>
                  </w:r>
                </w:p>
                <w:p w:rsidR="009F3C5C" w:rsidRDefault="009F3C5C">
                  <w:pPr>
                    <w:pStyle w:val="2"/>
                    <w:spacing w:after="0" w:line="274" w:lineRule="exact"/>
                    <w:ind w:left="340" w:firstLine="560"/>
                  </w:pPr>
                  <w:r>
                    <w:rPr>
                      <w:rStyle w:val="CharStyle4"/>
                    </w:rPr>
                    <w:t>Градостроительные планы земельных участков являются обязательным основанием для:</w:t>
                  </w:r>
                </w:p>
                <w:p w:rsidR="009F3C5C" w:rsidRDefault="009F3C5C">
                  <w:pPr>
                    <w:pStyle w:val="2"/>
                    <w:numPr>
                      <w:ilvl w:val="0"/>
                      <w:numId w:val="30"/>
                    </w:numPr>
                    <w:tabs>
                      <w:tab w:val="left" w:pos="1104"/>
                    </w:tabs>
                    <w:spacing w:after="0" w:line="274" w:lineRule="exact"/>
                    <w:ind w:left="340" w:firstLine="560"/>
                  </w:pPr>
                  <w:r>
                    <w:rPr>
                      <w:rStyle w:val="CharStyle4"/>
                    </w:rPr>
                    <w:tab/>
                    <w:t>разработки проекта границ застроенного или подлежащего застройке земельного участка;</w:t>
                  </w:r>
                </w:p>
                <w:p w:rsidR="009F3C5C" w:rsidRDefault="009F3C5C">
                  <w:pPr>
                    <w:pStyle w:val="2"/>
                    <w:numPr>
                      <w:ilvl w:val="0"/>
                      <w:numId w:val="30"/>
                    </w:numPr>
                    <w:tabs>
                      <w:tab w:val="left" w:pos="1123"/>
                    </w:tabs>
                    <w:spacing w:after="0" w:line="274" w:lineRule="exact"/>
                    <w:ind w:left="340" w:firstLine="560"/>
                  </w:pPr>
                  <w:r>
                    <w:rPr>
                      <w:rStyle w:val="CharStyle4"/>
                    </w:rPr>
                    <w:tab/>
                    <w:t>принятия решений о предоставлении физическим или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земельных участков для комплексного освоения в целях жилищного строительства;</w:t>
                  </w:r>
                </w:p>
                <w:p w:rsidR="009F3C5C" w:rsidRDefault="009F3C5C">
                  <w:pPr>
                    <w:pStyle w:val="2"/>
                    <w:numPr>
                      <w:ilvl w:val="0"/>
                      <w:numId w:val="30"/>
                    </w:numPr>
                    <w:tabs>
                      <w:tab w:val="left" w:pos="1104"/>
                    </w:tabs>
                    <w:spacing w:after="0" w:line="274" w:lineRule="exact"/>
                    <w:ind w:left="340" w:right="280" w:firstLine="560"/>
                    <w:jc w:val="both"/>
                  </w:pPr>
                  <w:r>
                    <w:rPr>
                      <w:rStyle w:val="CharStyle4"/>
                    </w:rPr>
                    <w:tab/>
                    <w:t>принятие решений о резервировании земель, об изъятии, в том числе путем выкупа, земельных участков для государственных и муниципальных нужд;</w:t>
                  </w:r>
                </w:p>
                <w:p w:rsidR="009F3C5C" w:rsidRDefault="009F3C5C">
                  <w:pPr>
                    <w:pStyle w:val="2"/>
                    <w:numPr>
                      <w:ilvl w:val="0"/>
                      <w:numId w:val="30"/>
                    </w:numPr>
                    <w:tabs>
                      <w:tab w:val="left" w:pos="1114"/>
                    </w:tabs>
                    <w:spacing w:after="0" w:line="274" w:lineRule="exact"/>
                    <w:ind w:left="340" w:firstLine="560"/>
                  </w:pPr>
                  <w:r>
                    <w:rPr>
                      <w:rStyle w:val="CharStyle4"/>
                    </w:rPr>
                    <w:tab/>
                    <w:t>подготовки документации архитектурно-строительного проектирования объекта капитального строительства (реконструкции, реставрации, капитального ремонта) в составе пакета исходно - разрешительной документации;</w:t>
                  </w:r>
                </w:p>
                <w:p w:rsidR="009F3C5C" w:rsidRDefault="009F3C5C">
                  <w:pPr>
                    <w:pStyle w:val="2"/>
                    <w:numPr>
                      <w:ilvl w:val="0"/>
                      <w:numId w:val="30"/>
                    </w:numPr>
                    <w:tabs>
                      <w:tab w:val="left" w:pos="1107"/>
                    </w:tabs>
                    <w:spacing w:after="0" w:line="274" w:lineRule="exact"/>
                    <w:ind w:left="340" w:firstLine="560"/>
                    <w:jc w:val="both"/>
                  </w:pPr>
                  <w:r>
                    <w:rPr>
                      <w:rStyle w:val="CharStyle4"/>
                    </w:rPr>
                    <w:tab/>
                    <w:t>выдачи разрешений на строительство;</w:t>
                  </w:r>
                </w:p>
                <w:p w:rsidR="009F3C5C" w:rsidRDefault="009F3C5C">
                  <w:pPr>
                    <w:pStyle w:val="2"/>
                    <w:numPr>
                      <w:ilvl w:val="0"/>
                      <w:numId w:val="30"/>
                    </w:numPr>
                    <w:tabs>
                      <w:tab w:val="left" w:pos="1107"/>
                    </w:tabs>
                    <w:spacing w:after="0" w:line="274" w:lineRule="exact"/>
                    <w:ind w:left="340" w:firstLine="560"/>
                    <w:jc w:val="both"/>
                  </w:pPr>
                  <w:r>
                    <w:rPr>
                      <w:rStyle w:val="CharStyle4"/>
                    </w:rPr>
                    <w:tab/>
                    <w:t>выдачи разрешений на ввод объектов в эксплуатацию.</w:t>
                  </w:r>
                </w:p>
              </w:txbxContent>
            </v:textbox>
            <w10:wrap type="square" anchorx="page" anchory="page"/>
          </v:rect>
        </w:pict>
      </w:r>
    </w:p>
    <w:p w:rsidR="009F3C5C" w:rsidRDefault="009F3C5C">
      <w:pPr>
        <w:pStyle w:val="Standard"/>
        <w:rPr>
          <w:sz w:val="2"/>
          <w:szCs w:val="2"/>
        </w:rPr>
        <w:sectPr w:rsidR="009F3C5C">
          <w:headerReference w:type="default" r:id="rId111"/>
          <w:footerReference w:type="default" r:id="rId112"/>
          <w:pgSz w:w="11906" w:h="16838"/>
          <w:pgMar w:top="360" w:right="360" w:bottom="360" w:left="360" w:header="0" w:footer="0" w:gutter="0"/>
          <w:cols w:space="720"/>
          <w:formProt w:val="0"/>
          <w:docGrid w:linePitch="240" w:charSpace="-6145"/>
        </w:sectPr>
      </w:pPr>
      <w:r>
        <w:rPr>
          <w:noProof/>
          <w:lang w:eastAsia="ru-RU" w:bidi="ar-SA"/>
        </w:rPr>
        <w:pict>
          <v:rect id="54" o:spid="_x0000_s1079" style="position:absolute;margin-left:69pt;margin-top:30.4pt;width:487.1pt;height:796.5pt;z-index:251712512;mso-position-horizontal-relative:page;mso-position-vertical-relative:page" filled="f" stroked="f" strokecolor="#3465a4">
            <v:fill o:detectmouseclick="t"/>
            <v:stroke joinstyle="round"/>
            <v:textbox>
              <w:txbxContent>
                <w:p w:rsidR="009F3C5C" w:rsidRDefault="009F3C5C">
                  <w:pPr>
                    <w:pStyle w:val="2"/>
                    <w:tabs>
                      <w:tab w:val="left" w:pos="1373"/>
                    </w:tabs>
                    <w:spacing w:line="274" w:lineRule="exact"/>
                    <w:ind w:left="340" w:right="280" w:firstLine="560"/>
                    <w:jc w:val="both"/>
                  </w:pPr>
                  <w:r>
                    <w:rPr>
                      <w:rStyle w:val="CharStyle4"/>
                    </w:rPr>
                    <w:tab/>
                  </w:r>
                  <w:r>
                    <w:rPr>
                      <w:rStyle w:val="CharStyle4"/>
                      <w:b/>
                      <w:bCs/>
                    </w:rPr>
                    <w:t xml:space="preserve">4.4 Порядок подготовки и утверждения документации по планировке территории сельского поселения </w:t>
                  </w:r>
                  <w:r>
                    <w:rPr>
                      <w:rStyle w:val="CharStyle4"/>
                      <w:b/>
                      <w:bCs/>
                      <w:color w:val="FF0000"/>
                    </w:rPr>
                    <w:t>Петровский</w:t>
                  </w:r>
                  <w:r>
                    <w:rPr>
                      <w:rStyle w:val="CharStyle4"/>
                      <w:b/>
                      <w:bCs/>
                    </w:rPr>
                    <w:t xml:space="preserve"> сельсовет муниципального района Ишимбайский район Республики Башкортостан</w:t>
                  </w:r>
                </w:p>
                <w:p w:rsidR="009F3C5C" w:rsidRDefault="009F3C5C">
                  <w:pPr>
                    <w:pStyle w:val="2"/>
                    <w:numPr>
                      <w:ilvl w:val="0"/>
                      <w:numId w:val="53"/>
                    </w:numPr>
                    <w:tabs>
                      <w:tab w:val="left" w:pos="1223"/>
                    </w:tabs>
                    <w:spacing w:after="0" w:line="274" w:lineRule="exact"/>
                    <w:ind w:left="340" w:right="280" w:firstLine="560"/>
                    <w:jc w:val="both"/>
                  </w:pPr>
                  <w:r>
                    <w:rPr>
                      <w:rStyle w:val="CharStyle4"/>
                    </w:rPr>
                    <w:tab/>
                    <w:t xml:space="preserve">Решение о подготовке документации по планировке территории принимается органами местного самоуправления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по инициативе указанных органов либо на основании предложений физических и юридических лиц о подготовке документации по планировке территории.</w:t>
                  </w:r>
                </w:p>
                <w:p w:rsidR="009F3C5C" w:rsidRDefault="009F3C5C">
                  <w:pPr>
                    <w:pStyle w:val="2"/>
                    <w:numPr>
                      <w:ilvl w:val="0"/>
                      <w:numId w:val="53"/>
                    </w:numPr>
                    <w:tabs>
                      <w:tab w:val="left" w:pos="1229"/>
                    </w:tabs>
                    <w:spacing w:after="0" w:line="274" w:lineRule="exact"/>
                    <w:ind w:left="340" w:right="280" w:firstLine="560"/>
                    <w:jc w:val="both"/>
                  </w:pPr>
                  <w:r>
                    <w:rPr>
                      <w:rStyle w:val="CharStyle4"/>
                    </w:rPr>
                    <w:tab/>
                    <w:t>Органы местного самоуправления обеспечивают подготовку документации по планировке территории на основании документов территориального планирования субъекта сельского поселения</w:t>
                  </w:r>
                  <w:r>
                    <w:rPr>
                      <w:rStyle w:val="CharStyle4"/>
                      <w:color w:val="FF0000"/>
                    </w:rPr>
                    <w:t xml:space="preserve"> Петровский</w:t>
                  </w:r>
                  <w:r>
                    <w:rPr>
                      <w:rStyle w:val="CharStyle4"/>
                    </w:rPr>
                    <w:t xml:space="preserve"> сельсовет муниципального района Ишимбайский район Республики Башкортостан, если такими документами предусмотрено размещение объектов капитального строительства местного значения или объектов капитального строительства на межселенных территорий.</w:t>
                  </w:r>
                </w:p>
                <w:p w:rsidR="009F3C5C" w:rsidRDefault="009F3C5C">
                  <w:pPr>
                    <w:pStyle w:val="2"/>
                    <w:numPr>
                      <w:ilvl w:val="0"/>
                      <w:numId w:val="53"/>
                    </w:numPr>
                    <w:tabs>
                      <w:tab w:val="left" w:pos="1223"/>
                    </w:tabs>
                    <w:spacing w:after="0" w:line="274" w:lineRule="exact"/>
                    <w:ind w:left="340" w:right="280" w:firstLine="560"/>
                    <w:jc w:val="both"/>
                  </w:pPr>
                  <w:r>
                    <w:rPr>
                      <w:rStyle w:val="CharStyle4"/>
                    </w:rPr>
                    <w:tab/>
                    <w:t xml:space="preserve">Администрация муниципального района Ишимбайский район Республики Башкортостан обеспечивает подготовку документации по планировке территории на основании генерального плана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настоящих Правил.</w:t>
                  </w:r>
                </w:p>
                <w:p w:rsidR="009F3C5C" w:rsidRDefault="009F3C5C">
                  <w:pPr>
                    <w:pStyle w:val="2"/>
                    <w:spacing w:after="0" w:line="274" w:lineRule="exact"/>
                    <w:ind w:left="340" w:right="280" w:firstLine="560"/>
                    <w:jc w:val="both"/>
                  </w:pPr>
                  <w:r>
                    <w:rPr>
                      <w:rStyle w:val="CharStyle4"/>
                    </w:rPr>
                    <w:t xml:space="preserve">Документация по планировке территории сельского поселения </w:t>
                  </w:r>
                  <w:r>
                    <w:rPr>
                      <w:rStyle w:val="CharStyle4"/>
                      <w:color w:val="FF0000"/>
                    </w:rPr>
                    <w:t xml:space="preserve">Петровский сельсовет муниципального района Ишимбайский район разрабатывается по решению Администрации сельского поселения Петровский </w:t>
                  </w:r>
                  <w:r>
                    <w:rPr>
                      <w:rStyle w:val="CharStyle4"/>
                    </w:rPr>
                    <w:t>сельсовет, в соответствии с утвержденным в установленном порядке планом реализации генерального плана.</w:t>
                  </w:r>
                </w:p>
                <w:p w:rsidR="009F3C5C" w:rsidRDefault="009F3C5C">
                  <w:pPr>
                    <w:pStyle w:val="2"/>
                    <w:numPr>
                      <w:ilvl w:val="0"/>
                      <w:numId w:val="53"/>
                    </w:numPr>
                    <w:tabs>
                      <w:tab w:val="left" w:pos="1224"/>
                    </w:tabs>
                    <w:spacing w:after="0" w:line="274" w:lineRule="exact"/>
                    <w:ind w:left="340" w:right="280" w:firstLine="560"/>
                    <w:jc w:val="both"/>
                  </w:pPr>
                  <w:r>
                    <w:rPr>
                      <w:rStyle w:val="CharStyle4"/>
                    </w:rPr>
                    <w:tab/>
                    <w:t xml:space="preserve">В случае принятия решения о подготовке документации по планировке территории орган местного самоуправления муниципального района Ишимбай- ский район Республики Башкортостан в течение десяти дней со дня принятия такого решения направляют уведомление о принятом решении главе сельского поселения </w:t>
                  </w:r>
                  <w:r>
                    <w:rPr>
                      <w:rStyle w:val="CharStyle4"/>
                      <w:color w:val="FF3333"/>
                    </w:rPr>
                    <w:t>Петровский</w:t>
                  </w:r>
                  <w:r>
                    <w:rPr>
                      <w:rStyle w:val="CharStyle4"/>
                    </w:rPr>
                    <w:t xml:space="preserve"> сельсовет муниципального района Ишимбайский район Республики Башкортостан, применительно к территориям которых принято такое решение.</w:t>
                  </w:r>
                </w:p>
                <w:p w:rsidR="009F3C5C" w:rsidRDefault="009F3C5C">
                  <w:pPr>
                    <w:pStyle w:val="2"/>
                    <w:numPr>
                      <w:ilvl w:val="0"/>
                      <w:numId w:val="53"/>
                    </w:numPr>
                    <w:tabs>
                      <w:tab w:val="left" w:pos="1224"/>
                    </w:tabs>
                    <w:spacing w:after="0" w:line="274" w:lineRule="exact"/>
                    <w:ind w:left="340" w:right="280" w:firstLine="560"/>
                    <w:jc w:val="both"/>
                  </w:pPr>
                  <w:r>
                    <w:rPr>
                      <w:rStyle w:val="CharStyle4"/>
                    </w:rPr>
                    <w:tab/>
                    <w:t>Заказ на подготовку документации по планировке территории выполняется в соответствии с законодательством Российской Федерации.</w:t>
                  </w:r>
                </w:p>
                <w:p w:rsidR="009F3C5C" w:rsidRDefault="009F3C5C">
                  <w:pPr>
                    <w:pStyle w:val="2"/>
                    <w:numPr>
                      <w:ilvl w:val="0"/>
                      <w:numId w:val="53"/>
                    </w:numPr>
                    <w:tabs>
                      <w:tab w:val="left" w:pos="1233"/>
                    </w:tabs>
                    <w:spacing w:after="0" w:line="274" w:lineRule="exact"/>
                    <w:ind w:left="340" w:right="280" w:firstLine="560"/>
                    <w:jc w:val="both"/>
                  </w:pPr>
                  <w:r>
                    <w:rPr>
                      <w:rStyle w:val="CharStyle4"/>
                    </w:rPr>
                    <w:tab/>
                    <w:t>Решение о подготовке документации по планировке территории подлежит опубликованию в порядке, установленном для официального опубликования нормативных правовых актов, иной официальной информации, в течение трех дней со дня принятия такого решения и размещению на официальном сайте Администрации МР Ишимбайский район Республики Башкортостан в сети Интернет.</w:t>
                  </w:r>
                </w:p>
                <w:p w:rsidR="009F3C5C" w:rsidRDefault="009F3C5C">
                  <w:pPr>
                    <w:pStyle w:val="2"/>
                    <w:numPr>
                      <w:ilvl w:val="0"/>
                      <w:numId w:val="53"/>
                    </w:numPr>
                    <w:tabs>
                      <w:tab w:val="left" w:pos="1223"/>
                    </w:tabs>
                    <w:spacing w:after="0" w:line="274" w:lineRule="exact"/>
                    <w:ind w:left="340" w:right="280" w:firstLine="560"/>
                    <w:jc w:val="both"/>
                  </w:pPr>
                  <w:r>
                    <w:rPr>
                      <w:rStyle w:val="CharStyle4"/>
                    </w:rPr>
                    <w:tab/>
                    <w:t>Со дня опубликования решения о подготовке документации по планировке территории в течение одного месяца физические или юридические лица вправе представить в Администрацию сельского поселения</w:t>
                  </w:r>
                  <w:r>
                    <w:rPr>
                      <w:rStyle w:val="CharStyle4"/>
                      <w:color w:val="FF0000"/>
                    </w:rPr>
                    <w:t xml:space="preserve"> Петровский</w:t>
                  </w:r>
                  <w:r>
                    <w:rPr>
                      <w:rStyle w:val="CharStyle4"/>
                    </w:rPr>
                    <w:t xml:space="preserve"> сельсовет муниципального района Ишимбайский район Республики Башкортостан свои предложения о порядке, сроках подготовки и содержании документации по планировке территории.</w:t>
                  </w:r>
                </w:p>
              </w:txbxContent>
            </v:textbox>
            <w10:wrap type="square" anchorx="page" anchory="page"/>
          </v:rect>
        </w:pict>
      </w:r>
    </w:p>
    <w:p w:rsidR="009F3C5C" w:rsidRDefault="009F3C5C">
      <w:pPr>
        <w:pStyle w:val="Standard"/>
        <w:rPr>
          <w:sz w:val="2"/>
          <w:szCs w:val="2"/>
        </w:rPr>
        <w:sectPr w:rsidR="009F3C5C">
          <w:headerReference w:type="default" r:id="rId113"/>
          <w:footerReference w:type="default" r:id="rId114"/>
          <w:pgSz w:w="11906" w:h="16838"/>
          <w:pgMar w:top="360" w:right="360" w:bottom="360" w:left="360" w:header="0" w:footer="0" w:gutter="0"/>
          <w:cols w:space="720"/>
          <w:formProt w:val="0"/>
          <w:docGrid w:linePitch="240" w:charSpace="-6145"/>
        </w:sectPr>
      </w:pPr>
      <w:r>
        <w:rPr>
          <w:noProof/>
          <w:lang w:eastAsia="ru-RU" w:bidi="ar-SA"/>
        </w:rPr>
        <w:pict>
          <v:rect id="55" o:spid="_x0000_s1080" style="position:absolute;margin-left:69pt;margin-top:30.4pt;width:487.1pt;height:792.85pt;z-index:251713536;mso-position-horizontal-relative:page;mso-position-vertical-relative:page" filled="f" stroked="f" strokecolor="#3465a4">
            <v:fill o:detectmouseclick="t"/>
            <v:stroke joinstyle="round"/>
            <v:textbox>
              <w:txbxContent>
                <w:p w:rsidR="009F3C5C" w:rsidRDefault="009F3C5C">
                  <w:pPr>
                    <w:pStyle w:val="2"/>
                    <w:numPr>
                      <w:ilvl w:val="0"/>
                      <w:numId w:val="53"/>
                    </w:numPr>
                    <w:tabs>
                      <w:tab w:val="left" w:pos="1294"/>
                    </w:tabs>
                    <w:spacing w:after="0" w:line="274" w:lineRule="exact"/>
                    <w:ind w:left="340" w:right="280" w:firstLine="560"/>
                    <w:jc w:val="both"/>
                  </w:pPr>
                  <w:r>
                    <w:rPr>
                      <w:rStyle w:val="CharStyle4"/>
                    </w:rPr>
                    <w:tab/>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9F3C5C" w:rsidRDefault="009F3C5C">
                  <w:pPr>
                    <w:pStyle w:val="2"/>
                    <w:numPr>
                      <w:ilvl w:val="0"/>
                      <w:numId w:val="53"/>
                    </w:numPr>
                    <w:tabs>
                      <w:tab w:val="left" w:pos="1294"/>
                    </w:tabs>
                    <w:spacing w:after="0" w:line="274" w:lineRule="exact"/>
                    <w:ind w:left="340" w:right="280" w:firstLine="560"/>
                    <w:jc w:val="both"/>
                  </w:pPr>
                  <w:r>
                    <w:rPr>
                      <w:rStyle w:val="CharStyle4"/>
                    </w:rPr>
                    <w:tab/>
                    <w:t xml:space="preserve">Заказчиками по разработке проектов планировки и проектов межевания могут выступать уполномоченные органы Администрации сельского поселения </w:t>
                  </w:r>
                  <w:r>
                    <w:rPr>
                      <w:rStyle w:val="CharStyle4"/>
                      <w:color w:val="FF0000"/>
                    </w:rPr>
                    <w:t>Петровский се</w:t>
                  </w:r>
                  <w:r>
                    <w:rPr>
                      <w:rStyle w:val="CharStyle4"/>
                    </w:rPr>
                    <w:t xml:space="preserve">льсовет муниципального района Ишимбайский район Республики Башкортостан и подведомственные им службы и организации в части земель, находящихся в распоряжении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а также физические и/или юридические лица.</w:t>
                  </w:r>
                </w:p>
                <w:p w:rsidR="009F3C5C" w:rsidRDefault="009F3C5C">
                  <w:pPr>
                    <w:pStyle w:val="2"/>
                    <w:numPr>
                      <w:ilvl w:val="0"/>
                      <w:numId w:val="53"/>
                    </w:numPr>
                    <w:tabs>
                      <w:tab w:val="left" w:pos="1349"/>
                    </w:tabs>
                    <w:spacing w:after="0" w:line="274" w:lineRule="exact"/>
                    <w:ind w:left="340" w:right="280" w:firstLine="560"/>
                    <w:jc w:val="both"/>
                  </w:pPr>
                  <w:r>
                    <w:rPr>
                      <w:rStyle w:val="CharStyle4"/>
                    </w:rPr>
                    <w:tab/>
                    <w:t>Физические и юридические лица могут выступать заказчиками на разработку документации по планировке территории в части территорий элементов планировочной структуры города, на которых расположены земельные участки, в формировании и/или приобретении прав на которые они заинтересованы.</w:t>
                  </w:r>
                </w:p>
                <w:p w:rsidR="009F3C5C" w:rsidRDefault="009F3C5C">
                  <w:pPr>
                    <w:pStyle w:val="2"/>
                    <w:spacing w:after="0" w:line="274" w:lineRule="exact"/>
                    <w:ind w:left="340" w:right="280" w:firstLine="560"/>
                    <w:jc w:val="both"/>
                  </w:pPr>
                  <w:r>
                    <w:rPr>
                      <w:rStyle w:val="CharStyle4"/>
                    </w:rPr>
                    <w:t>В случае, если разработка документации по планировке территории сельского поселения</w:t>
                  </w:r>
                  <w:r>
                    <w:rPr>
                      <w:rStyle w:val="CharStyle4"/>
                      <w:color w:val="CC0000"/>
                    </w:rPr>
                    <w:t xml:space="preserve"> Петровский</w:t>
                  </w:r>
                  <w:r>
                    <w:rPr>
                      <w:rStyle w:val="CharStyle4"/>
                    </w:rPr>
                    <w:t xml:space="preserve"> сельсовет муниципального района Ишимбайский район Республики Башкортостан Республики Башкортостан производится по заказам органов Администрации муниципального района Ишимбайский район Республики Башкортостан и подведомственных им служб и организаций, ее финансирование осуществляется за счет средств бюджета муниципального района Ишимбайский район Республики Башкортостан.</w:t>
                  </w:r>
                </w:p>
                <w:p w:rsidR="009F3C5C" w:rsidRDefault="009F3C5C">
                  <w:pPr>
                    <w:pStyle w:val="2"/>
                    <w:numPr>
                      <w:ilvl w:val="0"/>
                      <w:numId w:val="53"/>
                    </w:numPr>
                    <w:tabs>
                      <w:tab w:val="left" w:pos="1349"/>
                    </w:tabs>
                    <w:spacing w:after="0" w:line="274" w:lineRule="exact"/>
                    <w:ind w:left="340" w:right="280" w:firstLine="560"/>
                    <w:jc w:val="both"/>
                  </w:pPr>
                  <w:r>
                    <w:rPr>
                      <w:rStyle w:val="CharStyle4"/>
                    </w:rPr>
                    <w:tab/>
                    <w:t>Проекты планировки и проекты межевания территорий разрабатываются в соответствии с техническими заданиями, подготовленными заказчиком и согласованными с отделом архитектуры и градостроительства Администрации муниципального района Ишимбайский район Республики Башкортостан.</w:t>
                  </w:r>
                </w:p>
                <w:p w:rsidR="009F3C5C" w:rsidRDefault="009F3C5C">
                  <w:pPr>
                    <w:pStyle w:val="2"/>
                    <w:numPr>
                      <w:ilvl w:val="0"/>
                      <w:numId w:val="53"/>
                    </w:numPr>
                    <w:tabs>
                      <w:tab w:val="left" w:pos="1358"/>
                    </w:tabs>
                    <w:spacing w:after="0" w:line="274" w:lineRule="exact"/>
                    <w:ind w:left="340" w:right="280" w:firstLine="560"/>
                    <w:jc w:val="both"/>
                  </w:pPr>
                  <w:r>
                    <w:rPr>
                      <w:rStyle w:val="CharStyle4"/>
                    </w:rPr>
                    <w:tab/>
                    <w:t xml:space="preserve">Подготовка документации по планировке территории сельского поселения </w:t>
                  </w:r>
                  <w:r>
                    <w:rPr>
                      <w:rStyle w:val="CharStyle4"/>
                      <w:color w:val="FF3333"/>
                    </w:rPr>
                    <w:t>Петровский</w:t>
                  </w:r>
                  <w:r>
                    <w:rPr>
                      <w:rStyle w:val="CharStyle4"/>
                    </w:rPr>
                    <w:t xml:space="preserve"> сельсовет муниципального района Ишимбайский район Республики Башкортостан осуществляется на основании заключенного договора в соответствии с федеральным законодательством.</w:t>
                  </w:r>
                </w:p>
                <w:p w:rsidR="009F3C5C" w:rsidRDefault="009F3C5C">
                  <w:pPr>
                    <w:pStyle w:val="2"/>
                    <w:spacing w:after="0" w:line="274" w:lineRule="exact"/>
                    <w:ind w:left="340" w:right="280" w:firstLine="560"/>
                    <w:jc w:val="both"/>
                  </w:pPr>
                  <w:r>
                    <w:rPr>
                      <w:rStyle w:val="CharStyle4"/>
                    </w:rPr>
                    <w:t>Заказчик по разработке документации по планировке территории обеспечивает подготовку исходных данных для проектирования. Ответственность за достоверность исходных данных несут организации, предоставившие необходимые данные.</w:t>
                  </w:r>
                </w:p>
                <w:p w:rsidR="009F3C5C" w:rsidRDefault="009F3C5C">
                  <w:pPr>
                    <w:pStyle w:val="2"/>
                    <w:spacing w:after="0" w:line="274" w:lineRule="exact"/>
                    <w:ind w:left="340" w:right="280" w:firstLine="560"/>
                    <w:jc w:val="both"/>
                  </w:pPr>
                  <w:r>
                    <w:rPr>
                      <w:rStyle w:val="CharStyle4"/>
                    </w:rPr>
                    <w:t>Заказчик может заказать разработчику проектной документации сбор исходных данных. Условия подготовки исходных данных и финансирование этих работ определяются договором.</w:t>
                  </w:r>
                </w:p>
                <w:p w:rsidR="009F3C5C" w:rsidRDefault="009F3C5C">
                  <w:pPr>
                    <w:pStyle w:val="2"/>
                    <w:numPr>
                      <w:ilvl w:val="0"/>
                      <w:numId w:val="53"/>
                    </w:numPr>
                    <w:tabs>
                      <w:tab w:val="left" w:pos="1358"/>
                    </w:tabs>
                    <w:spacing w:after="0" w:line="274" w:lineRule="exact"/>
                    <w:ind w:left="340" w:right="280" w:firstLine="560"/>
                    <w:jc w:val="both"/>
                  </w:pPr>
                  <w:r>
                    <w:rPr>
                      <w:rStyle w:val="CharStyle4"/>
                    </w:rPr>
                    <w:tab/>
                  </w:r>
                  <w:r>
                    <w:rPr>
                      <w:rStyle w:val="CharStyle4"/>
                      <w:color w:val="800000"/>
                    </w:rPr>
                    <w:t>Отдел архитектуры и градостроительства Администрации муниципального района Ишимбайский район Республики Башкортостан</w:t>
                  </w:r>
                  <w:r>
                    <w:rPr>
                      <w:rStyle w:val="CharStyle4"/>
                    </w:rPr>
                    <w:t xml:space="preserve"> и иные уполномоченные органы района и сельского поселения </w:t>
                  </w:r>
                  <w:r>
                    <w:rPr>
                      <w:rStyle w:val="CharStyle4"/>
                      <w:color w:val="FF3333"/>
                    </w:rPr>
                    <w:t>Петровский</w:t>
                  </w:r>
                  <w:r>
                    <w:rPr>
                      <w:rStyle w:val="CharStyle4"/>
                    </w:rPr>
                    <w:t xml:space="preserve"> сельсовет муниципального района Ишимбайский район Республики Башкортостан осуществляют проверку подготовленной документации по планировке территории на соответствие требованиям, указанным в главе 4 раздела I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115"/>
          <w:footerReference w:type="default" r:id="rId116"/>
          <w:pgSz w:w="11906" w:h="16838"/>
          <w:pgMar w:top="360" w:right="360" w:bottom="360" w:left="360" w:header="0" w:footer="0" w:gutter="0"/>
          <w:cols w:space="720"/>
          <w:formProt w:val="0"/>
          <w:docGrid w:linePitch="240" w:charSpace="-6145"/>
        </w:sectPr>
      </w:pPr>
      <w:r>
        <w:rPr>
          <w:noProof/>
          <w:lang w:eastAsia="ru-RU" w:bidi="ar-SA"/>
        </w:rPr>
        <w:pict>
          <v:rect id="56" o:spid="_x0000_s1081" style="position:absolute;margin-left:69pt;margin-top:30.15pt;width:487.1pt;height:778.55pt;z-index:251714560;mso-position-horizontal-relative:page;mso-position-vertical-relative:page" filled="f" stroked="f" strokecolor="#3465a4">
            <v:fill o:detectmouseclick="t"/>
            <v:stroke joinstyle="round"/>
            <v:textbox>
              <w:txbxContent>
                <w:p w:rsidR="009F3C5C" w:rsidRDefault="009F3C5C">
                  <w:pPr>
                    <w:pStyle w:val="2"/>
                    <w:numPr>
                      <w:ilvl w:val="0"/>
                      <w:numId w:val="53"/>
                    </w:numPr>
                    <w:tabs>
                      <w:tab w:val="left" w:pos="1359"/>
                    </w:tabs>
                    <w:spacing w:after="0" w:line="274" w:lineRule="exact"/>
                    <w:ind w:left="340" w:right="280" w:firstLine="560"/>
                    <w:jc w:val="both"/>
                  </w:pPr>
                  <w:r>
                    <w:rPr>
                      <w:rStyle w:val="CharStyle4"/>
                    </w:rPr>
                    <w:tab/>
                    <w:t>Разработанные проекты планировки и проекты межевания территорий, изменения в утвержденные ранее проекты планировки и проекты межевания подлежат до их утверждения рассмотрению на публичных слушаниях в порядке, установленном действующим федеральным законодательством, настоящими Правилами, соответствующим положением, утвержденным решением Совета МР Ишимбайский район Республики Башкортостан.</w:t>
                  </w:r>
                </w:p>
                <w:p w:rsidR="009F3C5C" w:rsidRDefault="009F3C5C">
                  <w:pPr>
                    <w:pStyle w:val="2"/>
                    <w:numPr>
                      <w:ilvl w:val="0"/>
                      <w:numId w:val="53"/>
                    </w:numPr>
                    <w:tabs>
                      <w:tab w:val="left" w:pos="1359"/>
                    </w:tabs>
                    <w:spacing w:after="0" w:line="274" w:lineRule="exact"/>
                    <w:ind w:left="340" w:right="280" w:firstLine="560"/>
                    <w:jc w:val="both"/>
                  </w:pPr>
                  <w:r>
                    <w:rPr>
                      <w:rStyle w:val="CharStyle4"/>
                    </w:rPr>
                    <w:tab/>
                    <w:t>Глава сельского поселения</w:t>
                  </w:r>
                  <w:r>
                    <w:rPr>
                      <w:rStyle w:val="CharStyle4"/>
                      <w:color w:val="FF0000"/>
                    </w:rPr>
                    <w:t xml:space="preserve"> Петровский</w:t>
                  </w:r>
                  <w:r>
                    <w:rPr>
                      <w:rStyle w:val="CharStyle4"/>
                    </w:rPr>
                    <w:t xml:space="preserve"> сельсовет муниципального района Ишимбайский район Республики Башкортостан с учетом заключения о результатах публичных слушаний по проекту планировки территории и проекту межевания территории, а также протокола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значений, указанных в заключении и протоколе.</w:t>
                  </w:r>
                </w:p>
                <w:p w:rsidR="009F3C5C" w:rsidRDefault="009F3C5C">
                  <w:pPr>
                    <w:pStyle w:val="2"/>
                    <w:numPr>
                      <w:ilvl w:val="0"/>
                      <w:numId w:val="53"/>
                    </w:numPr>
                    <w:tabs>
                      <w:tab w:val="left" w:pos="1363"/>
                    </w:tabs>
                    <w:spacing w:after="0" w:line="274" w:lineRule="exact"/>
                    <w:ind w:left="340" w:right="280" w:firstLine="560"/>
                    <w:jc w:val="both"/>
                  </w:pPr>
                  <w:r>
                    <w:rPr>
                      <w:rStyle w:val="CharStyle4"/>
                    </w:rPr>
                    <w:tab/>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размещению на официальном сайте Администрации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в сети Интернет.</w:t>
                  </w:r>
                </w:p>
                <w:p w:rsidR="009F3C5C" w:rsidRDefault="009F3C5C">
                  <w:pPr>
                    <w:pStyle w:val="2"/>
                    <w:numPr>
                      <w:ilvl w:val="0"/>
                      <w:numId w:val="53"/>
                    </w:numPr>
                    <w:tabs>
                      <w:tab w:val="left" w:pos="1363"/>
                    </w:tabs>
                    <w:spacing w:after="0" w:line="274" w:lineRule="exact"/>
                    <w:ind w:left="340" w:right="280" w:firstLine="560"/>
                    <w:jc w:val="both"/>
                  </w:pPr>
                  <w:r>
                    <w:rPr>
                      <w:rStyle w:val="CharStyle4"/>
                    </w:rPr>
                    <w:tab/>
                    <w:t xml:space="preserve">В случае если физическое или юридическое лицо обращается в администрацию сельского поселения </w:t>
                  </w:r>
                  <w:r>
                    <w:rPr>
                      <w:rStyle w:val="CharStyle4"/>
                      <w:color w:val="FF3300"/>
                    </w:rPr>
                    <w:t>Петровский</w:t>
                  </w:r>
                  <w:r>
                    <w:rPr>
                      <w:rStyle w:val="CharStyle4"/>
                    </w:rPr>
                    <w:t xml:space="preserve"> сельсовет муниципального района Ишимбайский район Республики Башкортостан с заявлением о выдаче ему градостроительного плана сформированного земельного участка, расположенного в границах территории, на которой действуют настоящие Правила, проведение процедур, предусмотренных подпунктами 2 - 9 настоящего пункта, не требуется.</w:t>
                  </w:r>
                </w:p>
                <w:p w:rsidR="009F3C5C" w:rsidRDefault="009F3C5C">
                  <w:pPr>
                    <w:pStyle w:val="2"/>
                    <w:spacing w:after="0" w:line="274" w:lineRule="exact"/>
                    <w:ind w:left="340" w:right="280" w:firstLine="560"/>
                    <w:jc w:val="both"/>
                  </w:pPr>
                  <w:r>
                    <w:rPr>
                      <w:rStyle w:val="CharStyle4"/>
                      <w:color w:val="800000"/>
                    </w:rPr>
                    <w:t>Отдел архитектуры и градостроительства Администрации муниципального района Ишимбайский район Республики Башкортостан</w:t>
                  </w:r>
                  <w:r>
                    <w:rPr>
                      <w:rStyle w:val="CharStyle4"/>
                    </w:rPr>
                    <w:t xml:space="preserve"> в течение четырнадцати  дней после поступления указанного обращения осуществляет подготовку проекта градостроительного плана земельного участка. Отдел архитектуры и градостроительства Администрации муниципального района Ишимбайский район Республики Башкортостан в течении тридцати дней осуществляет проверку подготовленной на основании их решения документации по планировке территории на соответствие требованиям, указанным в пункте 8 настоящих Правил. По результатам проверки данный орган в течение семи дней принимает решение о направлении такой документации главе сельского поселения Петровский сельсовет муниципального района Ишимбайский район Республики Башкортостан на утверждение или об отклонении такой документации и о направлении ее на доработку.</w:t>
                  </w:r>
                </w:p>
                <w:p w:rsidR="009F3C5C" w:rsidRDefault="009F3C5C">
                  <w:pPr>
                    <w:pStyle w:val="2"/>
                    <w:spacing w:after="0" w:line="274" w:lineRule="exact"/>
                    <w:ind w:left="340" w:right="280" w:firstLine="560"/>
                    <w:jc w:val="both"/>
                  </w:pPr>
                  <w:r>
                    <w:rPr>
                      <w:rStyle w:val="CharStyle4"/>
                    </w:rPr>
                    <w:t>Градостроительный план земельного участка в 2 экземплярах предоставляется заявителю без взимания платы.</w:t>
                  </w:r>
                </w:p>
                <w:p w:rsidR="009F3C5C" w:rsidRDefault="009F3C5C">
                  <w:pPr>
                    <w:pStyle w:val="2"/>
                    <w:numPr>
                      <w:ilvl w:val="0"/>
                      <w:numId w:val="53"/>
                    </w:numPr>
                    <w:tabs>
                      <w:tab w:val="left" w:pos="1363"/>
                    </w:tabs>
                    <w:spacing w:after="0" w:line="274" w:lineRule="exact"/>
                    <w:ind w:left="340" w:right="280" w:firstLine="560"/>
                    <w:jc w:val="both"/>
                  </w:pPr>
                  <w:r>
                    <w:rPr>
                      <w:rStyle w:val="CharStyle4"/>
                    </w:rPr>
                    <w:tab/>
                    <w:t xml:space="preserve">Один экземпляр утвержденной документации по планировке территории, градостроительного плана земельного участка подлежит передаче на безвозмездной основе в архив отдела архитектуры и градостроительства Администрации муниципального района Ишимбайский район Республики Башкортостан для хранения и учета в информационной системе обеспечения градостроительной деятельности сельского поселения </w:t>
                  </w:r>
                  <w:r>
                    <w:rPr>
                      <w:rStyle w:val="CharStyle4"/>
                      <w:color w:val="CC0000"/>
                    </w:rPr>
                    <w:t>Петровский</w:t>
                  </w:r>
                  <w:r>
                    <w:rPr>
                      <w:rStyle w:val="CharStyle4"/>
                    </w:rPr>
                    <w:t xml:space="preserve">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17"/>
          <w:footerReference w:type="default" r:id="rId118"/>
          <w:pgSz w:w="11906" w:h="16838"/>
          <w:pgMar w:top="360" w:right="360" w:bottom="360" w:left="360" w:header="0" w:footer="0" w:gutter="0"/>
          <w:cols w:space="720"/>
          <w:formProt w:val="0"/>
          <w:docGrid w:linePitch="240" w:charSpace="-6145"/>
        </w:sectPr>
      </w:pPr>
      <w:r>
        <w:rPr>
          <w:noProof/>
          <w:lang w:eastAsia="ru-RU" w:bidi="ar-SA"/>
        </w:rPr>
        <w:pict>
          <v:rect id="58" o:spid="_x0000_s1082" style="position:absolute;margin-left:81.05pt;margin-top:30.15pt;width:464.8pt;height:783.65pt;z-index:251715584;mso-position-horizontal-relative:page;mso-position-vertical-relative:page" filled="f" stroked="f" strokecolor="#3465a4">
            <v:fill o:detectmouseclick="t"/>
            <v:stroke joinstyle="round"/>
            <v:textbox>
              <w:txbxContent>
                <w:p w:rsidR="009F3C5C" w:rsidRDefault="009F3C5C">
                  <w:pPr>
                    <w:pStyle w:val="2"/>
                    <w:numPr>
                      <w:ilvl w:val="0"/>
                      <w:numId w:val="54"/>
                    </w:numPr>
                    <w:tabs>
                      <w:tab w:val="left" w:pos="1041"/>
                    </w:tabs>
                    <w:spacing w:after="0" w:line="274" w:lineRule="exact"/>
                    <w:ind w:firstLine="680"/>
                    <w:jc w:val="both"/>
                  </w:pPr>
                  <w:r>
                    <w:rPr>
                      <w:rStyle w:val="CharStyle4"/>
                    </w:rPr>
                    <w:tab/>
                    <w:t>Органы местного самоуправления, физические и юридические лица вправе оспорить в судебном порядке утвержденную документацию по планировке территорий.</w:t>
                  </w:r>
                </w:p>
                <w:p w:rsidR="009F3C5C" w:rsidRDefault="009F3C5C">
                  <w:pPr>
                    <w:pStyle w:val="2"/>
                    <w:numPr>
                      <w:ilvl w:val="0"/>
                      <w:numId w:val="54"/>
                    </w:numPr>
                    <w:tabs>
                      <w:tab w:val="left" w:pos="1037"/>
                    </w:tabs>
                    <w:spacing w:after="0" w:line="274" w:lineRule="exact"/>
                    <w:ind w:firstLine="680"/>
                    <w:jc w:val="both"/>
                  </w:pPr>
                  <w:r>
                    <w:rPr>
                      <w:rStyle w:val="CharStyle4"/>
                    </w:rPr>
                    <w:tab/>
                    <w:t>Порядок деятельности Администрации сельского поселения</w:t>
                  </w:r>
                  <w:r>
                    <w:rPr>
                      <w:rStyle w:val="CharStyle4"/>
                      <w:color w:val="FF0000"/>
                    </w:rPr>
                    <w:t xml:space="preserve"> Янурусов- ский</w:t>
                  </w:r>
                  <w:r>
                    <w:rPr>
                      <w:rStyle w:val="CharStyle4"/>
                    </w:rPr>
                    <w:t xml:space="preserve"> сельсовет муниципального района Ишимбайский район Республики Башкортостан по подготовке и утверждению документации по планировке территории, градостроительного плана земельного участка определяется действующим градостроительным законодательством, соответствующими положениями, утвержденными решением Совета МР Ишимбайский район Республики Башкортостан, а до его утверждения регулируется временными положениями, утвержденными постановлениями главы сельского поселения Петровский сельсовет муниципального района Ишимбайский район Республики Башкортостан, принятых в развитие настоящих Правил.</w:t>
                  </w:r>
                </w:p>
                <w:p w:rsidR="009F3C5C" w:rsidRDefault="009F3C5C">
                  <w:pPr>
                    <w:pStyle w:val="2"/>
                    <w:spacing w:after="0" w:line="274" w:lineRule="exact"/>
                    <w:ind w:firstLine="680"/>
                    <w:jc w:val="both"/>
                  </w:pPr>
                  <w:r>
                    <w:rPr>
                      <w:rStyle w:val="CharStyle4"/>
                    </w:rPr>
                    <w:t>(Часть 6 статьи 45 Градостроительного кодекса Российской Федерации, в редакции Федерального закона от 29.12.2004 № 191-ФЗ (ред. от 04.12.2007) вводится в действие с 1 января 2010г. «6.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 юридических лиц.»</w:t>
                  </w:r>
                </w:p>
              </w:txbxContent>
            </v:textbox>
            <w10:wrap type="square" anchorx="page" anchory="page"/>
          </v:rect>
        </w:pict>
      </w:r>
    </w:p>
    <w:p w:rsidR="009F3C5C" w:rsidRDefault="009F3C5C">
      <w:pPr>
        <w:pStyle w:val="Standard"/>
        <w:rPr>
          <w:sz w:val="2"/>
          <w:szCs w:val="2"/>
        </w:rPr>
        <w:sectPr w:rsidR="009F3C5C">
          <w:headerReference w:type="default" r:id="rId119"/>
          <w:footerReference w:type="default" r:id="rId120"/>
          <w:pgSz w:w="11906" w:h="16838"/>
          <w:pgMar w:top="360" w:right="360" w:bottom="360" w:left="360" w:header="0" w:footer="0" w:gutter="0"/>
          <w:cols w:space="720"/>
          <w:formProt w:val="0"/>
          <w:docGrid w:linePitch="240" w:charSpace="-6145"/>
        </w:sectPr>
      </w:pPr>
      <w:r>
        <w:rPr>
          <w:noProof/>
          <w:lang w:eastAsia="ru-RU" w:bidi="ar-SA"/>
        </w:rPr>
        <w:pict>
          <v:rect id="62" o:spid="_x0000_s1083" style="position:absolute;margin-left:81.45pt;margin-top:30.2pt;width:464.3pt;height:784.65pt;z-index:251716608;mso-position-horizontal-relative:page;mso-position-vertical-relative:page" filled="f" stroked="f" strokecolor="#3465a4">
            <v:fill o:detectmouseclick="t"/>
            <v:stroke joinstyle="round"/>
            <v:textbox>
              <w:txbxContent>
                <w:p w:rsidR="009F3C5C" w:rsidRDefault="009F3C5C">
                  <w:pPr>
                    <w:pStyle w:val="2"/>
                    <w:tabs>
                      <w:tab w:val="left" w:pos="1037"/>
                    </w:tabs>
                    <w:spacing w:after="0" w:line="274" w:lineRule="exact"/>
                    <w:ind w:firstLine="640"/>
                    <w:jc w:val="both"/>
                  </w:pPr>
                  <w:r>
                    <w:rPr>
                      <w:rStyle w:val="CharStyle4"/>
                    </w:rPr>
                    <w:tab/>
                  </w:r>
                  <w:r>
                    <w:rPr>
                      <w:rStyle w:val="CharStyle4"/>
                      <w:b/>
                      <w:bCs/>
                    </w:rPr>
                    <w:t xml:space="preserve">4.5 Развитие застроенных территорий сельского поселения </w:t>
                  </w:r>
                  <w:r>
                    <w:rPr>
                      <w:rStyle w:val="CharStyle4"/>
                      <w:b/>
                      <w:bCs/>
                      <w:color w:val="FF0000"/>
                    </w:rPr>
                    <w:t>Януру-</w:t>
                  </w:r>
                  <w:r>
                    <w:rPr>
                      <w:rStyle w:val="CharStyle4"/>
                      <w:b/>
                      <w:bCs/>
                    </w:rPr>
                    <w:t xml:space="preserve"> совский сельсовет муниципального района Ишимбайский район Республики Башкортостан</w:t>
                  </w:r>
                </w:p>
                <w:p w:rsidR="009F3C5C" w:rsidRDefault="009F3C5C">
                  <w:pPr>
                    <w:pStyle w:val="2"/>
                    <w:numPr>
                      <w:ilvl w:val="0"/>
                      <w:numId w:val="55"/>
                    </w:numPr>
                    <w:tabs>
                      <w:tab w:val="left" w:pos="874"/>
                    </w:tabs>
                    <w:spacing w:after="0" w:line="274" w:lineRule="exact"/>
                    <w:ind w:firstLine="640"/>
                    <w:jc w:val="both"/>
                  </w:pPr>
                  <w:r>
                    <w:rPr>
                      <w:rStyle w:val="CharStyle4"/>
                    </w:rPr>
                    <w:tab/>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F3C5C" w:rsidRDefault="009F3C5C">
                  <w:pPr>
                    <w:pStyle w:val="2"/>
                    <w:numPr>
                      <w:ilvl w:val="0"/>
                      <w:numId w:val="55"/>
                    </w:numPr>
                    <w:tabs>
                      <w:tab w:val="left" w:pos="922"/>
                    </w:tabs>
                    <w:spacing w:after="0" w:line="274" w:lineRule="exact"/>
                    <w:ind w:firstLine="640"/>
                    <w:jc w:val="both"/>
                  </w:pPr>
                  <w:r>
                    <w:rPr>
                      <w:rStyle w:val="CharStyle4"/>
                    </w:rPr>
                    <w:tab/>
                    <w:t xml:space="preserve">Решение о развитии застроенной территории принимается главой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если на такой территории расположены:</w:t>
                  </w:r>
                </w:p>
                <w:p w:rsidR="009F3C5C" w:rsidRDefault="009F3C5C">
                  <w:pPr>
                    <w:pStyle w:val="2"/>
                    <w:numPr>
                      <w:ilvl w:val="0"/>
                      <w:numId w:val="56"/>
                    </w:numPr>
                    <w:tabs>
                      <w:tab w:val="left" w:pos="922"/>
                    </w:tabs>
                    <w:spacing w:after="0" w:line="274" w:lineRule="exact"/>
                    <w:ind w:firstLine="640"/>
                    <w:jc w:val="both"/>
                  </w:pPr>
                  <w:r>
                    <w:rPr>
                      <w:rStyle w:val="CharStyle4"/>
                    </w:rPr>
                    <w:tab/>
                    <w:t>многоквартирные дома, признанные в установленном Правительством Российской Федерации порядке аварийными и подлежащими сносу;</w:t>
                  </w:r>
                </w:p>
                <w:p w:rsidR="009F3C5C" w:rsidRDefault="009F3C5C">
                  <w:pPr>
                    <w:pStyle w:val="2"/>
                    <w:numPr>
                      <w:ilvl w:val="0"/>
                      <w:numId w:val="56"/>
                    </w:numPr>
                    <w:tabs>
                      <w:tab w:val="left" w:pos="922"/>
                    </w:tabs>
                    <w:spacing w:after="0" w:line="274" w:lineRule="exact"/>
                    <w:ind w:firstLine="640"/>
                    <w:jc w:val="both"/>
                  </w:pPr>
                  <w:r>
                    <w:rPr>
                      <w:rStyle w:val="CharStyle4"/>
                    </w:rPr>
                    <w:tab/>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9F3C5C" w:rsidRDefault="009F3C5C">
                  <w:pPr>
                    <w:pStyle w:val="2"/>
                    <w:tabs>
                      <w:tab w:val="left" w:pos="922"/>
                    </w:tabs>
                    <w:spacing w:after="0" w:line="274" w:lineRule="exact"/>
                    <w:ind w:firstLine="640"/>
                    <w:jc w:val="both"/>
                  </w:pPr>
                  <w:r>
                    <w:rPr>
                      <w:rStyle w:val="CharStyle4"/>
                    </w:rPr>
                    <w:t>3.</w:t>
                  </w:r>
                  <w:r>
                    <w:rPr>
                      <w:rStyle w:val="CharStyle4"/>
                    </w:rPr>
                    <w:tab/>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9F3C5C" w:rsidRDefault="009F3C5C">
                  <w:pPr>
                    <w:pStyle w:val="2"/>
                    <w:tabs>
                      <w:tab w:val="left" w:pos="922"/>
                    </w:tabs>
                    <w:spacing w:after="0" w:line="274" w:lineRule="exact"/>
                    <w:ind w:firstLine="640"/>
                    <w:jc w:val="both"/>
                  </w:pPr>
                  <w:r>
                    <w:rPr>
                      <w:rStyle w:val="CharStyle4"/>
                    </w:rPr>
                    <w:t xml:space="preserve">4. </w:t>
                  </w:r>
                  <w:r>
                    <w:rPr>
                      <w:rStyle w:val="CharStyle4"/>
                    </w:rPr>
                    <w:tab/>
                    <w:t>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подпунктах 2 и 3 настоящего пункта.</w:t>
                  </w:r>
                </w:p>
                <w:p w:rsidR="009F3C5C" w:rsidRDefault="009F3C5C">
                  <w:pPr>
                    <w:pStyle w:val="2"/>
                    <w:tabs>
                      <w:tab w:val="left" w:pos="922"/>
                    </w:tabs>
                    <w:spacing w:after="0" w:line="274" w:lineRule="exact"/>
                    <w:ind w:firstLine="640"/>
                    <w:jc w:val="both"/>
                  </w:pPr>
                  <w:r>
                    <w:rPr>
                      <w:rStyle w:val="CharStyle4"/>
                    </w:rPr>
                    <w:t>5.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9F3C5C" w:rsidRDefault="009F3C5C">
                  <w:pPr>
                    <w:pStyle w:val="2"/>
                    <w:tabs>
                      <w:tab w:val="left" w:pos="922"/>
                    </w:tabs>
                    <w:spacing w:after="0" w:line="274" w:lineRule="exact"/>
                    <w:ind w:firstLine="640"/>
                    <w:jc w:val="both"/>
                  </w:pPr>
                  <w:r>
                    <w:rPr>
                      <w:rStyle w:val="CharStyle4"/>
                    </w:rPr>
                    <w:t xml:space="preserve">6. </w:t>
                  </w:r>
                  <w:r>
                    <w:rPr>
                      <w:rStyle w:val="CharStyle4"/>
                    </w:rPr>
                    <w:tab/>
                    <w:t xml:space="preserve">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 РФ. Договор заключается Администрацией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с победителем открытого аукциона на право заключить такой договор или иным лицом в соответствии с частями 25 и 28 статьи 46.3 Градостроительного кодекса РФ.</w:t>
                  </w:r>
                </w:p>
                <w:p w:rsidR="009F3C5C" w:rsidRDefault="009F3C5C">
                  <w:pPr>
                    <w:pStyle w:val="2"/>
                    <w:tabs>
                      <w:tab w:val="left" w:pos="884"/>
                    </w:tabs>
                    <w:spacing w:after="0" w:line="274" w:lineRule="exact"/>
                    <w:ind w:firstLine="640"/>
                    <w:jc w:val="both"/>
                  </w:pPr>
                  <w:r>
                    <w:rPr>
                      <w:rStyle w:val="CharStyle4"/>
                    </w:rPr>
                    <w:t xml:space="preserve">7. </w:t>
                  </w:r>
                  <w:r>
                    <w:rPr>
                      <w:rStyle w:val="CharStyle4"/>
                    </w:rPr>
                    <w:tab/>
                    <w:t>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законодательством.</w:t>
                  </w:r>
                </w:p>
                <w:p w:rsidR="009F3C5C" w:rsidRDefault="009F3C5C">
                  <w:pPr>
                    <w:pStyle w:val="2"/>
                    <w:tabs>
                      <w:tab w:val="left" w:pos="879"/>
                    </w:tabs>
                    <w:spacing w:after="0" w:line="274" w:lineRule="exact"/>
                    <w:ind w:firstLine="640"/>
                    <w:jc w:val="both"/>
                  </w:pPr>
                  <w:r>
                    <w:rPr>
                      <w:rStyle w:val="CharStyle4"/>
                    </w:rPr>
                    <w:t>8. Аукцион на право заключить договор о развитии застроенной территории является открытым по составу участников и форме подачи заявок.</w:t>
                  </w:r>
                </w:p>
                <w:p w:rsidR="009F3C5C" w:rsidRDefault="009F3C5C">
                  <w:pPr>
                    <w:pStyle w:val="2"/>
                    <w:spacing w:after="0" w:line="274" w:lineRule="exact"/>
                    <w:ind w:firstLine="640"/>
                    <w:jc w:val="both"/>
                  </w:pPr>
                  <w:r>
                    <w:rPr>
                      <w:rStyle w:val="CharStyle4"/>
                    </w:rPr>
                    <w:t>Решение о проведении аукциона принимается главой сельского поселения Петровский сельсовет муниципального района Ишимбайский район Республики Башкортостан в соответствии со статьей 46</w:t>
                  </w:r>
                  <w:r>
                    <w:rPr>
                      <w:rStyle w:val="CharStyle4"/>
                      <w:vertAlign w:val="superscript"/>
                    </w:rPr>
                    <w:t>3</w:t>
                  </w:r>
                  <w:r>
                    <w:rPr>
                      <w:rStyle w:val="CharStyle4"/>
                    </w:rPr>
                    <w:t xml:space="preserve"> Градостроительного кодекса РФ.</w:t>
                  </w:r>
                </w:p>
                <w:p w:rsidR="009F3C5C" w:rsidRDefault="009F3C5C">
                  <w:pPr>
                    <w:pStyle w:val="2"/>
                    <w:tabs>
                      <w:tab w:val="left" w:pos="870"/>
                    </w:tabs>
                    <w:spacing w:after="0" w:line="274" w:lineRule="exact"/>
                    <w:ind w:firstLine="640"/>
                  </w:pPr>
                  <w:r>
                    <w:rPr>
                      <w:rStyle w:val="CharStyle4"/>
                    </w:rPr>
                    <w:t xml:space="preserve">9. </w:t>
                  </w:r>
                  <w:r>
                    <w:rPr>
                      <w:rStyle w:val="CharStyle4"/>
                    </w:rPr>
                    <w:tab/>
                    <w:t>По договору о развитии застроенной территории одна сторона обязуется в установленный договором срок своими силами и за свой счет и (или) с привлечением других лиц и (или) средств д ругих лиц выполнить обязательства, а другая сторона (орган местного самоуправления) обязуется создать необходимые условия для выполнения обязательств.</w:t>
                  </w:r>
                </w:p>
              </w:txbxContent>
            </v:textbox>
            <w10:wrap type="square" anchorx="page" anchory="page"/>
          </v:rect>
        </w:pict>
      </w:r>
    </w:p>
    <w:p w:rsidR="009F3C5C" w:rsidRDefault="009F3C5C">
      <w:pPr>
        <w:pStyle w:val="Standard"/>
        <w:rPr>
          <w:sz w:val="2"/>
          <w:szCs w:val="2"/>
        </w:rPr>
        <w:sectPr w:rsidR="009F3C5C">
          <w:headerReference w:type="default" r:id="rId121"/>
          <w:footerReference w:type="default" r:id="rId122"/>
          <w:pgSz w:w="11906" w:h="16838"/>
          <w:pgMar w:top="360" w:right="360" w:bottom="360" w:left="360" w:header="0" w:footer="0" w:gutter="0"/>
          <w:cols w:space="720"/>
          <w:formProt w:val="0"/>
          <w:docGrid w:linePitch="240" w:charSpace="-6145"/>
        </w:sectPr>
      </w:pPr>
      <w:r>
        <w:rPr>
          <w:noProof/>
          <w:lang w:eastAsia="ru-RU" w:bidi="ar-SA"/>
        </w:rPr>
        <w:pict>
          <v:rect id="63" o:spid="_x0000_s1084" style="position:absolute;margin-left:80.95pt;margin-top:30.45pt;width:465.25pt;height:790.9pt;z-index:251717632;mso-position-horizontal-relative:page;mso-position-vertical-relative:page" filled="f" stroked="f" strokecolor="#3465a4">
            <v:fill o:detectmouseclick="t"/>
            <v:stroke joinstyle="round"/>
            <v:textbox>
              <w:txbxContent>
                <w:p w:rsidR="009F3C5C" w:rsidRDefault="009F3C5C">
                  <w:pPr>
                    <w:pStyle w:val="2"/>
                    <w:tabs>
                      <w:tab w:val="left" w:pos="1098"/>
                    </w:tabs>
                    <w:spacing w:after="0" w:line="274" w:lineRule="exact"/>
                    <w:ind w:firstLine="660"/>
                    <w:jc w:val="both"/>
                  </w:pPr>
                  <w:r>
                    <w:rPr>
                      <w:rStyle w:val="CharStyle4"/>
                    </w:rPr>
                    <w:t>10.</w:t>
                  </w:r>
                  <w:r>
                    <w:rPr>
                      <w:rStyle w:val="CharStyle4"/>
                    </w:rPr>
                    <w:tab/>
                    <w:t>Существенными условиями договора являются:</w:t>
                  </w:r>
                </w:p>
                <w:p w:rsidR="009F3C5C" w:rsidRDefault="009F3C5C">
                  <w:pPr>
                    <w:pStyle w:val="2"/>
                    <w:numPr>
                      <w:ilvl w:val="0"/>
                      <w:numId w:val="57"/>
                    </w:numPr>
                    <w:tabs>
                      <w:tab w:val="left" w:pos="899"/>
                    </w:tabs>
                    <w:spacing w:after="0" w:line="274" w:lineRule="exact"/>
                    <w:ind w:firstLine="660"/>
                    <w:jc w:val="both"/>
                  </w:pPr>
                  <w:r>
                    <w:rPr>
                      <w:rStyle w:val="CharStyle4"/>
                    </w:rPr>
                    <w:tab/>
                    <w:t>сведения о местоположении и площади застроенной территории, в отношении которой принято решение о развитии, перечень адресов зданий, строений, сооружений, подлежащих сносу, реконструкции;</w:t>
                  </w:r>
                </w:p>
                <w:p w:rsidR="009F3C5C" w:rsidRDefault="009F3C5C">
                  <w:pPr>
                    <w:pStyle w:val="2"/>
                    <w:numPr>
                      <w:ilvl w:val="0"/>
                      <w:numId w:val="57"/>
                    </w:numPr>
                    <w:tabs>
                      <w:tab w:val="left" w:pos="997"/>
                    </w:tabs>
                    <w:spacing w:after="0" w:line="274" w:lineRule="exact"/>
                    <w:ind w:firstLine="660"/>
                    <w:jc w:val="both"/>
                  </w:pPr>
                  <w:r>
                    <w:rPr>
                      <w:rStyle w:val="CharStyle4"/>
                    </w:rPr>
                    <w:tab/>
                    <w:t>цена права на заключение договора;</w:t>
                  </w:r>
                </w:p>
                <w:p w:rsidR="009F3C5C" w:rsidRDefault="009F3C5C">
                  <w:pPr>
                    <w:pStyle w:val="2"/>
                    <w:numPr>
                      <w:ilvl w:val="0"/>
                      <w:numId w:val="57"/>
                    </w:numPr>
                    <w:tabs>
                      <w:tab w:val="left" w:pos="908"/>
                    </w:tabs>
                    <w:spacing w:after="0" w:line="274" w:lineRule="exact"/>
                    <w:ind w:firstLine="660"/>
                    <w:jc w:val="both"/>
                  </w:pPr>
                  <w:r>
                    <w:rPr>
                      <w:rStyle w:val="CharStyle4"/>
                    </w:rPr>
                    <w:tab/>
                    <w:t>обязательство лица, заключившего договор с Администрацией сельского поселения</w:t>
                  </w:r>
                  <w:r>
                    <w:rPr>
                      <w:rStyle w:val="CharStyle4"/>
                      <w:color w:val="FF0000"/>
                    </w:rPr>
                    <w:t xml:space="preserve"> Петровский</w:t>
                  </w:r>
                  <w:r>
                    <w:rPr>
                      <w:rStyle w:val="CharStyle4"/>
                    </w:rPr>
                    <w:t xml:space="preserve"> сельсовет муниципального района Ишимбайский район Республики Башкортостан, подготовить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расчетными показателями обеспечения такой территории объектами социального и коммунально-бытового назначения, объектами инженерной инфраструктуры); максимальные сроки подготовки документов;</w:t>
                  </w:r>
                </w:p>
                <w:p w:rsidR="009F3C5C" w:rsidRDefault="009F3C5C">
                  <w:pPr>
                    <w:pStyle w:val="2"/>
                    <w:numPr>
                      <w:ilvl w:val="0"/>
                      <w:numId w:val="57"/>
                    </w:numPr>
                    <w:tabs>
                      <w:tab w:val="left" w:pos="899"/>
                    </w:tabs>
                    <w:spacing w:after="0" w:line="274" w:lineRule="exact"/>
                    <w:ind w:firstLine="660"/>
                    <w:jc w:val="both"/>
                  </w:pPr>
                  <w:r>
                    <w:rPr>
                      <w:rStyle w:val="CharStyle4"/>
                    </w:rPr>
                    <w:tab/>
                    <w:t xml:space="preserve">обязательство лица, заключившего договор с Администрацией сельского поселения </w:t>
                  </w:r>
                  <w:r>
                    <w:rPr>
                      <w:rStyle w:val="CharStyle4"/>
                      <w:color w:val="FF3333"/>
                    </w:rPr>
                    <w:t>Петровский с</w:t>
                  </w:r>
                  <w:r>
                    <w:rPr>
                      <w:rStyle w:val="CharStyle4"/>
                    </w:rPr>
                    <w:t>ельсовет муниципального района Ишимбайский район Республики Башкортостан, создать либо приобрести, а также передать в государственную или муниципальную собственность благоустроенные жилые помещения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максимальные сроки выполнения указанного обязательства;</w:t>
                  </w:r>
                </w:p>
                <w:p w:rsidR="009F3C5C" w:rsidRDefault="009F3C5C">
                  <w:pPr>
                    <w:pStyle w:val="2"/>
                    <w:numPr>
                      <w:ilvl w:val="0"/>
                      <w:numId w:val="57"/>
                    </w:numPr>
                    <w:tabs>
                      <w:tab w:val="left" w:pos="918"/>
                    </w:tabs>
                    <w:spacing w:after="0" w:line="274" w:lineRule="exact"/>
                    <w:ind w:firstLine="660"/>
                    <w:jc w:val="both"/>
                  </w:pPr>
                  <w:r>
                    <w:rPr>
                      <w:rStyle w:val="CharStyle4"/>
                    </w:rPr>
                    <w:tab/>
                    <w:t xml:space="preserve">обязательство лица, заключившего договор с Администрацией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уплатить выкупную цену за изымаемые на основании решения органа местного самоуправления сельского поселения </w:t>
                  </w:r>
                  <w:r>
                    <w:rPr>
                      <w:rStyle w:val="CharStyle4"/>
                      <w:color w:val="CC0066"/>
                    </w:rPr>
                    <w:t>Януру- совский</w:t>
                  </w:r>
                  <w:r>
                    <w:rPr>
                      <w:rStyle w:val="CharStyle4"/>
                    </w:rPr>
                    <w:t xml:space="preserve"> сельсовет муниципального района Ишимбайский район Республики Башкортостан, принятого в соответствии с жилищным законодательством, жилые помещения в многоквартирных домах, признанных аварийными и подлежащими сносу и расположенные на застроенной территории, в отношении которой принято решение о развитии, и земельных участков, на которых расположены такие многоквартирные дома, за исключением жилых помещений и земельных участков, находящихся в собственности, в том числе общей долевой собственности, Российской Федерации , субъекта Российской Федерации, муниципального образования, в случае, если таким собственникам были переданы жилые помещения;</w:t>
                  </w:r>
                </w:p>
                <w:p w:rsidR="009F3C5C" w:rsidRDefault="009F3C5C">
                  <w:pPr>
                    <w:pStyle w:val="2"/>
                    <w:numPr>
                      <w:ilvl w:val="0"/>
                      <w:numId w:val="57"/>
                    </w:numPr>
                    <w:tabs>
                      <w:tab w:val="left" w:pos="899"/>
                    </w:tabs>
                    <w:spacing w:after="0" w:line="274" w:lineRule="exact"/>
                    <w:ind w:firstLine="660"/>
                    <w:jc w:val="both"/>
                  </w:pPr>
                  <w:r>
                    <w:rPr>
                      <w:rStyle w:val="CharStyle4"/>
                    </w:rPr>
                    <w:tab/>
                    <w:t xml:space="preserve">обязательство лица, заключившего договор с Администрацией сельского поселения </w:t>
                  </w:r>
                  <w:r>
                    <w:rPr>
                      <w:rStyle w:val="CharStyle4"/>
                      <w:color w:val="FF0000"/>
                    </w:rPr>
                    <w:t xml:space="preserve">Петровский </w:t>
                  </w:r>
                  <w:r>
                    <w:rPr>
                      <w:rStyle w:val="CharStyle4"/>
                    </w:rPr>
                    <w:t>сельсовет муниципального района Ишимбайский район Республики Башкортостан, осуществить строительство на застроенной территории, в отношении которой принято решение о развитии, в соответствии с утвержденным проектом планировки застроенной территории; максимальные сроки осуществления строительства; максимальные сроки выполнения указанного обязательства;</w:t>
                  </w:r>
                </w:p>
              </w:txbxContent>
            </v:textbox>
            <w10:wrap type="square" anchorx="page" anchory="page"/>
          </v:rect>
        </w:pict>
      </w:r>
    </w:p>
    <w:p w:rsidR="009F3C5C" w:rsidRDefault="009F3C5C">
      <w:pPr>
        <w:pStyle w:val="Standard"/>
        <w:rPr>
          <w:sz w:val="2"/>
          <w:szCs w:val="2"/>
        </w:rPr>
        <w:sectPr w:rsidR="009F3C5C">
          <w:headerReference w:type="default" r:id="rId123"/>
          <w:footerReference w:type="default" r:id="rId124"/>
          <w:pgSz w:w="11906" w:h="16838"/>
          <w:pgMar w:top="360" w:right="360" w:bottom="360" w:left="360" w:header="0" w:footer="0" w:gutter="0"/>
          <w:cols w:space="720"/>
          <w:formProt w:val="0"/>
          <w:docGrid w:linePitch="240" w:charSpace="-6145"/>
        </w:sectPr>
      </w:pPr>
      <w:r>
        <w:rPr>
          <w:noProof/>
          <w:lang w:eastAsia="ru-RU" w:bidi="ar-SA"/>
        </w:rPr>
        <w:pict>
          <v:rect id="64" o:spid="_x0000_s1085" style="position:absolute;margin-left:81.45pt;margin-top:30.45pt;width:464.3pt;height:792.75pt;z-index:251718656;mso-position-horizontal-relative:page;mso-position-vertical-relative:page" filled="f" stroked="f" strokecolor="#3465a4">
            <v:fill o:detectmouseclick="t"/>
            <v:stroke joinstyle="round"/>
            <v:textbox>
              <w:txbxContent>
                <w:p w:rsidR="009F3C5C" w:rsidRDefault="009F3C5C">
                  <w:pPr>
                    <w:pStyle w:val="2"/>
                    <w:numPr>
                      <w:ilvl w:val="0"/>
                      <w:numId w:val="57"/>
                    </w:numPr>
                    <w:tabs>
                      <w:tab w:val="left" w:pos="941"/>
                    </w:tabs>
                    <w:spacing w:after="0" w:line="274" w:lineRule="exact"/>
                    <w:ind w:firstLine="660"/>
                    <w:jc w:val="both"/>
                  </w:pPr>
                  <w:r>
                    <w:rPr>
                      <w:rStyle w:val="CharStyle4"/>
                    </w:rPr>
                    <w:tab/>
                    <w:t>обязательство Администрации сельского поселения Петровский сельсовет муниципального района Ишимбайский район Республики Башкортостан утвердить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органом местной администрации расчетными показателями обеспечения такой территории объектами социального и коммунальнобытового назначения, объектами инженерной инфраструктуры); максимальные сроки выполнения указанного обязательства;</w:t>
                  </w:r>
                </w:p>
                <w:p w:rsidR="009F3C5C" w:rsidRDefault="009F3C5C">
                  <w:pPr>
                    <w:pStyle w:val="2"/>
                    <w:numPr>
                      <w:ilvl w:val="0"/>
                      <w:numId w:val="57"/>
                    </w:numPr>
                    <w:tabs>
                      <w:tab w:val="left" w:pos="941"/>
                    </w:tabs>
                    <w:spacing w:after="0" w:line="274" w:lineRule="exact"/>
                    <w:ind w:firstLine="660"/>
                    <w:jc w:val="both"/>
                  </w:pPr>
                  <w:r>
                    <w:rPr>
                      <w:rStyle w:val="CharStyle4"/>
                    </w:rPr>
                    <w:tab/>
                    <w:t>обязательство Администрации сельского поселения Петровский сельсовет муниципального района Ишимбайский район Республики Башкортостан принять в установленном порядке решение об изъятии путем выкупа жилых помещений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а также земельных участков , на которых расположены такие многоквартирные дома; максимальные сроки выполнения указанного обязательства;</w:t>
                  </w:r>
                </w:p>
                <w:p w:rsidR="009F3C5C" w:rsidRDefault="009F3C5C">
                  <w:pPr>
                    <w:pStyle w:val="2"/>
                    <w:numPr>
                      <w:ilvl w:val="0"/>
                      <w:numId w:val="57"/>
                    </w:numPr>
                    <w:tabs>
                      <w:tab w:val="left" w:pos="941"/>
                    </w:tabs>
                    <w:spacing w:after="0" w:line="274" w:lineRule="exact"/>
                    <w:ind w:firstLine="660"/>
                    <w:jc w:val="both"/>
                  </w:pPr>
                  <w:r>
                    <w:rPr>
                      <w:rStyle w:val="CharStyle4"/>
                    </w:rPr>
                    <w:tab/>
                    <w:t xml:space="preserve">обязательство Администрации сельского поселения </w:t>
                  </w:r>
                  <w:r>
                    <w:rPr>
                      <w:rStyle w:val="CharStyle4"/>
                      <w:color w:val="FF0000"/>
                    </w:rPr>
                    <w:t>Петровский</w:t>
                  </w:r>
                  <w:r>
                    <w:rPr>
                      <w:rStyle w:val="CharStyle4"/>
                    </w:rPr>
                    <w:t xml:space="preserve"> сельсовет муниципального района Ишимбайский район Республики Башкортостан после выполнения лицом, заключившим договор с Администрацией сельского поселения</w:t>
                  </w:r>
                  <w:r>
                    <w:rPr>
                      <w:rStyle w:val="CharStyle4"/>
                      <w:color w:val="FF0000"/>
                    </w:rPr>
                    <w:t xml:space="preserve"> Петровский с</w:t>
                  </w:r>
                  <w:r>
                    <w:rPr>
                      <w:rStyle w:val="CharStyle4"/>
                    </w:rPr>
                    <w:t>ельсовет муниципального района Ишимбайский район Республики Башкортостан, обязательств, предусмотренных подпунктами 3-5 настоящего пункта, предоставить указанному лицу без проведения торгов в соответствии с земельным законодательством для строительства в границах застроенной территории, в отношении которой принято решение о развитии, земельные участки, которые находятся в муниципальной собственности или государственная собственность на которые не разграничена (если распоряжение такими земельными участками осуществляется органом местного самоуправления) и которые не предоставленные в пользование и (или) во владение гражданам и юридическим лицам; максимальны сроки выполнения указанного обязательства;</w:t>
                  </w:r>
                </w:p>
                <w:p w:rsidR="009F3C5C" w:rsidRDefault="009F3C5C">
                  <w:pPr>
                    <w:pStyle w:val="2"/>
                    <w:numPr>
                      <w:ilvl w:val="0"/>
                      <w:numId w:val="57"/>
                    </w:numPr>
                    <w:tabs>
                      <w:tab w:val="left" w:pos="1112"/>
                    </w:tabs>
                    <w:spacing w:after="0" w:line="274" w:lineRule="exact"/>
                    <w:ind w:firstLine="660"/>
                    <w:jc w:val="both"/>
                  </w:pPr>
                  <w:r>
                    <w:rPr>
                      <w:rStyle w:val="CharStyle4"/>
                    </w:rPr>
                    <w:tab/>
                    <w:t>срок договора;</w:t>
                  </w:r>
                </w:p>
                <w:p w:rsidR="009F3C5C" w:rsidRDefault="009F3C5C">
                  <w:pPr>
                    <w:pStyle w:val="2"/>
                    <w:numPr>
                      <w:ilvl w:val="0"/>
                      <w:numId w:val="57"/>
                    </w:numPr>
                    <w:tabs>
                      <w:tab w:val="left" w:pos="1063"/>
                    </w:tabs>
                    <w:spacing w:after="0" w:line="274" w:lineRule="exact"/>
                    <w:ind w:firstLine="660"/>
                    <w:jc w:val="both"/>
                  </w:pPr>
                  <w:r>
                    <w:rPr>
                      <w:rStyle w:val="CharStyle4"/>
                    </w:rPr>
                    <w:tab/>
                    <w:t>ответственность сторон за неисполнение или ненадлежащее исполнение договора.</w:t>
                  </w:r>
                </w:p>
                <w:p w:rsidR="009F3C5C" w:rsidRDefault="009F3C5C">
                  <w:pPr>
                    <w:pStyle w:val="2"/>
                    <w:spacing w:after="0" w:line="274" w:lineRule="exact"/>
                    <w:ind w:firstLine="660"/>
                    <w:jc w:val="both"/>
                  </w:pPr>
                  <w:r>
                    <w:rPr>
                      <w:rStyle w:val="CharStyle4"/>
                    </w:rPr>
                    <w:t>В договоре, наравне с данными существенными условиями, могут быть предусмотрены иные существенные условия в соответствии со статьей 46 (2) Градостроительного кодекса Российской Федерации.</w:t>
                  </w:r>
                </w:p>
                <w:p w:rsidR="009F3C5C" w:rsidRDefault="009F3C5C">
                  <w:pPr>
                    <w:pStyle w:val="2"/>
                    <w:tabs>
                      <w:tab w:val="left" w:pos="1014"/>
                    </w:tabs>
                    <w:spacing w:after="0" w:line="274" w:lineRule="exact"/>
                    <w:ind w:firstLine="660"/>
                    <w:jc w:val="both"/>
                  </w:pPr>
                  <w:r>
                    <w:rPr>
                      <w:rStyle w:val="CharStyle4"/>
                    </w:rPr>
                    <w:t>11. Администрация сельского поселения Петровский сельсовет муниципального района Ишимбайский район Республики Башкортостан в одностороннем порядке вправе отказаться от исполнения договора , также как и лицо, заключившее договор с Администрацией сельского поселения Петровский сельсовет муниципального района Ишимбайский район Республики Башкортостан вправе отказаться от исполнения договора в одностороннем порядке в случаях, предусмотренных пунктами 9, 10 статьи 46 (2) Градостроительного кодекса Российской Федерации.</w:t>
                  </w:r>
                </w:p>
              </w:txbxContent>
            </v:textbox>
            <w10:wrap type="square" anchorx="page" anchory="page"/>
          </v:rect>
        </w:pict>
      </w:r>
    </w:p>
    <w:p w:rsidR="009F3C5C" w:rsidRDefault="009F3C5C">
      <w:pPr>
        <w:pStyle w:val="Standard"/>
        <w:rPr>
          <w:sz w:val="2"/>
          <w:szCs w:val="2"/>
        </w:rPr>
        <w:sectPr w:rsidR="009F3C5C">
          <w:headerReference w:type="default" r:id="rId125"/>
          <w:footerReference w:type="default" r:id="rId126"/>
          <w:pgSz w:w="11906" w:h="16838"/>
          <w:pgMar w:top="360" w:right="360" w:bottom="360" w:left="360" w:header="0" w:footer="0" w:gutter="0"/>
          <w:cols w:space="720"/>
          <w:formProt w:val="0"/>
          <w:docGrid w:linePitch="240" w:charSpace="-6145"/>
        </w:sectPr>
      </w:pPr>
      <w:r>
        <w:rPr>
          <w:noProof/>
          <w:lang w:eastAsia="ru-RU" w:bidi="ar-SA"/>
        </w:rPr>
        <w:pict>
          <v:rect id="65" o:spid="_x0000_s1086" style="position:absolute;margin-left:81.2pt;margin-top:30.2pt;width:464.8pt;height:788.55pt;z-index:251719680;mso-position-horizontal-relative:page;mso-position-vertical-relative:page" filled="f" stroked="f" strokecolor="#3465a4">
            <v:fill o:detectmouseclick="t"/>
            <v:stroke joinstyle="round"/>
            <v:textbox>
              <w:txbxContent>
                <w:p w:rsidR="009F3C5C" w:rsidRDefault="009F3C5C">
                  <w:pPr>
                    <w:pStyle w:val="2"/>
                    <w:spacing w:after="236" w:line="274" w:lineRule="exact"/>
                    <w:ind w:firstLine="660"/>
                    <w:jc w:val="both"/>
                  </w:pPr>
                  <w:r>
                    <w:rPr>
                      <w:rStyle w:val="CharStyle4"/>
                      <w:b/>
                      <w:bCs/>
                    </w:rPr>
                    <w:t>Глава 5. Градостроительная подготовка территории и формирование земельных участков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392"/>
                    </w:tabs>
                    <w:spacing w:after="0" w:line="278" w:lineRule="exact"/>
                    <w:ind w:firstLine="660"/>
                    <w:jc w:val="both"/>
                  </w:pPr>
                  <w:r>
                    <w:rPr>
                      <w:rStyle w:val="CharStyle4"/>
                      <w:b/>
                      <w:bCs/>
                    </w:rPr>
                    <w:t>5.1</w:t>
                  </w:r>
                  <w:r>
                    <w:rPr>
                      <w:rStyle w:val="CharStyle4"/>
                      <w:b/>
                      <w:bCs/>
                    </w:rPr>
                    <w:tab/>
                    <w:t>Принципы градостроительной подготовки территории и формирования земельных участков</w:t>
                  </w:r>
                </w:p>
                <w:p w:rsidR="009F3C5C" w:rsidRDefault="009F3C5C">
                  <w:pPr>
                    <w:pStyle w:val="2"/>
                    <w:numPr>
                      <w:ilvl w:val="0"/>
                      <w:numId w:val="58"/>
                    </w:numPr>
                    <w:tabs>
                      <w:tab w:val="left" w:pos="874"/>
                    </w:tabs>
                    <w:spacing w:after="0" w:line="274" w:lineRule="exact"/>
                    <w:ind w:firstLine="660"/>
                    <w:jc w:val="both"/>
                  </w:pPr>
                  <w:r>
                    <w:rPr>
                      <w:rStyle w:val="CharStyle4"/>
                    </w:rPr>
                    <w:tab/>
                    <w:t>Градостроительная подготовка территории и формирование земельных участков осуществляются применительно к государственным или муниципальным землям в целях приобретения прав на земельные участки.</w:t>
                  </w:r>
                </w:p>
                <w:p w:rsidR="009F3C5C" w:rsidRDefault="009F3C5C">
                  <w:pPr>
                    <w:pStyle w:val="2"/>
                    <w:spacing w:after="0" w:line="274" w:lineRule="exact"/>
                    <w:ind w:firstLine="660"/>
                    <w:jc w:val="both"/>
                  </w:pPr>
                  <w:r>
                    <w:rPr>
                      <w:rStyle w:val="CharStyle4"/>
                    </w:rPr>
                    <w:t>Градостроительная подготовка территории осуществляется в отношении застроенных и подлежащих застройке территории.</w:t>
                  </w:r>
                </w:p>
                <w:p w:rsidR="009F3C5C" w:rsidRDefault="009F3C5C">
                  <w:pPr>
                    <w:pStyle w:val="2"/>
                    <w:numPr>
                      <w:ilvl w:val="0"/>
                      <w:numId w:val="58"/>
                    </w:numPr>
                    <w:tabs>
                      <w:tab w:val="left" w:pos="870"/>
                    </w:tabs>
                    <w:spacing w:after="0" w:line="274" w:lineRule="exact"/>
                    <w:ind w:firstLine="660"/>
                    <w:jc w:val="both"/>
                  </w:pPr>
                  <w:r>
                    <w:rPr>
                      <w:rStyle w:val="CharStyle4"/>
                    </w:rPr>
                    <w:tab/>
                    <w:t>Установление границ застроенных и подлежащих застройке земельных участков осуществляется в градостроительной подготовке территории.</w:t>
                  </w:r>
                </w:p>
                <w:p w:rsidR="009F3C5C" w:rsidRDefault="009F3C5C">
                  <w:pPr>
                    <w:pStyle w:val="2"/>
                    <w:spacing w:after="0" w:line="274" w:lineRule="exact"/>
                    <w:ind w:firstLine="660"/>
                    <w:jc w:val="both"/>
                  </w:pPr>
                  <w:r>
                    <w:rPr>
                      <w:rStyle w:val="CharStyle4"/>
                    </w:rPr>
                    <w:t>Установление границ не застроенных и не предназначенных для строительства земельных участков осуществляется в соответствии с земельным, водным, лесным и иным законодательства.</w:t>
                  </w:r>
                </w:p>
                <w:p w:rsidR="009F3C5C" w:rsidRDefault="009F3C5C">
                  <w:pPr>
                    <w:pStyle w:val="2"/>
                    <w:spacing w:after="0" w:line="274" w:lineRule="exact"/>
                    <w:ind w:firstLine="660"/>
                    <w:jc w:val="both"/>
                  </w:pPr>
                  <w:r>
                    <w:rPr>
                      <w:rStyle w:val="CharStyle4"/>
                    </w:rPr>
                    <w:t>Установление границ земельных участков в результате разделения или объединения земельных участков, а также изменения общей границы земельных участков осуществляется посредством подготовки землеустроительной документации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При разделении земельных участков должны быть обеспечены проезды и проходы к каждому образованному земельному участку. При объединении земельных участков в один земельный участок вновь образованный земельный участок должен находиться в границах одной территориальной зоны.</w:t>
                  </w:r>
                </w:p>
                <w:p w:rsidR="009F3C5C" w:rsidRDefault="009F3C5C">
                  <w:pPr>
                    <w:pStyle w:val="2"/>
                    <w:numPr>
                      <w:ilvl w:val="0"/>
                      <w:numId w:val="58"/>
                    </w:numPr>
                    <w:tabs>
                      <w:tab w:val="left" w:pos="879"/>
                    </w:tabs>
                    <w:spacing w:after="0" w:line="274" w:lineRule="exact"/>
                    <w:ind w:firstLine="660"/>
                    <w:jc w:val="both"/>
                  </w:pPr>
                  <w:r>
                    <w:rPr>
                      <w:rStyle w:val="CharStyle4"/>
                    </w:rPr>
                    <w:tab/>
                    <w:t>Градостроительная подготовка подлежащих застройке и застроенных территорий, не разделенных на земельные участки, осуществляется посредством подготовки документации по планировке территории - проектов планировки, проектов межевания территории.</w:t>
                  </w:r>
                </w:p>
                <w:p w:rsidR="009F3C5C" w:rsidRDefault="009F3C5C">
                  <w:pPr>
                    <w:pStyle w:val="2"/>
                    <w:spacing w:after="0" w:line="274" w:lineRule="exact"/>
                    <w:ind w:firstLine="660"/>
                    <w:jc w:val="both"/>
                  </w:pPr>
                  <w:r>
                    <w:rPr>
                      <w:rStyle w:val="CharStyle4"/>
                    </w:rPr>
                    <w:t>Проекты планировки территории могут включать в себя и проекты межевания территории.</w:t>
                  </w:r>
                </w:p>
                <w:p w:rsidR="009F3C5C" w:rsidRDefault="009F3C5C">
                  <w:pPr>
                    <w:pStyle w:val="2"/>
                    <w:spacing w:after="0" w:line="274" w:lineRule="exact"/>
                    <w:ind w:firstLine="660"/>
                    <w:jc w:val="both"/>
                  </w:pPr>
                  <w:r>
                    <w:rPr>
                      <w:rStyle w:val="CharStyle4"/>
                    </w:rPr>
                    <w:t>В составе проекта межевания территории подготавливается градостроительный план земельного участка.</w:t>
                  </w:r>
                </w:p>
                <w:p w:rsidR="009F3C5C" w:rsidRDefault="009F3C5C">
                  <w:pPr>
                    <w:pStyle w:val="2"/>
                    <w:numPr>
                      <w:ilvl w:val="0"/>
                      <w:numId w:val="58"/>
                    </w:numPr>
                    <w:tabs>
                      <w:tab w:val="left" w:pos="884"/>
                    </w:tabs>
                    <w:spacing w:after="0" w:line="274" w:lineRule="exact"/>
                    <w:ind w:firstLine="660"/>
                    <w:jc w:val="both"/>
                  </w:pPr>
                  <w:r>
                    <w:rPr>
                      <w:rStyle w:val="CharStyle4"/>
                    </w:rPr>
                    <w:tab/>
                    <w:t>Градостроительная подготовка застроенных территорий, которые разделены на земельные участники, осуществляется посредством подготовки градостроительных планов земельных участков как самостоятельных документов подготовки документации по планировке территории.</w:t>
                  </w:r>
                </w:p>
                <w:p w:rsidR="009F3C5C" w:rsidRDefault="009F3C5C">
                  <w:pPr>
                    <w:pStyle w:val="2"/>
                    <w:numPr>
                      <w:ilvl w:val="0"/>
                      <w:numId w:val="58"/>
                    </w:numPr>
                    <w:tabs>
                      <w:tab w:val="left" w:pos="889"/>
                    </w:tabs>
                    <w:spacing w:after="0" w:line="274" w:lineRule="exact"/>
                    <w:ind w:firstLine="660"/>
                    <w:jc w:val="both"/>
                  </w:pPr>
                  <w:r>
                    <w:rPr>
                      <w:rStyle w:val="CharStyle4"/>
                    </w:rPr>
                    <w:tab/>
                    <w:t>Не допускается осуществлять градостроительную подготовку территории без учета прав собственников зданий, строений, сооружений (их частей, включая квартиры), которые на начало указанной подготовки нее воспользовались принадлежащим им правами на приобретение прав на земельные участки, необходимые для использования этих зданий, строении, сооружений, включая многоквартирные жилые дома.</w:t>
                  </w:r>
                </w:p>
              </w:txbxContent>
            </v:textbox>
            <w10:wrap type="square" anchorx="page" anchory="page"/>
          </v:rect>
        </w:pict>
      </w:r>
    </w:p>
    <w:p w:rsidR="009F3C5C" w:rsidRDefault="009F3C5C">
      <w:pPr>
        <w:pStyle w:val="Standard"/>
        <w:rPr>
          <w:sz w:val="2"/>
          <w:szCs w:val="2"/>
        </w:rPr>
        <w:sectPr w:rsidR="009F3C5C">
          <w:headerReference w:type="default" r:id="rId127"/>
          <w:footerReference w:type="default" r:id="rId128"/>
          <w:pgSz w:w="11906" w:h="16838"/>
          <w:pgMar w:top="360" w:right="360" w:bottom="360" w:left="360" w:header="0" w:footer="0" w:gutter="0"/>
          <w:cols w:space="720"/>
          <w:formProt w:val="0"/>
          <w:docGrid w:linePitch="240" w:charSpace="-6145"/>
        </w:sectPr>
      </w:pPr>
      <w:r>
        <w:rPr>
          <w:noProof/>
          <w:lang w:eastAsia="ru-RU" w:bidi="ar-SA"/>
        </w:rPr>
        <w:pict>
          <v:rect id="66" o:spid="_x0000_s1087" style="position:absolute;margin-left:81.45pt;margin-top:30.45pt;width:464.3pt;height:793.85pt;z-index:251720704;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Указанные права в обязательном порядке учитываются путем выполнения действий по планировке территории и подготовке градостроительных планов земельных участков, осуществляемых в соответствии с законодательством о градостроительной деятельности и в порядке, предусмотренном настоящими Правилами.</w:t>
                  </w:r>
                </w:p>
                <w:p w:rsidR="009F3C5C" w:rsidRDefault="009F3C5C">
                  <w:pPr>
                    <w:pStyle w:val="2"/>
                    <w:numPr>
                      <w:ilvl w:val="0"/>
                      <w:numId w:val="58"/>
                    </w:numPr>
                    <w:tabs>
                      <w:tab w:val="left" w:pos="874"/>
                    </w:tabs>
                    <w:spacing w:after="0" w:line="274" w:lineRule="exact"/>
                    <w:ind w:firstLine="660"/>
                    <w:jc w:val="both"/>
                  </w:pPr>
                  <w:r>
                    <w:rPr>
                      <w:rStyle w:val="CharStyle4"/>
                    </w:rPr>
                    <w:tab/>
                    <w:t>Действия по градостроительной подготовке территории и формированию земельных участков включает две стадии:</w:t>
                  </w:r>
                </w:p>
                <w:p w:rsidR="009F3C5C" w:rsidRDefault="009F3C5C">
                  <w:pPr>
                    <w:pStyle w:val="2"/>
                    <w:numPr>
                      <w:ilvl w:val="0"/>
                      <w:numId w:val="59"/>
                    </w:numPr>
                    <w:tabs>
                      <w:tab w:val="left" w:pos="818"/>
                    </w:tabs>
                    <w:spacing w:after="0" w:line="274" w:lineRule="exact"/>
                    <w:ind w:firstLine="660"/>
                    <w:jc w:val="both"/>
                  </w:pPr>
                  <w:r>
                    <w:rPr>
                      <w:rStyle w:val="CharStyle4"/>
                    </w:rPr>
                    <w:tab/>
                    <w:t>-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59"/>
                    </w:numPr>
                    <w:tabs>
                      <w:tab w:val="left" w:pos="818"/>
                    </w:tabs>
                    <w:spacing w:after="0" w:line="274" w:lineRule="exact"/>
                    <w:ind w:firstLine="660"/>
                    <w:jc w:val="both"/>
                  </w:pPr>
                  <w:r>
                    <w:rPr>
                      <w:rStyle w:val="CharStyle4"/>
                    </w:rPr>
                    <w:tab/>
                    <w:t>- формирование земельных участков, посредством проведения землеустроительных работ, осуществляемых в соответствии с установленными границами земельных участков в порядке, предусмотренном земельным законодательством.</w:t>
                  </w:r>
                </w:p>
                <w:p w:rsidR="009F3C5C" w:rsidRDefault="009F3C5C">
                  <w:pPr>
                    <w:pStyle w:val="2"/>
                    <w:tabs>
                      <w:tab w:val="left" w:pos="973"/>
                    </w:tabs>
                    <w:spacing w:after="0" w:line="274" w:lineRule="exact"/>
                    <w:ind w:firstLine="660"/>
                    <w:jc w:val="both"/>
                  </w:pPr>
                  <w:r>
                    <w:rPr>
                      <w:rStyle w:val="CharStyle4"/>
                    </w:rPr>
                    <w:t>7.</w:t>
                  </w:r>
                  <w:r>
                    <w:rPr>
                      <w:rStyle w:val="CharStyle4"/>
                    </w:rPr>
                    <w:tab/>
                    <w:t>Результатом первой стадии являются:</w:t>
                  </w:r>
                </w:p>
                <w:p w:rsidR="009F3C5C" w:rsidRDefault="009F3C5C">
                  <w:pPr>
                    <w:pStyle w:val="2"/>
                    <w:numPr>
                      <w:ilvl w:val="0"/>
                      <w:numId w:val="60"/>
                    </w:numPr>
                    <w:tabs>
                      <w:tab w:val="left" w:pos="938"/>
                    </w:tabs>
                    <w:spacing w:after="0" w:line="274" w:lineRule="exact"/>
                    <w:ind w:firstLine="660"/>
                    <w:jc w:val="both"/>
                  </w:pPr>
                  <w:r>
                    <w:rPr>
                      <w:rStyle w:val="CharStyle4"/>
                    </w:rPr>
                    <w:tab/>
                    <w:t>градостроительные планы земельных участков, в составе которых содержится информация, определенная частью 4 статьи 44 Градостроительного кодекса Российской Федерации;</w:t>
                  </w:r>
                </w:p>
                <w:p w:rsidR="009F3C5C" w:rsidRDefault="009F3C5C">
                  <w:pPr>
                    <w:pStyle w:val="2"/>
                    <w:numPr>
                      <w:ilvl w:val="0"/>
                      <w:numId w:val="60"/>
                    </w:numPr>
                    <w:tabs>
                      <w:tab w:val="left" w:pos="899"/>
                    </w:tabs>
                    <w:spacing w:after="0" w:line="274" w:lineRule="exact"/>
                    <w:ind w:firstLine="660"/>
                    <w:jc w:val="both"/>
                  </w:pPr>
                  <w:r>
                    <w:rPr>
                      <w:rStyle w:val="CharStyle4"/>
                    </w:rPr>
                    <w:tab/>
                    <w:t>установленные границы земельных участков - выделение элементов планировочной структуры для формирования и предоставления земельных участков для комплексного освоения в целях жилищного и иного строительства.</w:t>
                  </w:r>
                </w:p>
                <w:p w:rsidR="009F3C5C" w:rsidRDefault="009F3C5C">
                  <w:pPr>
                    <w:pStyle w:val="2"/>
                    <w:spacing w:after="0" w:line="274" w:lineRule="exact"/>
                    <w:ind w:firstLine="660"/>
                    <w:jc w:val="both"/>
                  </w:pPr>
                  <w:r>
                    <w:rPr>
                      <w:rStyle w:val="CharStyle4"/>
                    </w:rPr>
                    <w:t>Порядок действий по планировке территории определяется законодательством о градостроительной деятельности , в соответствии с ним - настоящими Правилами, соответствующим положением, утвержденным решением Совета сельского поселения Петровский сельсовет муниципального района Ишимбайский район Республики Башкортостан, а до его утверждения регулируется временным Положением о едином порядке разработки предпроектной и проектной документации в сельского поселения Петровский сельсовет муниципального района Ишимбайский район Республики Башкортостан, утвержденным постановлением главы сельского поселения Петровский сельсовет муниципального района Ишимбайский район Республики Башкортостан, принятых в развитие настоящим Правил.</w:t>
                  </w:r>
                </w:p>
                <w:p w:rsidR="009F3C5C" w:rsidRDefault="009F3C5C">
                  <w:pPr>
                    <w:pStyle w:val="2"/>
                    <w:tabs>
                      <w:tab w:val="left" w:pos="884"/>
                    </w:tabs>
                    <w:spacing w:after="0" w:line="274" w:lineRule="exact"/>
                    <w:ind w:firstLine="660"/>
                    <w:jc w:val="both"/>
                  </w:pPr>
                  <w:r>
                    <w:rPr>
                      <w:rStyle w:val="CharStyle4"/>
                    </w:rPr>
                    <w:tab/>
                    <w:t>8. Установленные границы земельных участков в составе документации по планировке территории, утвержденные главой сельского поселения Петровский сельсовет муниципального района Ишимбайский район Республики Башкортостан, являются основанием для второй стадии действий - формирования земельных участков посредством производства землеустроительных работ.</w:t>
                  </w:r>
                </w:p>
                <w:p w:rsidR="009F3C5C" w:rsidRDefault="009F3C5C">
                  <w:pPr>
                    <w:pStyle w:val="2"/>
                    <w:spacing w:after="0" w:line="274" w:lineRule="exact"/>
                    <w:ind w:firstLine="660"/>
                    <w:jc w:val="both"/>
                  </w:pPr>
                  <w:r>
                    <w:rPr>
                      <w:rStyle w:val="CharStyle4"/>
                    </w:rPr>
                    <w:t>Если в результате землеустроительных работ возникла необходимость изменения границ земельного участка (в пределах, не превышающих нормативно обусловленные показатели), в документацию по планировке территории вносятся изменения в порядке, который может быть установлен постановлением главы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29"/>
          <w:footerReference w:type="default" r:id="rId130"/>
          <w:pgSz w:w="11906" w:h="16838"/>
          <w:pgMar w:top="360" w:right="360" w:bottom="360" w:left="360" w:header="0" w:footer="0" w:gutter="0"/>
          <w:cols w:space="720"/>
          <w:formProt w:val="0"/>
          <w:docGrid w:linePitch="240" w:charSpace="-6145"/>
        </w:sectPr>
      </w:pPr>
      <w:r>
        <w:rPr>
          <w:noProof/>
          <w:lang w:eastAsia="ru-RU" w:bidi="ar-SA"/>
        </w:rPr>
        <w:pict>
          <v:rect id="67" o:spid="_x0000_s1088" style="position:absolute;margin-left:81.2pt;margin-top:30.45pt;width:464.8pt;height:797.6pt;z-index:251721728;mso-position-horizontal-relative:page;mso-position-vertical-relative:page" filled="f" stroked="f" strokecolor="#3465a4">
            <v:fill o:detectmouseclick="t"/>
            <v:stroke joinstyle="round"/>
            <v:textbox>
              <w:txbxContent>
                <w:p w:rsidR="009F3C5C" w:rsidRDefault="009F3C5C">
                  <w:pPr>
                    <w:pStyle w:val="2"/>
                    <w:tabs>
                      <w:tab w:val="left" w:pos="984"/>
                    </w:tabs>
                    <w:spacing w:after="0" w:line="274" w:lineRule="exact"/>
                    <w:ind w:firstLine="660"/>
                    <w:jc w:val="both"/>
                  </w:pPr>
                  <w:r>
                    <w:rPr>
                      <w:rStyle w:val="CharStyle4"/>
                    </w:rPr>
                    <w:t>9. Результатом второй стадии являются:</w:t>
                  </w:r>
                </w:p>
                <w:p w:rsidR="009F3C5C" w:rsidRDefault="009F3C5C">
                  <w:pPr>
                    <w:pStyle w:val="2"/>
                    <w:numPr>
                      <w:ilvl w:val="0"/>
                      <w:numId w:val="61"/>
                    </w:numPr>
                    <w:tabs>
                      <w:tab w:val="left" w:pos="984"/>
                    </w:tabs>
                    <w:spacing w:after="0" w:line="274" w:lineRule="exact"/>
                    <w:ind w:firstLine="660"/>
                    <w:jc w:val="both"/>
                  </w:pPr>
                  <w:r>
                    <w:rPr>
                      <w:rStyle w:val="CharStyle4"/>
                    </w:rPr>
                    <w:tab/>
                    <w:t>проект границ земельных участков;</w:t>
                  </w:r>
                </w:p>
                <w:p w:rsidR="009F3C5C" w:rsidRDefault="009F3C5C">
                  <w:pPr>
                    <w:pStyle w:val="2"/>
                    <w:numPr>
                      <w:ilvl w:val="0"/>
                      <w:numId w:val="61"/>
                    </w:numPr>
                    <w:tabs>
                      <w:tab w:val="left" w:pos="997"/>
                    </w:tabs>
                    <w:spacing w:after="0" w:line="274" w:lineRule="exact"/>
                    <w:ind w:firstLine="660"/>
                    <w:jc w:val="both"/>
                  </w:pPr>
                  <w:r>
                    <w:rPr>
                      <w:rStyle w:val="CharStyle4"/>
                    </w:rPr>
                    <w:tab/>
                    <w:t>кадастровые паспорта о земельных участках.</w:t>
                  </w:r>
                </w:p>
                <w:p w:rsidR="009F3C5C" w:rsidRDefault="009F3C5C">
                  <w:pPr>
                    <w:pStyle w:val="2"/>
                    <w:spacing w:after="0" w:line="274" w:lineRule="exact"/>
                    <w:ind w:firstLine="660"/>
                    <w:jc w:val="both"/>
                  </w:pPr>
                  <w:r>
                    <w:rPr>
                      <w:rStyle w:val="CharStyle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земельном кадастре.</w:t>
                  </w:r>
                </w:p>
                <w:p w:rsidR="009F3C5C" w:rsidRDefault="009F3C5C">
                  <w:pPr>
                    <w:pStyle w:val="2"/>
                    <w:tabs>
                      <w:tab w:val="left" w:pos="1023"/>
                    </w:tabs>
                    <w:spacing w:after="0" w:line="274" w:lineRule="exact"/>
                    <w:ind w:firstLine="660"/>
                    <w:jc w:val="both"/>
                  </w:pPr>
                  <w:r>
                    <w:rPr>
                      <w:rStyle w:val="CharStyle4"/>
                    </w:rPr>
                    <w:t xml:space="preserve">10. </w:t>
                  </w:r>
                  <w:r>
                    <w:rPr>
                      <w:rStyle w:val="CharStyle4"/>
                    </w:rPr>
                    <w:tab/>
                    <w:t>Наличие градостроительного плана земельного участка является необходимым условием для подготовки проектной документации на объект капитального строительства и получения разрешения на его строительство в порядке, предусмотренном законодательством о градостроительной деятельности, в соответствии с ним настоящими Правилами, а также соответствующим положением, утвержденным решением главой сельского поселения Петровский сельсовет муниципального района Ишимбайский район Республики Башкортостан, а до его утверждения регулируется временным Положением о порядке подготовки, утверждения, регистрации и выдачи градостроительных планов земельных участков на территории сельского поселения Петровский сельсовет муниципального района Ишимбайский района Республики Башкортостан, принятых в развитие настоящих правил.</w:t>
                  </w:r>
                </w:p>
                <w:p w:rsidR="009F3C5C" w:rsidRDefault="009F3C5C">
                  <w:pPr>
                    <w:pStyle w:val="2"/>
                    <w:spacing w:after="0" w:line="274" w:lineRule="exact"/>
                    <w:ind w:firstLine="660"/>
                    <w:jc w:val="both"/>
                  </w:pPr>
                  <w:r>
                    <w:rPr>
                      <w:rStyle w:val="CharStyle4"/>
                    </w:rPr>
                    <w:t>Порядок подготовки и предоставления технических условий подключения к вне площадочным сетям инженерно-технического обеспечения определяется в соответствии с действующим градостроительным и земельным законодательством, настоящими Правилами.</w:t>
                  </w:r>
                </w:p>
                <w:p w:rsidR="009F3C5C" w:rsidRDefault="009F3C5C">
                  <w:pPr>
                    <w:pStyle w:val="2"/>
                    <w:tabs>
                      <w:tab w:val="left" w:pos="1023"/>
                    </w:tabs>
                    <w:spacing w:after="0" w:line="274" w:lineRule="exact"/>
                    <w:ind w:firstLine="660"/>
                    <w:jc w:val="both"/>
                  </w:pPr>
                  <w:r>
                    <w:rPr>
                      <w:rStyle w:val="CharStyle4"/>
                    </w:rPr>
                    <w:t>11. Из состава государственных или муниципальных земель для строительства объектов капитального строительства, в том числе через торги, могут предоставляться только сформированные земельные участки.</w:t>
                  </w:r>
                </w:p>
                <w:p w:rsidR="009F3C5C" w:rsidRDefault="009F3C5C">
                  <w:pPr>
                    <w:pStyle w:val="2"/>
                    <w:spacing w:after="0" w:line="274" w:lineRule="exact"/>
                    <w:ind w:firstLine="660"/>
                    <w:jc w:val="both"/>
                  </w:pPr>
                  <w:r>
                    <w:rPr>
                      <w:rStyle w:val="CharStyle4"/>
                    </w:rPr>
                    <w:t>Сформированным считается земельный участок, границы которого установлены в соответствии с требованиями части 7 пункта 5.1 настоящих Правил, и установлены градостроительные регламенты либо целевое назначение (в случаях, когда градостроительный регламент не распространяется на соответствующие земли и территории), границы земельного участка установлены на местности, и в отношении которого осуществлен государственный кадастровый учет, в том числе подготовлен кадастровый паспорт земельного участка, а также определены технические условия подключения планируемых к строительству, реконструкции объектов капитального строительства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9F3C5C" w:rsidRDefault="009F3C5C">
                  <w:pPr>
                    <w:pStyle w:val="2"/>
                    <w:tabs>
                      <w:tab w:val="left" w:pos="1018"/>
                    </w:tabs>
                    <w:spacing w:after="0" w:line="274" w:lineRule="exact"/>
                    <w:ind w:firstLine="660"/>
                    <w:jc w:val="both"/>
                  </w:pPr>
                  <w:r>
                    <w:rPr>
                      <w:rStyle w:val="CharStyle4"/>
                    </w:rPr>
                    <w:t>12.</w:t>
                  </w:r>
                  <w:r>
                    <w:rPr>
                      <w:rStyle w:val="CharStyle4"/>
                    </w:rPr>
                    <w:tab/>
                    <w:t>Сформированные из состава государственных или муниципальных земель земельные участки предоставляются физическим или юридическим лицам для строительства в порядке, установленном земельным законодательством.</w:t>
                  </w:r>
                </w:p>
                <w:p w:rsidR="009F3C5C" w:rsidRDefault="009F3C5C">
                  <w:pPr>
                    <w:pStyle w:val="2"/>
                    <w:spacing w:after="0" w:line="274" w:lineRule="exact"/>
                    <w:ind w:firstLine="660"/>
                    <w:jc w:val="both"/>
                  </w:pPr>
                  <w:r>
                    <w:rPr>
                      <w:rStyle w:val="CharStyle4"/>
                    </w:rPr>
                    <w:t>Земельные участки, сформированные из земель, находящихся в государственной или муниципальной собственности, могут предоставляться для строительства, только если они свободны от прав третьих лиц, и не изъяты из оборота.</w:t>
                  </w:r>
                </w:p>
              </w:txbxContent>
            </v:textbox>
            <w10:wrap type="square" anchorx="page" anchory="page"/>
          </v:rect>
        </w:pict>
      </w:r>
    </w:p>
    <w:p w:rsidR="009F3C5C" w:rsidRDefault="009F3C5C">
      <w:pPr>
        <w:pStyle w:val="Standard"/>
        <w:rPr>
          <w:sz w:val="2"/>
          <w:szCs w:val="2"/>
        </w:rPr>
        <w:sectPr w:rsidR="009F3C5C">
          <w:headerReference w:type="default" r:id="rId131"/>
          <w:footerReference w:type="default" r:id="rId132"/>
          <w:pgSz w:w="11906" w:h="16838"/>
          <w:pgMar w:top="360" w:right="360" w:bottom="360" w:left="360" w:header="0" w:footer="0" w:gutter="0"/>
          <w:cols w:space="720"/>
          <w:formProt w:val="0"/>
          <w:docGrid w:linePitch="240" w:charSpace="-6145"/>
        </w:sectPr>
      </w:pPr>
      <w:r>
        <w:rPr>
          <w:noProof/>
          <w:lang w:eastAsia="ru-RU" w:bidi="ar-SA"/>
        </w:rPr>
        <w:pict>
          <v:rect id="68" o:spid="_x0000_s1089" style="position:absolute;margin-left:81.2pt;margin-top:30.2pt;width:464.8pt;height:793.2pt;z-index:251722752;mso-position-horizontal-relative:page;mso-position-vertical-relative:page" filled="f" stroked="f" strokecolor="#3465a4">
            <v:fill o:detectmouseclick="t"/>
            <v:stroke joinstyle="round"/>
            <v:textbox>
              <w:txbxContent>
                <w:p w:rsidR="009F3C5C" w:rsidRDefault="009F3C5C">
                  <w:pPr>
                    <w:pStyle w:val="2"/>
                    <w:tabs>
                      <w:tab w:val="left" w:pos="1009"/>
                    </w:tabs>
                    <w:spacing w:after="0" w:line="274" w:lineRule="exact"/>
                    <w:ind w:firstLine="660"/>
                    <w:jc w:val="both"/>
                  </w:pPr>
                  <w:r>
                    <w:rPr>
                      <w:rStyle w:val="CharStyle4"/>
                    </w:rPr>
                    <w:tab/>
                    <w:t>13. Градостроительная подготовка территории может осуществляться по инициативе главы сельского поселения Петровский сельсовет муниципального района Ишимбайский район Республики Башкортостан, физических и юридических лиц.</w:t>
                  </w:r>
                </w:p>
                <w:p w:rsidR="009F3C5C" w:rsidRDefault="009F3C5C">
                  <w:pPr>
                    <w:pStyle w:val="2"/>
                    <w:spacing w:after="0" w:line="274" w:lineRule="exact"/>
                    <w:ind w:firstLine="660"/>
                    <w:jc w:val="both"/>
                  </w:pPr>
                  <w:r>
                    <w:rPr>
                      <w:rStyle w:val="CharStyle4"/>
                    </w:rPr>
                    <w:t>Условия и порядок компенсации затрат физических и юридических лиц, понесенных на градостроительную подготовку территории и формирование земельного участка, устанавливается решением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461"/>
                    </w:tabs>
                    <w:spacing w:after="0" w:line="274" w:lineRule="exact"/>
                    <w:jc w:val="both"/>
                  </w:pPr>
                  <w:r>
                    <w:rPr>
                      <w:rStyle w:val="CharStyle4"/>
                    </w:rPr>
                    <w:tab/>
                    <w:t xml:space="preserve">      14. Если законом Республики Башкортостан не установлено иное, органы местного самоуправления сельского поселения Петровский сельсовет муниципального района Ишимбайский район Республики Башкортостан в соответствии с земельным законодательством и в пределах своих полномочий распоряжаются земельными участками, расположенными в границах сельского поселения Петровский сельсовет муниципального района Ишимбайский район Республики Башкортостан, за исключением земельных участков, на которые в порядке, установленном законодательством, зарегистрировано право частной собственности, право собственности Российской Федерации или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33"/>
          <w:footerReference w:type="default" r:id="rId134"/>
          <w:pgSz w:w="11906" w:h="16838"/>
          <w:pgMar w:top="360" w:right="360" w:bottom="360" w:left="360" w:header="0" w:footer="0" w:gutter="0"/>
          <w:cols w:space="720"/>
          <w:formProt w:val="0"/>
          <w:docGrid w:linePitch="240" w:charSpace="-6145"/>
        </w:sectPr>
      </w:pPr>
      <w:r>
        <w:rPr>
          <w:noProof/>
          <w:lang w:eastAsia="ru-RU" w:bidi="ar-SA"/>
        </w:rPr>
        <w:pict>
          <v:rect id="69" o:spid="_x0000_s1090" style="position:absolute;margin-left:81.45pt;margin-top:31.75pt;width:464.8pt;height:794.45pt;z-index:251723776;mso-position-horizontal-relative:page;mso-position-vertical-relative:page" filled="f" stroked="f" strokecolor="#3465a4">
            <v:fill o:detectmouseclick="t"/>
            <v:stroke joinstyle="round"/>
            <v:textbox>
              <w:txbxContent>
                <w:p w:rsidR="009F3C5C" w:rsidRDefault="009F3C5C">
                  <w:pPr>
                    <w:pStyle w:val="2"/>
                    <w:tabs>
                      <w:tab w:val="left" w:pos="1120"/>
                    </w:tabs>
                    <w:spacing w:after="211" w:line="240" w:lineRule="exact"/>
                    <w:ind w:firstLine="640"/>
                    <w:jc w:val="both"/>
                  </w:pPr>
                  <w:r>
                    <w:rPr>
                      <w:rStyle w:val="CharStyle4"/>
                    </w:rPr>
                    <w:tab/>
                  </w:r>
                  <w:r>
                    <w:rPr>
                      <w:rStyle w:val="CharStyle4"/>
                      <w:b/>
                      <w:bCs/>
                    </w:rPr>
                    <w:t>5.2 Виды процедур градостроительной подготовки территорий</w:t>
                  </w:r>
                </w:p>
                <w:p w:rsidR="009F3C5C" w:rsidRDefault="009F3C5C">
                  <w:pPr>
                    <w:pStyle w:val="2"/>
                    <w:numPr>
                      <w:ilvl w:val="0"/>
                      <w:numId w:val="62"/>
                    </w:numPr>
                    <w:tabs>
                      <w:tab w:val="left" w:pos="897"/>
                    </w:tabs>
                    <w:spacing w:after="0" w:line="274" w:lineRule="exact"/>
                    <w:ind w:firstLine="640"/>
                    <w:jc w:val="both"/>
                  </w:pPr>
                  <w:r>
                    <w:rPr>
                      <w:rStyle w:val="CharStyle4"/>
                    </w:rPr>
                    <w:tab/>
                    <w:t>Градостроительная подготовка территорий проводится по процедурам, установленным законодательством о градостроительной деятельности, настоящими Правилами, иными корпоративными актами сельского поселения Петровский сельсовет муниципального района Ишимбайский район Республики Башкортостан применительно к следующим случаям:</w:t>
                  </w:r>
                </w:p>
                <w:p w:rsidR="009F3C5C" w:rsidRDefault="009F3C5C">
                  <w:pPr>
                    <w:pStyle w:val="2"/>
                    <w:numPr>
                      <w:ilvl w:val="0"/>
                      <w:numId w:val="63"/>
                    </w:numPr>
                    <w:tabs>
                      <w:tab w:val="left" w:pos="897"/>
                    </w:tabs>
                    <w:spacing w:after="0" w:line="274" w:lineRule="exact"/>
                    <w:ind w:firstLine="640"/>
                    <w:jc w:val="both"/>
                  </w:pPr>
                  <w:r>
                    <w:rPr>
                      <w:rStyle w:val="CharStyle4"/>
                    </w:rPr>
                    <w:tab/>
                    <w:t>градостроительная подготовка территорий с целью выявления свободных от прав третьих лиц земельных участков для строительства;</w:t>
                  </w:r>
                </w:p>
                <w:p w:rsidR="009F3C5C" w:rsidRDefault="009F3C5C">
                  <w:pPr>
                    <w:pStyle w:val="2"/>
                    <w:numPr>
                      <w:ilvl w:val="0"/>
                      <w:numId w:val="63"/>
                    </w:numPr>
                    <w:tabs>
                      <w:tab w:val="left" w:pos="897"/>
                    </w:tabs>
                    <w:spacing w:after="0" w:line="274" w:lineRule="exact"/>
                    <w:ind w:firstLine="640"/>
                    <w:jc w:val="both"/>
                  </w:pPr>
                  <w:r>
                    <w:rPr>
                      <w:rStyle w:val="CharStyle4"/>
                    </w:rPr>
                    <w:tab/>
                    <w:t>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9F3C5C" w:rsidRDefault="009F3C5C">
                  <w:pPr>
                    <w:pStyle w:val="2"/>
                    <w:numPr>
                      <w:ilvl w:val="0"/>
                      <w:numId w:val="63"/>
                    </w:numPr>
                    <w:tabs>
                      <w:tab w:val="left" w:pos="897"/>
                    </w:tabs>
                    <w:spacing w:after="0" w:line="274" w:lineRule="exact"/>
                    <w:ind w:firstLine="640"/>
                    <w:jc w:val="both"/>
                  </w:pPr>
                  <w:r>
                    <w:rPr>
                      <w:rStyle w:val="CharStyle4"/>
                    </w:rPr>
                    <w:tab/>
                    <w:t>градостроительная подготовка территорий существующей застройки с целью развития застроенных территорий;</w:t>
                  </w:r>
                </w:p>
                <w:p w:rsidR="009F3C5C" w:rsidRDefault="009F3C5C">
                  <w:pPr>
                    <w:pStyle w:val="2"/>
                    <w:numPr>
                      <w:ilvl w:val="0"/>
                      <w:numId w:val="63"/>
                    </w:numPr>
                    <w:tabs>
                      <w:tab w:val="left" w:pos="897"/>
                    </w:tabs>
                    <w:spacing w:after="0" w:line="274" w:lineRule="exact"/>
                    <w:ind w:firstLine="640"/>
                    <w:jc w:val="both"/>
                  </w:pPr>
                  <w:r>
                    <w:rPr>
                      <w:rStyle w:val="CharStyle4"/>
                    </w:rPr>
                    <w:tab/>
                    <w:t>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9F3C5C" w:rsidRDefault="009F3C5C">
                  <w:pPr>
                    <w:pStyle w:val="2"/>
                    <w:numPr>
                      <w:ilvl w:val="0"/>
                      <w:numId w:val="63"/>
                    </w:numPr>
                    <w:tabs>
                      <w:tab w:val="left" w:pos="913"/>
                    </w:tabs>
                    <w:spacing w:after="0" w:line="274" w:lineRule="exact"/>
                    <w:ind w:firstLine="640"/>
                    <w:jc w:val="both"/>
                  </w:pPr>
                  <w:r>
                    <w:rPr>
                      <w:rStyle w:val="CharStyle4"/>
                    </w:rPr>
                    <w:tab/>
                    <w:t>градостроительная подготовка не 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w:t>
                  </w:r>
                </w:p>
                <w:p w:rsidR="009F3C5C" w:rsidRDefault="009F3C5C">
                  <w:pPr>
                    <w:pStyle w:val="2"/>
                    <w:numPr>
                      <w:ilvl w:val="0"/>
                      <w:numId w:val="63"/>
                    </w:numPr>
                    <w:tabs>
                      <w:tab w:val="left" w:pos="899"/>
                    </w:tabs>
                    <w:spacing w:after="0" w:line="274" w:lineRule="exact"/>
                    <w:ind w:firstLine="640"/>
                    <w:jc w:val="both"/>
                  </w:pPr>
                  <w:r>
                    <w:rPr>
                      <w:rStyle w:val="CharStyle4"/>
                    </w:rPr>
                    <w:tab/>
                    <w:t>градостроительная подготовка территорий общего пользования в целях предоставления земельных участков для возведения объектов не капитального строительства, предназначенных для обслуживания населения;</w:t>
                  </w:r>
                </w:p>
                <w:p w:rsidR="009F3C5C" w:rsidRDefault="009F3C5C">
                  <w:pPr>
                    <w:pStyle w:val="2"/>
                    <w:numPr>
                      <w:ilvl w:val="0"/>
                      <w:numId w:val="63"/>
                    </w:numPr>
                    <w:tabs>
                      <w:tab w:val="left" w:pos="913"/>
                    </w:tabs>
                    <w:spacing w:after="0" w:line="274" w:lineRule="exact"/>
                    <w:ind w:firstLine="640"/>
                    <w:jc w:val="both"/>
                  </w:pPr>
                  <w:r>
                    <w:rPr>
                      <w:rStyle w:val="CharStyle4"/>
                    </w:rPr>
                    <w:tab/>
                    <w:t>градостроительная подготовка территорий общего пользования в целях предоставления земельных участков для возведения линейных объектов капитального строительства;</w:t>
                  </w:r>
                </w:p>
                <w:p w:rsidR="009F3C5C" w:rsidRDefault="009F3C5C">
                  <w:pPr>
                    <w:pStyle w:val="2"/>
                    <w:numPr>
                      <w:ilvl w:val="0"/>
                      <w:numId w:val="63"/>
                    </w:numPr>
                    <w:tabs>
                      <w:tab w:val="left" w:pos="899"/>
                    </w:tabs>
                    <w:spacing w:after="0" w:line="274" w:lineRule="exact"/>
                    <w:ind w:firstLine="640"/>
                    <w:jc w:val="both"/>
                  </w:pPr>
                  <w:r>
                    <w:rPr>
                      <w:rStyle w:val="CharStyle4"/>
                    </w:rPr>
                    <w:tab/>
                    <w:t>градостроительная подготовка территорий зеленых насаждений общего пользования в целях создания зон отдыха (благоустройства, дополнительного озеленения, предоставления земельных участков для возведения объектов капитального строительства в соответствии с разрешенными видами использования таких зон), предназначенных для обслуживания населения;</w:t>
                  </w:r>
                </w:p>
                <w:p w:rsidR="009F3C5C" w:rsidRDefault="009F3C5C">
                  <w:pPr>
                    <w:pStyle w:val="2"/>
                    <w:numPr>
                      <w:ilvl w:val="0"/>
                      <w:numId w:val="63"/>
                    </w:numPr>
                    <w:tabs>
                      <w:tab w:val="left" w:pos="977"/>
                    </w:tabs>
                    <w:spacing w:after="0" w:line="274" w:lineRule="exact"/>
                    <w:ind w:firstLine="640"/>
                    <w:jc w:val="both"/>
                  </w:pPr>
                  <w:r>
                    <w:rPr>
                      <w:rStyle w:val="CharStyle4"/>
                    </w:rPr>
                    <w:tab/>
                    <w:t>иным случаям.</w:t>
                  </w:r>
                </w:p>
              </w:txbxContent>
            </v:textbox>
            <w10:wrap type="square" anchorx="page" anchory="page"/>
          </v:rect>
        </w:pict>
      </w:r>
    </w:p>
    <w:p w:rsidR="009F3C5C" w:rsidRDefault="009F3C5C">
      <w:pPr>
        <w:pStyle w:val="Standard"/>
        <w:rPr>
          <w:sz w:val="2"/>
          <w:szCs w:val="2"/>
        </w:rPr>
        <w:sectPr w:rsidR="009F3C5C">
          <w:headerReference w:type="default" r:id="rId135"/>
          <w:footerReference w:type="default" r:id="rId136"/>
          <w:pgSz w:w="11906" w:h="16838"/>
          <w:pgMar w:top="360" w:right="360" w:bottom="360" w:left="360" w:header="0" w:footer="0" w:gutter="0"/>
          <w:cols w:space="720"/>
          <w:formProt w:val="0"/>
          <w:docGrid w:linePitch="240" w:charSpace="-6145"/>
        </w:sectPr>
      </w:pPr>
      <w:r>
        <w:rPr>
          <w:noProof/>
          <w:lang w:eastAsia="ru-RU" w:bidi="ar-SA"/>
        </w:rPr>
        <w:pict>
          <v:rect id="86" o:spid="_x0000_s1091" style="position:absolute;margin-left:81.35pt;margin-top:30.15pt;width:464.3pt;height:782.7pt;z-index:251724800;mso-position-horizontal-relative:page;mso-position-vertical-relative:page" filled="f" stroked="f" strokecolor="#3465a4">
            <v:fill o:detectmouseclick="t"/>
            <v:stroke joinstyle="round"/>
            <v:textbox>
              <w:txbxContent>
                <w:p w:rsidR="009F3C5C" w:rsidRDefault="009F3C5C">
                  <w:pPr>
                    <w:pStyle w:val="2"/>
                    <w:tabs>
                      <w:tab w:val="left" w:pos="1134"/>
                    </w:tabs>
                    <w:spacing w:after="360" w:line="274" w:lineRule="exact"/>
                    <w:ind w:firstLine="640"/>
                    <w:jc w:val="both"/>
                  </w:pPr>
                  <w:r>
                    <w:rPr>
                      <w:rStyle w:val="CharStyle4"/>
                    </w:rPr>
                    <w:tab/>
                  </w:r>
                  <w:r>
                    <w:rPr>
                      <w:rStyle w:val="CharStyle4"/>
                      <w:b/>
                      <w:bCs/>
                    </w:rPr>
                    <w:t>5.3 Градостроительная подготовка территорий и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rsidR="009F3C5C" w:rsidRDefault="009F3C5C">
                  <w:pPr>
                    <w:pStyle w:val="2"/>
                    <w:numPr>
                      <w:ilvl w:val="0"/>
                      <w:numId w:val="64"/>
                    </w:numPr>
                    <w:tabs>
                      <w:tab w:val="left" w:pos="879"/>
                    </w:tabs>
                    <w:spacing w:after="0" w:line="274" w:lineRule="exact"/>
                    <w:ind w:firstLine="640"/>
                    <w:jc w:val="both"/>
                  </w:pPr>
                  <w:r>
                    <w:rPr>
                      <w:rStyle w:val="CharStyle4"/>
                    </w:rPr>
                    <w:tab/>
                    <w:t>Порядок градостроительной подготовки территорий 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 настоящими Правилами и соответствующим постановлением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64"/>
                    </w:numPr>
                    <w:tabs>
                      <w:tab w:val="left" w:pos="884"/>
                    </w:tabs>
                    <w:spacing w:after="0" w:line="274" w:lineRule="exact"/>
                    <w:ind w:firstLine="640"/>
                    <w:jc w:val="both"/>
                  </w:pPr>
                  <w:r>
                    <w:rPr>
                      <w:rStyle w:val="CharStyle4"/>
                    </w:rPr>
                    <w:tab/>
                    <w:t>Технические условия определяются в случаях, когда на земельных участках планируется строительство, реконструкция объектов капитального строительства, а также в случаях, если эксплуатация указанных объектов не может быть обеспечена без такого подключения.</w:t>
                  </w:r>
                </w:p>
                <w:p w:rsidR="009F3C5C" w:rsidRDefault="009F3C5C">
                  <w:pPr>
                    <w:pStyle w:val="2"/>
                    <w:numPr>
                      <w:ilvl w:val="0"/>
                      <w:numId w:val="64"/>
                    </w:numPr>
                    <w:tabs>
                      <w:tab w:val="left" w:pos="953"/>
                    </w:tabs>
                    <w:spacing w:after="0" w:line="274" w:lineRule="exact"/>
                    <w:ind w:firstLine="640"/>
                    <w:jc w:val="both"/>
                  </w:pPr>
                  <w:r>
                    <w:rPr>
                      <w:rStyle w:val="CharStyle4"/>
                    </w:rPr>
                    <w:tab/>
                    <w:t>Технические условия определяются:</w:t>
                  </w:r>
                </w:p>
                <w:p w:rsidR="009F3C5C" w:rsidRDefault="009F3C5C">
                  <w:pPr>
                    <w:pStyle w:val="2"/>
                    <w:numPr>
                      <w:ilvl w:val="0"/>
                      <w:numId w:val="65"/>
                    </w:numPr>
                    <w:tabs>
                      <w:tab w:val="left" w:pos="836"/>
                    </w:tabs>
                    <w:spacing w:after="0" w:line="274" w:lineRule="exact"/>
                    <w:ind w:firstLine="640"/>
                    <w:jc w:val="both"/>
                  </w:pPr>
                  <w:r>
                    <w:rPr>
                      <w:rStyle w:val="CharStyle4"/>
                    </w:rPr>
                    <w:tab/>
                    <w:t>на стадии градостроительной подготовки территории с установлением границ участков из состава государственных или муниципальных земель для предоставления физическим или юридическим лицам, предпринимателям.</w:t>
                  </w:r>
                </w:p>
                <w:p w:rsidR="009F3C5C" w:rsidRDefault="009F3C5C">
                  <w:pPr>
                    <w:pStyle w:val="2"/>
                    <w:spacing w:after="0" w:line="274" w:lineRule="exact"/>
                    <w:ind w:firstLine="640"/>
                    <w:jc w:val="both"/>
                  </w:pPr>
                  <w:r>
                    <w:rPr>
                      <w:rStyle w:val="CharStyle4"/>
                    </w:rPr>
                    <w:t>Указанные действия выполняются путем планировки территории, которая обеспечивается органом Администрации сельского поселения Петровский сельсовет муниципального район а Ишимбайский район Республики Башкортостан, уполномоченным в области градостроительной деятельности, в том числе путем привлечения организаций, которые в соответствии с законодательством обладает правами на выполнение работ по планировке территорий;</w:t>
                  </w:r>
                </w:p>
                <w:p w:rsidR="009F3C5C" w:rsidRDefault="009F3C5C">
                  <w:pPr>
                    <w:pStyle w:val="2"/>
                    <w:numPr>
                      <w:ilvl w:val="0"/>
                      <w:numId w:val="65"/>
                    </w:numPr>
                    <w:tabs>
                      <w:tab w:val="left" w:pos="836"/>
                    </w:tabs>
                    <w:spacing w:after="0" w:line="274" w:lineRule="exact"/>
                    <w:ind w:firstLine="640"/>
                    <w:jc w:val="both"/>
                  </w:pPr>
                  <w:r>
                    <w:rPr>
                      <w:rStyle w:val="CharStyle4"/>
                    </w:rPr>
                    <w:tab/>
                    <w:t>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9F3C5C" w:rsidRDefault="009F3C5C">
                  <w:pPr>
                    <w:pStyle w:val="2"/>
                    <w:tabs>
                      <w:tab w:val="left" w:pos="870"/>
                    </w:tabs>
                    <w:spacing w:after="0" w:line="274" w:lineRule="exact"/>
                    <w:ind w:firstLine="640"/>
                    <w:jc w:val="both"/>
                  </w:pPr>
                  <w:r>
                    <w:rPr>
                      <w:rStyle w:val="CharStyle4"/>
                    </w:rPr>
                    <w:tab/>
                    <w:t>4. Технические условия подготавливаются и предоставляются организациями, ответственными за эксплуатацию указанных сетей, по заявкам:</w:t>
                  </w:r>
                </w:p>
                <w:p w:rsidR="009F3C5C" w:rsidRDefault="009F3C5C">
                  <w:pPr>
                    <w:pStyle w:val="2"/>
                    <w:tabs>
                      <w:tab w:val="left" w:pos="1094"/>
                    </w:tabs>
                    <w:spacing w:after="0" w:line="274" w:lineRule="exact"/>
                    <w:ind w:firstLine="640"/>
                    <w:jc w:val="both"/>
                  </w:pPr>
                  <w:r>
                    <w:rPr>
                      <w:rStyle w:val="CharStyle4"/>
                    </w:rPr>
                    <w:t>а)</w:t>
                  </w:r>
                  <w:r>
                    <w:rPr>
                      <w:rStyle w:val="CharStyle4"/>
                    </w:rPr>
                    <w:tab/>
                    <w:t>органа Администрации сельского поселения Петровский сельсовет муниципального района Ишимбайский район Республики Башкортостан, уполномоченного в области градостроительной деятельности (в случае подготовки по инициативе Администрации сельского поселения Петровский сельсовет муниципального района Ишимбайский район Республики Башкортостан территории с установлением границ земельных участков из состава государственных или муниципальных земель для предоставления на торгах сформированных земельных участков в целях строительства физическими или юридическими лицами, предпринимателями);</w:t>
                  </w:r>
                </w:p>
                <w:p w:rsidR="009F3C5C" w:rsidRDefault="009F3C5C">
                  <w:pPr>
                    <w:pStyle w:val="2"/>
                    <w:tabs>
                      <w:tab w:val="left" w:pos="908"/>
                    </w:tabs>
                    <w:spacing w:after="0" w:line="274" w:lineRule="exact"/>
                    <w:ind w:firstLine="640"/>
                  </w:pPr>
                  <w:r>
                    <w:rPr>
                      <w:rStyle w:val="CharStyle4"/>
                    </w:rPr>
                    <w:t>б)</w:t>
                  </w:r>
                  <w:r>
                    <w:rPr>
                      <w:rStyle w:val="CharStyle4"/>
                    </w:rPr>
                    <w:tab/>
                    <w:t>физических и юридических лиц, предпринимателей (в случаях, когда по их инициативе осуществляется градостроительная подготовка территории с установлением границ из состава государственных или муниципальных земель для предоставления на торгах сформированных земельных участков в целях строительства физическим и юридическим лицам, предпринимателям);</w:t>
                  </w:r>
                </w:p>
              </w:txbxContent>
            </v:textbox>
            <w10:wrap type="square" anchorx="page" anchory="page"/>
          </v:rect>
        </w:pict>
      </w:r>
    </w:p>
    <w:p w:rsidR="009F3C5C" w:rsidRDefault="009F3C5C">
      <w:pPr>
        <w:pStyle w:val="Standard"/>
        <w:rPr>
          <w:sz w:val="2"/>
          <w:szCs w:val="2"/>
        </w:rPr>
        <w:sectPr w:rsidR="009F3C5C">
          <w:headerReference w:type="default" r:id="rId137"/>
          <w:footerReference w:type="default" r:id="rId138"/>
          <w:pgSz w:w="11906" w:h="16838"/>
          <w:pgMar w:top="360" w:right="360" w:bottom="360" w:left="360" w:header="0" w:footer="0" w:gutter="0"/>
          <w:cols w:space="720"/>
          <w:formProt w:val="0"/>
          <w:docGrid w:linePitch="240" w:charSpace="-6145"/>
        </w:sectPr>
      </w:pPr>
      <w:r>
        <w:rPr>
          <w:noProof/>
          <w:lang w:eastAsia="ru-RU" w:bidi="ar-SA"/>
        </w:rPr>
        <w:pict>
          <v:rect id="87" o:spid="_x0000_s1092" style="position:absolute;margin-left:81.1pt;margin-top:30.4pt;width:464.8pt;height:797.6pt;z-index:251725824;mso-position-horizontal-relative:page;mso-position-vertical-relative:page" filled="f" stroked="f" strokecolor="#3465a4">
            <v:fill o:detectmouseclick="t"/>
            <v:stroke joinstyle="round"/>
            <v:textbox>
              <w:txbxContent>
                <w:p w:rsidR="009F3C5C" w:rsidRDefault="009F3C5C">
                  <w:pPr>
                    <w:pStyle w:val="2"/>
                    <w:tabs>
                      <w:tab w:val="left" w:pos="920"/>
                    </w:tabs>
                    <w:spacing w:after="0" w:line="274" w:lineRule="exact"/>
                    <w:ind w:firstLine="660"/>
                    <w:jc w:val="both"/>
                  </w:pPr>
                  <w:r>
                    <w:rPr>
                      <w:rStyle w:val="CharStyle4"/>
                    </w:rPr>
                    <w:t>в)</w:t>
                  </w:r>
                  <w:r>
                    <w:rPr>
                      <w:rStyle w:val="CharStyle4"/>
                    </w:rPr>
                    <w:tab/>
                    <w:t>правообладателей земельных участков и объектов капитального строительства (в случаях подготовки проектной документации для осуществления их строительства, реконструкции).</w:t>
                  </w:r>
                </w:p>
                <w:p w:rsidR="009F3C5C" w:rsidRDefault="009F3C5C">
                  <w:pPr>
                    <w:pStyle w:val="2"/>
                    <w:tabs>
                      <w:tab w:val="left" w:pos="920"/>
                    </w:tabs>
                    <w:spacing w:after="0" w:line="274" w:lineRule="exact"/>
                    <w:ind w:firstLine="660"/>
                    <w:jc w:val="both"/>
                  </w:pPr>
                  <w:r>
                    <w:rPr>
                      <w:rStyle w:val="CharStyle4"/>
                    </w:rPr>
                    <w:tab/>
                    <w:t>5. Организация, осуществляющая эксплуатацию сетей инженернотехнического обеспечения, обязана в течении 14 дней с даты получения запроса определить и предоставить технические условия или информацию о плате за подключение объекта капитального строительства к сетям инженерно-технического обеспечения либо предоставить мотивированный отказ в выдаче указанных условий при отсутствии возможности подключения строящегося (реконструируемого) объекта капитального строительства к сетям инженерно-технического обеспечения.</w:t>
                  </w:r>
                </w:p>
                <w:p w:rsidR="009F3C5C" w:rsidRDefault="009F3C5C">
                  <w:pPr>
                    <w:pStyle w:val="2"/>
                    <w:tabs>
                      <w:tab w:val="left" w:pos="920"/>
                    </w:tabs>
                    <w:spacing w:after="0" w:line="274" w:lineRule="exact"/>
                    <w:ind w:firstLine="660"/>
                    <w:jc w:val="both"/>
                  </w:pPr>
                  <w:r>
                    <w:rPr>
                      <w:rStyle w:val="CharStyle4"/>
                    </w:rPr>
                    <w:tab/>
                    <w:t>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w:t>
                  </w:r>
                </w:p>
                <w:p w:rsidR="009F3C5C" w:rsidRDefault="009F3C5C">
                  <w:pPr>
                    <w:pStyle w:val="2"/>
                    <w:tabs>
                      <w:tab w:val="left" w:pos="920"/>
                    </w:tabs>
                    <w:spacing w:after="0" w:line="274" w:lineRule="exact"/>
                    <w:ind w:firstLine="660"/>
                    <w:jc w:val="both"/>
                  </w:pPr>
                  <w:r>
                    <w:rPr>
                      <w:rStyle w:val="CharStyle4"/>
                    </w:rPr>
                    <w:t xml:space="preserve"> 7. Организации, ответственные за эксплуатацию сетей и объектов инженерно-технического обеспечения, готовят заключения о подключении планируемых к строительству, реконструкции объектов капитального строительства.</w:t>
                  </w:r>
                </w:p>
                <w:p w:rsidR="009F3C5C" w:rsidRDefault="009F3C5C">
                  <w:pPr>
                    <w:pStyle w:val="2"/>
                    <w:tabs>
                      <w:tab w:val="left" w:pos="920"/>
                    </w:tabs>
                    <w:spacing w:after="0" w:line="274" w:lineRule="exact"/>
                    <w:ind w:firstLine="660"/>
                    <w:jc w:val="both"/>
                  </w:pPr>
                  <w:r>
                    <w:rPr>
                      <w:rStyle w:val="CharStyle4"/>
                    </w:rPr>
                    <w:t xml:space="preserve"> 8. Глава сельского поселения Петровский сельсовет муниципального района Ишимбайский район Республики Башкортостан вправе своим правовым актом создать, определить состав и порядок деятельности Инженерного совета по рассмотрению заключений, указанных в настоящем пункте.</w:t>
                  </w:r>
                </w:p>
              </w:txbxContent>
            </v:textbox>
            <w10:wrap type="square" anchorx="page" anchory="page"/>
          </v:rect>
        </w:pict>
      </w:r>
    </w:p>
    <w:p w:rsidR="009F3C5C" w:rsidRDefault="009F3C5C">
      <w:pPr>
        <w:pStyle w:val="Standard"/>
        <w:rPr>
          <w:sz w:val="2"/>
          <w:szCs w:val="2"/>
        </w:rPr>
      </w:pPr>
    </w:p>
    <w:p w:rsidR="009F3C5C" w:rsidRDefault="009F3C5C">
      <w:pPr>
        <w:suppressAutoHyphens w:val="0"/>
        <w:textAlignment w:val="auto"/>
        <w:rPr>
          <w:sz w:val="2"/>
          <w:szCs w:val="2"/>
        </w:rPr>
      </w:pPr>
      <w:r>
        <w:rPr>
          <w:noProof/>
          <w:lang w:eastAsia="ru-RU" w:bidi="ar-SA"/>
        </w:rPr>
        <w:pict>
          <v:rect id="_x0000_s1093" style="position:absolute;margin-left:81.1pt;margin-top:30.4pt;width:464.8pt;height:739.3pt;z-index:251726848;mso-position-horizontal-relative:page;mso-position-vertical-relative:page" filled="f" stroked="f" strokecolor="#3465a4">
            <v:fill o:detectmouseclick="t"/>
            <v:stroke joinstyle="round"/>
            <v:textbox>
              <w:txbxContent>
                <w:p w:rsidR="009F3C5C" w:rsidRDefault="009F3C5C">
                  <w:pPr>
                    <w:pStyle w:val="BodyText"/>
                    <w:spacing w:line="270" w:lineRule="exact"/>
                    <w:ind w:firstLine="567"/>
                    <w:jc w:val="both"/>
                    <w:rPr>
                      <w:rFonts w:ascii="Arial" w:hAnsi="Arial"/>
                    </w:rPr>
                  </w:pPr>
                  <w:bookmarkStart w:id="1" w:name="_GoBack"/>
                  <w:bookmarkEnd w:id="1"/>
                  <w:r>
                    <w:rPr>
                      <w:rFonts w:ascii="Arial" w:hAnsi="Arial"/>
                    </w:rPr>
                    <w:t>9</w:t>
                  </w:r>
                  <w:r>
                    <w:rPr>
                      <w:rFonts w:ascii="Arial" w:hAnsi="Arial"/>
                      <w:b/>
                    </w:rPr>
                    <w:t>.</w:t>
                  </w:r>
                  <w:r>
                    <w:rPr>
                      <w:rFonts w:ascii="Arial" w:hAnsi="Arial"/>
                    </w:rPr>
                    <w:t xml:space="preserve"> Случаи, когда возможность эксплуатации может быть обеспечена без подключения к сетям инженерно-технического обеспечения (за счет автономных систем внутри площадочного инженерно-технического обеспечения), определяются в соответствии с законодательством, настоящими Правилами и постановлением главы сельского поселения Петровский   сельсовет муниципального района Ишимбайский район Республики Башкортостан.</w:t>
                  </w:r>
                </w:p>
                <w:p w:rsidR="009F3C5C" w:rsidRDefault="009F3C5C">
                  <w:pPr>
                    <w:pStyle w:val="BodyText"/>
                    <w:spacing w:line="270" w:lineRule="exact"/>
                    <w:ind w:firstLine="567"/>
                    <w:jc w:val="both"/>
                    <w:rPr>
                      <w:rFonts w:ascii="Arial" w:hAnsi="Arial"/>
                    </w:rPr>
                  </w:pPr>
                  <w:r>
                    <w:rPr>
                      <w:rFonts w:ascii="Arial" w:hAnsi="Arial"/>
                    </w:rPr>
                    <w:t>10.</w:t>
                  </w:r>
                  <w:r>
                    <w:rPr>
                      <w:rFonts w:ascii="Arial" w:hAnsi="Arial"/>
                      <w:b/>
                      <w:bCs/>
                    </w:rPr>
                    <w:t xml:space="preserve"> </w:t>
                  </w:r>
                  <w:r>
                    <w:rPr>
                      <w:rFonts w:ascii="Arial" w:hAnsi="Arial"/>
                    </w:rPr>
                    <w:t>Орган, уполномоченный в области градостроительной деятельности, вправе установить перечень случаев, когда возможность эксплуатации объектов капитального строительства может быть обеспечена без подключения к сетям инженерно-технического обеспечения (за счет автономных систем внутри площадочного инженерно-технического обеспечения).</w:t>
                  </w:r>
                </w:p>
                <w:p w:rsidR="009F3C5C" w:rsidRDefault="009F3C5C">
                  <w:pPr>
                    <w:pStyle w:val="BodyText"/>
                    <w:spacing w:line="270" w:lineRule="exact"/>
                    <w:ind w:firstLine="567"/>
                    <w:jc w:val="both"/>
                    <w:rPr>
                      <w:rFonts w:ascii="Arial" w:hAnsi="Arial"/>
                    </w:rPr>
                  </w:pPr>
                  <w:r>
                    <w:rPr>
                      <w:rFonts w:ascii="Arial" w:hAnsi="Arial"/>
                    </w:rPr>
                    <w:t>11. Предложения, направляемые в орган, уполномоченный в области градостроительной деятельности, о создании автономных систем внутри площадочного инженерно-технического обеспечения применительно к конкретным случаям, вправе подавать:</w:t>
                  </w:r>
                </w:p>
                <w:p w:rsidR="009F3C5C" w:rsidRDefault="009F3C5C">
                  <w:pPr>
                    <w:pStyle w:val="BodyText"/>
                    <w:spacing w:line="270" w:lineRule="exact"/>
                    <w:ind w:firstLine="567"/>
                    <w:jc w:val="both"/>
                    <w:rPr>
                      <w:rFonts w:ascii="Arial" w:hAnsi="Arial"/>
                    </w:rPr>
                  </w:pPr>
                  <w:r>
                    <w:rPr>
                      <w:rFonts w:ascii="Arial" w:hAnsi="Arial"/>
                    </w:rPr>
                    <w:t>1)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зданий, строений, сооружений;</w:t>
                  </w:r>
                </w:p>
                <w:p w:rsidR="009F3C5C" w:rsidRDefault="009F3C5C">
                  <w:pPr>
                    <w:pStyle w:val="BodyText"/>
                    <w:tabs>
                      <w:tab w:val="left" w:pos="920"/>
                    </w:tabs>
                    <w:spacing w:after="0" w:line="270" w:lineRule="exact"/>
                    <w:ind w:firstLine="567"/>
                    <w:jc w:val="both"/>
                  </w:pPr>
                  <w:r>
                    <w:rPr>
                      <w:rStyle w:val="CharStyle4"/>
                    </w:rPr>
                    <w:t>2)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территорий с установлением границ земельных участков из состава государственных или муниципальных земельный участок для предоставления сформированных земельных участков в целях строительства, собственники земельных участков, объектов капитального строительства, реконструкции.</w:t>
                  </w:r>
                </w:p>
              </w:txbxContent>
            </v:textbox>
            <w10:wrap type="square" anchorx="page" anchory="page"/>
          </v:rect>
        </w:pict>
      </w:r>
      <w:r>
        <w:br w:type="page"/>
      </w:r>
    </w:p>
    <w:p w:rsidR="009F3C5C" w:rsidRDefault="009F3C5C">
      <w:pPr>
        <w:pStyle w:val="Standard"/>
        <w:rPr>
          <w:sz w:val="2"/>
          <w:szCs w:val="2"/>
        </w:rPr>
        <w:sectPr w:rsidR="009F3C5C">
          <w:headerReference w:type="default" r:id="rId139"/>
          <w:footerReference w:type="default" r:id="rId140"/>
          <w:pgSz w:w="11906" w:h="16838"/>
          <w:pgMar w:top="360" w:right="360" w:bottom="360" w:left="360" w:header="0" w:footer="0" w:gutter="0"/>
          <w:cols w:space="720"/>
          <w:formProt w:val="0"/>
          <w:docGrid w:linePitch="240" w:charSpace="-6145"/>
        </w:sectPr>
      </w:pPr>
      <w:r>
        <w:rPr>
          <w:noProof/>
          <w:lang w:eastAsia="ru-RU" w:bidi="ar-SA"/>
        </w:rPr>
        <w:pict>
          <v:rect id="88" o:spid="_x0000_s1094" style="position:absolute;margin-left:81.5pt;margin-top:30.4pt;width:464.3pt;height:780.85pt;z-index:251727872;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Лица, указанные в частях 1,2 пункта 5.3 настоящих Правил, направляют в орган, уполномоченный в области градостроительной деятельности, документацию по планировке территории и обосновании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 площадочным сетям.</w:t>
                  </w:r>
                </w:p>
                <w:p w:rsidR="009F3C5C" w:rsidRDefault="009F3C5C">
                  <w:pPr>
                    <w:pStyle w:val="2"/>
                    <w:tabs>
                      <w:tab w:val="left" w:pos="1022"/>
                    </w:tabs>
                    <w:spacing w:after="0" w:line="274" w:lineRule="exact"/>
                    <w:ind w:firstLine="660"/>
                    <w:jc w:val="both"/>
                  </w:pPr>
                  <w:r>
                    <w:rPr>
                      <w:rStyle w:val="CharStyle4"/>
                    </w:rPr>
                    <w:t>12. Орган, уполномоченный в области градостроительной деятельности, в срок не более тридцати дней, со дня поступления указанного обоснования подготавливает и направляет заявителю заключения в котором:</w:t>
                  </w:r>
                </w:p>
                <w:p w:rsidR="009F3C5C" w:rsidRDefault="009F3C5C">
                  <w:pPr>
                    <w:pStyle w:val="2"/>
                    <w:numPr>
                      <w:ilvl w:val="0"/>
                      <w:numId w:val="66"/>
                    </w:numPr>
                    <w:tabs>
                      <w:tab w:val="left" w:pos="799"/>
                    </w:tabs>
                    <w:spacing w:after="0" w:line="274" w:lineRule="exact"/>
                    <w:ind w:firstLine="660"/>
                    <w:jc w:val="both"/>
                  </w:pPr>
                  <w:r>
                    <w:rPr>
                      <w:rStyle w:val="CharStyle4"/>
                    </w:rPr>
                    <w:tab/>
                    <w:t>оценивается техническая возможность создания автономной системы внутри площадочного инженерно-технического обеспечения в части соблюдения обязательных технических регламентов безопасности;</w:t>
                  </w:r>
                </w:p>
                <w:p w:rsidR="009F3C5C" w:rsidRDefault="009F3C5C">
                  <w:pPr>
                    <w:pStyle w:val="2"/>
                    <w:numPr>
                      <w:ilvl w:val="0"/>
                      <w:numId w:val="65"/>
                    </w:numPr>
                    <w:tabs>
                      <w:tab w:val="left" w:pos="799"/>
                    </w:tabs>
                    <w:spacing w:after="0" w:line="274" w:lineRule="exact"/>
                    <w:ind w:firstLine="660"/>
                    <w:jc w:val="both"/>
                  </w:pPr>
                  <w:r>
                    <w:rPr>
                      <w:rStyle w:val="CharStyle4"/>
                    </w:rPr>
                    <w:tab/>
                    <w:t>оцениваются последствия предлагаемых технических решений в части соблюдения прав третьих лиц на смежных земельных участках.</w:t>
                  </w:r>
                </w:p>
                <w:p w:rsidR="009F3C5C" w:rsidRDefault="009F3C5C">
                  <w:pPr>
                    <w:pStyle w:val="2"/>
                    <w:tabs>
                      <w:tab w:val="left" w:pos="1098"/>
                    </w:tabs>
                    <w:spacing w:after="0" w:line="274" w:lineRule="exact"/>
                    <w:ind w:firstLine="660"/>
                    <w:jc w:val="both"/>
                  </w:pPr>
                  <w:r>
                    <w:rPr>
                      <w:rStyle w:val="CharStyle4"/>
                    </w:rPr>
                    <w:t>13. В случае положительного заключения:</w:t>
                  </w:r>
                </w:p>
                <w:p w:rsidR="009F3C5C" w:rsidRDefault="009F3C5C">
                  <w:pPr>
                    <w:pStyle w:val="2"/>
                    <w:numPr>
                      <w:ilvl w:val="0"/>
                      <w:numId w:val="67"/>
                    </w:numPr>
                    <w:tabs>
                      <w:tab w:val="left" w:pos="799"/>
                    </w:tabs>
                    <w:spacing w:after="0" w:line="274" w:lineRule="exact"/>
                    <w:ind w:firstLine="660"/>
                    <w:jc w:val="both"/>
                  </w:pPr>
                  <w:r>
                    <w:rPr>
                      <w:rStyle w:val="CharStyle4"/>
                    </w:rPr>
                    <w:tab/>
                    <w:t>лица, указанные в пункте 1 части 11 пункта 5.3 настоящих Правил, учитывают содержащиеся в заключение органа, уполномоченного в области градостроительной деятельности, рекомендации при подготовке проектной документации, а орган, уполномоченный в области градостроительной деятельности,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9F3C5C" w:rsidRDefault="009F3C5C">
                  <w:pPr>
                    <w:pStyle w:val="2"/>
                    <w:numPr>
                      <w:ilvl w:val="0"/>
                      <w:numId w:val="65"/>
                    </w:numPr>
                    <w:tabs>
                      <w:tab w:val="left" w:pos="799"/>
                    </w:tabs>
                    <w:spacing w:after="0" w:line="274" w:lineRule="exact"/>
                    <w:ind w:firstLine="660"/>
                    <w:jc w:val="both"/>
                  </w:pPr>
                  <w:r>
                    <w:rPr>
                      <w:rStyle w:val="CharStyle4"/>
                    </w:rPr>
                    <w:tab/>
                    <w:t>лица, указанные в пункте 2 части 11 пункта 5.3 настоящих Правил, учитывают содержащиеся в заключение органа, уполномоченного в области градостроительной деятельности, рекомендации при подготовке документов, необходимых для проведения торгов по предоставлению физическим или юридическим лицам, предпринимателям, земельных участков, сформированных из состава государственных или муниципальных земель.</w:t>
                  </w:r>
                </w:p>
                <w:p w:rsidR="009F3C5C" w:rsidRDefault="009F3C5C">
                  <w:pPr>
                    <w:pStyle w:val="2"/>
                    <w:spacing w:after="0" w:line="274" w:lineRule="exact"/>
                    <w:ind w:firstLine="660"/>
                    <w:jc w:val="both"/>
                  </w:pPr>
                  <w:r>
                    <w:rPr>
                      <w:rStyle w:val="CharStyle4"/>
                    </w:rPr>
                    <w:t>В случае направления отрицательного заключения лица, указанные в пункте 1 части 11 пункта 5.3 настоящих Правил, и проявившие инициативу по созданию, применительно к конкретной ситуации, автономной системы внутри площадочного инженерно-технического обеспечения, вправе обжаловать в судебном порядке заключение пункта 1 части 11 пункта 5.3 настоящих Правил, органа, уполномоченного в области градостроительной деятельности.</w:t>
                  </w:r>
                </w:p>
                <w:p w:rsidR="009F3C5C" w:rsidRDefault="009F3C5C">
                  <w:pPr>
                    <w:pStyle w:val="2"/>
                    <w:tabs>
                      <w:tab w:val="left" w:pos="1022"/>
                    </w:tabs>
                    <w:spacing w:after="0" w:line="274" w:lineRule="exact"/>
                    <w:ind w:firstLine="660"/>
                    <w:jc w:val="both"/>
                  </w:pPr>
                  <w:r>
                    <w:rPr>
                      <w:rStyle w:val="CharStyle4"/>
                    </w:rPr>
                    <w:t xml:space="preserve">14. </w:t>
                  </w:r>
                  <w:r>
                    <w:rPr>
                      <w:rStyle w:val="CharStyle4"/>
                    </w:rPr>
                    <w:tab/>
                    <w:t>Порядок определения технических условий по подключению вне площадочных сетей инженерно-технического обеспечения определяется применительно к случаям, когда решаются вопросы:</w:t>
                  </w:r>
                </w:p>
                <w:p w:rsidR="009F3C5C" w:rsidRDefault="009F3C5C">
                  <w:pPr>
                    <w:pStyle w:val="2"/>
                    <w:numPr>
                      <w:ilvl w:val="0"/>
                      <w:numId w:val="68"/>
                    </w:numPr>
                    <w:tabs>
                      <w:tab w:val="left" w:pos="908"/>
                    </w:tabs>
                    <w:spacing w:after="0" w:line="274" w:lineRule="exact"/>
                    <w:ind w:firstLine="660"/>
                    <w:jc w:val="both"/>
                  </w:pPr>
                  <w:r>
                    <w:rPr>
                      <w:rStyle w:val="CharStyle4"/>
                    </w:rPr>
                    <w:tab/>
                    <w:t>о подключении к существующим вне площадочным сетям инженернотехнического обеспечения планируемых к созданию, реконструкции (модернизации) существующих вне площадочных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p w:rsidR="009F3C5C" w:rsidRDefault="009F3C5C">
                  <w:pPr>
                    <w:pStyle w:val="2"/>
                    <w:numPr>
                      <w:ilvl w:val="0"/>
                      <w:numId w:val="68"/>
                    </w:numPr>
                    <w:tabs>
                      <w:tab w:val="left" w:pos="899"/>
                    </w:tabs>
                    <w:spacing w:after="0" w:line="274" w:lineRule="exact"/>
                    <w:ind w:firstLine="660"/>
                    <w:jc w:val="both"/>
                  </w:pPr>
                  <w:r>
                    <w:rPr>
                      <w:rStyle w:val="CharStyle4"/>
                    </w:rPr>
                    <w:tab/>
                    <w:t>о создании новых или реконструкции (модернизации) существующих вне площадочных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txbxContent>
            </v:textbox>
            <w10:wrap type="square" anchorx="page" anchory="page"/>
          </v:rect>
        </w:pict>
      </w:r>
    </w:p>
    <w:p w:rsidR="009F3C5C" w:rsidRDefault="009F3C5C">
      <w:pPr>
        <w:pStyle w:val="Standard"/>
        <w:rPr>
          <w:sz w:val="2"/>
          <w:szCs w:val="2"/>
        </w:rPr>
        <w:sectPr w:rsidR="009F3C5C">
          <w:headerReference w:type="default" r:id="rId141"/>
          <w:footerReference w:type="default" r:id="rId142"/>
          <w:pgSz w:w="11906" w:h="16838"/>
          <w:pgMar w:top="360" w:right="360" w:bottom="360" w:left="360" w:header="0" w:footer="0" w:gutter="0"/>
          <w:cols w:space="720"/>
          <w:formProt w:val="0"/>
          <w:docGrid w:linePitch="240" w:charSpace="-6145"/>
        </w:sectPr>
      </w:pPr>
      <w:r>
        <w:rPr>
          <w:noProof/>
          <w:lang w:eastAsia="ru-RU" w:bidi="ar-SA"/>
        </w:rPr>
        <w:pict>
          <v:rect id="89" o:spid="_x0000_s1095" style="position:absolute;margin-left:81pt;margin-top:30.15pt;width:465.25pt;height:793.75pt;z-index:251728896;mso-position-horizontal-relative:page;mso-position-vertical-relative:page" filled="f" stroked="f" strokecolor="#3465a4">
            <v:fill o:detectmouseclick="t"/>
            <v:stroke joinstyle="round"/>
            <v:textbox>
              <w:txbxContent>
                <w:p w:rsidR="009F3C5C" w:rsidRDefault="009F3C5C">
                  <w:pPr>
                    <w:pStyle w:val="2"/>
                    <w:tabs>
                      <w:tab w:val="left" w:pos="1011"/>
                    </w:tabs>
                    <w:spacing w:after="0" w:line="274" w:lineRule="exact"/>
                    <w:ind w:firstLine="660"/>
                    <w:jc w:val="both"/>
                  </w:pPr>
                  <w:r>
                    <w:rPr>
                      <w:rStyle w:val="CharStyle4"/>
                    </w:rPr>
                    <w:tab/>
                    <w:t>15.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объектов капитального строительства, а также лица, ими уполномоченные,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 площадочным сетям инженерно-технического обеспечения:</w:t>
                  </w:r>
                </w:p>
                <w:p w:rsidR="009F3C5C" w:rsidRDefault="009F3C5C">
                  <w:pPr>
                    <w:pStyle w:val="2"/>
                    <w:numPr>
                      <w:ilvl w:val="0"/>
                      <w:numId w:val="69"/>
                    </w:numPr>
                    <w:tabs>
                      <w:tab w:val="left" w:pos="867"/>
                    </w:tabs>
                    <w:spacing w:after="0" w:line="274" w:lineRule="exact"/>
                    <w:ind w:firstLine="660"/>
                    <w:jc w:val="both"/>
                  </w:pPr>
                  <w:r>
                    <w:rPr>
                      <w:rStyle w:val="CharStyle4"/>
                    </w:rPr>
                    <w:tab/>
                    <w:t>в организации, ответственные за их эксплуатацию;</w:t>
                  </w:r>
                </w:p>
                <w:p w:rsidR="009F3C5C" w:rsidRDefault="009F3C5C">
                  <w:pPr>
                    <w:pStyle w:val="2"/>
                    <w:numPr>
                      <w:ilvl w:val="0"/>
                      <w:numId w:val="65"/>
                    </w:numPr>
                    <w:tabs>
                      <w:tab w:val="left" w:pos="791"/>
                    </w:tabs>
                    <w:spacing w:after="0" w:line="274" w:lineRule="exact"/>
                    <w:ind w:firstLine="660"/>
                    <w:jc w:val="both"/>
                  </w:pPr>
                  <w:r>
                    <w:rPr>
                      <w:rStyle w:val="CharStyle4"/>
                    </w:rPr>
                    <w:tab/>
                    <w:t>в орган, уполномоченный в области градостроительной деятельности (в случае наделения такого органа полномочиями по подготовке и комплектованию сводных технических условий на подключение планируемых к созданию, реконструкции объектов капитального строительства к вне площадочным сетям инженерно-технического обеспечения).</w:t>
                  </w:r>
                </w:p>
                <w:p w:rsidR="009F3C5C" w:rsidRDefault="009F3C5C">
                  <w:pPr>
                    <w:pStyle w:val="2"/>
                    <w:tabs>
                      <w:tab w:val="left" w:pos="1023"/>
                    </w:tabs>
                    <w:spacing w:after="0" w:line="274" w:lineRule="exact"/>
                    <w:ind w:firstLine="660"/>
                    <w:jc w:val="both"/>
                  </w:pPr>
                  <w:r>
                    <w:rPr>
                      <w:rStyle w:val="CharStyle4"/>
                    </w:rPr>
                    <w:tab/>
                    <w:t>16.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территории с установлением границ земельных участков из состава государственных или муниципальных земель для предоставления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орган, уполномоченный в области градостроительной деятельности, за предоставлением соответствующими организациями технических условий на подключение к вне площадочным сетям инженернотехнического обеспечения.</w:t>
                  </w:r>
                </w:p>
                <w:p w:rsidR="009F3C5C" w:rsidRDefault="009F3C5C">
                  <w:pPr>
                    <w:pStyle w:val="2"/>
                    <w:spacing w:after="0" w:line="274" w:lineRule="exact"/>
                    <w:ind w:firstLine="660"/>
                    <w:jc w:val="both"/>
                  </w:pPr>
                  <w:r>
                    <w:rPr>
                      <w:rStyle w:val="CharStyle4"/>
                    </w:rPr>
                    <w:t>Орган, уполномоченный в области градостроительной деятельности, обеспечивает подготовку, согласование и предоставление заявителю технических условий.</w:t>
                  </w:r>
                </w:p>
                <w:p w:rsidR="009F3C5C" w:rsidRDefault="009F3C5C">
                  <w:pPr>
                    <w:pStyle w:val="2"/>
                    <w:tabs>
                      <w:tab w:val="left" w:pos="1023"/>
                    </w:tabs>
                    <w:spacing w:after="0" w:line="274" w:lineRule="exact"/>
                    <w:ind w:firstLine="660"/>
                    <w:jc w:val="both"/>
                  </w:pPr>
                  <w:r>
                    <w:rPr>
                      <w:rStyle w:val="CharStyle4"/>
                    </w:rPr>
                    <w:tab/>
                    <w:t>17. При подготовке проектной документации по планировке территории устанавливаются земельные участки для головных сооружений по инженерному обеспечению территории и трассировки магистральных коммуникаций (линейных объектов) в соответствии с генеральными схемами, утвержденными документацией по территориальному планированию территории сельского поселения Петровский сельсовет муниципального района Ишимбайский район Республики Башкортостан, где определены принципиальные вопросы из размещения. Кроме того, решаются вопросы определения параметров территорий общего пользования в красных линиях, в зависимости от классификации улиц и технических коридоров линейных объектов в соответствии с действующими строительными нормами и правилами (либо Технических регламентов после их принятия), то есть устанавливаются и утверждаются поперечные профили улиц. При подготовке проектов планировки решаются вопросы размещения вне площадочных инженерных коммуникаций с целью определения точек подключения для объектов капитального строительства при подготовке градостроительных планов земельных участков.</w:t>
                  </w:r>
                </w:p>
                <w:p w:rsidR="009F3C5C" w:rsidRDefault="009F3C5C">
                  <w:pPr>
                    <w:pStyle w:val="2"/>
                    <w:spacing w:after="0" w:line="274" w:lineRule="exact"/>
                    <w:ind w:firstLine="660"/>
                    <w:jc w:val="both"/>
                  </w:pPr>
                  <w:r>
                    <w:rPr>
                      <w:rStyle w:val="CharStyle4"/>
                    </w:rPr>
                    <w:t>Технические условия включаются в состав градостроительного плана земельного участка и в состав документов, необходимых для проведения торгов по предоставлению земельных участков, сформированных из состава государственных или муниципальных земель.</w:t>
                  </w:r>
                </w:p>
                <w:p w:rsidR="009F3C5C" w:rsidRDefault="009F3C5C">
                  <w:pPr>
                    <w:pStyle w:val="2"/>
                    <w:spacing w:after="0" w:line="274" w:lineRule="exact"/>
                    <w:ind w:firstLine="660"/>
                  </w:pPr>
                  <w:r>
                    <w:rPr>
                      <w:rStyle w:val="CharStyle4"/>
                    </w:rPr>
                    <w:t>Указанные торги проводятся в порядке, определенном действующим законодательством, главой 6 настоящих Правил, иными правовыми актами Администрации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43"/>
          <w:footerReference w:type="default" r:id="rId144"/>
          <w:pgSz w:w="11906" w:h="16838"/>
          <w:pgMar w:top="360" w:right="360" w:bottom="360" w:left="360" w:header="0" w:footer="0" w:gutter="0"/>
          <w:cols w:space="720"/>
          <w:formProt w:val="0"/>
          <w:docGrid w:linePitch="240" w:charSpace="-6145"/>
        </w:sectPr>
      </w:pPr>
      <w:r>
        <w:rPr>
          <w:noProof/>
          <w:lang w:eastAsia="ru-RU" w:bidi="ar-SA"/>
        </w:rPr>
        <w:pict>
          <v:rect id="90" o:spid="_x0000_s1096" style="position:absolute;margin-left:81.5pt;margin-top:30.15pt;width:464.3pt;height:795.8pt;z-index:251729920;mso-position-horizontal-relative:page;mso-position-vertical-relative:page" filled="f" stroked="f" strokecolor="#3465a4">
            <v:fill o:detectmouseclick="t"/>
            <v:stroke joinstyle="round"/>
            <v:textbox>
              <w:txbxContent>
                <w:p w:rsidR="009F3C5C" w:rsidRDefault="009F3C5C">
                  <w:pPr>
                    <w:pStyle w:val="2"/>
                    <w:spacing w:line="274" w:lineRule="exact"/>
                    <w:ind w:firstLine="640"/>
                    <w:jc w:val="both"/>
                  </w:pPr>
                  <w:r>
                    <w:rPr>
                      <w:rStyle w:val="CharStyle4"/>
                      <w:b/>
                      <w:bCs/>
                    </w:rPr>
                    <w:t>Глава 6. Общие положения о порядке предоставления земельных участков, сформированных из состава государственных и муниципальных земель</w:t>
                  </w:r>
                </w:p>
                <w:p w:rsidR="009F3C5C" w:rsidRDefault="009F3C5C">
                  <w:pPr>
                    <w:pStyle w:val="2"/>
                    <w:tabs>
                      <w:tab w:val="left" w:pos="1011"/>
                    </w:tabs>
                    <w:spacing w:line="274" w:lineRule="exact"/>
                    <w:ind w:firstLine="640"/>
                    <w:jc w:val="both"/>
                  </w:pPr>
                  <w:r>
                    <w:rPr>
                      <w:rStyle w:val="CharStyle4"/>
                      <w:b/>
                      <w:bCs/>
                    </w:rPr>
                    <w:tab/>
                    <w:t>6.1 Принципы предоставления земельных участков, сформированных из состава государственных или муниципальных земель</w:t>
                  </w:r>
                </w:p>
                <w:p w:rsidR="009F3C5C" w:rsidRDefault="009F3C5C">
                  <w:pPr>
                    <w:pStyle w:val="2"/>
                    <w:numPr>
                      <w:ilvl w:val="0"/>
                      <w:numId w:val="70"/>
                    </w:numPr>
                    <w:tabs>
                      <w:tab w:val="left" w:pos="884"/>
                    </w:tabs>
                    <w:spacing w:after="0" w:line="274" w:lineRule="exact"/>
                    <w:ind w:firstLine="640"/>
                    <w:jc w:val="both"/>
                  </w:pPr>
                  <w:r>
                    <w:rPr>
                      <w:rStyle w:val="CharStyle4"/>
                    </w:rPr>
                    <w:tab/>
                    <w:t>Принципами предоставления физическим и юридическим лицам, предпринимателям земельных участков, сформированных из состава государственных или муниципальных земель в сельского поселения Петровский сельсовет муниципального района Ишимбайский район Республики Башкортостан является:</w:t>
                  </w:r>
                </w:p>
                <w:p w:rsidR="009F3C5C" w:rsidRDefault="009F3C5C">
                  <w:pPr>
                    <w:pStyle w:val="2"/>
                    <w:numPr>
                      <w:ilvl w:val="0"/>
                      <w:numId w:val="71"/>
                    </w:numPr>
                    <w:tabs>
                      <w:tab w:val="left" w:pos="811"/>
                    </w:tabs>
                    <w:spacing w:after="0" w:line="274" w:lineRule="exact"/>
                    <w:ind w:firstLine="640"/>
                    <w:jc w:val="both"/>
                  </w:pPr>
                  <w:r>
                    <w:rPr>
                      <w:rStyle w:val="CharStyle4"/>
                    </w:rPr>
                    <w:tab/>
                    <w:t>проведение работ по планировке территории до принятия решения о предоставлении земельных участков для строительства или решения о проведении торгов по предоставлению земельных участков для строительства;</w:t>
                  </w:r>
                </w:p>
                <w:p w:rsidR="009F3C5C" w:rsidRDefault="009F3C5C">
                  <w:pPr>
                    <w:pStyle w:val="2"/>
                    <w:numPr>
                      <w:ilvl w:val="0"/>
                      <w:numId w:val="65"/>
                    </w:numPr>
                    <w:tabs>
                      <w:tab w:val="left" w:pos="811"/>
                    </w:tabs>
                    <w:spacing w:after="0" w:line="274" w:lineRule="exact"/>
                    <w:ind w:firstLine="640"/>
                    <w:jc w:val="both"/>
                  </w:pPr>
                  <w:r>
                    <w:rPr>
                      <w:rStyle w:val="CharStyle4"/>
                    </w:rPr>
                    <w:tab/>
                    <w:t>формирование земельных участков на основании утвержденной в установленном порядке документации по планировке территории;</w:t>
                  </w:r>
                </w:p>
                <w:p w:rsidR="009F3C5C" w:rsidRDefault="009F3C5C">
                  <w:pPr>
                    <w:pStyle w:val="2"/>
                    <w:numPr>
                      <w:ilvl w:val="0"/>
                      <w:numId w:val="65"/>
                    </w:numPr>
                    <w:tabs>
                      <w:tab w:val="left" w:pos="811"/>
                    </w:tabs>
                    <w:spacing w:line="274" w:lineRule="exact"/>
                    <w:ind w:firstLine="640"/>
                    <w:jc w:val="both"/>
                  </w:pPr>
                  <w:r>
                    <w:rPr>
                      <w:rStyle w:val="CharStyle4"/>
                    </w:rPr>
                    <w:tab/>
                    <w:t>предоставление земельных участков с предварительным согласованием места размещения объектов либо без проведения предварительного согласования места размещения объектов в порядке, предусмотренном земельным законодательством.</w:t>
                  </w:r>
                </w:p>
                <w:p w:rsidR="009F3C5C" w:rsidRDefault="009F3C5C" w:rsidP="001B7736">
                  <w:pPr>
                    <w:pStyle w:val="2"/>
                    <w:numPr>
                      <w:ilvl w:val="1"/>
                      <w:numId w:val="183"/>
                    </w:numPr>
                    <w:tabs>
                      <w:tab w:val="left" w:pos="1097"/>
                    </w:tabs>
                    <w:spacing w:after="0" w:line="274" w:lineRule="exact"/>
                    <w:jc w:val="both"/>
                  </w:pPr>
                  <w:r>
                    <w:rPr>
                      <w:rStyle w:val="CharStyle4"/>
                      <w:b/>
                      <w:bCs/>
                    </w:rPr>
                    <w:t>Особенности предоставления земельных участков</w:t>
                  </w:r>
                </w:p>
                <w:p w:rsidR="009F3C5C" w:rsidRDefault="009F3C5C" w:rsidP="001B7736">
                  <w:pPr>
                    <w:pStyle w:val="2"/>
                    <w:numPr>
                      <w:ilvl w:val="0"/>
                      <w:numId w:val="72"/>
                    </w:numPr>
                    <w:tabs>
                      <w:tab w:val="left" w:pos="1097"/>
                    </w:tabs>
                    <w:spacing w:after="0" w:line="274" w:lineRule="exact"/>
                    <w:jc w:val="both"/>
                  </w:pPr>
                  <w:r>
                    <w:t xml:space="preserve">                                </w:t>
                  </w:r>
                  <w:r>
                    <w:rPr>
                      <w:rStyle w:val="CharStyle4"/>
                    </w:rPr>
                    <w:t>Порядок предоставления физическим и юридическим лицам, предпринимателям земельных участков, сформированных из состава государственных или муниципальных земель, определяется земельным законодательством и в соответствии с ним - решениями Совета сельского поселения Петровский сельсовет муниципального района Ишимбайский район Республики Башкортостан, постановлениями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72"/>
                    </w:numPr>
                    <w:tabs>
                      <w:tab w:val="left" w:pos="874"/>
                    </w:tabs>
                    <w:spacing w:after="0" w:line="274" w:lineRule="exact"/>
                    <w:ind w:firstLine="640"/>
                    <w:jc w:val="both"/>
                  </w:pPr>
                  <w:r>
                    <w:rPr>
                      <w:rStyle w:val="CharStyle4"/>
                    </w:rPr>
                    <w:tab/>
                    <w:t>Предоставление земельного участка, в общую долевую собственность собственников помещений в многоквартирном жилом доме осуществляется бесплатно в соответствии с жилищным законодательством посредством выполнения проекта межевания в целях установления нормируемых размеров земельного участка на момент строительства такого жилого дома.</w:t>
                  </w:r>
                </w:p>
                <w:p w:rsidR="009F3C5C" w:rsidRDefault="009F3C5C">
                  <w:pPr>
                    <w:pStyle w:val="2"/>
                    <w:numPr>
                      <w:ilvl w:val="0"/>
                      <w:numId w:val="72"/>
                    </w:numPr>
                    <w:tabs>
                      <w:tab w:val="left" w:pos="889"/>
                    </w:tabs>
                    <w:spacing w:after="0" w:line="274" w:lineRule="exact"/>
                    <w:ind w:firstLine="640"/>
                    <w:jc w:val="both"/>
                  </w:pPr>
                  <w:r>
                    <w:rPr>
                      <w:rStyle w:val="CharStyle4"/>
                    </w:rPr>
                    <w:tab/>
                    <w:t>Порядок предоставления собственникам зданий, строений, сооружений прав на сформированные земельные участки определяется земельным законодательством.</w:t>
                  </w:r>
                </w:p>
                <w:p w:rsidR="009F3C5C" w:rsidRDefault="009F3C5C">
                  <w:pPr>
                    <w:pStyle w:val="2"/>
                    <w:numPr>
                      <w:ilvl w:val="0"/>
                      <w:numId w:val="72"/>
                    </w:numPr>
                    <w:tabs>
                      <w:tab w:val="left" w:pos="879"/>
                    </w:tabs>
                    <w:spacing w:after="0" w:line="274" w:lineRule="exact"/>
                    <w:ind w:firstLine="640"/>
                    <w:jc w:val="both"/>
                  </w:pPr>
                  <w:r>
                    <w:rPr>
                      <w:rStyle w:val="CharStyle4"/>
                    </w:rPr>
                    <w:tab/>
                    <w:t>Предоставление земельных участков, осуществляется в соответствии с земельным законодательством и нормативными правовыми актами сельского поселения Петровский сельсовет муниципального района Ишим- байский район Республики Башкортостан.</w:t>
                  </w:r>
                </w:p>
                <w:p w:rsidR="009F3C5C" w:rsidRDefault="009F3C5C">
                  <w:pPr>
                    <w:pStyle w:val="2"/>
                    <w:numPr>
                      <w:ilvl w:val="0"/>
                      <w:numId w:val="72"/>
                    </w:numPr>
                    <w:tabs>
                      <w:tab w:val="left" w:pos="893"/>
                    </w:tabs>
                    <w:spacing w:after="0" w:line="274" w:lineRule="exact"/>
                    <w:ind w:firstLine="640"/>
                    <w:jc w:val="both"/>
                  </w:pPr>
                  <w:r>
                    <w:rPr>
                      <w:rStyle w:val="CharStyle4"/>
                    </w:rPr>
                    <w:tab/>
                    <w:t>Права на такие земельные участки предоставляются физическим и юридическим лицам, предпринимателям на торгах, за исключением случаев, установленных законодательством, и а в случае, если это предусмотрено законодательством Республики Башкортостан, нормативными правовыми актами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45"/>
          <w:footerReference w:type="default" r:id="rId146"/>
          <w:pgSz w:w="11906" w:h="16838"/>
          <w:pgMar w:top="360" w:right="360" w:bottom="360" w:left="360" w:header="0" w:footer="0" w:gutter="0"/>
          <w:cols w:space="720"/>
          <w:formProt w:val="0"/>
          <w:docGrid w:linePitch="240" w:charSpace="-6145"/>
        </w:sectPr>
      </w:pPr>
      <w:r>
        <w:rPr>
          <w:noProof/>
          <w:lang w:eastAsia="ru-RU" w:bidi="ar-SA"/>
        </w:rPr>
        <w:pict>
          <v:rect id="91" o:spid="_x0000_s1097" style="position:absolute;margin-left:81.5pt;margin-top:30.4pt;width:464.3pt;height:793.6pt;z-index:251730944;mso-position-horizontal-relative:page;mso-position-vertical-relative:page" filled="f" stroked="f" strokecolor="#3465a4">
            <v:fill o:detectmouseclick="t"/>
            <v:stroke joinstyle="round"/>
            <v:textbox>
              <w:txbxContent>
                <w:p w:rsidR="009F3C5C" w:rsidRDefault="009F3C5C" w:rsidP="001B7736">
                  <w:pPr>
                    <w:pStyle w:val="2"/>
                    <w:tabs>
                      <w:tab w:val="left" w:pos="879"/>
                    </w:tabs>
                    <w:spacing w:after="0" w:line="274" w:lineRule="exact"/>
                    <w:ind w:left="1000"/>
                    <w:jc w:val="both"/>
                  </w:pPr>
                  <w:r>
                    <w:rPr>
                      <w:rStyle w:val="CharStyle4"/>
                    </w:rPr>
                    <w:t xml:space="preserve">               6.Предоставление земельных участков, сформированных в порядке, установленными 5.2 настоящих Правил, осуществляется в соответствии с земельным законодательством и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72"/>
                    </w:numPr>
                    <w:tabs>
                      <w:tab w:val="left" w:pos="889"/>
                    </w:tabs>
                    <w:spacing w:after="0" w:line="274" w:lineRule="exact"/>
                    <w:ind w:firstLine="640"/>
                    <w:jc w:val="both"/>
                  </w:pPr>
                  <w:r>
                    <w:rPr>
                      <w:rStyle w:val="CharStyle4"/>
                    </w:rPr>
                    <w:tab/>
                    <w:t>Права на такие земельные участки предоставляются физическим и юридическим лицам, предпринимателям, заключившим договоры о развитии застроенных территорий, после освобождения в установленном порядке территории, в отношении которой принято решение о развитии, от прав третьих лиц без проведения торгов бесплатно.</w:t>
                  </w:r>
                </w:p>
                <w:p w:rsidR="009F3C5C" w:rsidRDefault="009F3C5C">
                  <w:pPr>
                    <w:pStyle w:val="2"/>
                    <w:numPr>
                      <w:ilvl w:val="0"/>
                      <w:numId w:val="72"/>
                    </w:numPr>
                    <w:tabs>
                      <w:tab w:val="left" w:pos="889"/>
                    </w:tabs>
                    <w:spacing w:after="0" w:line="274" w:lineRule="exact"/>
                    <w:ind w:firstLine="640"/>
                    <w:jc w:val="both"/>
                  </w:pPr>
                  <w:r>
                    <w:rPr>
                      <w:rStyle w:val="CharStyle4"/>
                    </w:rPr>
                    <w:tab/>
                    <w:t>Предоставление земельных участков, из состава территорий общего пользования для возведения объектов не капитального строительства для обслуживания населения осуществляется в соответствии с земельным законодательством, нормативными правовыми актами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47"/>
          <w:footerReference w:type="default" r:id="rId148"/>
          <w:pgSz w:w="11906" w:h="16838"/>
          <w:pgMar w:top="360" w:right="360" w:bottom="360" w:left="360" w:header="0" w:footer="0" w:gutter="0"/>
          <w:cols w:space="720"/>
          <w:formProt w:val="0"/>
          <w:docGrid w:linePitch="240" w:charSpace="-6145"/>
        </w:sectPr>
      </w:pPr>
      <w:r>
        <w:rPr>
          <w:noProof/>
          <w:lang w:eastAsia="ru-RU" w:bidi="ar-SA"/>
        </w:rPr>
        <w:pict>
          <v:rect id="92" o:spid="_x0000_s1098" style="position:absolute;margin-left:81.5pt;margin-top:29.95pt;width:464.3pt;height:794.5pt;z-index:251731968;mso-position-horizontal-relative:page;mso-position-vertical-relative:page" filled="f" stroked="f" strokecolor="#3465a4">
            <v:fill o:detectmouseclick="t"/>
            <v:stroke joinstyle="round"/>
            <v:textbox>
              <w:txbxContent>
                <w:p w:rsidR="009F3C5C" w:rsidRDefault="009F3C5C">
                  <w:pPr>
                    <w:pStyle w:val="2"/>
                    <w:spacing w:after="271" w:line="278" w:lineRule="exact"/>
                    <w:ind w:firstLine="660"/>
                    <w:jc w:val="both"/>
                  </w:pPr>
                  <w:r>
                    <w:rPr>
                      <w:rStyle w:val="CharStyle4"/>
                      <w:b/>
                      <w:bCs/>
                    </w:rPr>
                    <w:t>Глава 7. Установление, изменение, фиксация границ земель публичного использования, их использование</w:t>
                  </w:r>
                </w:p>
                <w:p w:rsidR="009F3C5C" w:rsidRDefault="009F3C5C">
                  <w:pPr>
                    <w:pStyle w:val="2"/>
                    <w:tabs>
                      <w:tab w:val="left" w:pos="1088"/>
                    </w:tabs>
                    <w:spacing w:after="211" w:line="240" w:lineRule="exact"/>
                    <w:ind w:firstLine="660"/>
                    <w:jc w:val="both"/>
                  </w:pPr>
                  <w:r>
                    <w:rPr>
                      <w:rStyle w:val="CharStyle4"/>
                      <w:b/>
                      <w:bCs/>
                    </w:rPr>
                    <w:tab/>
                    <w:t>7.1 Общие положение о землях публичного использования</w:t>
                  </w:r>
                </w:p>
                <w:p w:rsidR="009F3C5C" w:rsidRDefault="009F3C5C">
                  <w:pPr>
                    <w:pStyle w:val="2"/>
                    <w:numPr>
                      <w:ilvl w:val="0"/>
                      <w:numId w:val="73"/>
                    </w:numPr>
                    <w:tabs>
                      <w:tab w:val="left" w:pos="889"/>
                    </w:tabs>
                    <w:spacing w:after="0" w:line="274" w:lineRule="exact"/>
                    <w:ind w:firstLine="660"/>
                    <w:jc w:val="both"/>
                  </w:pPr>
                  <w:r>
                    <w:rPr>
                      <w:rStyle w:val="CharStyle4"/>
                    </w:rPr>
                    <w:tab/>
                    <w:t>К землям публичного использования относятся земли, которым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9F3C5C" w:rsidRDefault="009F3C5C">
                  <w:pPr>
                    <w:pStyle w:val="2"/>
                    <w:numPr>
                      <w:ilvl w:val="0"/>
                      <w:numId w:val="73"/>
                    </w:numPr>
                    <w:tabs>
                      <w:tab w:val="left" w:pos="963"/>
                    </w:tabs>
                    <w:spacing w:after="0" w:line="274" w:lineRule="exact"/>
                    <w:ind w:firstLine="660"/>
                    <w:jc w:val="both"/>
                  </w:pPr>
                  <w:r>
                    <w:rPr>
                      <w:rStyle w:val="CharStyle4"/>
                    </w:rPr>
                    <w:tab/>
                    <w:t>Границы земель публичного использования:</w:t>
                  </w:r>
                </w:p>
                <w:p w:rsidR="009F3C5C" w:rsidRDefault="009F3C5C">
                  <w:pPr>
                    <w:pStyle w:val="2"/>
                    <w:numPr>
                      <w:ilvl w:val="0"/>
                      <w:numId w:val="74"/>
                    </w:numPr>
                    <w:tabs>
                      <w:tab w:val="left" w:pos="908"/>
                    </w:tabs>
                    <w:spacing w:after="0" w:line="274" w:lineRule="exact"/>
                    <w:ind w:firstLine="660"/>
                    <w:jc w:val="both"/>
                  </w:pPr>
                  <w:r>
                    <w:rPr>
                      <w:rStyle w:val="CharStyle4"/>
                    </w:rPr>
                    <w:tab/>
                    <w:t>определяются и изменяются в случаях и в порядке, определенных пунктом 7.2 настоящих Правил;</w:t>
                  </w:r>
                </w:p>
                <w:p w:rsidR="009F3C5C" w:rsidRDefault="009F3C5C">
                  <w:pPr>
                    <w:pStyle w:val="2"/>
                    <w:numPr>
                      <w:ilvl w:val="0"/>
                      <w:numId w:val="74"/>
                    </w:numPr>
                    <w:tabs>
                      <w:tab w:val="left" w:pos="889"/>
                    </w:tabs>
                    <w:spacing w:after="0" w:line="274" w:lineRule="exact"/>
                    <w:ind w:firstLine="660"/>
                    <w:jc w:val="both"/>
                  </w:pPr>
                  <w:r>
                    <w:rPr>
                      <w:rStyle w:val="CharStyle4"/>
                    </w:rPr>
                    <w:tab/>
                    <w:t>фиксируются в случаях и в порядке, определенных пунктом 7.3 настоящих Правил;</w:t>
                  </w:r>
                </w:p>
                <w:p w:rsidR="009F3C5C" w:rsidRDefault="009F3C5C">
                  <w:pPr>
                    <w:pStyle w:val="2"/>
                    <w:tabs>
                      <w:tab w:val="left" w:pos="916"/>
                    </w:tabs>
                    <w:spacing w:after="0" w:line="274" w:lineRule="exact"/>
                    <w:ind w:firstLine="660"/>
                    <w:jc w:val="both"/>
                  </w:pPr>
                  <w:r>
                    <w:rPr>
                      <w:rStyle w:val="CharStyle4"/>
                    </w:rPr>
                    <w:t>3. 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фиксации границ фактически существующих земель публичного использования, а также без подготовки предложений в Администрацию сельского поселения Петровский сельсовет муниципального района Ишимбайский район Республики Башкортостан об установлении или изменении границ земель публичного использования.</w:t>
                  </w:r>
                </w:p>
                <w:p w:rsidR="009F3C5C" w:rsidRDefault="009F3C5C">
                  <w:pPr>
                    <w:pStyle w:val="2"/>
                    <w:tabs>
                      <w:tab w:val="left" w:pos="916"/>
                    </w:tabs>
                    <w:spacing w:after="236" w:line="274" w:lineRule="exact"/>
                    <w:ind w:firstLine="660"/>
                    <w:jc w:val="both"/>
                  </w:pPr>
                  <w:r>
                    <w:rPr>
                      <w:rStyle w:val="CharStyle4"/>
                    </w:rPr>
                    <w:t xml:space="preserve">4. </w:t>
                  </w:r>
                  <w:r>
                    <w:rPr>
                      <w:rStyle w:val="CharStyle4"/>
                    </w:rPr>
                    <w:tab/>
                    <w:t>Правообладатели земельных участков освобождаются от уплаты земельного налога в отношении части земельного участка, для которой постановлением главы сельского поселения Петровский сельсовет муниципального района Ишимбайский район Республики Башкортостан установлен публичный сервитут.</w:t>
                  </w:r>
                </w:p>
                <w:p w:rsidR="009F3C5C" w:rsidRDefault="009F3C5C">
                  <w:pPr>
                    <w:pStyle w:val="2"/>
                    <w:tabs>
                      <w:tab w:val="left" w:pos="1014"/>
                    </w:tabs>
                    <w:spacing w:after="244" w:line="278" w:lineRule="exact"/>
                    <w:ind w:firstLine="660"/>
                    <w:jc w:val="both"/>
                  </w:pPr>
                  <w:r>
                    <w:rPr>
                      <w:rStyle w:val="CharStyle4"/>
                      <w:b/>
                      <w:bCs/>
                    </w:rPr>
                    <w:t xml:space="preserve">7.2 </w:t>
                  </w:r>
                  <w:r>
                    <w:rPr>
                      <w:rStyle w:val="CharStyle4"/>
                      <w:b/>
                      <w:bCs/>
                    </w:rPr>
                    <w:tab/>
                    <w:t>Установление и изменение границ земель публичного использования</w:t>
                  </w:r>
                </w:p>
                <w:p w:rsidR="009F3C5C" w:rsidRDefault="009F3C5C">
                  <w:pPr>
                    <w:pStyle w:val="2"/>
                    <w:numPr>
                      <w:ilvl w:val="0"/>
                      <w:numId w:val="75"/>
                    </w:numPr>
                    <w:tabs>
                      <w:tab w:val="left" w:pos="916"/>
                    </w:tabs>
                    <w:spacing w:after="0" w:line="274" w:lineRule="exact"/>
                    <w:ind w:firstLine="660"/>
                    <w:jc w:val="both"/>
                  </w:pPr>
                  <w:r>
                    <w:rPr>
                      <w:rStyle w:val="CharStyle4"/>
                    </w:rPr>
                    <w:tab/>
                    <w:t>Установление и изменение границ земель публичного использования осуществляются путем подготовки документации по планировке территории в случаях, когда:</w:t>
                  </w:r>
                </w:p>
                <w:p w:rsidR="009F3C5C" w:rsidRDefault="009F3C5C">
                  <w:pPr>
                    <w:pStyle w:val="2"/>
                    <w:numPr>
                      <w:ilvl w:val="0"/>
                      <w:numId w:val="76"/>
                    </w:numPr>
                    <w:tabs>
                      <w:tab w:val="left" w:pos="893"/>
                    </w:tabs>
                    <w:spacing w:after="0" w:line="274" w:lineRule="exact"/>
                    <w:ind w:firstLine="660"/>
                    <w:jc w:val="both"/>
                  </w:pPr>
                  <w:r>
                    <w:rPr>
                      <w:rStyle w:val="CharStyle4"/>
                    </w:rPr>
                    <w:tab/>
                    <w:t>красные линии на подлежащих освоению территориях устанавливаются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9F3C5C" w:rsidRDefault="009F3C5C">
                  <w:pPr>
                    <w:pStyle w:val="2"/>
                    <w:numPr>
                      <w:ilvl w:val="0"/>
                      <w:numId w:val="76"/>
                    </w:numPr>
                    <w:tabs>
                      <w:tab w:val="left" w:pos="903"/>
                    </w:tabs>
                    <w:spacing w:after="0" w:line="274" w:lineRule="exact"/>
                    <w:ind w:firstLine="660"/>
                    <w:jc w:val="both"/>
                  </w:pPr>
                  <w:r>
                    <w:rPr>
                      <w:rStyle w:val="CharStyle4"/>
                    </w:rPr>
                    <w:tab/>
                    <w:t>изменяются красные линии без установления и (или) изменения границ зон действия публичных сервитутов;</w:t>
                  </w:r>
                </w:p>
                <w:p w:rsidR="009F3C5C" w:rsidRDefault="009F3C5C">
                  <w:pPr>
                    <w:pStyle w:val="2"/>
                    <w:numPr>
                      <w:ilvl w:val="0"/>
                      <w:numId w:val="76"/>
                    </w:numPr>
                    <w:tabs>
                      <w:tab w:val="left" w:pos="913"/>
                    </w:tabs>
                    <w:spacing w:after="0" w:line="274" w:lineRule="exact"/>
                    <w:ind w:firstLine="660"/>
                    <w:jc w:val="both"/>
                  </w:pPr>
                  <w:r>
                    <w:rPr>
                      <w:rStyle w:val="CharStyle4"/>
                    </w:rPr>
                    <w:tab/>
                    <w:t>изменяются красные линии с установлением и (или) изменением границ зон действия публичных сервитутов;</w:t>
                  </w:r>
                </w:p>
                <w:p w:rsidR="009F3C5C" w:rsidRDefault="009F3C5C">
                  <w:pPr>
                    <w:pStyle w:val="2"/>
                    <w:numPr>
                      <w:ilvl w:val="0"/>
                      <w:numId w:val="76"/>
                    </w:numPr>
                    <w:tabs>
                      <w:tab w:val="left" w:pos="893"/>
                    </w:tabs>
                    <w:spacing w:after="0" w:line="274" w:lineRule="exact"/>
                    <w:ind w:firstLine="660"/>
                    <w:jc w:val="both"/>
                  </w:pPr>
                  <w:r>
                    <w:rPr>
                      <w:rStyle w:val="CharStyle4"/>
                    </w:rPr>
                    <w:tab/>
                    <w:t>не изменяются красные линии, но устанавливаются, изменяются границы зон действия публичных сервитутов.</w:t>
                  </w:r>
                </w:p>
              </w:txbxContent>
            </v:textbox>
            <w10:wrap type="square" anchorx="page" anchory="page"/>
          </v:rect>
        </w:pict>
      </w:r>
    </w:p>
    <w:p w:rsidR="009F3C5C" w:rsidRDefault="009F3C5C">
      <w:pPr>
        <w:pStyle w:val="Standard"/>
        <w:rPr>
          <w:sz w:val="2"/>
          <w:szCs w:val="2"/>
        </w:rPr>
        <w:sectPr w:rsidR="009F3C5C">
          <w:headerReference w:type="default" r:id="rId149"/>
          <w:footerReference w:type="default" r:id="rId150"/>
          <w:pgSz w:w="11906" w:h="16838"/>
          <w:pgMar w:top="360" w:right="360" w:bottom="360" w:left="360" w:header="0" w:footer="0" w:gutter="0"/>
          <w:cols w:space="720"/>
          <w:formProt w:val="0"/>
          <w:docGrid w:linePitch="240" w:charSpace="-6145"/>
        </w:sectPr>
      </w:pPr>
      <w:r>
        <w:rPr>
          <w:noProof/>
          <w:lang w:eastAsia="ru-RU" w:bidi="ar-SA"/>
        </w:rPr>
        <w:pict>
          <v:rect id="93" o:spid="_x0000_s1099" style="position:absolute;margin-left:81.5pt;margin-top:30.15pt;width:464.3pt;height:786.9pt;z-index:251732992;mso-position-horizontal-relative:page;mso-position-vertical-relative:page" filled="f" stroked="f" strokecolor="#3465a4">
            <v:fill o:detectmouseclick="t"/>
            <v:stroke joinstyle="round"/>
            <v:textbox>
              <w:txbxContent>
                <w:p w:rsidR="009F3C5C" w:rsidRDefault="009F3C5C">
                  <w:pPr>
                    <w:pStyle w:val="2"/>
                    <w:tabs>
                      <w:tab w:val="left" w:pos="878"/>
                    </w:tabs>
                    <w:spacing w:after="0" w:line="274" w:lineRule="exact"/>
                    <w:ind w:firstLine="640"/>
                    <w:jc w:val="both"/>
                  </w:pPr>
                  <w:r>
                    <w:rPr>
                      <w:rStyle w:val="CharStyle4"/>
                    </w:rPr>
                    <w:t>2</w:t>
                  </w:r>
                  <w:r>
                    <w:rPr>
                      <w:rStyle w:val="CharStyle4"/>
                    </w:rPr>
                    <w:tab/>
                    <w:t>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9F3C5C" w:rsidRDefault="009F3C5C">
                  <w:pPr>
                    <w:pStyle w:val="2"/>
                    <w:numPr>
                      <w:ilvl w:val="0"/>
                      <w:numId w:val="77"/>
                    </w:numPr>
                    <w:tabs>
                      <w:tab w:val="left" w:pos="893"/>
                    </w:tabs>
                    <w:spacing w:after="0" w:line="274" w:lineRule="exact"/>
                    <w:ind w:firstLine="640"/>
                    <w:jc w:val="both"/>
                  </w:pPr>
                  <w:r>
                    <w:rPr>
                      <w:rStyle w:val="CharStyle4"/>
                    </w:rPr>
                    <w:tab/>
                    <w:t>наличия и достаточности территорий общего пользования, выделяемых и изменяемых посредством красных линий;</w:t>
                  </w:r>
                </w:p>
                <w:p w:rsidR="009F3C5C" w:rsidRDefault="009F3C5C">
                  <w:pPr>
                    <w:pStyle w:val="2"/>
                    <w:numPr>
                      <w:ilvl w:val="0"/>
                      <w:numId w:val="77"/>
                    </w:numPr>
                    <w:tabs>
                      <w:tab w:val="left" w:pos="977"/>
                    </w:tabs>
                    <w:spacing w:after="0" w:line="274" w:lineRule="exact"/>
                    <w:ind w:firstLine="640"/>
                    <w:jc w:val="both"/>
                  </w:pPr>
                  <w:r>
                    <w:rPr>
                      <w:rStyle w:val="CharStyle4"/>
                    </w:rPr>
                    <w:tab/>
                    <w:t>изменения красных линий и последствия такого изменения;</w:t>
                  </w:r>
                </w:p>
                <w:p w:rsidR="009F3C5C" w:rsidRDefault="009F3C5C">
                  <w:pPr>
                    <w:pStyle w:val="2"/>
                    <w:numPr>
                      <w:ilvl w:val="0"/>
                      <w:numId w:val="77"/>
                    </w:numPr>
                    <w:tabs>
                      <w:tab w:val="left" w:pos="908"/>
                    </w:tabs>
                    <w:spacing w:after="0" w:line="274" w:lineRule="exact"/>
                    <w:ind w:firstLine="640"/>
                    <w:jc w:val="both"/>
                  </w:pPr>
                  <w:r>
                    <w:rPr>
                      <w:rStyle w:val="CharStyle4"/>
                    </w:rPr>
                    <w:tab/>
                    <w:t>устанавливаемые, изменяемые границы зон действия публичных сервитутов;</w:t>
                  </w:r>
                </w:p>
                <w:p w:rsidR="009F3C5C" w:rsidRDefault="009F3C5C">
                  <w:pPr>
                    <w:pStyle w:val="2"/>
                    <w:numPr>
                      <w:ilvl w:val="0"/>
                      <w:numId w:val="77"/>
                    </w:numPr>
                    <w:tabs>
                      <w:tab w:val="left" w:pos="908"/>
                    </w:tabs>
                    <w:spacing w:after="0" w:line="274" w:lineRule="exact"/>
                    <w:ind w:firstLine="640"/>
                    <w:jc w:val="both"/>
                  </w:pPr>
                  <w:r>
                    <w:rPr>
                      <w:rStyle w:val="CharStyle4"/>
                    </w:rPr>
                    <w:tab/>
                    <w:t>границы зон планируемого размещения объектов капитального строительства, в т.ч. для государственных и муниципальных нужд, в пределах элементов планировочной структуры;</w:t>
                  </w:r>
                </w:p>
                <w:p w:rsidR="009F3C5C" w:rsidRDefault="009F3C5C">
                  <w:pPr>
                    <w:pStyle w:val="2"/>
                    <w:numPr>
                      <w:ilvl w:val="0"/>
                      <w:numId w:val="77"/>
                    </w:numPr>
                    <w:tabs>
                      <w:tab w:val="left" w:pos="899"/>
                    </w:tabs>
                    <w:spacing w:after="267" w:line="274" w:lineRule="exact"/>
                    <w:ind w:firstLine="640"/>
                    <w:jc w:val="both"/>
                  </w:pPr>
                  <w:r>
                    <w:rPr>
                      <w:rStyle w:val="CharStyle4"/>
                    </w:rPr>
                    <w:tab/>
                    <w:t>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9F3C5C" w:rsidRDefault="009F3C5C">
                  <w:pPr>
                    <w:pStyle w:val="2"/>
                    <w:tabs>
                      <w:tab w:val="left" w:pos="1097"/>
                    </w:tabs>
                    <w:spacing w:after="211" w:line="240" w:lineRule="exact"/>
                    <w:ind w:firstLine="640"/>
                    <w:jc w:val="both"/>
                  </w:pPr>
                  <w:r>
                    <w:rPr>
                      <w:rStyle w:val="CharStyle4"/>
                      <w:b/>
                      <w:bCs/>
                    </w:rPr>
                    <w:tab/>
                    <w:t>7.3 Фиксация границ земель публичного использования</w:t>
                  </w:r>
                </w:p>
                <w:p w:rsidR="009F3C5C" w:rsidRDefault="009F3C5C">
                  <w:pPr>
                    <w:pStyle w:val="2"/>
                    <w:numPr>
                      <w:ilvl w:val="0"/>
                      <w:numId w:val="78"/>
                    </w:numPr>
                    <w:tabs>
                      <w:tab w:val="left" w:pos="889"/>
                    </w:tabs>
                    <w:spacing w:after="0" w:line="274" w:lineRule="exact"/>
                    <w:ind w:firstLine="640"/>
                    <w:jc w:val="both"/>
                  </w:pPr>
                  <w:r>
                    <w:rPr>
                      <w:rStyle w:val="CharStyle4"/>
                    </w:rPr>
                    <w:tab/>
                    <w:t>Фиксация границ земель публичного использования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иной градостроительной документации.</w:t>
                  </w:r>
                </w:p>
                <w:p w:rsidR="009F3C5C" w:rsidRDefault="009F3C5C">
                  <w:pPr>
                    <w:pStyle w:val="2"/>
                    <w:numPr>
                      <w:ilvl w:val="0"/>
                      <w:numId w:val="78"/>
                    </w:numPr>
                    <w:tabs>
                      <w:tab w:val="left" w:pos="889"/>
                    </w:tabs>
                    <w:spacing w:after="0" w:line="274" w:lineRule="exact"/>
                    <w:ind w:firstLine="640"/>
                    <w:jc w:val="both"/>
                  </w:pPr>
                  <w:r>
                    <w:rPr>
                      <w:rStyle w:val="CharStyle4"/>
                    </w:rPr>
                    <w:tab/>
                    <w:t>Фиксация границ земель публи чного использования используется в качестве временного института упорядочения городской территории сроком до 1 января 2010 года. По истечении указанного срока применяется порядок установления и изменения границ земель публичного использования путем подготовки документации по планировке территории в соответствии с пунктом 7.2 настоящих Правил.</w:t>
                  </w:r>
                </w:p>
                <w:p w:rsidR="009F3C5C" w:rsidRDefault="009F3C5C">
                  <w:pPr>
                    <w:pStyle w:val="2"/>
                    <w:numPr>
                      <w:ilvl w:val="0"/>
                      <w:numId w:val="78"/>
                    </w:numPr>
                    <w:tabs>
                      <w:tab w:val="left" w:pos="878"/>
                    </w:tabs>
                    <w:spacing w:after="0" w:line="274" w:lineRule="exact"/>
                    <w:ind w:firstLine="640"/>
                    <w:jc w:val="both"/>
                  </w:pPr>
                  <w:r>
                    <w:rPr>
                      <w:rStyle w:val="CharStyle4"/>
                    </w:rPr>
                    <w:tab/>
                    <w:t>При фиксации границ земель публичного использования применительно к застроенным территориям предметом согласования и утверждения являются:</w:t>
                  </w:r>
                </w:p>
                <w:p w:rsidR="009F3C5C" w:rsidRDefault="009F3C5C">
                  <w:pPr>
                    <w:pStyle w:val="2"/>
                    <w:numPr>
                      <w:ilvl w:val="0"/>
                      <w:numId w:val="79"/>
                    </w:numPr>
                    <w:tabs>
                      <w:tab w:val="left" w:pos="958"/>
                    </w:tabs>
                    <w:spacing w:after="0" w:line="274" w:lineRule="exact"/>
                    <w:ind w:firstLine="640"/>
                    <w:jc w:val="both"/>
                  </w:pPr>
                  <w:r>
                    <w:rPr>
                      <w:rStyle w:val="CharStyle4"/>
                    </w:rPr>
                    <w:tab/>
                    <w:t>красные линии;</w:t>
                  </w:r>
                </w:p>
                <w:p w:rsidR="009F3C5C" w:rsidRDefault="009F3C5C">
                  <w:pPr>
                    <w:pStyle w:val="2"/>
                    <w:numPr>
                      <w:ilvl w:val="0"/>
                      <w:numId w:val="79"/>
                    </w:numPr>
                    <w:tabs>
                      <w:tab w:val="left" w:pos="977"/>
                    </w:tabs>
                    <w:spacing w:after="0" w:line="274" w:lineRule="exact"/>
                    <w:ind w:firstLine="640"/>
                    <w:jc w:val="both"/>
                  </w:pPr>
                  <w:r>
                    <w:rPr>
                      <w:rStyle w:val="CharStyle4"/>
                    </w:rPr>
                    <w:tab/>
                    <w:t>границы зон действия публичных сервитутов в случае из установления.</w:t>
                  </w:r>
                </w:p>
                <w:p w:rsidR="009F3C5C" w:rsidRDefault="009F3C5C">
                  <w:pPr>
                    <w:pStyle w:val="2"/>
                    <w:tabs>
                      <w:tab w:val="left" w:pos="889"/>
                    </w:tabs>
                    <w:spacing w:after="0" w:line="274" w:lineRule="exact"/>
                    <w:ind w:firstLine="640"/>
                    <w:jc w:val="both"/>
                  </w:pPr>
                  <w:r>
                    <w:rPr>
                      <w:rStyle w:val="CharStyle4"/>
                    </w:rPr>
                    <w:t xml:space="preserve">4. </w:t>
                  </w:r>
                  <w:r>
                    <w:rPr>
                      <w:rStyle w:val="CharStyle4"/>
                    </w:rPr>
                    <w:tab/>
                    <w:t>Орган, уполномоченный в области градостроительной деятельности, направляет извещение определенным в части 3 настоящего пункта правообладателям, в котором указываются:</w:t>
                  </w:r>
                </w:p>
                <w:p w:rsidR="009F3C5C" w:rsidRDefault="009F3C5C">
                  <w:pPr>
                    <w:pStyle w:val="2"/>
                    <w:numPr>
                      <w:ilvl w:val="0"/>
                      <w:numId w:val="80"/>
                    </w:numPr>
                    <w:tabs>
                      <w:tab w:val="left" w:pos="889"/>
                    </w:tabs>
                    <w:spacing w:after="0" w:line="274" w:lineRule="exact"/>
                    <w:ind w:firstLine="640"/>
                    <w:jc w:val="both"/>
                  </w:pPr>
                  <w:r>
                    <w:rPr>
                      <w:rStyle w:val="CharStyle4"/>
                    </w:rPr>
                    <w:tab/>
                    <w:t>место ознакомления с подготовленной в виде проекта красных линий документацией по планировке территории;</w:t>
                  </w:r>
                </w:p>
                <w:p w:rsidR="009F3C5C" w:rsidRDefault="009F3C5C">
                  <w:pPr>
                    <w:pStyle w:val="2"/>
                    <w:numPr>
                      <w:ilvl w:val="0"/>
                      <w:numId w:val="80"/>
                    </w:numPr>
                    <w:tabs>
                      <w:tab w:val="left" w:pos="889"/>
                    </w:tabs>
                    <w:spacing w:after="0" w:line="274" w:lineRule="exact"/>
                    <w:ind w:firstLine="640"/>
                    <w:jc w:val="both"/>
                  </w:pPr>
                  <w:r>
                    <w:rPr>
                      <w:rStyle w:val="CharStyle4"/>
                    </w:rPr>
                    <w:tab/>
                    <w:t>лицо, ответственное за проведение согласований, с указанием телефона, электронной почты;</w:t>
                  </w:r>
                </w:p>
                <w:p w:rsidR="009F3C5C" w:rsidRDefault="009F3C5C">
                  <w:pPr>
                    <w:pStyle w:val="2"/>
                    <w:numPr>
                      <w:ilvl w:val="0"/>
                      <w:numId w:val="80"/>
                    </w:numPr>
                    <w:tabs>
                      <w:tab w:val="left" w:pos="893"/>
                    </w:tabs>
                    <w:spacing w:after="0" w:line="274" w:lineRule="exact"/>
                    <w:ind w:firstLine="640"/>
                    <w:jc w:val="both"/>
                  </w:pPr>
                  <w:r>
                    <w:rPr>
                      <w:rStyle w:val="CharStyle4"/>
                    </w:rPr>
                    <w:tab/>
                    <w:t>дата истечения срока, в течение которого возможно направление письменных заключений в отношении проекта красных линий.</w:t>
                  </w:r>
                </w:p>
                <w:p w:rsidR="009F3C5C" w:rsidRDefault="009F3C5C">
                  <w:pPr>
                    <w:pStyle w:val="2"/>
                    <w:spacing w:after="0" w:line="274" w:lineRule="exact"/>
                    <w:ind w:firstLine="640"/>
                    <w:jc w:val="both"/>
                  </w:pPr>
                  <w:r>
                    <w:rPr>
                      <w:rStyle w:val="CharStyle4"/>
                    </w:rPr>
                    <w:t>Максимальная продолжительность согласования не может превышать один месяц со дня направления извещения.</w:t>
                  </w:r>
                </w:p>
              </w:txbxContent>
            </v:textbox>
            <w10:wrap type="square" anchorx="page" anchory="page"/>
          </v:rect>
        </w:pict>
      </w:r>
    </w:p>
    <w:p w:rsidR="009F3C5C" w:rsidRDefault="009F3C5C">
      <w:pPr>
        <w:pStyle w:val="Standard"/>
        <w:rPr>
          <w:sz w:val="2"/>
          <w:szCs w:val="2"/>
        </w:rPr>
        <w:sectPr w:rsidR="009F3C5C">
          <w:headerReference w:type="default" r:id="rId151"/>
          <w:footerReference w:type="default" r:id="rId152"/>
          <w:pgSz w:w="11906" w:h="16838"/>
          <w:pgMar w:top="360" w:right="360" w:bottom="360" w:left="360" w:header="0" w:footer="0" w:gutter="0"/>
          <w:cols w:space="720"/>
          <w:formProt w:val="0"/>
          <w:docGrid w:linePitch="240" w:charSpace="-6145"/>
        </w:sectPr>
      </w:pPr>
      <w:r>
        <w:rPr>
          <w:noProof/>
          <w:lang w:eastAsia="ru-RU" w:bidi="ar-SA"/>
        </w:rPr>
        <w:pict>
          <v:rect id="94" o:spid="_x0000_s1100" style="position:absolute;margin-left:81pt;margin-top:30.65pt;width:464.8pt;height:782.05pt;z-index:251734016;mso-position-horizontal-relative:page;mso-position-vertical-relative:page" filled="f" stroked="f" strokecolor="#3465a4">
            <v:fill o:detectmouseclick="t"/>
            <v:stroke joinstyle="round"/>
            <v:textbox>
              <w:txbxContent>
                <w:p w:rsidR="009F3C5C" w:rsidRDefault="009F3C5C">
                  <w:pPr>
                    <w:pStyle w:val="2"/>
                    <w:tabs>
                      <w:tab w:val="left" w:pos="902"/>
                    </w:tabs>
                    <w:spacing w:line="274" w:lineRule="exact"/>
                    <w:ind w:firstLine="660"/>
                    <w:jc w:val="both"/>
                  </w:pPr>
                  <w:r>
                    <w:rPr>
                      <w:rStyle w:val="CharStyle4"/>
                    </w:rPr>
                    <w:t xml:space="preserve">5. </w:t>
                  </w:r>
                  <w:r>
                    <w:rPr>
                      <w:rStyle w:val="CharStyle4"/>
                    </w:rPr>
                    <w:tab/>
                    <w:t>По истечении десяти дней с последнего дня приема письменных заключений заинтересованных лиц Глава сельского поселения Петровский сельсовет муниципального района Ишимбайский район Республики Башкортостан может утвердить, направить на доработку или отклонить проект красных линий.</w:t>
                  </w:r>
                </w:p>
                <w:p w:rsidR="009F3C5C" w:rsidRDefault="009F3C5C">
                  <w:pPr>
                    <w:pStyle w:val="2"/>
                    <w:tabs>
                      <w:tab w:val="left" w:pos="1028"/>
                    </w:tabs>
                    <w:spacing w:line="274" w:lineRule="exact"/>
                    <w:ind w:firstLine="660"/>
                    <w:jc w:val="both"/>
                  </w:pPr>
                  <w:r>
                    <w:rPr>
                      <w:rStyle w:val="CharStyle4"/>
                    </w:rPr>
                    <w:tab/>
                  </w:r>
                  <w:r>
                    <w:rPr>
                      <w:rStyle w:val="CharStyle4"/>
                      <w:b/>
                      <w:bCs/>
                    </w:rPr>
                    <w:t>7.4 Использование территорий общего пользования и земельных участков, применительно к которым не устанавливаются градостроительные регламенты</w:t>
                  </w:r>
                </w:p>
                <w:p w:rsidR="009F3C5C" w:rsidRDefault="009F3C5C">
                  <w:pPr>
                    <w:pStyle w:val="2"/>
                    <w:numPr>
                      <w:ilvl w:val="0"/>
                      <w:numId w:val="81"/>
                    </w:numPr>
                    <w:tabs>
                      <w:tab w:val="left" w:pos="902"/>
                    </w:tabs>
                    <w:spacing w:after="0" w:line="274" w:lineRule="exact"/>
                    <w:ind w:firstLine="660"/>
                    <w:jc w:val="both"/>
                  </w:pPr>
                  <w:r>
                    <w:rPr>
                      <w:rStyle w:val="CharStyle4"/>
                    </w:rPr>
                    <w:tab/>
                    <w:t>Использование территорий общего пользования и земельных участков, применительно к которым устанавливаются градостроительные регламенты, определяется их назначением в соответствии с законодательством.</w:t>
                  </w:r>
                </w:p>
                <w:p w:rsidR="009F3C5C" w:rsidRDefault="009F3C5C">
                  <w:pPr>
                    <w:pStyle w:val="2"/>
                    <w:numPr>
                      <w:ilvl w:val="0"/>
                      <w:numId w:val="81"/>
                    </w:numPr>
                    <w:tabs>
                      <w:tab w:val="left" w:pos="902"/>
                    </w:tabs>
                    <w:spacing w:after="0" w:line="274" w:lineRule="exact"/>
                    <w:ind w:firstLine="660"/>
                    <w:jc w:val="both"/>
                  </w:pPr>
                  <w:r>
                    <w:rPr>
                      <w:rStyle w:val="CharStyle4"/>
                    </w:rPr>
                    <w:tab/>
                    <w:t>На карте градостроительного зонирования сельского поселения Петровский сельсовет муниципального района Ишимбайский район Республики Башкортостан, помимо территориальных зон и зон с особыми условиями использования территории, могут отображаться:</w:t>
                  </w:r>
                </w:p>
                <w:p w:rsidR="009F3C5C" w:rsidRDefault="009F3C5C">
                  <w:pPr>
                    <w:pStyle w:val="2"/>
                    <w:numPr>
                      <w:ilvl w:val="0"/>
                      <w:numId w:val="82"/>
                    </w:numPr>
                    <w:tabs>
                      <w:tab w:val="left" w:pos="902"/>
                    </w:tabs>
                    <w:spacing w:after="0" w:line="274" w:lineRule="exact"/>
                    <w:ind w:firstLine="660"/>
                    <w:jc w:val="both"/>
                  </w:pPr>
                  <w:r>
                    <w:rPr>
                      <w:rStyle w:val="CharStyle4"/>
                    </w:rPr>
                    <w:tab/>
                    <w:t>территории, земельные участки, на которые не распространяется действие градостроительных регламентов, в том числе территории общего пользования;</w:t>
                  </w:r>
                </w:p>
                <w:p w:rsidR="009F3C5C" w:rsidRDefault="009F3C5C">
                  <w:pPr>
                    <w:pStyle w:val="2"/>
                    <w:numPr>
                      <w:ilvl w:val="0"/>
                      <w:numId w:val="82"/>
                    </w:numPr>
                    <w:tabs>
                      <w:tab w:val="left" w:pos="903"/>
                    </w:tabs>
                    <w:spacing w:after="0" w:line="274" w:lineRule="exact"/>
                    <w:ind w:firstLine="660"/>
                    <w:jc w:val="both"/>
                  </w:pPr>
                  <w:r>
                    <w:rPr>
                      <w:rStyle w:val="CharStyle4"/>
                    </w:rPr>
                    <w:tab/>
                    <w:t>особо охраняемые природные территории, земельные участки, расположенные в границах особых экономических зон, для которых не устанавливаются градостроительные регламенты.</w:t>
                  </w:r>
                </w:p>
                <w:p w:rsidR="009F3C5C" w:rsidRDefault="009F3C5C">
                  <w:pPr>
                    <w:pStyle w:val="2"/>
                    <w:spacing w:after="0" w:line="274" w:lineRule="exact"/>
                    <w:ind w:firstLine="660"/>
                    <w:jc w:val="both"/>
                  </w:pPr>
                  <w:r>
                    <w:rPr>
                      <w:rStyle w:val="CharStyle4"/>
                    </w:rPr>
                    <w:t>Назначение указанных территорий, земельных участков в случае отображения на карте градостроительного зонирования, может быть описано в настоящих Правилах.</w:t>
                  </w:r>
                </w:p>
                <w:p w:rsidR="009F3C5C" w:rsidRDefault="009F3C5C">
                  <w:pPr>
                    <w:pStyle w:val="2"/>
                    <w:tabs>
                      <w:tab w:val="left" w:pos="902"/>
                    </w:tabs>
                    <w:spacing w:after="0" w:line="274" w:lineRule="exact"/>
                    <w:ind w:firstLine="660"/>
                    <w:jc w:val="both"/>
                  </w:pPr>
                  <w:r>
                    <w:rPr>
                      <w:rStyle w:val="CharStyle4"/>
                    </w:rPr>
                    <w:t>3</w:t>
                  </w:r>
                  <w:r>
                    <w:rPr>
                      <w:rStyle w:val="CharStyle4"/>
                    </w:rPr>
                    <w:tab/>
                    <w:t>Отображение на карте градостроительного зонирования территорий, земельных участков, указанных в части 2 настоящего пункта, влечет обязательство органа, уполномоченного в области градостроительной деятельности, подготовить и утвердить проекты планировки территории, которые:</w:t>
                  </w:r>
                </w:p>
                <w:p w:rsidR="009F3C5C" w:rsidRDefault="009F3C5C">
                  <w:pPr>
                    <w:pStyle w:val="2"/>
                    <w:numPr>
                      <w:ilvl w:val="0"/>
                      <w:numId w:val="83"/>
                    </w:numPr>
                    <w:tabs>
                      <w:tab w:val="left" w:pos="778"/>
                    </w:tabs>
                    <w:spacing w:after="0" w:line="274" w:lineRule="exact"/>
                    <w:ind w:firstLine="660"/>
                    <w:jc w:val="both"/>
                  </w:pPr>
                  <w:r>
                    <w:rPr>
                      <w:rStyle w:val="CharStyle4"/>
                    </w:rPr>
                    <w:tab/>
                    <w:t>посредством фиксации, установления, изменения красных линий обеспечат правовой статус указанных территорий, земельных участков, том числе территорий общего пользования;</w:t>
                  </w:r>
                </w:p>
                <w:p w:rsidR="009F3C5C" w:rsidRDefault="009F3C5C">
                  <w:pPr>
                    <w:pStyle w:val="2"/>
                    <w:numPr>
                      <w:ilvl w:val="0"/>
                      <w:numId w:val="65"/>
                    </w:numPr>
                    <w:tabs>
                      <w:tab w:val="left" w:pos="769"/>
                    </w:tabs>
                    <w:spacing w:after="0" w:line="274" w:lineRule="exact"/>
                    <w:ind w:firstLine="660"/>
                    <w:jc w:val="both"/>
                  </w:pPr>
                  <w:r>
                    <w:rPr>
                      <w:rStyle w:val="CharStyle4"/>
                    </w:rPr>
                    <w:tab/>
                    <w:t>определят дифференциацию назначения указанных территорий, земельных участков.</w:t>
                  </w:r>
                </w:p>
              </w:txbxContent>
            </v:textbox>
            <w10:wrap type="square" anchorx="page" anchory="page"/>
          </v:rect>
        </w:pict>
      </w:r>
    </w:p>
    <w:p w:rsidR="009F3C5C" w:rsidRDefault="009F3C5C">
      <w:pPr>
        <w:pStyle w:val="Standard"/>
        <w:rPr>
          <w:sz w:val="2"/>
          <w:szCs w:val="2"/>
        </w:rPr>
        <w:sectPr w:rsidR="009F3C5C">
          <w:headerReference w:type="default" r:id="rId153"/>
          <w:footerReference w:type="default" r:id="rId154"/>
          <w:pgSz w:w="11906" w:h="16838"/>
          <w:pgMar w:top="360" w:right="360" w:bottom="360" w:left="360" w:header="0" w:footer="0" w:gutter="0"/>
          <w:cols w:space="720"/>
          <w:formProt w:val="0"/>
          <w:docGrid w:linePitch="240" w:charSpace="-6145"/>
        </w:sectPr>
      </w:pPr>
      <w:r>
        <w:rPr>
          <w:noProof/>
          <w:lang w:eastAsia="ru-RU" w:bidi="ar-SA"/>
        </w:rPr>
        <w:pict>
          <v:rect id="95" o:spid="_x0000_s1101" style="position:absolute;margin-left:81.55pt;margin-top:30.15pt;width:464.3pt;height:792.5pt;z-index:251735040;mso-position-horizontal-relative:page;mso-position-vertical-relative:page" filled="f" stroked="f" strokecolor="#3465a4">
            <v:fill o:detectmouseclick="t"/>
            <v:stroke joinstyle="round"/>
            <v:textbox>
              <w:txbxContent>
                <w:p w:rsidR="009F3C5C" w:rsidRDefault="009F3C5C">
                  <w:pPr>
                    <w:pStyle w:val="2"/>
                    <w:spacing w:line="274" w:lineRule="exact"/>
                    <w:ind w:firstLine="640"/>
                    <w:jc w:val="both"/>
                  </w:pPr>
                  <w:r>
                    <w:rPr>
                      <w:rStyle w:val="CharStyle4"/>
                      <w:b/>
                      <w:bCs/>
                    </w:rPr>
                    <w:t>Глава 8. Положение о проведении публичных слушаний по вопросам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40"/>
                    <w:jc w:val="both"/>
                  </w:pPr>
                  <w:r>
                    <w:rPr>
                      <w:rStyle w:val="CharStyle4"/>
                      <w:b/>
                      <w:bCs/>
                    </w:rPr>
                    <w:t>8.1 Общие положения о публичных слушаниях по вопросам градостроительной деятельности и организация проведения публичных слушаний</w:t>
                  </w:r>
                </w:p>
                <w:p w:rsidR="009F3C5C" w:rsidRDefault="009F3C5C">
                  <w:pPr>
                    <w:pStyle w:val="2"/>
                    <w:numPr>
                      <w:ilvl w:val="0"/>
                      <w:numId w:val="84"/>
                    </w:numPr>
                    <w:tabs>
                      <w:tab w:val="left" w:pos="950"/>
                    </w:tabs>
                    <w:spacing w:after="0" w:line="274" w:lineRule="exact"/>
                    <w:ind w:firstLine="640"/>
                    <w:jc w:val="both"/>
                  </w:pPr>
                  <w:r>
                    <w:rPr>
                      <w:rStyle w:val="CharStyle4"/>
                    </w:rPr>
                    <w:tab/>
                    <w:t>В соответствии с Градостроительным кодексом Российской Федерации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проводятся в следующих случаях:</w:t>
                  </w:r>
                </w:p>
                <w:p w:rsidR="009F3C5C" w:rsidRDefault="009F3C5C">
                  <w:pPr>
                    <w:pStyle w:val="2"/>
                    <w:numPr>
                      <w:ilvl w:val="0"/>
                      <w:numId w:val="85"/>
                    </w:numPr>
                    <w:tabs>
                      <w:tab w:val="left" w:pos="783"/>
                    </w:tabs>
                    <w:spacing w:after="0" w:line="274" w:lineRule="exact"/>
                    <w:ind w:firstLine="640"/>
                    <w:jc w:val="both"/>
                  </w:pPr>
                  <w:r>
                    <w:rPr>
                      <w:rStyle w:val="CharStyle4"/>
                    </w:rPr>
                    <w:tab/>
                    <w:t>по проекту Генерального плана сельского поселения Петровский сельсовет муниципального района Ишимбайский Республики Башкортостан, в том числе по внесению изменений в Генеральный план;</w:t>
                  </w:r>
                </w:p>
                <w:p w:rsidR="009F3C5C" w:rsidRDefault="009F3C5C">
                  <w:pPr>
                    <w:pStyle w:val="2"/>
                    <w:numPr>
                      <w:ilvl w:val="0"/>
                      <w:numId w:val="65"/>
                    </w:numPr>
                    <w:tabs>
                      <w:tab w:val="left" w:pos="774"/>
                    </w:tabs>
                    <w:spacing w:after="0" w:line="274" w:lineRule="exact"/>
                    <w:ind w:firstLine="640"/>
                    <w:jc w:val="both"/>
                  </w:pPr>
                  <w:r>
                    <w:rPr>
                      <w:rStyle w:val="CharStyle4"/>
                    </w:rPr>
                    <w:tab/>
                    <w:t>по документации по планировке территории, проекта предложений о внесении изменений в документацию по планировке территории;</w:t>
                  </w:r>
                </w:p>
                <w:p w:rsidR="009F3C5C" w:rsidRDefault="009F3C5C">
                  <w:pPr>
                    <w:pStyle w:val="2"/>
                    <w:numPr>
                      <w:ilvl w:val="0"/>
                      <w:numId w:val="65"/>
                    </w:numPr>
                    <w:tabs>
                      <w:tab w:val="left" w:pos="774"/>
                    </w:tabs>
                    <w:spacing w:after="0" w:line="274" w:lineRule="exact"/>
                    <w:ind w:firstLine="640"/>
                    <w:jc w:val="both"/>
                  </w:pPr>
                  <w:r>
                    <w:rPr>
                      <w:rStyle w:val="CharStyle4"/>
                    </w:rPr>
                    <w:tab/>
                    <w:t>проекту Правил землепользования и застройки сельского поселения Петровский сельсовет муниципального района Ишимбайский Республики Башкортостан, в том числе внесению изменений в настоящие Правила;</w:t>
                  </w:r>
                </w:p>
                <w:p w:rsidR="009F3C5C" w:rsidRDefault="009F3C5C">
                  <w:pPr>
                    <w:pStyle w:val="2"/>
                    <w:numPr>
                      <w:ilvl w:val="0"/>
                      <w:numId w:val="65"/>
                    </w:numPr>
                    <w:tabs>
                      <w:tab w:val="left" w:pos="774"/>
                    </w:tabs>
                    <w:spacing w:after="0" w:line="274" w:lineRule="exact"/>
                    <w:ind w:firstLine="640"/>
                    <w:jc w:val="both"/>
                  </w:pPr>
                  <w:r>
                    <w:rPr>
                      <w:rStyle w:val="CharStyle4"/>
                    </w:rPr>
                    <w:tab/>
                    <w:t>по проекту планировки территории, содержащих в своем составе проекты межевания территории;</w:t>
                  </w:r>
                </w:p>
                <w:p w:rsidR="009F3C5C" w:rsidRDefault="009F3C5C">
                  <w:pPr>
                    <w:pStyle w:val="2"/>
                    <w:numPr>
                      <w:ilvl w:val="0"/>
                      <w:numId w:val="65"/>
                    </w:numPr>
                    <w:tabs>
                      <w:tab w:val="left" w:pos="774"/>
                    </w:tabs>
                    <w:spacing w:after="0" w:line="274" w:lineRule="exact"/>
                    <w:ind w:firstLine="640"/>
                    <w:jc w:val="both"/>
                  </w:pPr>
                  <w:r>
                    <w:rPr>
                      <w:rStyle w:val="CharStyle4"/>
                    </w:rPr>
                    <w:tab/>
                    <w:t>по проекту планировки территории, не содержащих в своем составе проекты межевания территории;</w:t>
                  </w:r>
                </w:p>
                <w:p w:rsidR="009F3C5C" w:rsidRDefault="009F3C5C">
                  <w:pPr>
                    <w:pStyle w:val="2"/>
                    <w:numPr>
                      <w:ilvl w:val="0"/>
                      <w:numId w:val="65"/>
                    </w:numPr>
                    <w:tabs>
                      <w:tab w:val="left" w:pos="783"/>
                    </w:tabs>
                    <w:spacing w:after="0" w:line="274" w:lineRule="exact"/>
                    <w:ind w:firstLine="640"/>
                    <w:jc w:val="both"/>
                  </w:pPr>
                  <w:r>
                    <w:rPr>
                      <w:rStyle w:val="CharStyle4"/>
                    </w:rPr>
                    <w:tab/>
                    <w:t>проектов межевания территории вне состава проекта планировки территории в случае межевания территории, на которой расположены многоквартирные дома;</w:t>
                  </w:r>
                </w:p>
                <w:p w:rsidR="009F3C5C" w:rsidRDefault="009F3C5C">
                  <w:pPr>
                    <w:pStyle w:val="2"/>
                    <w:numPr>
                      <w:ilvl w:val="0"/>
                      <w:numId w:val="65"/>
                    </w:numPr>
                    <w:tabs>
                      <w:tab w:val="left" w:pos="774"/>
                    </w:tabs>
                    <w:spacing w:after="0" w:line="274" w:lineRule="exact"/>
                    <w:ind w:firstLine="640"/>
                    <w:jc w:val="both"/>
                  </w:pPr>
                  <w:r>
                    <w:rPr>
                      <w:rStyle w:val="CharStyle4"/>
                    </w:rPr>
                    <w:tab/>
                    <w:t>при предоставлении разрешения на условно разрешенный вид использования земельного участка или объекта капитального строительства;</w:t>
                  </w:r>
                </w:p>
                <w:p w:rsidR="009F3C5C" w:rsidRDefault="009F3C5C">
                  <w:pPr>
                    <w:pStyle w:val="2"/>
                    <w:numPr>
                      <w:ilvl w:val="0"/>
                      <w:numId w:val="65"/>
                    </w:numPr>
                    <w:tabs>
                      <w:tab w:val="left" w:pos="778"/>
                    </w:tabs>
                    <w:spacing w:after="0" w:line="274" w:lineRule="exact"/>
                    <w:ind w:firstLine="640"/>
                    <w:jc w:val="both"/>
                  </w:pPr>
                  <w:r>
                    <w:rPr>
                      <w:rStyle w:val="CharStyle4"/>
                    </w:rPr>
                    <w:tab/>
                    <w:t>при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F3C5C" w:rsidRDefault="009F3C5C">
                  <w:pPr>
                    <w:pStyle w:val="2"/>
                    <w:tabs>
                      <w:tab w:val="left" w:pos="950"/>
                    </w:tabs>
                    <w:spacing w:after="0" w:line="274" w:lineRule="exact"/>
                    <w:ind w:firstLine="640"/>
                    <w:jc w:val="both"/>
                  </w:pPr>
                  <w:r>
                    <w:rPr>
                      <w:rStyle w:val="CharStyle4"/>
                    </w:rPr>
                    <w:t>2.</w:t>
                  </w:r>
                  <w:r>
                    <w:rPr>
                      <w:rStyle w:val="CharStyle4"/>
                    </w:rPr>
                    <w:tab/>
                    <w:t>Решение о проведении публичных слушаний по проекту Генерального плана сельского поселения Петровский сельсовет муниципального района Ишимбайский Республики Башкортостан, в том числе по внесению изменений в Генеральный план, документации по планировке территории, проекту Правил землепользования и застройки сельского поселения Петровский сельсовет муниципального района Ишимбайский район Республики Башкортостан, в том числе внесению изменений в Правила землепользования и застройки сельского поселения Петровский сельсовет муниципального района Ишимбайский Республики Башкортостан принимает Глава сельского поселения Петровский сельсовет муниципального района Ишимбайский район Республики Башкортостан в соответствии со статьями 24, 28, 31 Градостроительного кодекса Российской Федерации.</w:t>
                  </w:r>
                </w:p>
                <w:p w:rsidR="009F3C5C" w:rsidRDefault="009F3C5C">
                  <w:pPr>
                    <w:pStyle w:val="2"/>
                    <w:tabs>
                      <w:tab w:val="left" w:pos="950"/>
                    </w:tabs>
                    <w:spacing w:after="0" w:line="274" w:lineRule="exact"/>
                    <w:ind w:firstLine="640"/>
                    <w:jc w:val="both"/>
                  </w:pPr>
                  <w:r>
                    <w:rPr>
                      <w:rStyle w:val="CharStyle4"/>
                    </w:rPr>
                    <w:t>3.</w:t>
                  </w:r>
                  <w:r>
                    <w:rPr>
                      <w:rStyle w:val="CharStyle4"/>
                    </w:rPr>
                    <w:tab/>
                    <w:t>Публичные слушания по обсуждению вопросов градостроительной деятельности проводятся в соответствии с Федеральным законом «Об общих принципах местного самоуправления в Российской Федерации», Градостроительным кодексом Российской Федерации, Уставом сельского поселения Петровский сельсовет муниципального района Ишимбайский Республики Башкортостан, настоящими Правилами.</w:t>
                  </w:r>
                </w:p>
              </w:txbxContent>
            </v:textbox>
            <w10:wrap type="square" anchorx="page" anchory="page"/>
          </v:rect>
        </w:pict>
      </w:r>
    </w:p>
    <w:p w:rsidR="009F3C5C" w:rsidRDefault="009F3C5C">
      <w:pPr>
        <w:pStyle w:val="Standard"/>
        <w:rPr>
          <w:sz w:val="2"/>
          <w:szCs w:val="2"/>
        </w:rPr>
        <w:sectPr w:rsidR="009F3C5C">
          <w:headerReference w:type="default" r:id="rId155"/>
          <w:footerReference w:type="default" r:id="rId156"/>
          <w:pgSz w:w="11906" w:h="16838"/>
          <w:pgMar w:top="360" w:right="360" w:bottom="360" w:left="360" w:header="0" w:footer="0" w:gutter="0"/>
          <w:cols w:space="720"/>
          <w:formProt w:val="0"/>
          <w:docGrid w:linePitch="240" w:charSpace="-6145"/>
        </w:sectPr>
      </w:pPr>
      <w:r>
        <w:rPr>
          <w:noProof/>
          <w:lang w:eastAsia="ru-RU" w:bidi="ar-SA"/>
        </w:rPr>
        <w:pict>
          <v:rect id="96" o:spid="_x0000_s1102" style="position:absolute;margin-left:81.55pt;margin-top:30.15pt;width:464.3pt;height:786pt;z-index:251736064;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Решение о проведении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принимается Комиссией в соответствии со статьями 39, 40 Градостроительного кодекса Российской Федерации по предложению физического или юридического лица, заинтересованного в получении разрешений на осуществление данной градостроительной деятельности.</w:t>
                  </w:r>
                </w:p>
                <w:p w:rsidR="009F3C5C" w:rsidRDefault="009F3C5C">
                  <w:pPr>
                    <w:pStyle w:val="2"/>
                    <w:tabs>
                      <w:tab w:val="left" w:pos="874"/>
                    </w:tabs>
                    <w:spacing w:after="0" w:line="274" w:lineRule="exact"/>
                    <w:ind w:firstLine="660"/>
                    <w:jc w:val="both"/>
                  </w:pPr>
                  <w:r>
                    <w:rPr>
                      <w:rStyle w:val="CharStyle4"/>
                    </w:rPr>
                    <w:t xml:space="preserve">4. </w:t>
                  </w:r>
                  <w:r>
                    <w:rPr>
                      <w:rStyle w:val="CharStyle4"/>
                    </w:rPr>
                    <w:tab/>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w:t>
                  </w:r>
                </w:p>
                <w:p w:rsidR="009F3C5C" w:rsidRDefault="009F3C5C">
                  <w:pPr>
                    <w:pStyle w:val="2"/>
                    <w:tabs>
                      <w:tab w:val="left" w:pos="879"/>
                    </w:tabs>
                    <w:spacing w:after="0" w:line="274" w:lineRule="exact"/>
                    <w:ind w:firstLine="660"/>
                    <w:jc w:val="both"/>
                  </w:pPr>
                  <w:r>
                    <w:rPr>
                      <w:rStyle w:val="CharStyle4"/>
                    </w:rPr>
                    <w:t>5. Органом местного самоуправления уполномоченным на проведение публичных слушаний по вопросам градостроительной деятельности, является Совет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Подготовку проектов решений Совета сельского поселения Петровский сельсовет муниципального района Ишимбайский район Республики Башкортостан по вопросам градостроительной деятельности осуществляет орган Администрации сельского поселения Петровский сельсовет муниципального района Ишимбайский район Республики Башкортостан, уполномоченный в области градостроительной деятельности.</w:t>
                  </w:r>
                </w:p>
                <w:p w:rsidR="009F3C5C" w:rsidRDefault="009F3C5C">
                  <w:pPr>
                    <w:pStyle w:val="2"/>
                    <w:tabs>
                      <w:tab w:val="left" w:pos="893"/>
                    </w:tabs>
                    <w:spacing w:after="0" w:line="274" w:lineRule="exact"/>
                    <w:ind w:firstLine="660"/>
                    <w:jc w:val="both"/>
                  </w:pPr>
                  <w:r>
                    <w:rPr>
                      <w:rStyle w:val="CharStyle4"/>
                    </w:rPr>
                    <w:t xml:space="preserve">6. </w:t>
                  </w:r>
                  <w:r>
                    <w:rPr>
                      <w:rStyle w:val="CharStyle4"/>
                    </w:rPr>
                    <w:tab/>
                    <w:t>Предметом публичных слушаний являются вопросы соответствия подготовленных проектов документов, заявлений требованиям законодательства, а также документам, принятым в установленном порядке; документы, подлежащие утверждению в соответствии с полномочиями органов местного самоуправления сельского поселения Петровский сельсовет муниципального района Ишимбайский район Республики Башкортостан в области градостроительной деятельности. Иные вопросы не подлежат обсуждению на публичных слушаниях.</w:t>
                  </w:r>
                </w:p>
                <w:p w:rsidR="009F3C5C" w:rsidRDefault="009F3C5C">
                  <w:pPr>
                    <w:pStyle w:val="2"/>
                    <w:spacing w:after="0" w:line="274" w:lineRule="exact"/>
                    <w:ind w:firstLine="660"/>
                    <w:jc w:val="both"/>
                  </w:pPr>
                  <w:r>
                    <w:rPr>
                      <w:rStyle w:val="CharStyle4"/>
                    </w:rPr>
                    <w:t>В решении о проведении публичных слушаний устанавливается предмет предстоящих слушаний, дата, время и место проведения публичных слушаний, дата, время и место предварительного ознакомления с демонстрационными материалами.</w:t>
                  </w:r>
                </w:p>
                <w:p w:rsidR="009F3C5C" w:rsidRDefault="009F3C5C">
                  <w:pPr>
                    <w:pStyle w:val="2"/>
                    <w:tabs>
                      <w:tab w:val="left" w:pos="893"/>
                    </w:tabs>
                    <w:spacing w:after="0" w:line="274" w:lineRule="exact"/>
                    <w:ind w:firstLine="660"/>
                    <w:jc w:val="both"/>
                  </w:pPr>
                  <w:r>
                    <w:rPr>
                      <w:rStyle w:val="CharStyle4"/>
                    </w:rPr>
                    <w:t>7. Способами предоставления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законном способы.</w:t>
                  </w:r>
                </w:p>
                <w:p w:rsidR="009F3C5C" w:rsidRDefault="009F3C5C">
                  <w:pPr>
                    <w:pStyle w:val="2"/>
                    <w:tabs>
                      <w:tab w:val="left" w:pos="884"/>
                    </w:tabs>
                    <w:spacing w:after="0" w:line="274" w:lineRule="exact"/>
                    <w:ind w:firstLine="660"/>
                    <w:jc w:val="both"/>
                  </w:pPr>
                  <w:r>
                    <w:rPr>
                      <w:rStyle w:val="CharStyle4"/>
                    </w:rPr>
                    <w:t xml:space="preserve">8. </w:t>
                  </w:r>
                  <w:r>
                    <w:rPr>
                      <w:rStyle w:val="CharStyle4"/>
                    </w:rPr>
                    <w:tab/>
                    <w:t>Участники публичных слушаний вправе представлять свои предложения и замечания, касающиеся обсуждаемых вопрос, для включения в протокол публичных слушаний.</w:t>
                  </w:r>
                </w:p>
                <w:p w:rsidR="009F3C5C" w:rsidRDefault="009F3C5C">
                  <w:pPr>
                    <w:pStyle w:val="2"/>
                    <w:tabs>
                      <w:tab w:val="left" w:pos="879"/>
                    </w:tabs>
                    <w:spacing w:after="0" w:line="274" w:lineRule="exact"/>
                    <w:ind w:firstLine="660"/>
                    <w:jc w:val="both"/>
                  </w:pPr>
                  <w:r>
                    <w:rPr>
                      <w:rStyle w:val="CharStyle4"/>
                    </w:rPr>
                    <w:t xml:space="preserve">9. </w:t>
                  </w:r>
                  <w:r>
                    <w:rPr>
                      <w:rStyle w:val="CharStyle4"/>
                    </w:rPr>
                    <w:tab/>
                    <w:t>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отражающее мнение большинства участников публичных слушании.</w:t>
                  </w:r>
                </w:p>
              </w:txbxContent>
            </v:textbox>
            <w10:wrap type="square" anchorx="page" anchory="page"/>
          </v:rect>
        </w:pict>
      </w:r>
    </w:p>
    <w:p w:rsidR="009F3C5C" w:rsidRDefault="009F3C5C">
      <w:pPr>
        <w:pStyle w:val="Standard"/>
        <w:rPr>
          <w:sz w:val="2"/>
          <w:szCs w:val="2"/>
        </w:rPr>
        <w:sectPr w:rsidR="009F3C5C">
          <w:headerReference w:type="default" r:id="rId157"/>
          <w:footerReference w:type="default" r:id="rId158"/>
          <w:pgSz w:w="11906" w:h="16838"/>
          <w:pgMar w:top="360" w:right="360" w:bottom="360" w:left="360" w:header="0" w:footer="0" w:gutter="0"/>
          <w:cols w:space="720"/>
          <w:formProt w:val="0"/>
          <w:docGrid w:linePitch="240" w:charSpace="-6145"/>
        </w:sectPr>
      </w:pPr>
      <w:r>
        <w:rPr>
          <w:noProof/>
          <w:lang w:eastAsia="ru-RU" w:bidi="ar-SA"/>
        </w:rPr>
        <w:pict>
          <v:rect id="97" o:spid="_x0000_s1103" style="position:absolute;margin-left:81.55pt;margin-top:29.65pt;width:464.3pt;height:786.15pt;z-index:251737088;mso-position-horizontal-relative:page;mso-position-vertical-relative:page" filled="f" stroked="f" strokecolor="#3465a4">
            <v:fill o:detectmouseclick="t"/>
            <v:stroke joinstyle="round"/>
            <v:textbox>
              <w:txbxContent>
                <w:p w:rsidR="009F3C5C" w:rsidRDefault="009F3C5C">
                  <w:pPr>
                    <w:pStyle w:val="2"/>
                    <w:tabs>
                      <w:tab w:val="left" w:pos="1015"/>
                    </w:tabs>
                    <w:spacing w:after="0" w:line="274" w:lineRule="exact"/>
                    <w:ind w:firstLine="660"/>
                    <w:jc w:val="both"/>
                  </w:pPr>
                  <w:r>
                    <w:rPr>
                      <w:rStyle w:val="CharStyle4"/>
                    </w:rPr>
                    <w:t xml:space="preserve">10. </w:t>
                  </w:r>
                  <w:r>
                    <w:rPr>
                      <w:rStyle w:val="CharStyle4"/>
                    </w:rPr>
                    <w:tab/>
                    <w:t>Решение подлежит опубликованию в средствах массовой информации, а также может быть размещено на официальном сайте муниципального района Ишимбайский район Республики Башкортостан в сети Интернет.</w:t>
                  </w:r>
                </w:p>
                <w:p w:rsidR="009F3C5C" w:rsidRDefault="009F3C5C">
                  <w:pPr>
                    <w:pStyle w:val="2"/>
                    <w:tabs>
                      <w:tab w:val="left" w:pos="1023"/>
                    </w:tabs>
                    <w:spacing w:after="0" w:line="274" w:lineRule="exact"/>
                    <w:ind w:firstLine="660"/>
                    <w:jc w:val="both"/>
                  </w:pPr>
                  <w:r>
                    <w:rPr>
                      <w:rStyle w:val="CharStyle4"/>
                    </w:rPr>
                    <w:t>11. Правом на участие в публичных слушаниях обладают граждане Российской Федерации, постоянно проживающие на территории сельского поселения Петровский сельсовет муниципального района Ишимбайский Республики Башкортостан, правообладатели земельных участков и объектов капитального строительства. Участниками публичных слушаний могут стать и общественные объединения граждан, осуществляющие свою деятельность на территории сельского поселения Петровский сельсовет муниципального района Ишимбайский Республики Башкортостан, юридические лица Российской Федерации, средства массовой информации.</w:t>
                  </w:r>
                </w:p>
                <w:p w:rsidR="009F3C5C" w:rsidRDefault="009F3C5C">
                  <w:pPr>
                    <w:pStyle w:val="2"/>
                    <w:tabs>
                      <w:tab w:val="left" w:pos="1015"/>
                    </w:tabs>
                    <w:spacing w:after="0" w:line="274" w:lineRule="exact"/>
                    <w:ind w:firstLine="660"/>
                    <w:jc w:val="both"/>
                  </w:pPr>
                  <w:r>
                    <w:rPr>
                      <w:rStyle w:val="CharStyle4"/>
                    </w:rPr>
                    <w:t>12.Опубликованное сообщение о проведении публичных слушаний должно содержать следующую информацию:</w:t>
                  </w:r>
                </w:p>
                <w:p w:rsidR="009F3C5C" w:rsidRDefault="009F3C5C">
                  <w:pPr>
                    <w:pStyle w:val="2"/>
                    <w:numPr>
                      <w:ilvl w:val="0"/>
                      <w:numId w:val="86"/>
                    </w:numPr>
                    <w:tabs>
                      <w:tab w:val="left" w:pos="867"/>
                    </w:tabs>
                    <w:spacing w:after="0" w:line="274" w:lineRule="exact"/>
                    <w:ind w:firstLine="660"/>
                    <w:jc w:val="both"/>
                  </w:pPr>
                  <w:r>
                    <w:rPr>
                      <w:rStyle w:val="CharStyle4"/>
                    </w:rPr>
                    <w:tab/>
                    <w:t>характер обсуждаемого вопроса;</w:t>
                  </w:r>
                </w:p>
                <w:p w:rsidR="009F3C5C" w:rsidRDefault="009F3C5C">
                  <w:pPr>
                    <w:pStyle w:val="2"/>
                    <w:numPr>
                      <w:ilvl w:val="0"/>
                      <w:numId w:val="65"/>
                    </w:numPr>
                    <w:tabs>
                      <w:tab w:val="left" w:pos="867"/>
                    </w:tabs>
                    <w:spacing w:after="0" w:line="274" w:lineRule="exact"/>
                    <w:ind w:firstLine="660"/>
                    <w:jc w:val="both"/>
                  </w:pPr>
                  <w:r>
                    <w:rPr>
                      <w:rStyle w:val="CharStyle4"/>
                    </w:rPr>
                    <w:tab/>
                    <w:t>дату, время и место проведения публичных слушаний;</w:t>
                  </w:r>
                </w:p>
                <w:p w:rsidR="009F3C5C" w:rsidRDefault="009F3C5C">
                  <w:pPr>
                    <w:pStyle w:val="2"/>
                    <w:numPr>
                      <w:ilvl w:val="0"/>
                      <w:numId w:val="65"/>
                    </w:numPr>
                    <w:tabs>
                      <w:tab w:val="left" w:pos="778"/>
                    </w:tabs>
                    <w:spacing w:after="0" w:line="274" w:lineRule="exact"/>
                    <w:ind w:firstLine="660"/>
                    <w:jc w:val="both"/>
                  </w:pPr>
                  <w:r>
                    <w:rPr>
                      <w:rStyle w:val="CharStyle4"/>
                    </w:rPr>
                    <w:tab/>
                    <w:t>дату, время и место предварительного ознакомления с соответствующей информацией;</w:t>
                  </w:r>
                </w:p>
                <w:p w:rsidR="009F3C5C" w:rsidRDefault="009F3C5C">
                  <w:pPr>
                    <w:pStyle w:val="2"/>
                    <w:numPr>
                      <w:ilvl w:val="0"/>
                      <w:numId w:val="65"/>
                    </w:numPr>
                    <w:tabs>
                      <w:tab w:val="left" w:pos="778"/>
                    </w:tabs>
                    <w:spacing w:after="0" w:line="274" w:lineRule="exact"/>
                    <w:ind w:firstLine="660"/>
                    <w:jc w:val="both"/>
                  </w:pPr>
                  <w:r>
                    <w:rPr>
                      <w:rStyle w:val="CharStyle4"/>
                    </w:rPr>
                    <w:tab/>
                    <w:t>сроки начала и окончания приема замечаний и предложений по вопросу публичных слушаний, наименование и местонахождения органа, принимающего замечания и предложения.</w:t>
                  </w:r>
                </w:p>
                <w:p w:rsidR="009F3C5C" w:rsidRDefault="009F3C5C">
                  <w:pPr>
                    <w:pStyle w:val="2"/>
                    <w:tabs>
                      <w:tab w:val="left" w:pos="1015"/>
                    </w:tabs>
                    <w:spacing w:after="0" w:line="274" w:lineRule="exact"/>
                    <w:ind w:firstLine="660"/>
                    <w:jc w:val="both"/>
                  </w:pPr>
                  <w:r>
                    <w:rPr>
                      <w:rStyle w:val="CharStyle4"/>
                    </w:rPr>
                    <w:t>13.</w:t>
                  </w:r>
                  <w:r>
                    <w:rPr>
                      <w:rStyle w:val="CharStyle4"/>
                    </w:rPr>
                    <w:tab/>
                    <w:t>Организация и проведение публичных слушаний осуществляется соответствующей комиссией по проведению публичных слушаний (далее - комиссией), ответственной за организацию и проведение публичных слушаний.</w:t>
                  </w:r>
                </w:p>
                <w:p w:rsidR="009F3C5C" w:rsidRDefault="009F3C5C">
                  <w:pPr>
                    <w:pStyle w:val="2"/>
                    <w:tabs>
                      <w:tab w:val="left" w:pos="1015"/>
                    </w:tabs>
                    <w:spacing w:after="0" w:line="274" w:lineRule="exact"/>
                    <w:ind w:firstLine="660"/>
                    <w:jc w:val="both"/>
                  </w:pPr>
                  <w:r>
                    <w:rPr>
                      <w:rStyle w:val="CharStyle4"/>
                    </w:rPr>
                    <w:t xml:space="preserve">14. </w:t>
                  </w:r>
                  <w:r>
                    <w:rPr>
                      <w:rStyle w:val="CharStyle4"/>
                    </w:rPr>
                    <w:tab/>
                    <w:t>Порядок работы комиссии, ее состав, порядок финансирования и возмещения расходов на проведение публичных слушаний, регламент работы комиссии и другие вопросы, связанные с работой комиссии, определяются распорядительным актом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098"/>
                    </w:tabs>
                    <w:spacing w:after="0" w:line="274" w:lineRule="exact"/>
                    <w:ind w:firstLine="660"/>
                    <w:jc w:val="both"/>
                  </w:pPr>
                  <w:r>
                    <w:rPr>
                      <w:rStyle w:val="CharStyle4"/>
                    </w:rPr>
                    <w:t>15.</w:t>
                  </w:r>
                  <w:r>
                    <w:rPr>
                      <w:rStyle w:val="CharStyle4"/>
                    </w:rPr>
                    <w:tab/>
                    <w:t>При подготовке проведения публичных слушаний комиссия:</w:t>
                  </w:r>
                </w:p>
                <w:p w:rsidR="009F3C5C" w:rsidRDefault="009F3C5C">
                  <w:pPr>
                    <w:pStyle w:val="2"/>
                    <w:numPr>
                      <w:ilvl w:val="0"/>
                      <w:numId w:val="87"/>
                    </w:numPr>
                    <w:tabs>
                      <w:tab w:val="left" w:pos="778"/>
                    </w:tabs>
                    <w:spacing w:after="0" w:line="274" w:lineRule="exact"/>
                    <w:ind w:firstLine="660"/>
                    <w:jc w:val="both"/>
                  </w:pPr>
                  <w:r>
                    <w:rPr>
                      <w:rStyle w:val="CharStyle4"/>
                    </w:rPr>
                    <w:tab/>
                    <w:t>составляет план работы по подготовке и проведению публичных слушаний, распределяет обязанности среди членов комиссии;</w:t>
                  </w:r>
                </w:p>
                <w:p w:rsidR="009F3C5C" w:rsidRDefault="009F3C5C">
                  <w:pPr>
                    <w:pStyle w:val="2"/>
                    <w:numPr>
                      <w:ilvl w:val="0"/>
                      <w:numId w:val="65"/>
                    </w:numPr>
                    <w:tabs>
                      <w:tab w:val="left" w:pos="778"/>
                    </w:tabs>
                    <w:spacing w:after="0" w:line="274" w:lineRule="exact"/>
                    <w:ind w:firstLine="660"/>
                    <w:jc w:val="both"/>
                  </w:pPr>
                  <w:r>
                    <w:rPr>
                      <w:rStyle w:val="CharStyle4"/>
                    </w:rPr>
                    <w:tab/>
                    <w:t>проводит анализ материалов, представленных участниками публичных слушаний;</w:t>
                  </w:r>
                </w:p>
                <w:p w:rsidR="009F3C5C" w:rsidRDefault="009F3C5C">
                  <w:pPr>
                    <w:pStyle w:val="2"/>
                    <w:numPr>
                      <w:ilvl w:val="0"/>
                      <w:numId w:val="65"/>
                    </w:numPr>
                    <w:tabs>
                      <w:tab w:val="left" w:pos="867"/>
                    </w:tabs>
                    <w:spacing w:after="0" w:line="274" w:lineRule="exact"/>
                    <w:ind w:firstLine="660"/>
                    <w:jc w:val="both"/>
                  </w:pPr>
                  <w:r>
                    <w:rPr>
                      <w:rStyle w:val="CharStyle4"/>
                    </w:rPr>
                    <w:tab/>
                    <w:t>составляет список приглашенных лиц;</w:t>
                  </w:r>
                </w:p>
                <w:p w:rsidR="009F3C5C" w:rsidRDefault="009F3C5C">
                  <w:pPr>
                    <w:pStyle w:val="2"/>
                    <w:numPr>
                      <w:ilvl w:val="0"/>
                      <w:numId w:val="65"/>
                    </w:numPr>
                    <w:tabs>
                      <w:tab w:val="left" w:pos="867"/>
                    </w:tabs>
                    <w:spacing w:after="0" w:line="274" w:lineRule="exact"/>
                    <w:ind w:firstLine="660"/>
                    <w:jc w:val="both"/>
                  </w:pPr>
                  <w:r>
                    <w:rPr>
                      <w:rStyle w:val="CharStyle4"/>
                    </w:rPr>
                    <w:tab/>
                    <w:t>определяет докладчиков;</w:t>
                  </w:r>
                </w:p>
                <w:p w:rsidR="009F3C5C" w:rsidRDefault="009F3C5C">
                  <w:pPr>
                    <w:pStyle w:val="2"/>
                    <w:numPr>
                      <w:ilvl w:val="0"/>
                      <w:numId w:val="65"/>
                    </w:numPr>
                    <w:tabs>
                      <w:tab w:val="left" w:pos="867"/>
                    </w:tabs>
                    <w:spacing w:after="0" w:line="274" w:lineRule="exact"/>
                    <w:ind w:firstLine="660"/>
                    <w:jc w:val="both"/>
                  </w:pPr>
                  <w:r>
                    <w:rPr>
                      <w:rStyle w:val="CharStyle4"/>
                    </w:rPr>
                    <w:tab/>
                    <w:t>устанавливает порядок выступлений на публичных слушаниях;</w:t>
                  </w:r>
                </w:p>
                <w:p w:rsidR="009F3C5C" w:rsidRDefault="009F3C5C">
                  <w:pPr>
                    <w:pStyle w:val="2"/>
                    <w:numPr>
                      <w:ilvl w:val="0"/>
                      <w:numId w:val="65"/>
                    </w:numPr>
                    <w:tabs>
                      <w:tab w:val="left" w:pos="867"/>
                    </w:tabs>
                    <w:spacing w:after="0" w:line="274" w:lineRule="exact"/>
                    <w:ind w:firstLine="660"/>
                    <w:jc w:val="both"/>
                  </w:pPr>
                  <w:r>
                    <w:rPr>
                      <w:rStyle w:val="CharStyle4"/>
                    </w:rPr>
                    <w:tab/>
                    <w:t>организует выставки, экспозиции демонстрационных материалов;</w:t>
                  </w:r>
                </w:p>
                <w:p w:rsidR="009F3C5C" w:rsidRDefault="009F3C5C">
                  <w:pPr>
                    <w:pStyle w:val="2"/>
                    <w:numPr>
                      <w:ilvl w:val="0"/>
                      <w:numId w:val="65"/>
                    </w:numPr>
                    <w:tabs>
                      <w:tab w:val="left" w:pos="783"/>
                    </w:tabs>
                    <w:spacing w:after="0" w:line="274" w:lineRule="exact"/>
                    <w:ind w:firstLine="660"/>
                    <w:jc w:val="both"/>
                  </w:pPr>
                  <w:r>
                    <w:rPr>
                      <w:rStyle w:val="CharStyle4"/>
                    </w:rPr>
                    <w:tab/>
                    <w:t>проводит мероприятия, направленные на опубликование сообщения о предстоящем публичном слушании путем помещения сообщения в средствах массовой информации, с возможным размещением также на официальном сайте в сети Интернет. Дополнительное информирование может осуществляться путем вывешивания сообщения в здании администрации;</w:t>
                  </w:r>
                </w:p>
                <w:p w:rsidR="009F3C5C" w:rsidRDefault="009F3C5C">
                  <w:pPr>
                    <w:pStyle w:val="2"/>
                    <w:numPr>
                      <w:ilvl w:val="0"/>
                      <w:numId w:val="65"/>
                    </w:numPr>
                    <w:tabs>
                      <w:tab w:val="left" w:pos="778"/>
                    </w:tabs>
                    <w:spacing w:after="0" w:line="274" w:lineRule="exact"/>
                    <w:ind w:firstLine="660"/>
                    <w:jc w:val="both"/>
                  </w:pPr>
                  <w:r>
                    <w:rPr>
                      <w:rStyle w:val="CharStyle4"/>
                    </w:rPr>
                    <w:tab/>
                    <w:t>организует (при необходимости) выступления представителей органа местного самоуправления в средствах массовой информации;</w:t>
                  </w:r>
                </w:p>
                <w:p w:rsidR="009F3C5C" w:rsidRDefault="009F3C5C">
                  <w:pPr>
                    <w:pStyle w:val="2"/>
                    <w:numPr>
                      <w:ilvl w:val="0"/>
                      <w:numId w:val="65"/>
                    </w:numPr>
                    <w:tabs>
                      <w:tab w:val="left" w:pos="778"/>
                    </w:tabs>
                    <w:spacing w:after="0" w:line="274" w:lineRule="exact"/>
                    <w:ind w:firstLine="660"/>
                    <w:jc w:val="both"/>
                  </w:pPr>
                  <w:r>
                    <w:rPr>
                      <w:rStyle w:val="CharStyle4"/>
                    </w:rPr>
                    <w:tab/>
                    <w:t>определяет перечень должностных лиц, специалистов, представителей общественности и направляет им официальные обращения с просьбой дать свои предложения по вопросам, выносимым на обсуждение;</w:t>
                  </w:r>
                </w:p>
                <w:p w:rsidR="009F3C5C" w:rsidRDefault="009F3C5C">
                  <w:pPr>
                    <w:pStyle w:val="2"/>
                    <w:numPr>
                      <w:ilvl w:val="0"/>
                      <w:numId w:val="65"/>
                    </w:numPr>
                    <w:tabs>
                      <w:tab w:val="left" w:pos="867"/>
                    </w:tabs>
                    <w:spacing w:after="0" w:line="274" w:lineRule="exact"/>
                    <w:ind w:firstLine="660"/>
                    <w:jc w:val="both"/>
                  </w:pPr>
                  <w:r>
                    <w:rPr>
                      <w:rStyle w:val="CharStyle4"/>
                    </w:rPr>
                    <w:tab/>
                    <w:t>готовит заключение по результатам проведения публичных слушаний.</w:t>
                  </w:r>
                </w:p>
                <w:p w:rsidR="009F3C5C" w:rsidRDefault="009F3C5C">
                  <w:pPr>
                    <w:pStyle w:val="2"/>
                    <w:tabs>
                      <w:tab w:val="left" w:pos="1015"/>
                    </w:tabs>
                    <w:spacing w:after="0" w:line="274" w:lineRule="exact"/>
                    <w:ind w:firstLine="660"/>
                    <w:jc w:val="both"/>
                  </w:pPr>
                  <w:r>
                    <w:rPr>
                      <w:rStyle w:val="CharStyle4"/>
                    </w:rPr>
                    <w:tab/>
                    <w:t>16. С момента опубликования сообщения о проведении публичных слушаний все заинтересованные лица считаются оповещенными о времени и месте проведения публичных слушаний.</w:t>
                  </w:r>
                </w:p>
              </w:txbxContent>
            </v:textbox>
            <w10:wrap type="square" anchorx="page" anchory="page"/>
          </v:rect>
        </w:pict>
      </w:r>
    </w:p>
    <w:p w:rsidR="009F3C5C" w:rsidRDefault="009F3C5C">
      <w:pPr>
        <w:pStyle w:val="Standard"/>
        <w:rPr>
          <w:sz w:val="2"/>
          <w:szCs w:val="2"/>
        </w:rPr>
        <w:sectPr w:rsidR="009F3C5C">
          <w:headerReference w:type="default" r:id="rId159"/>
          <w:footerReference w:type="default" r:id="rId160"/>
          <w:pgSz w:w="11906" w:h="16838"/>
          <w:pgMar w:top="360" w:right="360" w:bottom="360" w:left="360" w:header="0" w:footer="0" w:gutter="0"/>
          <w:cols w:space="720"/>
          <w:formProt w:val="0"/>
          <w:docGrid w:linePitch="240" w:charSpace="-6145"/>
        </w:sectPr>
      </w:pPr>
      <w:r>
        <w:rPr>
          <w:noProof/>
          <w:lang w:eastAsia="ru-RU" w:bidi="ar-SA"/>
        </w:rPr>
        <w:pict>
          <v:rect id="98" o:spid="_x0000_s1104" style="position:absolute;margin-left:81.55pt;margin-top:30.15pt;width:464.3pt;height:793.35pt;z-index:251738112;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color w:val="800000"/>
                    </w:rPr>
                    <w:t>Дата проведения слушаний назначается не ранее семи дней со дня опубликования сообщения о проведении публичных слушаний, но не позднее одного месяца.</w:t>
                  </w:r>
                </w:p>
                <w:p w:rsidR="009F3C5C" w:rsidRDefault="009F3C5C">
                  <w:pPr>
                    <w:pStyle w:val="2"/>
                    <w:tabs>
                      <w:tab w:val="left" w:pos="1014"/>
                    </w:tabs>
                    <w:spacing w:after="0" w:line="274" w:lineRule="exact"/>
                    <w:ind w:firstLine="660"/>
                    <w:jc w:val="both"/>
                  </w:pPr>
                  <w:r>
                    <w:rPr>
                      <w:rStyle w:val="CharStyle4"/>
                    </w:rPr>
                    <w:t>17.</w:t>
                  </w:r>
                  <w:r>
                    <w:rPr>
                      <w:rStyle w:val="CharStyle4"/>
                    </w:rPr>
                    <w:tab/>
                    <w:t>Публичные слушания могут проводиться в выходные и рабочие дни. Проведение публичных слушаний в дни официальных праздников не допускается.</w:t>
                  </w:r>
                </w:p>
                <w:p w:rsidR="009F3C5C" w:rsidRDefault="009F3C5C">
                  <w:pPr>
                    <w:pStyle w:val="2"/>
                    <w:spacing w:after="0" w:line="274" w:lineRule="exact"/>
                    <w:ind w:firstLine="660"/>
                    <w:jc w:val="both"/>
                  </w:pPr>
                  <w:r>
                    <w:rPr>
                      <w:rStyle w:val="CharStyle4"/>
                    </w:rPr>
                    <w:t>Во время публичных слушаний может вестись аудио, видеозапись.</w:t>
                  </w:r>
                </w:p>
                <w:p w:rsidR="009F3C5C" w:rsidRDefault="009F3C5C">
                  <w:pPr>
                    <w:pStyle w:val="2"/>
                    <w:tabs>
                      <w:tab w:val="left" w:pos="1009"/>
                    </w:tabs>
                    <w:spacing w:after="0" w:line="274" w:lineRule="exact"/>
                    <w:ind w:firstLine="660"/>
                    <w:jc w:val="both"/>
                  </w:pPr>
                  <w:r>
                    <w:rPr>
                      <w:rStyle w:val="CharStyle4"/>
                    </w:rPr>
                    <w:t>18.Сроки проведения публичных слушаний устанавливаются в соответствии со статьями 24,28,31,39,40 Градостроительного кодекса Российской Федерации.</w:t>
                  </w:r>
                </w:p>
                <w:p w:rsidR="009F3C5C" w:rsidRDefault="009F3C5C">
                  <w:pPr>
                    <w:pStyle w:val="2"/>
                    <w:tabs>
                      <w:tab w:val="left" w:pos="1009"/>
                    </w:tabs>
                    <w:spacing w:after="0" w:line="274" w:lineRule="exact"/>
                    <w:ind w:firstLine="660"/>
                    <w:jc w:val="both"/>
                  </w:pPr>
                  <w:r>
                    <w:rPr>
                      <w:rStyle w:val="CharStyle4"/>
                    </w:rPr>
                    <w:t xml:space="preserve">19. </w:t>
                  </w:r>
                  <w:r>
                    <w:rPr>
                      <w:rStyle w:val="CharStyle4"/>
                    </w:rPr>
                    <w:tab/>
                    <w:t>Комиссия вправе привлекать к своей деятельности специалистов для выполнения консультационных и экспертных работ.</w:t>
                  </w:r>
                </w:p>
                <w:p w:rsidR="009F3C5C" w:rsidRDefault="009F3C5C">
                  <w:pPr>
                    <w:pStyle w:val="2"/>
                    <w:tabs>
                      <w:tab w:val="left" w:pos="1023"/>
                    </w:tabs>
                    <w:spacing w:after="0" w:line="274" w:lineRule="exact"/>
                    <w:ind w:firstLine="660"/>
                    <w:jc w:val="both"/>
                  </w:pPr>
                  <w:r>
                    <w:rPr>
                      <w:rStyle w:val="CharStyle4"/>
                    </w:rPr>
                    <w:t>20.Публичные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учетом всех указанных требований, не приняло участие ни одно лицо, не является основанием для признания публичных слушаний не состоявшимися.</w:t>
                  </w:r>
                </w:p>
                <w:p w:rsidR="009F3C5C" w:rsidRDefault="009F3C5C">
                  <w:pPr>
                    <w:pStyle w:val="2"/>
                    <w:tabs>
                      <w:tab w:val="left" w:pos="1009"/>
                    </w:tabs>
                    <w:spacing w:after="0" w:line="274" w:lineRule="exact"/>
                    <w:ind w:firstLine="660"/>
                    <w:jc w:val="both"/>
                  </w:pPr>
                  <w:r>
                    <w:rPr>
                      <w:rStyle w:val="CharStyle4"/>
                    </w:rPr>
                    <w:t xml:space="preserve">21. </w:t>
                  </w:r>
                  <w:r>
                    <w:rPr>
                      <w:rStyle w:val="CharStyle4"/>
                    </w:rPr>
                    <w:tab/>
                    <w:t>Продолжительность проведения публичных слушаний устанавливается в решении о назначении публичных слушаний и должна составлять:</w:t>
                  </w:r>
                </w:p>
                <w:p w:rsidR="009F3C5C" w:rsidRDefault="009F3C5C">
                  <w:pPr>
                    <w:pStyle w:val="2"/>
                    <w:numPr>
                      <w:ilvl w:val="0"/>
                      <w:numId w:val="88"/>
                    </w:numPr>
                    <w:tabs>
                      <w:tab w:val="left" w:pos="783"/>
                    </w:tabs>
                    <w:spacing w:after="0" w:line="274" w:lineRule="exact"/>
                    <w:ind w:firstLine="660"/>
                    <w:jc w:val="both"/>
                  </w:pPr>
                  <w:r>
                    <w:rPr>
                      <w:rStyle w:val="CharStyle4"/>
                    </w:rPr>
                    <w:tab/>
                    <w:t>не менее двух и не более четырех месяцев со дня размещения решения о назначении публичных слушаний на официальном сайте муниципального района Ишимбайский район Республики Башкортостан в сети Интернет до дня размещения заключения о результатах публичных слушаний на указанном сайте (в случае обсуждения проекта изменений в настоящие Правила);</w:t>
                  </w:r>
                </w:p>
                <w:p w:rsidR="009F3C5C" w:rsidRDefault="009F3C5C">
                  <w:pPr>
                    <w:pStyle w:val="2"/>
                    <w:numPr>
                      <w:ilvl w:val="0"/>
                      <w:numId w:val="65"/>
                    </w:numPr>
                    <w:tabs>
                      <w:tab w:val="left" w:pos="783"/>
                    </w:tabs>
                    <w:spacing w:after="0" w:line="274" w:lineRule="exact"/>
                    <w:ind w:firstLine="660"/>
                    <w:jc w:val="both"/>
                  </w:pPr>
                  <w:r>
                    <w:rPr>
                      <w:rStyle w:val="CharStyle4"/>
                    </w:rPr>
                    <w:tab/>
                    <w:t>не менее одного и не более трех месяцев о дня размещения решения о назначении публичных слушаний на официальном сайте муниципального района Ишимбайский район Республики Башкортостан в сети Интернет до дня размещения заключения о результатах публичных слушаний на указанном сайте (в случае обсуждения проекта документации по планировке территории);</w:t>
                  </w:r>
                </w:p>
                <w:p w:rsidR="009F3C5C" w:rsidRDefault="009F3C5C">
                  <w:pPr>
                    <w:pStyle w:val="2"/>
                    <w:numPr>
                      <w:ilvl w:val="0"/>
                      <w:numId w:val="65"/>
                    </w:numPr>
                    <w:tabs>
                      <w:tab w:val="left" w:pos="774"/>
                    </w:tabs>
                    <w:spacing w:after="0" w:line="274" w:lineRule="exact"/>
                    <w:ind w:firstLine="660"/>
                    <w:jc w:val="both"/>
                  </w:pPr>
                  <w:r>
                    <w:rPr>
                      <w:rStyle w:val="CharStyle4"/>
                    </w:rPr>
                    <w:tab/>
                    <w:t>не более одного месяца со дня оповещения о времени и месте их проведения до дня размещения решения о назначении публичных слушаний на официальном сайте муниципального района Ишимбайский район Республики Башкортостан в сети Интернет (в случае обсуждения заявлений о предоставлении разрешений на условно разрешенные виды использования земельных участков и объектов капитального строительства и на отклонении от предельных параметров разрешенного строительства).</w:t>
                  </w:r>
                </w:p>
                <w:p w:rsidR="009F3C5C" w:rsidRDefault="009F3C5C">
                  <w:pPr>
                    <w:pStyle w:val="2"/>
                    <w:tabs>
                      <w:tab w:val="left" w:pos="1023"/>
                    </w:tabs>
                    <w:spacing w:after="0" w:line="274" w:lineRule="exact"/>
                    <w:ind w:firstLine="660"/>
                    <w:jc w:val="both"/>
                  </w:pPr>
                  <w:r>
                    <w:rPr>
                      <w:rStyle w:val="CharStyle4"/>
                    </w:rPr>
                    <w:t>22.</w:t>
                  </w:r>
                  <w:r>
                    <w:rPr>
                      <w:rStyle w:val="CharStyle4"/>
                    </w:rPr>
                    <w:tab/>
                    <w:t>Публичные слушания проводятся в рабочие и субботние дни с 10-00 до 18-00 часов.</w:t>
                  </w:r>
                </w:p>
                <w:p w:rsidR="009F3C5C" w:rsidRDefault="009F3C5C">
                  <w:pPr>
                    <w:pStyle w:val="2"/>
                    <w:tabs>
                      <w:tab w:val="left" w:pos="1023"/>
                    </w:tabs>
                    <w:spacing w:after="0" w:line="274" w:lineRule="exact"/>
                    <w:ind w:firstLine="660"/>
                    <w:jc w:val="both"/>
                  </w:pPr>
                  <w:r>
                    <w:rPr>
                      <w:rStyle w:val="CharStyle4"/>
                    </w:rPr>
                    <w:t>23.</w:t>
                  </w:r>
                  <w:r>
                    <w:rPr>
                      <w:rStyle w:val="CharStyle4"/>
                    </w:rPr>
                    <w:tab/>
                    <w:t>В месте проведения публичных слушаний размещаются документы, материалы.</w:t>
                  </w:r>
                </w:p>
                <w:p w:rsidR="009F3C5C" w:rsidRDefault="009F3C5C">
                  <w:pPr>
                    <w:pStyle w:val="2"/>
                    <w:tabs>
                      <w:tab w:val="left" w:pos="1009"/>
                    </w:tabs>
                    <w:spacing w:after="0" w:line="274" w:lineRule="exact"/>
                    <w:ind w:firstLine="660"/>
                    <w:jc w:val="both"/>
                  </w:pPr>
                  <w:r>
                    <w:rPr>
                      <w:rStyle w:val="CharStyle4"/>
                    </w:rPr>
                    <w:t>24.</w:t>
                  </w:r>
                  <w:r>
                    <w:rPr>
                      <w:rStyle w:val="CharStyle4"/>
                    </w:rPr>
                    <w:tab/>
                    <w:t>Расходы, связанные с организацией и проведением публичных слушаний по вопросам градостроительной деятельности, несет соответствующий орган местного самоуправления сельского поселения Петровский сельсовет муниципального района Ишимбайский район Республики Башкортостан, физические и юридические лица, предприниматели, подготовившие проекты документов, заявления по вопросам, требующим проведения публичных слушаний.</w:t>
                  </w:r>
                </w:p>
              </w:txbxContent>
            </v:textbox>
            <w10:wrap type="square" anchorx="page" anchory="page"/>
          </v:rect>
        </w:pict>
      </w:r>
    </w:p>
    <w:p w:rsidR="009F3C5C" w:rsidRDefault="009F3C5C">
      <w:pPr>
        <w:pStyle w:val="Standard"/>
        <w:rPr>
          <w:sz w:val="2"/>
          <w:szCs w:val="2"/>
        </w:rPr>
        <w:sectPr w:rsidR="009F3C5C">
          <w:headerReference w:type="default" r:id="rId161"/>
          <w:footerReference w:type="default" r:id="rId162"/>
          <w:pgSz w:w="11906" w:h="16838"/>
          <w:pgMar w:top="360" w:right="360" w:bottom="360" w:left="360" w:header="0" w:footer="0" w:gutter="0"/>
          <w:cols w:space="720"/>
          <w:formProt w:val="0"/>
          <w:docGrid w:linePitch="240" w:charSpace="-6145"/>
        </w:sectPr>
      </w:pPr>
      <w:r>
        <w:rPr>
          <w:noProof/>
          <w:lang w:eastAsia="ru-RU" w:bidi="ar-SA"/>
        </w:rPr>
        <w:pict>
          <v:rect id="99" o:spid="_x0000_s1105" style="position:absolute;margin-left:81.3pt;margin-top:29.95pt;width:464.8pt;height:792.5pt;z-index:251739136;mso-position-horizontal-relative:page;mso-position-vertical-relative:page" filled="f" stroked="f" strokecolor="#3465a4">
            <v:fill o:detectmouseclick="t"/>
            <v:stroke joinstyle="round"/>
            <v:textbox>
              <w:txbxContent>
                <w:p w:rsidR="009F3C5C" w:rsidRDefault="009F3C5C">
                  <w:pPr>
                    <w:pStyle w:val="2"/>
                    <w:spacing w:after="244" w:line="278" w:lineRule="exact"/>
                    <w:ind w:firstLine="640"/>
                    <w:jc w:val="both"/>
                  </w:pPr>
                  <w:r>
                    <w:rPr>
                      <w:rStyle w:val="CharStyle4"/>
                      <w:b/>
                      <w:bCs/>
                    </w:rPr>
                    <w:t>8.2. Порядок проведения публичных слушаний по вопросам градостроительной деятельности</w:t>
                  </w:r>
                </w:p>
                <w:p w:rsidR="009F3C5C" w:rsidRDefault="009F3C5C">
                  <w:pPr>
                    <w:pStyle w:val="2"/>
                    <w:numPr>
                      <w:ilvl w:val="0"/>
                      <w:numId w:val="89"/>
                    </w:numPr>
                    <w:tabs>
                      <w:tab w:val="left" w:pos="879"/>
                    </w:tabs>
                    <w:spacing w:after="0" w:line="274" w:lineRule="exact"/>
                    <w:ind w:firstLine="640"/>
                    <w:jc w:val="both"/>
                  </w:pPr>
                  <w:r>
                    <w:rPr>
                      <w:rStyle w:val="CharStyle4"/>
                    </w:rPr>
                    <w:tab/>
                    <w:t>Решение о назначении публичных слушаний принимает Глава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89"/>
                    </w:numPr>
                    <w:tabs>
                      <w:tab w:val="left" w:pos="953"/>
                    </w:tabs>
                    <w:spacing w:after="0" w:line="274" w:lineRule="exact"/>
                    <w:ind w:firstLine="640"/>
                    <w:jc w:val="both"/>
                  </w:pPr>
                  <w:r>
                    <w:rPr>
                      <w:rStyle w:val="CharStyle4"/>
                    </w:rPr>
                    <w:tab/>
                    <w:t>Решение о назначении публичных слушаний должно содержать:</w:t>
                  </w:r>
                </w:p>
                <w:p w:rsidR="009F3C5C" w:rsidRDefault="009F3C5C">
                  <w:pPr>
                    <w:pStyle w:val="2"/>
                    <w:tabs>
                      <w:tab w:val="left" w:pos="972"/>
                    </w:tabs>
                    <w:spacing w:after="0" w:line="274" w:lineRule="exact"/>
                    <w:ind w:firstLine="640"/>
                    <w:jc w:val="both"/>
                  </w:pPr>
                  <w:r>
                    <w:rPr>
                      <w:rStyle w:val="CharStyle4"/>
                    </w:rPr>
                    <w:t>а)</w:t>
                  </w:r>
                  <w:r>
                    <w:rPr>
                      <w:rStyle w:val="CharStyle4"/>
                    </w:rPr>
                    <w:tab/>
                    <w:t>тему публичных слушаний;</w:t>
                  </w:r>
                </w:p>
                <w:p w:rsidR="009F3C5C" w:rsidRDefault="009F3C5C">
                  <w:pPr>
                    <w:pStyle w:val="2"/>
                    <w:tabs>
                      <w:tab w:val="left" w:pos="977"/>
                    </w:tabs>
                    <w:spacing w:after="0" w:line="274" w:lineRule="exact"/>
                    <w:ind w:firstLine="640"/>
                    <w:jc w:val="both"/>
                  </w:pPr>
                  <w:r>
                    <w:rPr>
                      <w:rStyle w:val="CharStyle4"/>
                    </w:rPr>
                    <w:t>б)</w:t>
                  </w:r>
                  <w:r>
                    <w:rPr>
                      <w:rStyle w:val="CharStyle4"/>
                    </w:rPr>
                    <w:tab/>
                    <w:t>срок проведения публичных слушаний;</w:t>
                  </w:r>
                </w:p>
                <w:p w:rsidR="009F3C5C" w:rsidRDefault="009F3C5C">
                  <w:pPr>
                    <w:pStyle w:val="2"/>
                    <w:tabs>
                      <w:tab w:val="left" w:pos="977"/>
                    </w:tabs>
                    <w:spacing w:after="0" w:line="274" w:lineRule="exact"/>
                    <w:ind w:firstLine="640"/>
                    <w:jc w:val="both"/>
                  </w:pPr>
                  <w:r>
                    <w:rPr>
                      <w:rStyle w:val="CharStyle4"/>
                    </w:rPr>
                    <w:t>в)</w:t>
                  </w:r>
                  <w:r>
                    <w:rPr>
                      <w:rStyle w:val="CharStyle4"/>
                    </w:rPr>
                    <w:tab/>
                    <w:t>дату (даты), время и место (места) проведения публичных слушаний;</w:t>
                  </w:r>
                </w:p>
                <w:p w:rsidR="009F3C5C" w:rsidRDefault="009F3C5C">
                  <w:pPr>
                    <w:pStyle w:val="2"/>
                    <w:tabs>
                      <w:tab w:val="left" w:pos="903"/>
                    </w:tabs>
                    <w:spacing w:after="0" w:line="274" w:lineRule="exact"/>
                    <w:ind w:firstLine="640"/>
                    <w:jc w:val="both"/>
                  </w:pPr>
                  <w:r>
                    <w:rPr>
                      <w:rStyle w:val="CharStyle4"/>
                    </w:rPr>
                    <w:t>г)</w:t>
                  </w:r>
                  <w:r>
                    <w:rPr>
                      <w:rStyle w:val="CharStyle4"/>
                    </w:rPr>
                    <w:tab/>
                    <w:t>место размещения документов, материалов, подлежащих рассмотрению на публичных слушаниях;</w:t>
                  </w:r>
                </w:p>
                <w:p w:rsidR="009F3C5C" w:rsidRDefault="009F3C5C">
                  <w:pPr>
                    <w:pStyle w:val="2"/>
                    <w:tabs>
                      <w:tab w:val="left" w:pos="899"/>
                    </w:tabs>
                    <w:spacing w:after="0" w:line="274" w:lineRule="exact"/>
                    <w:ind w:firstLine="640"/>
                    <w:jc w:val="both"/>
                  </w:pPr>
                  <w:r>
                    <w:rPr>
                      <w:rStyle w:val="CharStyle4"/>
                    </w:rPr>
                    <w:t>д)</w:t>
                  </w:r>
                  <w:r>
                    <w:rPr>
                      <w:rStyle w:val="CharStyle4"/>
                    </w:rPr>
                    <w:tab/>
                    <w:t>наименование органа, уполномоченного в соответствии с настоящими Правилами на проведение публичных слушаний.</w:t>
                  </w:r>
                </w:p>
                <w:p w:rsidR="009F3C5C" w:rsidRDefault="009F3C5C">
                  <w:pPr>
                    <w:pStyle w:val="2"/>
                    <w:numPr>
                      <w:ilvl w:val="0"/>
                      <w:numId w:val="89"/>
                    </w:numPr>
                    <w:tabs>
                      <w:tab w:val="left" w:pos="879"/>
                    </w:tabs>
                    <w:spacing w:after="0" w:line="274" w:lineRule="exact"/>
                    <w:ind w:firstLine="640"/>
                    <w:jc w:val="both"/>
                  </w:pPr>
                  <w:r>
                    <w:rPr>
                      <w:rStyle w:val="CharStyle4"/>
                    </w:rPr>
                    <w:tab/>
                    <w:t>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района Ишимбайский район Республики Башкортостан в сети Интернет. Здесь же размещаются графическая часть и краткая информационная записка о предмете публичных слушаний.</w:t>
                  </w:r>
                </w:p>
                <w:p w:rsidR="009F3C5C" w:rsidRDefault="009F3C5C">
                  <w:pPr>
                    <w:pStyle w:val="2"/>
                    <w:numPr>
                      <w:ilvl w:val="0"/>
                      <w:numId w:val="89"/>
                    </w:numPr>
                    <w:tabs>
                      <w:tab w:val="left" w:pos="879"/>
                    </w:tabs>
                    <w:spacing w:after="0" w:line="274" w:lineRule="exact"/>
                    <w:ind w:firstLine="640"/>
                    <w:jc w:val="both"/>
                  </w:pPr>
                  <w:r>
                    <w:rPr>
                      <w:rStyle w:val="CharStyle4"/>
                    </w:rPr>
                    <w:tab/>
                    <w:t>Граждане, их объединения и юридические лица, желающие принять участие или выступить на публичных слушаниях, средства массовой информации в срок не позднее 5 дней до даты проведения публичных слушаний подают в комиссию в письменной форме свои предложения и заявление об участии в проведении публичных слушаний.</w:t>
                  </w:r>
                </w:p>
                <w:p w:rsidR="009F3C5C" w:rsidRDefault="009F3C5C">
                  <w:pPr>
                    <w:pStyle w:val="2"/>
                    <w:numPr>
                      <w:ilvl w:val="0"/>
                      <w:numId w:val="89"/>
                    </w:numPr>
                    <w:tabs>
                      <w:tab w:val="left" w:pos="879"/>
                    </w:tabs>
                    <w:spacing w:after="0" w:line="274" w:lineRule="exact"/>
                    <w:ind w:firstLine="640"/>
                    <w:jc w:val="both"/>
                  </w:pPr>
                  <w:r>
                    <w:rPr>
                      <w:rStyle w:val="CharStyle4"/>
                    </w:rPr>
                    <w:tab/>
                    <w:t>Прибывшие на публичные слушания граждане подлежат регистрации комиссией с указанием места их постоянного проживания на основании паспортных данных, общественные объединения граждан и юридические лица, средства массовой информации регистрируются на основании свидетельств о государственной регистрации с указанием адреса.</w:t>
                  </w:r>
                </w:p>
                <w:p w:rsidR="009F3C5C" w:rsidRDefault="009F3C5C">
                  <w:pPr>
                    <w:pStyle w:val="2"/>
                    <w:numPr>
                      <w:ilvl w:val="0"/>
                      <w:numId w:val="89"/>
                    </w:numPr>
                    <w:tabs>
                      <w:tab w:val="left" w:pos="958"/>
                    </w:tabs>
                    <w:spacing w:after="0" w:line="274" w:lineRule="exact"/>
                    <w:ind w:firstLine="640"/>
                    <w:jc w:val="both"/>
                  </w:pPr>
                  <w:r>
                    <w:rPr>
                      <w:rStyle w:val="CharStyle4"/>
                    </w:rPr>
                    <w:tab/>
                    <w:t>При проведении публичных слушаний комиссия обязана:</w:t>
                  </w:r>
                </w:p>
                <w:p w:rsidR="009F3C5C" w:rsidRDefault="009F3C5C">
                  <w:pPr>
                    <w:pStyle w:val="2"/>
                    <w:numPr>
                      <w:ilvl w:val="0"/>
                      <w:numId w:val="90"/>
                    </w:numPr>
                    <w:tabs>
                      <w:tab w:val="left" w:pos="849"/>
                    </w:tabs>
                    <w:spacing w:after="0" w:line="274" w:lineRule="exact"/>
                    <w:ind w:firstLine="640"/>
                    <w:jc w:val="both"/>
                  </w:pPr>
                  <w:r>
                    <w:rPr>
                      <w:rStyle w:val="CharStyle4"/>
                    </w:rPr>
                    <w:tab/>
                    <w:t>организовать регистрацию участников публичных слушаний;</w:t>
                  </w:r>
                </w:p>
                <w:p w:rsidR="009F3C5C" w:rsidRDefault="009F3C5C">
                  <w:pPr>
                    <w:pStyle w:val="2"/>
                    <w:numPr>
                      <w:ilvl w:val="0"/>
                      <w:numId w:val="65"/>
                    </w:numPr>
                    <w:tabs>
                      <w:tab w:val="left" w:pos="849"/>
                    </w:tabs>
                    <w:spacing w:after="0" w:line="274" w:lineRule="exact"/>
                    <w:ind w:firstLine="640"/>
                    <w:jc w:val="both"/>
                  </w:pPr>
                  <w:r>
                    <w:rPr>
                      <w:rStyle w:val="CharStyle4"/>
                    </w:rPr>
                    <w:tab/>
                    <w:t>ознакомить участников до начала слушаний с регламентом проведения публичных слушаний, информировать о регламенте проведения публичных слушаний, о предмете публичных слушаний,</w:t>
                  </w:r>
                </w:p>
                <w:p w:rsidR="009F3C5C" w:rsidRDefault="009F3C5C">
                  <w:pPr>
                    <w:pStyle w:val="2"/>
                    <w:numPr>
                      <w:ilvl w:val="0"/>
                      <w:numId w:val="65"/>
                    </w:numPr>
                    <w:tabs>
                      <w:tab w:val="left" w:pos="849"/>
                    </w:tabs>
                    <w:spacing w:after="0" w:line="274" w:lineRule="exact"/>
                    <w:ind w:firstLine="640"/>
                    <w:jc w:val="both"/>
                  </w:pPr>
                  <w:r>
                    <w:rPr>
                      <w:rStyle w:val="CharStyle4"/>
                    </w:rPr>
                    <w:tab/>
                    <w:t>предоставить возможность изложить свою точку зрения, замечания и рекомендации по обсуждаемому вопросу всем заинтересованным сторонам в рамках регламента работы;</w:t>
                  </w:r>
                </w:p>
                <w:p w:rsidR="009F3C5C" w:rsidRDefault="009F3C5C">
                  <w:pPr>
                    <w:pStyle w:val="2"/>
                    <w:tabs>
                      <w:tab w:val="left" w:pos="879"/>
                    </w:tabs>
                    <w:spacing w:after="0" w:line="274" w:lineRule="exact"/>
                    <w:ind w:firstLine="640"/>
                    <w:jc w:val="both"/>
                  </w:pPr>
                  <w:r>
                    <w:rPr>
                      <w:rStyle w:val="CharStyle4"/>
                    </w:rPr>
                    <w:t>7.</w:t>
                  </w:r>
                  <w:r>
                    <w:rPr>
                      <w:rStyle w:val="CharStyle4"/>
                    </w:rPr>
                    <w:tab/>
                    <w:t>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9F3C5C" w:rsidRDefault="009F3C5C">
                  <w:pPr>
                    <w:pStyle w:val="2"/>
                    <w:tabs>
                      <w:tab w:val="left" w:pos="874"/>
                    </w:tabs>
                    <w:spacing w:after="0" w:line="274" w:lineRule="exact"/>
                    <w:ind w:firstLine="640"/>
                    <w:jc w:val="both"/>
                  </w:pPr>
                  <w:r>
                    <w:rPr>
                      <w:rStyle w:val="CharStyle4"/>
                    </w:rPr>
                    <w:t>8.Регламент проведения публичных слушаний определяется комиссией, предварительно исходя из:</w:t>
                  </w:r>
                </w:p>
                <w:p w:rsidR="009F3C5C" w:rsidRDefault="009F3C5C">
                  <w:pPr>
                    <w:pStyle w:val="2"/>
                    <w:numPr>
                      <w:ilvl w:val="0"/>
                      <w:numId w:val="91"/>
                    </w:numPr>
                    <w:tabs>
                      <w:tab w:val="left" w:pos="849"/>
                    </w:tabs>
                    <w:spacing w:after="0" w:line="274" w:lineRule="exact"/>
                    <w:ind w:firstLine="640"/>
                    <w:jc w:val="both"/>
                  </w:pPr>
                  <w:r>
                    <w:rPr>
                      <w:rStyle w:val="CharStyle4"/>
                    </w:rPr>
                    <w:tab/>
                    <w:t>содержания поступивших официальных заключений уполномоченных органов и независимых экспертиз;</w:t>
                  </w:r>
                </w:p>
                <w:p w:rsidR="009F3C5C" w:rsidRDefault="009F3C5C">
                  <w:pPr>
                    <w:pStyle w:val="2"/>
                    <w:numPr>
                      <w:ilvl w:val="0"/>
                      <w:numId w:val="65"/>
                    </w:numPr>
                    <w:tabs>
                      <w:tab w:val="left" w:pos="849"/>
                    </w:tabs>
                    <w:spacing w:after="0" w:line="274" w:lineRule="exact"/>
                    <w:ind w:firstLine="640"/>
                    <w:jc w:val="both"/>
                  </w:pPr>
                  <w:r>
                    <w:rPr>
                      <w:rStyle w:val="CharStyle4"/>
                    </w:rPr>
                    <w:tab/>
                    <w:t>количества лиц, желающих высказать свое мнение, а также продолжительности одного высказывания (не более 10 минут).</w:t>
                  </w:r>
                </w:p>
              </w:txbxContent>
            </v:textbox>
            <w10:wrap type="square" anchorx="page" anchory="page"/>
          </v:rect>
        </w:pict>
      </w:r>
    </w:p>
    <w:p w:rsidR="009F3C5C" w:rsidRDefault="009F3C5C">
      <w:pPr>
        <w:pStyle w:val="Standard"/>
        <w:rPr>
          <w:sz w:val="2"/>
          <w:szCs w:val="2"/>
        </w:rPr>
        <w:sectPr w:rsidR="009F3C5C">
          <w:headerReference w:type="default" r:id="rId163"/>
          <w:footerReference w:type="default" r:id="rId164"/>
          <w:pgSz w:w="11906" w:h="16838"/>
          <w:pgMar w:top="360" w:right="360" w:bottom="360" w:left="360" w:header="0" w:footer="0" w:gutter="0"/>
          <w:cols w:space="720"/>
          <w:formProt w:val="0"/>
          <w:docGrid w:linePitch="240" w:charSpace="-6145"/>
        </w:sectPr>
      </w:pPr>
      <w:r>
        <w:rPr>
          <w:noProof/>
          <w:lang w:eastAsia="ru-RU" w:bidi="ar-SA"/>
        </w:rPr>
        <w:pict>
          <v:rect id="100" o:spid="_x0000_s1106" style="position:absolute;margin-left:81.3pt;margin-top:30.15pt;width:464.8pt;height:796pt;z-index:251740160;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 в случае длительного рассмотрения вопросов допускается проведение публичных слушаний в течение нескольких дней.</w:t>
                  </w:r>
                </w:p>
                <w:p w:rsidR="009F3C5C" w:rsidRDefault="009F3C5C">
                  <w:pPr>
                    <w:pStyle w:val="2"/>
                    <w:tabs>
                      <w:tab w:val="left" w:pos="1003"/>
                    </w:tabs>
                    <w:spacing w:after="0" w:line="274" w:lineRule="exact"/>
                    <w:ind w:firstLine="660"/>
                    <w:jc w:val="both"/>
                  </w:pPr>
                  <w:r>
                    <w:rPr>
                      <w:rStyle w:val="CharStyle4"/>
                    </w:rPr>
                    <w:t>9.</w:t>
                  </w:r>
                  <w:r>
                    <w:rPr>
                      <w:rStyle w:val="CharStyle4"/>
                    </w:rPr>
                    <w:tab/>
                    <w:t>По итогам публичных слушаний составляется протокол, который подписывается председателем и секретарем публичных слушаний. В протоколе указываются: дата и место проведения публичных слушаний; количество присутствующих лиц; повестка дня; содержание выступлений.</w:t>
                  </w:r>
                </w:p>
                <w:p w:rsidR="009F3C5C" w:rsidRDefault="009F3C5C">
                  <w:pPr>
                    <w:pStyle w:val="2"/>
                    <w:spacing w:after="0" w:line="274" w:lineRule="exact"/>
                    <w:ind w:firstLine="660"/>
                    <w:jc w:val="both"/>
                  </w:pPr>
                  <w:r>
                    <w:rPr>
                      <w:rStyle w:val="CharStyle4"/>
                    </w:rPr>
                    <w:t>10. К протоколу прикладывается список всех зарегистрированных участников публичных слушаний, поступившие к моменту проведения слушаний замечания и предложения в письменной форме.</w:t>
                  </w:r>
                </w:p>
                <w:p w:rsidR="009F3C5C" w:rsidRDefault="009F3C5C">
                  <w:pPr>
                    <w:pStyle w:val="2"/>
                    <w:spacing w:after="0" w:line="274" w:lineRule="exact"/>
                    <w:ind w:firstLine="660"/>
                    <w:jc w:val="both"/>
                  </w:pPr>
                  <w:r>
                    <w:rPr>
                      <w:rStyle w:val="CharStyle4"/>
                    </w:rPr>
                    <w:t>При подготовке заключения комиссия обязана провести анализ поступивших замечаний и предложений.</w:t>
                  </w:r>
                </w:p>
                <w:p w:rsidR="009F3C5C" w:rsidRDefault="009F3C5C">
                  <w:pPr>
                    <w:pStyle w:val="2"/>
                    <w:numPr>
                      <w:ilvl w:val="0"/>
                      <w:numId w:val="92"/>
                    </w:numPr>
                    <w:tabs>
                      <w:tab w:val="left" w:pos="1009"/>
                    </w:tabs>
                    <w:spacing w:after="0" w:line="274" w:lineRule="exact"/>
                    <w:ind w:firstLine="660"/>
                    <w:jc w:val="both"/>
                  </w:pPr>
                  <w:r>
                    <w:rPr>
                      <w:rStyle w:val="CharStyle4"/>
                    </w:rPr>
                    <w:tab/>
                    <w:t>По результатам публичных слушаний комиссией составляется заключение, в которое включаются все поступившие письменные замечания, дополнения и предложения.</w:t>
                  </w:r>
                </w:p>
                <w:p w:rsidR="009F3C5C" w:rsidRDefault="009F3C5C">
                  <w:pPr>
                    <w:pStyle w:val="2"/>
                    <w:numPr>
                      <w:ilvl w:val="0"/>
                      <w:numId w:val="92"/>
                    </w:numPr>
                    <w:tabs>
                      <w:tab w:val="left" w:pos="1018"/>
                    </w:tabs>
                    <w:spacing w:after="0" w:line="274" w:lineRule="exact"/>
                    <w:ind w:firstLine="660"/>
                    <w:jc w:val="both"/>
                  </w:pPr>
                  <w:r>
                    <w:rPr>
                      <w:rStyle w:val="CharStyle4"/>
                    </w:rPr>
                    <w:tab/>
                    <w:t>После завершения публичных слушаний проект документа, по которому проводились публичные слушания вместе с заключением и протоколом публичных слушаний передается главе сельского поселения Петровский сельсовет муниципального района Ишимбайский район Республики Башкортостан не позднее чем через 10 дней с даты проведения публичных слушаний для принятия решения о направлении указанного проекта в представительный орган местного самоуправления или об отклонении проекта и направлении его на доработку с указанием даты повторного представления.</w:t>
                  </w:r>
                </w:p>
                <w:p w:rsidR="009F3C5C" w:rsidRDefault="009F3C5C">
                  <w:pPr>
                    <w:pStyle w:val="2"/>
                    <w:numPr>
                      <w:ilvl w:val="0"/>
                      <w:numId w:val="92"/>
                    </w:numPr>
                    <w:tabs>
                      <w:tab w:val="left" w:pos="1023"/>
                    </w:tabs>
                    <w:spacing w:after="0" w:line="274" w:lineRule="exact"/>
                    <w:ind w:firstLine="660"/>
                    <w:jc w:val="both"/>
                  </w:pPr>
                  <w:r>
                    <w:rPr>
                      <w:rStyle w:val="CharStyle4"/>
                    </w:rPr>
                    <w:tab/>
                    <w:t>Комиссия обеспечивает опубликование заключения по результатам публичных слушаний в городских средствах массовой информации или размещает его на официальном сайте Администрации муниципального района Ишимбайский район Республики Башкортостан в сети Интернет не позднее 10 дней с момента его составления.</w:t>
                  </w:r>
                </w:p>
              </w:txbxContent>
            </v:textbox>
            <w10:wrap type="square" anchorx="page" anchory="page"/>
          </v:rect>
        </w:pict>
      </w:r>
    </w:p>
    <w:p w:rsidR="009F3C5C" w:rsidRDefault="009F3C5C">
      <w:pPr>
        <w:pStyle w:val="Standard"/>
        <w:rPr>
          <w:sz w:val="2"/>
          <w:szCs w:val="2"/>
        </w:rPr>
        <w:sectPr w:rsidR="009F3C5C">
          <w:headerReference w:type="default" r:id="rId165"/>
          <w:footerReference w:type="default" r:id="rId166"/>
          <w:pgSz w:w="11906" w:h="16838"/>
          <w:pgMar w:top="360" w:right="360" w:bottom="360" w:left="360" w:header="0" w:footer="0" w:gutter="0"/>
          <w:cols w:space="720"/>
          <w:formProt w:val="0"/>
          <w:docGrid w:linePitch="240" w:charSpace="-6145"/>
        </w:sectPr>
      </w:pPr>
      <w:r>
        <w:rPr>
          <w:noProof/>
          <w:lang w:eastAsia="ru-RU" w:bidi="ar-SA"/>
        </w:rPr>
        <w:pict>
          <v:rect id="103" o:spid="_x0000_s1107" style="position:absolute;margin-left:63.5pt;margin-top:7.85pt;width:464.3pt;height:789pt;z-index:251741184" filled="f" stroked="f" strokecolor="#3465a4">
            <v:fill o:detectmouseclick="t"/>
            <v:stroke joinstyle="round"/>
            <v:textbox>
              <w:txbxContent>
                <w:p w:rsidR="009F3C5C" w:rsidRDefault="009F3C5C">
                  <w:pPr>
                    <w:pStyle w:val="2"/>
                    <w:tabs>
                      <w:tab w:val="left" w:pos="875"/>
                    </w:tabs>
                    <w:spacing w:after="0" w:line="274" w:lineRule="exact"/>
                    <w:ind w:firstLine="660"/>
                    <w:jc w:val="both"/>
                  </w:pPr>
                  <w:r>
                    <w:rPr>
                      <w:rStyle w:val="CharStyle4"/>
                      <w:b/>
                      <w:bCs/>
                    </w:rPr>
                    <w:t>8.3 Особенности проведения публичных слушаний по внесению в настоящие Правила</w:t>
                  </w:r>
                </w:p>
                <w:p w:rsidR="009F3C5C" w:rsidRDefault="009F3C5C">
                  <w:pPr>
                    <w:pStyle w:val="2"/>
                    <w:tabs>
                      <w:tab w:val="left" w:pos="875"/>
                    </w:tabs>
                    <w:spacing w:after="0" w:line="274" w:lineRule="exact"/>
                    <w:ind w:firstLine="660"/>
                    <w:jc w:val="both"/>
                  </w:pPr>
                </w:p>
                <w:p w:rsidR="009F3C5C" w:rsidRDefault="009F3C5C">
                  <w:pPr>
                    <w:pStyle w:val="2"/>
                    <w:tabs>
                      <w:tab w:val="left" w:pos="875"/>
                    </w:tabs>
                    <w:spacing w:after="0" w:line="274" w:lineRule="exact"/>
                    <w:ind w:firstLine="660"/>
                    <w:jc w:val="both"/>
                  </w:pPr>
                  <w:r>
                    <w:rPr>
                      <w:rStyle w:val="CharStyle4"/>
                    </w:rPr>
                    <w:t>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РФ, орган местного самоуправления сельского поселения Януру- совский сельсовет муниципального района Ишимбайский район Республики Башкортостан, заинтересованные физические и юридические лица, предприниматели в соответствии с частью 3 статьи Градостроительного кодекса Российской Федерации, подготовившие соответствующие предложения по изменению настоящих Правил.</w:t>
                  </w:r>
                </w:p>
                <w:p w:rsidR="009F3C5C" w:rsidRDefault="009F3C5C">
                  <w:pPr>
                    <w:pStyle w:val="2"/>
                    <w:tabs>
                      <w:tab w:val="left" w:pos="875"/>
                    </w:tabs>
                    <w:spacing w:after="0" w:line="274" w:lineRule="exact"/>
                    <w:ind w:firstLine="660"/>
                    <w:jc w:val="both"/>
                  </w:pPr>
                  <w:r>
                    <w:rPr>
                      <w:rStyle w:val="CharStyle4"/>
                    </w:rPr>
                    <w:t>2.</w:t>
                  </w:r>
                  <w:r>
                    <w:rPr>
                      <w:rStyle w:val="CharStyle4"/>
                    </w:rPr>
                    <w:tab/>
                    <w:t>Орган, уполномоченный в области градостроительной деятельности, обеспечивает:</w:t>
                  </w:r>
                </w:p>
                <w:p w:rsidR="009F3C5C" w:rsidRDefault="009F3C5C">
                  <w:pPr>
                    <w:pStyle w:val="2"/>
                    <w:numPr>
                      <w:ilvl w:val="0"/>
                      <w:numId w:val="93"/>
                    </w:numPr>
                    <w:tabs>
                      <w:tab w:val="left" w:pos="893"/>
                    </w:tabs>
                    <w:spacing w:after="0" w:line="274" w:lineRule="exact"/>
                    <w:ind w:firstLine="660"/>
                    <w:jc w:val="both"/>
                  </w:pPr>
                  <w:r>
                    <w:rPr>
                      <w:rStyle w:val="CharStyle4"/>
                    </w:rPr>
                    <w:tab/>
                    <w:t>подготовку проекта изменений настоящих Правил, осуществляемую по инициативе органа местного самоуправления, а также подготовку материалов, представляемых на публичные слушания.</w:t>
                  </w:r>
                </w:p>
                <w:p w:rsidR="009F3C5C" w:rsidRDefault="009F3C5C">
                  <w:pPr>
                    <w:pStyle w:val="2"/>
                    <w:numPr>
                      <w:ilvl w:val="0"/>
                      <w:numId w:val="93"/>
                    </w:numPr>
                    <w:tabs>
                      <w:tab w:val="left" w:pos="899"/>
                    </w:tabs>
                    <w:spacing w:after="0" w:line="274" w:lineRule="exact"/>
                    <w:ind w:firstLine="660"/>
                    <w:jc w:val="both"/>
                  </w:pPr>
                  <w:r>
                    <w:rPr>
                      <w:rStyle w:val="CharStyle4"/>
                    </w:rPr>
                    <w:tab/>
                    <w:t>подготовку проекта постановления главы сельского поселения Яну- русовский сельсовет муниципального района Ишимбайский район Республики Башкортостан о подготовке проекта "О внесении изменений и дополнений и Правила землепользования и застройки сельского поселения Янурусов- ский сельсовет муниципального района Ишимбайский район Республики Башкортостан".</w:t>
                  </w:r>
                </w:p>
                <w:p w:rsidR="009F3C5C" w:rsidRDefault="009F3C5C">
                  <w:pPr>
                    <w:pStyle w:val="2"/>
                    <w:numPr>
                      <w:ilvl w:val="0"/>
                      <w:numId w:val="93"/>
                    </w:numPr>
                    <w:tabs>
                      <w:tab w:val="left" w:pos="913"/>
                    </w:tabs>
                    <w:spacing w:after="0" w:line="274" w:lineRule="exact"/>
                    <w:ind w:firstLine="660"/>
                    <w:jc w:val="both"/>
                  </w:pPr>
                  <w:r>
                    <w:rPr>
                      <w:rStyle w:val="CharStyle4"/>
                    </w:rPr>
                    <w:tab/>
                    <w:t>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 Генерального плана сельского поселения Петровский сельсовет муниципального района Ишим- байский район Республики Башкортостан, схемам территориального планирования Российской Федерации перед представлением такого проекта на публичные слушания;</w:t>
                  </w:r>
                </w:p>
                <w:p w:rsidR="009F3C5C" w:rsidRDefault="009F3C5C">
                  <w:pPr>
                    <w:pStyle w:val="2"/>
                    <w:numPr>
                      <w:ilvl w:val="0"/>
                      <w:numId w:val="93"/>
                    </w:numPr>
                    <w:tabs>
                      <w:tab w:val="left" w:pos="899"/>
                    </w:tabs>
                    <w:spacing w:after="0" w:line="274" w:lineRule="exact"/>
                    <w:ind w:firstLine="660"/>
                    <w:jc w:val="both"/>
                  </w:pPr>
                  <w:r>
                    <w:rPr>
                      <w:rStyle w:val="CharStyle4"/>
                    </w:rPr>
                    <w:tab/>
                    <w:t>подготовку заключения по проекту о внесении изменений в настоящие Правила, направляемого до проведения публичных слушаний в Комиссию по землепользованию и застройке;</w:t>
                  </w:r>
                </w:p>
                <w:p w:rsidR="009F3C5C" w:rsidRDefault="009F3C5C">
                  <w:pPr>
                    <w:pStyle w:val="2"/>
                    <w:numPr>
                      <w:ilvl w:val="0"/>
                      <w:numId w:val="93"/>
                    </w:numPr>
                    <w:tabs>
                      <w:tab w:val="left" w:pos="2285"/>
                    </w:tabs>
                    <w:spacing w:after="0" w:line="274" w:lineRule="exact"/>
                    <w:ind w:firstLine="660"/>
                    <w:jc w:val="both"/>
                  </w:pPr>
                  <w:r>
                    <w:rPr>
                      <w:rStyle w:val="CharStyle4"/>
                    </w:rPr>
                    <w:t xml:space="preserve"> подготовку</w:t>
                  </w:r>
                  <w:r>
                    <w:rPr>
                      <w:rStyle w:val="CharStyle4"/>
                    </w:rPr>
                    <w:tab/>
                    <w:t>экспозиционных материалов, представляемых на публичные слушания.</w:t>
                  </w:r>
                </w:p>
                <w:p w:rsidR="009F3C5C" w:rsidRDefault="009F3C5C">
                  <w:pPr>
                    <w:pStyle w:val="2"/>
                    <w:tabs>
                      <w:tab w:val="left" w:pos="875"/>
                    </w:tabs>
                    <w:spacing w:after="0" w:line="274" w:lineRule="exact"/>
                    <w:ind w:firstLine="660"/>
                    <w:jc w:val="both"/>
                  </w:pPr>
                  <w:r>
                    <w:rPr>
                      <w:rStyle w:val="CharStyle4"/>
                    </w:rPr>
                    <w:t>3. Комиссия по землепользованию и застройке осуществляет следующие полномочия:</w:t>
                  </w:r>
                </w:p>
                <w:p w:rsidR="009F3C5C" w:rsidRDefault="009F3C5C">
                  <w:pPr>
                    <w:pStyle w:val="2"/>
                    <w:numPr>
                      <w:ilvl w:val="0"/>
                      <w:numId w:val="94"/>
                    </w:numPr>
                    <w:tabs>
                      <w:tab w:val="left" w:pos="893"/>
                    </w:tabs>
                    <w:spacing w:after="0" w:line="274" w:lineRule="exact"/>
                    <w:ind w:firstLine="660"/>
                    <w:jc w:val="both"/>
                  </w:pPr>
                  <w:r>
                    <w:rPr>
                      <w:rStyle w:val="CharStyle4"/>
                    </w:rPr>
                    <w:tab/>
                    <w:t>до обращения главы сельского поселения Петровский сельсовет муниципального района Ишимбайский район Республики Башкортостан в Совет сельского поселения Петровский сельсовет муниципального района Ишим- байский район Республики Башкортостан для принятия решения о назначении публичных слушаний, обеспечивает обсуждение и согласование промежуточных результатов подготовки проекта о внесении изменений в настоящие Правила;</w:t>
                  </w:r>
                </w:p>
                <w:p w:rsidR="009F3C5C" w:rsidRDefault="009F3C5C">
                  <w:pPr>
                    <w:pStyle w:val="2"/>
                    <w:numPr>
                      <w:ilvl w:val="0"/>
                      <w:numId w:val="94"/>
                    </w:numPr>
                    <w:tabs>
                      <w:tab w:val="left" w:pos="903"/>
                    </w:tabs>
                    <w:spacing w:after="0" w:line="274" w:lineRule="exact"/>
                    <w:ind w:firstLine="660"/>
                    <w:jc w:val="both"/>
                  </w:pPr>
                  <w:r>
                    <w:rPr>
                      <w:rStyle w:val="CharStyle4"/>
                    </w:rPr>
                    <w:tab/>
                    <w:t>обеспечивает подготовку свободного заключения (основанного на заключении органа, уполномоченного в области градостроительной деятельности) по проекту предложений, направляемого главе сельского поселения Петровский сельсовет муниципального района Ишимбайский район Республики Башкортостан.</w:t>
                  </w:r>
                </w:p>
              </w:txbxContent>
            </v:textbox>
            <w10:wrap type="square"/>
          </v:rect>
        </w:pict>
      </w:r>
    </w:p>
    <w:p w:rsidR="009F3C5C" w:rsidRDefault="009F3C5C">
      <w:pPr>
        <w:pStyle w:val="Standard"/>
        <w:rPr>
          <w:sz w:val="2"/>
          <w:szCs w:val="2"/>
        </w:rPr>
        <w:sectPr w:rsidR="009F3C5C">
          <w:headerReference w:type="default" r:id="rId167"/>
          <w:footerReference w:type="default" r:id="rId168"/>
          <w:pgSz w:w="11906" w:h="16838"/>
          <w:pgMar w:top="360" w:right="360" w:bottom="360" w:left="360" w:header="0" w:footer="0" w:gutter="0"/>
          <w:cols w:space="720"/>
          <w:formProt w:val="0"/>
          <w:docGrid w:linePitch="240" w:charSpace="-6145"/>
        </w:sectPr>
      </w:pPr>
      <w:r>
        <w:rPr>
          <w:noProof/>
          <w:lang w:eastAsia="ru-RU" w:bidi="ar-SA"/>
        </w:rPr>
        <w:pict>
          <v:rect id="104" o:spid="_x0000_s1108" style="position:absolute;margin-left:81pt;margin-top:30.15pt;width:465.25pt;height:787.65pt;z-index:251742208;mso-position-horizontal-relative:page;mso-position-vertical-relative:page" filled="f" stroked="f" strokecolor="#3465a4">
            <v:fill o:detectmouseclick="t"/>
            <v:stroke joinstyle="round"/>
            <v:textbox>
              <w:txbxContent>
                <w:p w:rsidR="009F3C5C" w:rsidRDefault="009F3C5C">
                  <w:pPr>
                    <w:pStyle w:val="2"/>
                    <w:tabs>
                      <w:tab w:val="left" w:pos="879"/>
                    </w:tabs>
                    <w:spacing w:after="0" w:line="274" w:lineRule="exact"/>
                    <w:ind w:firstLine="660"/>
                    <w:jc w:val="both"/>
                  </w:pPr>
                  <w:r>
                    <w:rPr>
                      <w:rStyle w:val="CharStyle4"/>
                    </w:rPr>
                    <w:t>4. Подготовку обращения в Совет сельского поселения Петровский сельсовет муниципального района Ишимбайский район Республики Башкортостан для принятия решения о назначении публичных слушаний осуществляет орган, уполномоченный в области градостроительной деятельности.</w:t>
                  </w:r>
                </w:p>
                <w:p w:rsidR="009F3C5C" w:rsidRDefault="009F3C5C">
                  <w:pPr>
                    <w:pStyle w:val="2"/>
                    <w:tabs>
                      <w:tab w:val="left" w:pos="884"/>
                    </w:tabs>
                    <w:spacing w:after="0" w:line="274" w:lineRule="exact"/>
                    <w:ind w:firstLine="660"/>
                    <w:jc w:val="both"/>
                  </w:pPr>
                  <w:r>
                    <w:rPr>
                      <w:rStyle w:val="CharStyle4"/>
                    </w:rPr>
                    <w:t>5.</w:t>
                  </w:r>
                  <w:r>
                    <w:rPr>
                      <w:rStyle w:val="CharStyle4"/>
                    </w:rPr>
                    <w:tab/>
                    <w:t>Участниками публичных слушаний по проекту о внесении изменений в настоящие Правила являются жители сельского поселения Петровский сельсовет муниципального района Ишимбайский район Республики Башкортостан, правообладатели земельных участков и объектов капитального строительства, расположенных на территории сельского поселения Януру- совский сельсовет муниципального района Ишимбайский район Республики Башкортостан, иные заинтересованные лица.</w:t>
                  </w:r>
                </w:p>
                <w:p w:rsidR="009F3C5C" w:rsidRDefault="009F3C5C">
                  <w:pPr>
                    <w:pStyle w:val="2"/>
                    <w:spacing w:after="0" w:line="274" w:lineRule="exact"/>
                    <w:ind w:firstLine="660"/>
                    <w:jc w:val="both"/>
                  </w:pPr>
                  <w:r>
                    <w:rPr>
                      <w:rStyle w:val="CharStyle4"/>
                    </w:rPr>
                    <w:t>Публичные слушания по проекту о внесении изменений в настоящие Правила проводятся по месту расположения органа, уполномоченного в области градостроительной деятельности.</w:t>
                  </w:r>
                </w:p>
                <w:p w:rsidR="009F3C5C" w:rsidRDefault="009F3C5C">
                  <w:pPr>
                    <w:pStyle w:val="2"/>
                    <w:spacing w:after="0" w:line="274" w:lineRule="exact"/>
                    <w:ind w:firstLine="660"/>
                    <w:jc w:val="both"/>
                  </w:pPr>
                  <w:r>
                    <w:rPr>
                      <w:rStyle w:val="CharStyle4"/>
                    </w:rPr>
                    <w:t>При обсуждении проекта о внесении изменений в настоящие Правила проведение публичных слушаний может осуществляться в каждом местном и городском поселении.</w:t>
                  </w:r>
                </w:p>
                <w:p w:rsidR="009F3C5C" w:rsidRDefault="009F3C5C">
                  <w:pPr>
                    <w:pStyle w:val="2"/>
                    <w:spacing w:after="0" w:line="274" w:lineRule="exact"/>
                    <w:ind w:firstLine="660"/>
                    <w:jc w:val="both"/>
                  </w:pPr>
                  <w:r>
                    <w:rPr>
                      <w:rStyle w:val="CharStyle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соответствующих изменений в градостроительный регламент в составе настоящих Правил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территории.</w:t>
                  </w:r>
                </w:p>
                <w:p w:rsidR="009F3C5C" w:rsidRDefault="009F3C5C">
                  <w:pPr>
                    <w:pStyle w:val="2"/>
                    <w:tabs>
                      <w:tab w:val="left" w:pos="889"/>
                    </w:tabs>
                    <w:spacing w:after="0" w:line="274" w:lineRule="exact"/>
                    <w:ind w:firstLine="660"/>
                    <w:jc w:val="both"/>
                  </w:pPr>
                  <w:r>
                    <w:rPr>
                      <w:rStyle w:val="CharStyle4"/>
                    </w:rPr>
                    <w:t>6. В состав документов, матери алов, представляемых участниками публичных слушаний по обсуждению проекта о внесении изменений в настоящие Правила, включаются:</w:t>
                  </w:r>
                </w:p>
                <w:p w:rsidR="009F3C5C" w:rsidRDefault="009F3C5C">
                  <w:pPr>
                    <w:pStyle w:val="2"/>
                    <w:numPr>
                      <w:ilvl w:val="0"/>
                      <w:numId w:val="95"/>
                    </w:numPr>
                    <w:tabs>
                      <w:tab w:val="left" w:pos="903"/>
                    </w:tabs>
                    <w:spacing w:after="0" w:line="274" w:lineRule="exact"/>
                    <w:ind w:firstLine="660"/>
                    <w:jc w:val="both"/>
                  </w:pPr>
                  <w:r>
                    <w:rPr>
                      <w:rStyle w:val="CharStyle4"/>
                    </w:rPr>
                    <w:tab/>
                    <w:t>опубликованный проект о внесении изменений в настоящие Правила;</w:t>
                  </w:r>
                </w:p>
                <w:p w:rsidR="009F3C5C" w:rsidRDefault="009F3C5C">
                  <w:pPr>
                    <w:pStyle w:val="2"/>
                    <w:numPr>
                      <w:ilvl w:val="0"/>
                      <w:numId w:val="95"/>
                    </w:numPr>
                    <w:tabs>
                      <w:tab w:val="left" w:pos="884"/>
                    </w:tabs>
                    <w:spacing w:after="0" w:line="274" w:lineRule="exact"/>
                    <w:ind w:firstLine="660"/>
                    <w:jc w:val="both"/>
                  </w:pPr>
                  <w:r>
                    <w:rPr>
                      <w:rStyle w:val="CharStyle4"/>
                    </w:rPr>
                    <w:tab/>
                    <w:t>комплект материалов: проект о внесении изменений в настоящие Правила и необходимые обоснования к такому проекту;</w:t>
                  </w:r>
                </w:p>
                <w:p w:rsidR="009F3C5C" w:rsidRDefault="009F3C5C">
                  <w:pPr>
                    <w:pStyle w:val="2"/>
                    <w:numPr>
                      <w:ilvl w:val="0"/>
                      <w:numId w:val="95"/>
                    </w:numPr>
                    <w:tabs>
                      <w:tab w:val="left" w:pos="918"/>
                    </w:tabs>
                    <w:spacing w:after="0" w:line="274" w:lineRule="exact"/>
                    <w:ind w:firstLine="660"/>
                    <w:jc w:val="both"/>
                  </w:pPr>
                  <w:r>
                    <w:rPr>
                      <w:rStyle w:val="CharStyle4"/>
                    </w:rPr>
                    <w:tab/>
                    <w:t>заключение Комиссии, в котором отмечается факт готовности проекта о внесении изменений в настоящие Правила к обсуждению и утверждению.</w:t>
                  </w:r>
                </w:p>
                <w:p w:rsidR="009F3C5C" w:rsidRDefault="009F3C5C">
                  <w:pPr>
                    <w:pStyle w:val="2"/>
                    <w:tabs>
                      <w:tab w:val="left" w:pos="889"/>
                    </w:tabs>
                    <w:spacing w:after="0" w:line="274" w:lineRule="exact"/>
                    <w:ind w:firstLine="660"/>
                    <w:jc w:val="both"/>
                  </w:pPr>
                  <w:r>
                    <w:rPr>
                      <w:rStyle w:val="CharStyle4"/>
                    </w:rPr>
                    <w:t xml:space="preserve">7. </w:t>
                  </w:r>
                  <w:r>
                    <w:rPr>
                      <w:rStyle w:val="CharStyle4"/>
                    </w:rPr>
                    <w:tab/>
                    <w:t>К заключению Комиссии, в котором отмечается факт готовности проекта о внесении изменений в настоящие Правила к обсуждению на публичных слушаниях, прилагается положительное заключение органа, уполномоченного в области градостроительной деятельности.</w:t>
                  </w:r>
                </w:p>
                <w:p w:rsidR="009F3C5C" w:rsidRDefault="009F3C5C">
                  <w:pPr>
                    <w:pStyle w:val="2"/>
                    <w:tabs>
                      <w:tab w:val="left" w:pos="889"/>
                    </w:tabs>
                    <w:spacing w:after="0" w:line="274" w:lineRule="exact"/>
                    <w:ind w:firstLine="660"/>
                    <w:jc w:val="both"/>
                  </w:pPr>
                  <w:r>
                    <w:rPr>
                      <w:rStyle w:val="CharStyle4"/>
                    </w:rPr>
                    <w:t xml:space="preserve">8. </w:t>
                  </w:r>
                  <w:r>
                    <w:rPr>
                      <w:rStyle w:val="CharStyle4"/>
                    </w:rPr>
                    <w:tab/>
                    <w:t>Заключение органа, уполномоченного в области градостроительной деятельности должно включать:</w:t>
                  </w:r>
                </w:p>
                <w:p w:rsidR="009F3C5C" w:rsidRDefault="009F3C5C">
                  <w:pPr>
                    <w:pStyle w:val="2"/>
                    <w:numPr>
                      <w:ilvl w:val="0"/>
                      <w:numId w:val="96"/>
                    </w:numPr>
                    <w:tabs>
                      <w:tab w:val="left" w:pos="889"/>
                    </w:tabs>
                    <w:spacing w:after="0" w:line="274" w:lineRule="exact"/>
                    <w:ind w:firstLine="660"/>
                    <w:jc w:val="both"/>
                  </w:pPr>
                  <w:r>
                    <w:rPr>
                      <w:rStyle w:val="CharStyle4"/>
                    </w:rPr>
                    <w:tab/>
                    <w:t>положения, удостоверяющие факт соответствия подготовленного проекта требованиям и документам, принятым в установленном порядке, а именно:</w:t>
                  </w:r>
                </w:p>
                <w:p w:rsidR="009F3C5C" w:rsidRDefault="009F3C5C">
                  <w:pPr>
                    <w:pStyle w:val="2"/>
                    <w:tabs>
                      <w:tab w:val="left" w:pos="893"/>
                    </w:tabs>
                    <w:spacing w:after="0" w:line="274" w:lineRule="exact"/>
                    <w:ind w:firstLine="660"/>
                    <w:jc w:val="both"/>
                  </w:pPr>
                  <w:r>
                    <w:rPr>
                      <w:rStyle w:val="CharStyle4"/>
                    </w:rPr>
                    <w:t>а)</w:t>
                  </w:r>
                  <w:r>
                    <w:rPr>
                      <w:rStyle w:val="CharStyle4"/>
                    </w:rPr>
                    <w:tab/>
                    <w:t>подтверждение правильности отображения на карте (картах) градостроительного зонирования существующих:</w:t>
                  </w:r>
                </w:p>
                <w:p w:rsidR="009F3C5C" w:rsidRDefault="009F3C5C">
                  <w:pPr>
                    <w:pStyle w:val="2"/>
                    <w:numPr>
                      <w:ilvl w:val="0"/>
                      <w:numId w:val="97"/>
                    </w:numPr>
                    <w:tabs>
                      <w:tab w:val="left" w:pos="845"/>
                    </w:tabs>
                    <w:spacing w:after="0" w:line="274" w:lineRule="exact"/>
                    <w:ind w:firstLine="660"/>
                    <w:jc w:val="both"/>
                  </w:pPr>
                  <w:r>
                    <w:rPr>
                      <w:rStyle w:val="CharStyle4"/>
                    </w:rPr>
                    <w:tab/>
                    <w:t>границ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7"/>
                    </w:numPr>
                    <w:tabs>
                      <w:tab w:val="left" w:pos="845"/>
                    </w:tabs>
                    <w:spacing w:after="0" w:line="274" w:lineRule="exact"/>
                    <w:ind w:firstLine="660"/>
                    <w:jc w:val="both"/>
                  </w:pPr>
                  <w:r>
                    <w:rPr>
                      <w:rStyle w:val="CharStyle4"/>
                    </w:rPr>
                    <w:tab/>
                    <w:t>границ земель, применительно к которым не устанавливается градостроительные регламенты;</w:t>
                  </w:r>
                </w:p>
                <w:p w:rsidR="009F3C5C" w:rsidRDefault="009F3C5C">
                  <w:pPr>
                    <w:pStyle w:val="2"/>
                    <w:numPr>
                      <w:ilvl w:val="0"/>
                      <w:numId w:val="97"/>
                    </w:numPr>
                    <w:tabs>
                      <w:tab w:val="left" w:pos="845"/>
                    </w:tabs>
                    <w:spacing w:after="0" w:line="274" w:lineRule="exact"/>
                    <w:ind w:firstLine="660"/>
                    <w:jc w:val="both"/>
                  </w:pPr>
                  <w:r>
                    <w:rPr>
                      <w:rStyle w:val="CharStyle4"/>
                    </w:rPr>
                    <w:tab/>
                    <w:t>границ земель, применительно к которым градостроительные регламенты устанавливаются, и земельных участков таких земель;</w:t>
                  </w:r>
                </w:p>
              </w:txbxContent>
            </v:textbox>
            <w10:wrap type="square" anchorx="page" anchory="page"/>
          </v:rect>
        </w:pict>
      </w:r>
    </w:p>
    <w:p w:rsidR="009F3C5C" w:rsidRDefault="009F3C5C">
      <w:pPr>
        <w:pStyle w:val="Standard"/>
        <w:rPr>
          <w:sz w:val="2"/>
          <w:szCs w:val="2"/>
        </w:rPr>
        <w:sectPr w:rsidR="009F3C5C">
          <w:headerReference w:type="default" r:id="rId169"/>
          <w:footerReference w:type="default" r:id="rId170"/>
          <w:pgSz w:w="11906" w:h="16838"/>
          <w:pgMar w:top="360" w:right="360" w:bottom="360" w:left="360" w:header="0" w:footer="0" w:gutter="0"/>
          <w:cols w:space="720"/>
          <w:formProt w:val="0"/>
          <w:docGrid w:linePitch="240" w:charSpace="-6145"/>
        </w:sectPr>
      </w:pPr>
      <w:r>
        <w:rPr>
          <w:noProof/>
          <w:lang w:eastAsia="ru-RU" w:bidi="ar-SA"/>
        </w:rPr>
        <w:pict>
          <v:rect id="105" o:spid="_x0000_s1109" style="position:absolute;margin-left:81.5pt;margin-top:30.15pt;width:464.3pt;height:787.4pt;z-index:251743232;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40"/>
                    <w:jc w:val="both"/>
                  </w:pPr>
                  <w:r>
                    <w:rPr>
                      <w:rStyle w:val="CharStyle4"/>
                    </w:rPr>
                    <w:t>- красных линии, утвержденных ранее в составе проектов планировки территории;</w:t>
                  </w:r>
                </w:p>
                <w:p w:rsidR="009F3C5C" w:rsidRDefault="009F3C5C">
                  <w:pPr>
                    <w:pStyle w:val="2"/>
                    <w:tabs>
                      <w:tab w:val="left" w:pos="913"/>
                    </w:tabs>
                    <w:spacing w:after="0" w:line="274" w:lineRule="exact"/>
                    <w:ind w:firstLine="640"/>
                    <w:jc w:val="both"/>
                  </w:pPr>
                  <w:r>
                    <w:rPr>
                      <w:rStyle w:val="CharStyle4"/>
                    </w:rPr>
                    <w:t>б)</w:t>
                  </w:r>
                  <w:r>
                    <w:rPr>
                      <w:rStyle w:val="CharStyle4"/>
                    </w:rPr>
                    <w:tab/>
                    <w:t>подтверждение соответствия ранее о внесении изменений в настоящие Правила требованиям технических регламентов (а вплоть до их вступления в установленном порядке в силу - нормативных актов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в части режима ограничений использования земельных участков и объектов капитального строительства и его распространения в пределах, обозначенных границами зон с особыми условиями территорий (санитарнотехнических, водоохранных, зон микросейсморайонирования, иных зон, устанавливаемых в соответствии с законодательством Российской Федерации);</w:t>
                  </w:r>
                </w:p>
                <w:p w:rsidR="009F3C5C" w:rsidRDefault="009F3C5C">
                  <w:pPr>
                    <w:pStyle w:val="2"/>
                    <w:tabs>
                      <w:tab w:val="left" w:pos="908"/>
                    </w:tabs>
                    <w:spacing w:after="0" w:line="274" w:lineRule="exact"/>
                    <w:ind w:firstLine="640"/>
                    <w:jc w:val="both"/>
                  </w:pPr>
                  <w:r>
                    <w:rPr>
                      <w:rStyle w:val="CharStyle4"/>
                    </w:rPr>
                    <w:t>в)</w:t>
                  </w:r>
                  <w:r>
                    <w:rPr>
                      <w:rStyle w:val="CharStyle4"/>
                    </w:rPr>
                    <w:tab/>
                    <w:t>подтверждение соответствия проекта о внесении изменений в настоящие правила действующим документам территориального планирования по планировке территорий в части границ зон планируемого размещения объектов различного назначения (определенных документами территориального планирования);</w:t>
                  </w:r>
                </w:p>
                <w:p w:rsidR="009F3C5C" w:rsidRDefault="009F3C5C">
                  <w:pPr>
                    <w:pStyle w:val="2"/>
                    <w:tabs>
                      <w:tab w:val="left" w:pos="908"/>
                    </w:tabs>
                    <w:spacing w:after="0" w:line="274" w:lineRule="exact"/>
                    <w:ind w:firstLine="640"/>
                    <w:jc w:val="both"/>
                  </w:pPr>
                  <w:r>
                    <w:rPr>
                      <w:rStyle w:val="CharStyle4"/>
                    </w:rPr>
                    <w:t>г)</w:t>
                  </w:r>
                  <w:r>
                    <w:rPr>
                      <w:rStyle w:val="CharStyle4"/>
                    </w:rPr>
                    <w:tab/>
                    <w:t>подтверждение того, что в проекте о внесении изменений в настоящие Правила учтены положения о территориальном планировании Генерального плана сельского поселения Петровский сельсовет муниципального района Ишимбайский район Республики Башкортостан с учетом его корректировки, в части корректировки,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w:t>
                  </w:r>
                </w:p>
                <w:p w:rsidR="009F3C5C" w:rsidRDefault="009F3C5C">
                  <w:pPr>
                    <w:pStyle w:val="2"/>
                    <w:tabs>
                      <w:tab w:val="left" w:pos="908"/>
                    </w:tabs>
                    <w:spacing w:after="0" w:line="274" w:lineRule="exact"/>
                    <w:ind w:firstLine="640"/>
                    <w:jc w:val="both"/>
                  </w:pPr>
                  <w:r>
                    <w:rPr>
                      <w:rStyle w:val="CharStyle4"/>
                    </w:rPr>
                    <w:t>д)</w:t>
                  </w:r>
                  <w:r>
                    <w:rPr>
                      <w:rStyle w:val="CharStyle4"/>
                    </w:rPr>
                    <w:tab/>
                    <w:t>подтверждение соответствия проекта о внесении изменений в настоящие Правила утвержденному в установленном порядке проекту зон охраны объектов культурного наследия регионального и (или) федерального значения (при их наличии);</w:t>
                  </w:r>
                </w:p>
                <w:p w:rsidR="009F3C5C" w:rsidRDefault="009F3C5C">
                  <w:pPr>
                    <w:pStyle w:val="2"/>
                    <w:tabs>
                      <w:tab w:val="left" w:pos="927"/>
                    </w:tabs>
                    <w:spacing w:after="0" w:line="274" w:lineRule="exact"/>
                    <w:ind w:firstLine="640"/>
                    <w:jc w:val="both"/>
                  </w:pPr>
                  <w:r>
                    <w:rPr>
                      <w:rStyle w:val="CharStyle4"/>
                    </w:rPr>
                    <w:t>е)</w:t>
                  </w:r>
                  <w:r>
                    <w:rPr>
                      <w:rStyle w:val="CharStyle4"/>
                    </w:rPr>
                    <w:tab/>
                    <w:t>подтверждение соответствия проекта о внесении изменений в настоящие Правила требованиям федерального законодательства, законодательства Республики Башкортостан, нормативными правовыми актами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8"/>
                    </w:numPr>
                    <w:tabs>
                      <w:tab w:val="left" w:pos="904"/>
                    </w:tabs>
                    <w:spacing w:after="0" w:line="274" w:lineRule="exact"/>
                    <w:ind w:firstLine="640"/>
                    <w:jc w:val="both"/>
                  </w:pPr>
                  <w:r>
                    <w:rPr>
                      <w:rStyle w:val="CharStyle4"/>
                    </w:rPr>
                    <w:tab/>
                    <w:t>обоснование предполагаемого градостроительного зонирования в части положений, не формализованных обязательствами требованиям, - о составе, конфигурации границ и характеристиках территориальной зоны, о составе градостроительных регламентов применительно к различным территориальным зонам.</w:t>
                  </w:r>
                </w:p>
                <w:p w:rsidR="009F3C5C" w:rsidRDefault="009F3C5C">
                  <w:pPr>
                    <w:pStyle w:val="2"/>
                    <w:tabs>
                      <w:tab w:val="left" w:pos="904"/>
                    </w:tabs>
                    <w:spacing w:after="0" w:line="274" w:lineRule="exact"/>
                    <w:ind w:firstLine="640"/>
                    <w:jc w:val="both"/>
                  </w:pPr>
                  <w:r>
                    <w:rPr>
                      <w:rStyle w:val="CharStyle4"/>
                    </w:rPr>
                    <w:t>9.</w:t>
                  </w:r>
                  <w:r>
                    <w:rPr>
                      <w:rStyle w:val="CharStyle4"/>
                    </w:rPr>
                    <w:tab/>
                    <w:t>Предметом публичных слушаний по проекту о внесении изменений в настоящие Правила являются вопросы, указанные в части 8 настоящего пункта.</w:t>
                  </w:r>
                </w:p>
                <w:p w:rsidR="009F3C5C" w:rsidRDefault="009F3C5C">
                  <w:pPr>
                    <w:pStyle w:val="2"/>
                    <w:tabs>
                      <w:tab w:val="left" w:pos="1014"/>
                    </w:tabs>
                    <w:spacing w:after="0" w:line="274" w:lineRule="exact"/>
                    <w:ind w:firstLine="640"/>
                    <w:jc w:val="both"/>
                  </w:pPr>
                  <w:r>
                    <w:rPr>
                      <w:rStyle w:val="CharStyle4"/>
                    </w:rPr>
                    <w:t>10. После проведения публичных слушаний по проекту о внесении изменений в настоящие Правила Совет сельского поселения Петровский сельсовет муниципального района Ишимбайский район Республики Башкортостан в лице Комиссии по городскому хозяйству, земельным и имущественным отношениям обеспечивает подготовку заключения по результатам публичных слушаний, его опубликование и размещение на официальном сайте Совета сельского поселения Петровский сельсовет муниципального района Ишимбайский район Республики Башкортостан в сети Интернет.</w:t>
                  </w:r>
                </w:p>
              </w:txbxContent>
            </v:textbox>
            <w10:wrap type="square" anchorx="page" anchory="page"/>
          </v:rect>
        </w:pict>
      </w:r>
    </w:p>
    <w:p w:rsidR="009F3C5C" w:rsidRDefault="009F3C5C">
      <w:pPr>
        <w:pStyle w:val="Standard"/>
        <w:rPr>
          <w:sz w:val="2"/>
          <w:szCs w:val="2"/>
        </w:rPr>
        <w:sectPr w:rsidR="009F3C5C">
          <w:headerReference w:type="default" r:id="rId171"/>
          <w:footerReference w:type="default" r:id="rId172"/>
          <w:pgSz w:w="11906" w:h="16838"/>
          <w:pgMar w:top="360" w:right="360" w:bottom="360" w:left="360" w:header="0" w:footer="0" w:gutter="0"/>
          <w:cols w:space="720"/>
          <w:formProt w:val="0"/>
          <w:docGrid w:linePitch="240" w:charSpace="-6145"/>
        </w:sectPr>
      </w:pPr>
      <w:r>
        <w:rPr>
          <w:noProof/>
          <w:lang w:eastAsia="ru-RU" w:bidi="ar-SA"/>
        </w:rPr>
        <w:pict>
          <v:rect id="106" o:spid="_x0000_s1110" style="position:absolute;margin-left:81.25pt;margin-top:30.4pt;width:464.8pt;height:787.75pt;z-index:251744256;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В случае, когда проект подготовлен по инициативе органов местного самоуправления, Комиссия по землепользованию и застройке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9"/>
                    </w:numPr>
                    <w:tabs>
                      <w:tab w:val="left" w:pos="893"/>
                    </w:tabs>
                    <w:spacing w:after="0" w:line="274" w:lineRule="exact"/>
                    <w:ind w:firstLine="660"/>
                    <w:jc w:val="both"/>
                  </w:pPr>
                  <w:r>
                    <w:rPr>
                      <w:rStyle w:val="CharStyle4"/>
                    </w:rPr>
                    <w:tab/>
                    <w:t>обеспечивает доработку проекта о внесении изменений в настоящие Правила по результатам публичных слушаний (при необходимости);</w:t>
                  </w:r>
                </w:p>
                <w:p w:rsidR="009F3C5C" w:rsidRDefault="009F3C5C">
                  <w:pPr>
                    <w:pStyle w:val="2"/>
                    <w:numPr>
                      <w:ilvl w:val="0"/>
                      <w:numId w:val="99"/>
                    </w:numPr>
                    <w:tabs>
                      <w:tab w:val="left" w:pos="899"/>
                    </w:tabs>
                    <w:spacing w:after="0" w:line="274" w:lineRule="exact"/>
                    <w:ind w:firstLine="660"/>
                    <w:jc w:val="both"/>
                  </w:pPr>
                  <w:r>
                    <w:rPr>
                      <w:rStyle w:val="CharStyle4"/>
                    </w:rPr>
                    <w:tab/>
                    <w:t>подготавливает комплект документов и направляет его главе сельского поселения Петровский сельсовет муниципального района Ишимбайский район Республики Башкортостан для принятия решения о подготовке проекта внесения изменений и дополнений в Правила либо об отклонении этих предложений с указанием причин такого решения.</w:t>
                  </w:r>
                </w:p>
                <w:p w:rsidR="009F3C5C" w:rsidRDefault="009F3C5C">
                  <w:pPr>
                    <w:pStyle w:val="2"/>
                    <w:spacing w:after="0" w:line="274" w:lineRule="exact"/>
                    <w:ind w:firstLine="660"/>
                    <w:jc w:val="both"/>
                  </w:pPr>
                  <w:r>
                    <w:rPr>
                      <w:rStyle w:val="CharStyle4"/>
                    </w:rPr>
                    <w:t>В случае, когда проект предложений подготовлен по инициативе заинтересованных физических или юридических лиц, предпринимателей, Комиссия по городскому хозяйству, земельным и имущественным отношениям:</w:t>
                  </w:r>
                </w:p>
                <w:p w:rsidR="009F3C5C" w:rsidRDefault="009F3C5C">
                  <w:pPr>
                    <w:pStyle w:val="2"/>
                    <w:numPr>
                      <w:ilvl w:val="0"/>
                      <w:numId w:val="100"/>
                    </w:numPr>
                    <w:tabs>
                      <w:tab w:val="left" w:pos="899"/>
                    </w:tabs>
                    <w:spacing w:after="0" w:line="274" w:lineRule="exact"/>
                    <w:ind w:firstLine="660"/>
                    <w:jc w:val="both"/>
                  </w:pPr>
                  <w:r>
                    <w:rPr>
                      <w:rStyle w:val="CharStyle4"/>
                    </w:rPr>
                    <w:tab/>
                    <w:t>может предложить указанным лицам внести изменения в проекта положений (в случай, когда по результатам публичных слушаний выявилась такая необходимость);</w:t>
                  </w:r>
                </w:p>
                <w:p w:rsidR="009F3C5C" w:rsidRDefault="009F3C5C">
                  <w:pPr>
                    <w:pStyle w:val="2"/>
                    <w:numPr>
                      <w:ilvl w:val="0"/>
                      <w:numId w:val="100"/>
                    </w:numPr>
                    <w:tabs>
                      <w:tab w:val="left" w:pos="903"/>
                    </w:tabs>
                    <w:spacing w:after="0" w:line="274" w:lineRule="exact"/>
                    <w:ind w:firstLine="660"/>
                    <w:jc w:val="both"/>
                  </w:pPr>
                  <w:r>
                    <w:rPr>
                      <w:rStyle w:val="CharStyle4"/>
                    </w:rPr>
                    <w:tab/>
                    <w:t>подготавливает комплект документов и направляет его главе сельского поселения Петровский сельсовет муниципального района Ишимбайский район Республики Башкортостан (в случае,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9F3C5C" w:rsidRDefault="009F3C5C">
                  <w:pPr>
                    <w:pStyle w:val="2"/>
                    <w:spacing w:after="0" w:line="274" w:lineRule="exact"/>
                    <w:ind w:firstLine="660"/>
                    <w:jc w:val="both"/>
                  </w:pPr>
                  <w:r>
                    <w:rPr>
                      <w:rStyle w:val="CharStyle4"/>
                    </w:rPr>
                    <w:t>Указанный комплект материалов содержит:</w:t>
                  </w:r>
                </w:p>
                <w:p w:rsidR="009F3C5C" w:rsidRDefault="009F3C5C">
                  <w:pPr>
                    <w:pStyle w:val="2"/>
                    <w:spacing w:after="0" w:line="274" w:lineRule="exact"/>
                    <w:ind w:firstLine="660"/>
                    <w:jc w:val="both"/>
                  </w:pPr>
                  <w:r>
                    <w:rPr>
                      <w:rStyle w:val="CharStyle4"/>
                    </w:rPr>
                    <w:t>1) заключение Комиссии по землепользованию и застройке сельского поселения Петровский сельсовет муниципального района Ишимбайский район Республики Башкортостан, в котором отмечается факт готовности проекта о внесении изменений в настоящие Правила к направлению его главе сельского поселения Петровский сельсовет муниципального района Ишим- байский район Республики Башкортостан с приложением:</w:t>
                  </w:r>
                </w:p>
                <w:p w:rsidR="009F3C5C" w:rsidRDefault="009F3C5C">
                  <w:pPr>
                    <w:pStyle w:val="2"/>
                    <w:tabs>
                      <w:tab w:val="left" w:pos="992"/>
                    </w:tabs>
                    <w:spacing w:after="0" w:line="274" w:lineRule="exact"/>
                    <w:ind w:firstLine="660"/>
                    <w:jc w:val="both"/>
                  </w:pPr>
                  <w:r>
                    <w:rPr>
                      <w:rStyle w:val="CharStyle4"/>
                    </w:rPr>
                    <w:t>а)</w:t>
                  </w:r>
                  <w:r>
                    <w:rPr>
                      <w:rStyle w:val="CharStyle4"/>
                    </w:rPr>
                    <w:tab/>
                    <w:t>протокола (протоколы) публичных слушаний;</w:t>
                  </w:r>
                </w:p>
                <w:p w:rsidR="009F3C5C" w:rsidRDefault="009F3C5C">
                  <w:pPr>
                    <w:pStyle w:val="2"/>
                    <w:tabs>
                      <w:tab w:val="left" w:pos="913"/>
                    </w:tabs>
                    <w:spacing w:after="0" w:line="274" w:lineRule="exact"/>
                    <w:ind w:firstLine="660"/>
                    <w:jc w:val="both"/>
                  </w:pPr>
                  <w:r>
                    <w:rPr>
                      <w:rStyle w:val="CharStyle4"/>
                    </w:rPr>
                    <w:t>б)</w:t>
                  </w:r>
                  <w:r>
                    <w:rPr>
                      <w:rStyle w:val="CharStyle4"/>
                    </w:rPr>
                    <w:tab/>
                    <w:t>заключения органа, уполномоченного в области градостроительной деятельности, указанного в части 7 пункта 8.3 настоящих Правил; проекта о внесении изменений в настоящие Правила с приложением к нему обосновывающих материалов;</w:t>
                  </w:r>
                </w:p>
                <w:p w:rsidR="009F3C5C" w:rsidRDefault="009F3C5C">
                  <w:pPr>
                    <w:pStyle w:val="2"/>
                    <w:tabs>
                      <w:tab w:val="left" w:pos="1047"/>
                    </w:tabs>
                    <w:spacing w:after="0" w:line="274" w:lineRule="exact"/>
                    <w:ind w:firstLine="660"/>
                    <w:jc w:val="both"/>
                  </w:pPr>
                  <w:r>
                    <w:rPr>
                      <w:rStyle w:val="CharStyle4"/>
                    </w:rPr>
                    <w:t>11. Глава сельского поселения Петровский сельсовет муниципального района Ишимбайский район Республики Башкортостан с учетом представленных ему документов, определенных в части 6, частью 10 пункта 8.3 настоящих Правил, в течение 30 календарных дней принимает одно из двух решений:</w:t>
                  </w:r>
                </w:p>
                <w:p w:rsidR="009F3C5C" w:rsidRDefault="009F3C5C">
                  <w:pPr>
                    <w:pStyle w:val="2"/>
                    <w:numPr>
                      <w:ilvl w:val="0"/>
                      <w:numId w:val="101"/>
                    </w:numPr>
                    <w:tabs>
                      <w:tab w:val="left" w:pos="893"/>
                    </w:tabs>
                    <w:spacing w:after="0" w:line="274" w:lineRule="exact"/>
                    <w:ind w:firstLine="660"/>
                    <w:jc w:val="both"/>
                  </w:pPr>
                  <w:r>
                    <w:rPr>
                      <w:rStyle w:val="CharStyle4"/>
                    </w:rPr>
                    <w:tab/>
                    <w:t>о направлении проекта о внесении изменений в настоящие Правила в Совет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01"/>
                    </w:numPr>
                    <w:tabs>
                      <w:tab w:val="left" w:pos="997"/>
                    </w:tabs>
                    <w:spacing w:after="0" w:line="274" w:lineRule="exact"/>
                    <w:ind w:firstLine="660"/>
                    <w:jc w:val="both"/>
                  </w:pPr>
                  <w:r>
                    <w:rPr>
                      <w:rStyle w:val="CharStyle4"/>
                    </w:rPr>
                    <w:tab/>
                    <w:t>об отклонении проекта.</w:t>
                  </w:r>
                </w:p>
                <w:p w:rsidR="009F3C5C" w:rsidRDefault="009F3C5C">
                  <w:pPr>
                    <w:pStyle w:val="2"/>
                    <w:spacing w:after="0" w:line="274" w:lineRule="exact"/>
                    <w:ind w:firstLine="660"/>
                    <w:jc w:val="both"/>
                  </w:pPr>
                  <w:r>
                    <w:rPr>
                      <w:rStyle w:val="CharStyle4"/>
                    </w:rPr>
                    <w:t>Глава сельского поселения Петровский сельсовет муниципального района Ишимбайский район Республики Башкортостан направляет в Совет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73"/>
          <w:footerReference w:type="default" r:id="rId174"/>
          <w:pgSz w:w="11906" w:h="16838"/>
          <w:pgMar w:top="360" w:right="360" w:bottom="360" w:left="360" w:header="0" w:footer="0" w:gutter="0"/>
          <w:cols w:space="720"/>
          <w:formProt w:val="0"/>
          <w:docGrid w:linePitch="240" w:charSpace="-6145"/>
        </w:sectPr>
      </w:pPr>
      <w:r>
        <w:rPr>
          <w:noProof/>
          <w:lang w:eastAsia="ru-RU" w:bidi="ar-SA"/>
        </w:rPr>
        <w:pict>
          <v:rect id="107" o:spid="_x0000_s1111" style="position:absolute;margin-left:81.5pt;margin-top:30.4pt;width:464.3pt;height:789.05pt;z-index:251745280;mso-position-horizontal-relative:page;mso-position-vertical-relative:page" filled="f" stroked="f" strokecolor="#3465a4">
            <v:fill o:detectmouseclick="t"/>
            <v:stroke joinstyle="round"/>
            <v:textbox>
              <w:txbxContent>
                <w:p w:rsidR="009F3C5C" w:rsidRDefault="009F3C5C">
                  <w:pPr>
                    <w:pStyle w:val="2"/>
                    <w:numPr>
                      <w:ilvl w:val="0"/>
                      <w:numId w:val="102"/>
                    </w:numPr>
                    <w:tabs>
                      <w:tab w:val="left" w:pos="908"/>
                    </w:tabs>
                    <w:spacing w:after="0" w:line="274" w:lineRule="exact"/>
                    <w:ind w:firstLine="660"/>
                    <w:jc w:val="both"/>
                  </w:pPr>
                  <w:r>
                    <w:rPr>
                      <w:rStyle w:val="CharStyle4"/>
                    </w:rPr>
                    <w:tab/>
                    <w:t>сопроводительное письмо о соответствии такого проекта установленным требованиям, включая требования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w:t>
                  </w:r>
                </w:p>
                <w:p w:rsidR="009F3C5C" w:rsidRDefault="009F3C5C">
                  <w:pPr>
                    <w:pStyle w:val="2"/>
                    <w:numPr>
                      <w:ilvl w:val="0"/>
                      <w:numId w:val="102"/>
                    </w:numPr>
                    <w:tabs>
                      <w:tab w:val="left" w:pos="899"/>
                    </w:tabs>
                    <w:spacing w:after="0" w:line="274" w:lineRule="exact"/>
                    <w:ind w:firstLine="660"/>
                    <w:jc w:val="both"/>
                  </w:pPr>
                  <w:r>
                    <w:rPr>
                      <w:rStyle w:val="CharStyle4"/>
                    </w:rPr>
                    <w:tab/>
                    <w:t>заключение Комиссии по землепользованию и застройке сельского поселения Петровский сельсовет муниципального района Ишимбайский район Республики Башкортостан, в котором отмечается факт готовности проекта о внесении изменений в настоящие Правила к утверждению с приложением:</w:t>
                  </w:r>
                </w:p>
                <w:p w:rsidR="009F3C5C" w:rsidRDefault="009F3C5C">
                  <w:pPr>
                    <w:pStyle w:val="2"/>
                    <w:numPr>
                      <w:ilvl w:val="0"/>
                      <w:numId w:val="103"/>
                    </w:numPr>
                    <w:tabs>
                      <w:tab w:val="left" w:pos="887"/>
                    </w:tabs>
                    <w:spacing w:after="0" w:line="274" w:lineRule="exact"/>
                    <w:ind w:firstLine="660"/>
                    <w:jc w:val="both"/>
                  </w:pPr>
                  <w:r>
                    <w:rPr>
                      <w:rStyle w:val="CharStyle4"/>
                    </w:rPr>
                    <w:tab/>
                    <w:t>протокола (протоколов) публичных слушаний;</w:t>
                  </w:r>
                </w:p>
                <w:p w:rsidR="009F3C5C" w:rsidRDefault="009F3C5C">
                  <w:pPr>
                    <w:pStyle w:val="2"/>
                    <w:numPr>
                      <w:ilvl w:val="0"/>
                      <w:numId w:val="97"/>
                    </w:numPr>
                    <w:tabs>
                      <w:tab w:val="left" w:pos="887"/>
                    </w:tabs>
                    <w:spacing w:after="0" w:line="274" w:lineRule="exact"/>
                    <w:ind w:firstLine="660"/>
                    <w:jc w:val="both"/>
                  </w:pPr>
                  <w:r>
                    <w:rPr>
                      <w:rStyle w:val="CharStyle4"/>
                    </w:rPr>
                    <w:tab/>
                    <w:t>заключение о результатах публичных слушаний;</w:t>
                  </w:r>
                </w:p>
                <w:p w:rsidR="009F3C5C" w:rsidRDefault="009F3C5C">
                  <w:pPr>
                    <w:pStyle w:val="2"/>
                    <w:numPr>
                      <w:ilvl w:val="0"/>
                      <w:numId w:val="97"/>
                    </w:numPr>
                    <w:tabs>
                      <w:tab w:val="left" w:pos="887"/>
                    </w:tabs>
                    <w:spacing w:after="0" w:line="274" w:lineRule="exact"/>
                    <w:ind w:firstLine="660"/>
                    <w:jc w:val="both"/>
                  </w:pPr>
                  <w:r>
                    <w:rPr>
                      <w:rStyle w:val="CharStyle4"/>
                    </w:rPr>
                    <w:tab/>
                    <w:t>заключение органа, уполномоченного в области градостроительной деятельности, о соответствии проекта предложений всем установленным требованиям;</w:t>
                  </w:r>
                </w:p>
                <w:p w:rsidR="009F3C5C" w:rsidRDefault="009F3C5C">
                  <w:pPr>
                    <w:pStyle w:val="2"/>
                    <w:numPr>
                      <w:ilvl w:val="0"/>
                      <w:numId w:val="104"/>
                    </w:numPr>
                    <w:tabs>
                      <w:tab w:val="left" w:pos="903"/>
                    </w:tabs>
                    <w:spacing w:after="0" w:line="274" w:lineRule="exact"/>
                    <w:ind w:firstLine="660"/>
                    <w:jc w:val="both"/>
                  </w:pPr>
                  <w:r>
                    <w:rPr>
                      <w:rStyle w:val="CharStyle4"/>
                    </w:rPr>
                    <w:tab/>
                    <w:t>проект решения Совета сельского поселения Петровский сельсовет муниципального района Ишимбайский район Республики Башкортостан о внесении изменений в настоящие Правила и обосновывающие материалы к нему.</w:t>
                  </w:r>
                </w:p>
                <w:p w:rsidR="009F3C5C" w:rsidRDefault="009F3C5C">
                  <w:pPr>
                    <w:pStyle w:val="2"/>
                    <w:spacing w:after="0" w:line="274" w:lineRule="exact"/>
                    <w:ind w:firstLine="660"/>
                    <w:jc w:val="both"/>
                  </w:pPr>
                  <w:r>
                    <w:rPr>
                      <w:rStyle w:val="CharStyle4"/>
                    </w:rPr>
                    <w:t>Совет сельского поселения Петровский сельсовет муниципального района Ишимбайский район Республики Башкортостан по результатам рассмотрения документов, представленных главой сельского поселения Янурусов- ский сельсовет муниципального района Ишимбайский район Республики Башкортостан, может принять одно из следующих решений:</w:t>
                  </w:r>
                </w:p>
                <w:p w:rsidR="009F3C5C" w:rsidRDefault="009F3C5C">
                  <w:pPr>
                    <w:pStyle w:val="2"/>
                    <w:numPr>
                      <w:ilvl w:val="0"/>
                      <w:numId w:val="105"/>
                    </w:numPr>
                    <w:tabs>
                      <w:tab w:val="left" w:pos="977"/>
                    </w:tabs>
                    <w:spacing w:after="0" w:line="274" w:lineRule="exact"/>
                    <w:ind w:firstLine="660"/>
                    <w:jc w:val="both"/>
                  </w:pPr>
                  <w:r>
                    <w:rPr>
                      <w:rStyle w:val="CharStyle4"/>
                    </w:rPr>
                    <w:tab/>
                    <w:t>утвердить изменения в настоя щие Правила;</w:t>
                  </w:r>
                </w:p>
                <w:p w:rsidR="009F3C5C" w:rsidRDefault="009F3C5C">
                  <w:pPr>
                    <w:pStyle w:val="2"/>
                    <w:numPr>
                      <w:ilvl w:val="0"/>
                      <w:numId w:val="105"/>
                    </w:numPr>
                    <w:tabs>
                      <w:tab w:val="left" w:pos="997"/>
                    </w:tabs>
                    <w:spacing w:after="0" w:line="274" w:lineRule="exact"/>
                    <w:ind w:firstLine="660"/>
                    <w:jc w:val="both"/>
                  </w:pPr>
                  <w:r>
                    <w:rPr>
                      <w:rStyle w:val="CharStyle4"/>
                    </w:rPr>
                    <w:tab/>
                    <w:t>отклонить изменения в настоящие Правила.</w:t>
                  </w:r>
                </w:p>
                <w:p w:rsidR="009F3C5C" w:rsidRDefault="009F3C5C">
                  <w:pPr>
                    <w:pStyle w:val="2"/>
                    <w:tabs>
                      <w:tab w:val="left" w:pos="1009"/>
                    </w:tabs>
                    <w:spacing w:after="0" w:line="274" w:lineRule="exact"/>
                    <w:ind w:firstLine="660"/>
                    <w:jc w:val="both"/>
                  </w:pPr>
                  <w:r>
                    <w:rPr>
                      <w:rStyle w:val="CharStyle4"/>
                    </w:rPr>
                    <w:t>12.</w:t>
                  </w:r>
                  <w:r>
                    <w:rPr>
                      <w:rStyle w:val="CharStyle4"/>
                    </w:rPr>
                    <w:tab/>
                    <w:t>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spacing w:after="0" w:line="274" w:lineRule="exact"/>
                    <w:ind w:firstLine="660"/>
                    <w:jc w:val="both"/>
                  </w:pPr>
                  <w:r>
                    <w:rPr>
                      <w:rStyle w:val="CharStyle4"/>
                    </w:rPr>
                    <w:t>2) в соответствии с требованиями части 2 статьи 57 Градостроительного кодекса Российской Федерации подлежат:</w:t>
                  </w:r>
                </w:p>
                <w:p w:rsidR="009F3C5C" w:rsidRDefault="009F3C5C">
                  <w:pPr>
                    <w:pStyle w:val="2"/>
                    <w:tabs>
                      <w:tab w:val="left" w:pos="893"/>
                    </w:tabs>
                    <w:spacing w:after="0" w:line="274" w:lineRule="exact"/>
                    <w:ind w:firstLine="660"/>
                    <w:jc w:val="both"/>
                  </w:pPr>
                  <w:r>
                    <w:rPr>
                      <w:rStyle w:val="CharStyle4"/>
                    </w:rPr>
                    <w:t>а)</w:t>
                  </w:r>
                  <w:r>
                    <w:rPr>
                      <w:rStyle w:val="CharStyle4"/>
                    </w:rPr>
                    <w:tab/>
                    <w:t>в течение семи дней со дня утверждения направлению в информационную систему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903"/>
                    </w:tabs>
                    <w:spacing w:after="0" w:line="274" w:lineRule="exact"/>
                    <w:ind w:firstLine="660"/>
                    <w:jc w:val="both"/>
                  </w:pPr>
                  <w:r>
                    <w:rPr>
                      <w:rStyle w:val="CharStyle4"/>
                    </w:rPr>
                    <w:t>б)</w:t>
                  </w:r>
                  <w:r>
                    <w:rPr>
                      <w:rStyle w:val="CharStyle4"/>
                    </w:rPr>
                    <w:tab/>
                    <w:t>в течение четырнадцати дней со дня получения копий размещению в информационной системе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175"/>
          <w:footerReference w:type="default" r:id="rId176"/>
          <w:pgSz w:w="11906" w:h="16838"/>
          <w:pgMar w:top="360" w:right="360" w:bottom="360" w:left="360" w:header="0" w:footer="0" w:gutter="0"/>
          <w:cols w:space="720"/>
          <w:formProt w:val="0"/>
          <w:docGrid w:linePitch="240" w:charSpace="-6145"/>
        </w:sectPr>
      </w:pPr>
      <w:r>
        <w:rPr>
          <w:noProof/>
          <w:lang w:eastAsia="ru-RU" w:bidi="ar-SA"/>
        </w:rPr>
        <w:pict>
          <v:rect id="108" o:spid="_x0000_s1112" style="position:absolute;margin-left:81.5pt;margin-top:29.95pt;width:464.3pt;height:791.6pt;z-index:251746304;mso-position-horizontal-relative:page;mso-position-vertical-relative:page" filled="f" stroked="f" strokecolor="#3465a4">
            <v:fill o:detectmouseclick="t"/>
            <v:stroke joinstyle="round"/>
            <v:textbox>
              <w:txbxContent>
                <w:p w:rsidR="009F3C5C" w:rsidRDefault="009F3C5C">
                  <w:pPr>
                    <w:pStyle w:val="2"/>
                    <w:tabs>
                      <w:tab w:val="left" w:pos="1051"/>
                    </w:tabs>
                    <w:spacing w:after="364" w:line="278" w:lineRule="exact"/>
                    <w:ind w:firstLine="660"/>
                    <w:jc w:val="both"/>
                  </w:pPr>
                  <w:r>
                    <w:rPr>
                      <w:rStyle w:val="CharStyle4"/>
                      <w:b/>
                      <w:bCs/>
                    </w:rPr>
                    <w:t>8.4</w:t>
                  </w:r>
                  <w:r>
                    <w:rPr>
                      <w:rStyle w:val="CharStyle4"/>
                      <w:b/>
                      <w:bCs/>
                    </w:rPr>
                    <w:tab/>
                    <w:t>Особенности проведения публичных слушаний по проекту документации по планировке территории</w:t>
                  </w:r>
                </w:p>
                <w:p w:rsidR="009F3C5C" w:rsidRDefault="009F3C5C">
                  <w:pPr>
                    <w:pStyle w:val="2"/>
                    <w:numPr>
                      <w:ilvl w:val="0"/>
                      <w:numId w:val="106"/>
                    </w:numPr>
                    <w:tabs>
                      <w:tab w:val="left" w:pos="889"/>
                    </w:tabs>
                    <w:spacing w:after="0" w:line="274" w:lineRule="exact"/>
                    <w:ind w:firstLine="660"/>
                    <w:jc w:val="both"/>
                  </w:pPr>
                  <w:r>
                    <w:rPr>
                      <w:rStyle w:val="CharStyle4"/>
                    </w:rPr>
                    <w:tab/>
                    <w:t>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Администрации сельского поселения Петровский сельсовет муниципального района Ишимбайский район Республики Башкортостан, заинтересованные физические и юридические лица, предприниматели, подготовившие проект документации по планировке изменений в утвержденную в установленном порядке документацию по планировке территории либо проект о внесении изменений в утвержденную в установленном порядке документацию по планировке территории (далее - Градостроительному кодексу Российской Федерации</w:t>
                  </w:r>
                </w:p>
                <w:p w:rsidR="009F3C5C" w:rsidRDefault="009F3C5C">
                  <w:pPr>
                    <w:pStyle w:val="2"/>
                    <w:numPr>
                      <w:ilvl w:val="0"/>
                      <w:numId w:val="106"/>
                    </w:numPr>
                    <w:tabs>
                      <w:tab w:val="left" w:pos="888"/>
                    </w:tabs>
                    <w:spacing w:after="0" w:line="274" w:lineRule="exact"/>
                    <w:ind w:firstLine="660"/>
                    <w:jc w:val="both"/>
                  </w:pPr>
                  <w:r>
                    <w:rPr>
                      <w:rStyle w:val="CharStyle4"/>
                    </w:rPr>
                    <w:tab/>
                    <w:t>Орган, уполномоченный в области градостроительной деятельности, обеспечивает:</w:t>
                  </w:r>
                </w:p>
                <w:p w:rsidR="009F3C5C" w:rsidRDefault="009F3C5C">
                  <w:pPr>
                    <w:pStyle w:val="2"/>
                    <w:numPr>
                      <w:ilvl w:val="0"/>
                      <w:numId w:val="107"/>
                    </w:numPr>
                    <w:tabs>
                      <w:tab w:val="left" w:pos="977"/>
                    </w:tabs>
                    <w:spacing w:after="0" w:line="274" w:lineRule="exact"/>
                    <w:ind w:firstLine="660"/>
                    <w:jc w:val="both"/>
                  </w:pPr>
                  <w:r>
                    <w:rPr>
                      <w:rStyle w:val="CharStyle4"/>
                    </w:rPr>
                    <w:tab/>
                    <w:t>подготовку материалов, предоставляемых на публичные слушания;</w:t>
                  </w:r>
                </w:p>
                <w:p w:rsidR="009F3C5C" w:rsidRDefault="009F3C5C">
                  <w:pPr>
                    <w:pStyle w:val="2"/>
                    <w:numPr>
                      <w:ilvl w:val="0"/>
                      <w:numId w:val="107"/>
                    </w:numPr>
                    <w:tabs>
                      <w:tab w:val="left" w:pos="903"/>
                    </w:tabs>
                    <w:spacing w:after="0" w:line="274" w:lineRule="exact"/>
                    <w:ind w:firstLine="660"/>
                    <w:jc w:val="both"/>
                  </w:pPr>
                  <w:r>
                    <w:rPr>
                      <w:rStyle w:val="CharStyle4"/>
                    </w:rPr>
                    <w:tab/>
                    <w:t>подготовку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кодексу Российской Федерации) перед предоставлением такой документации на публичные слушания;</w:t>
                  </w:r>
                </w:p>
                <w:p w:rsidR="009F3C5C" w:rsidRDefault="009F3C5C">
                  <w:pPr>
                    <w:pStyle w:val="2"/>
                    <w:numPr>
                      <w:ilvl w:val="0"/>
                      <w:numId w:val="107"/>
                    </w:numPr>
                    <w:tabs>
                      <w:tab w:val="left" w:pos="903"/>
                    </w:tabs>
                    <w:spacing w:after="0" w:line="274" w:lineRule="exact"/>
                    <w:ind w:firstLine="660"/>
                    <w:jc w:val="both"/>
                  </w:pPr>
                  <w:r>
                    <w:rPr>
                      <w:rStyle w:val="CharStyle4"/>
                    </w:rPr>
                    <w:tab/>
                    <w:t>подготовку экспозиционных материалов, предоставляемых на публичные слушания (в случае, если заказчиком по разработке проектной документации по плакировке территории является орган, уполномоченный в области градостроительной деятельности);</w:t>
                  </w:r>
                </w:p>
                <w:p w:rsidR="009F3C5C" w:rsidRDefault="009F3C5C">
                  <w:pPr>
                    <w:pStyle w:val="2"/>
                    <w:numPr>
                      <w:ilvl w:val="0"/>
                      <w:numId w:val="107"/>
                    </w:numPr>
                    <w:tabs>
                      <w:tab w:val="left" w:pos="899"/>
                    </w:tabs>
                    <w:spacing w:after="0" w:line="274" w:lineRule="exact"/>
                    <w:ind w:firstLine="660"/>
                    <w:jc w:val="both"/>
                  </w:pPr>
                  <w:r>
                    <w:rPr>
                      <w:rStyle w:val="CharStyle4"/>
                    </w:rPr>
                    <w:tab/>
                    <w:t>подготовку проекта решения Совета сельского поселения Петровский сельсовет муниципального района Ишимбайский район Республики Башкортостан о проведении публичных слушаний по проекту документации по планировке территории;</w:t>
                  </w:r>
                </w:p>
                <w:p w:rsidR="009F3C5C" w:rsidRDefault="009F3C5C">
                  <w:pPr>
                    <w:pStyle w:val="2"/>
                    <w:numPr>
                      <w:ilvl w:val="0"/>
                      <w:numId w:val="107"/>
                    </w:numPr>
                    <w:tabs>
                      <w:tab w:val="left" w:pos="899"/>
                    </w:tabs>
                    <w:spacing w:after="0" w:line="274" w:lineRule="exact"/>
                    <w:ind w:firstLine="660"/>
                    <w:jc w:val="both"/>
                  </w:pPr>
                  <w:r>
                    <w:rPr>
                      <w:rStyle w:val="CharStyle4"/>
                    </w:rPr>
                    <w:tab/>
                    <w:t>подготовку проекта постановления главы сельского поселения Петровский сельсовет муниципального района Ишимбайский район Республики Башкортостан об утверждении либо отклонении проектной документации по планировке территории.</w:t>
                  </w:r>
                </w:p>
                <w:p w:rsidR="009F3C5C" w:rsidRDefault="009F3C5C">
                  <w:pPr>
                    <w:pStyle w:val="2"/>
                    <w:tabs>
                      <w:tab w:val="left" w:pos="888"/>
                    </w:tabs>
                    <w:spacing w:after="0" w:line="274" w:lineRule="exact"/>
                    <w:ind w:firstLine="660"/>
                    <w:jc w:val="both"/>
                  </w:pPr>
                  <w:r>
                    <w:rPr>
                      <w:rStyle w:val="CharStyle4"/>
                    </w:rPr>
                    <w:t xml:space="preserve">3. </w:t>
                  </w:r>
                  <w:r>
                    <w:rPr>
                      <w:rStyle w:val="CharStyle4"/>
                    </w:rPr>
                    <w:tab/>
                    <w:t>Участниками публичных слушаний по проекту документации по планировке территории являются:</w:t>
                  </w:r>
                </w:p>
                <w:p w:rsidR="009F3C5C" w:rsidRDefault="009F3C5C">
                  <w:pPr>
                    <w:pStyle w:val="2"/>
                    <w:numPr>
                      <w:ilvl w:val="0"/>
                      <w:numId w:val="108"/>
                    </w:numPr>
                    <w:tabs>
                      <w:tab w:val="left" w:pos="893"/>
                    </w:tabs>
                    <w:spacing w:after="0" w:line="274" w:lineRule="exact"/>
                    <w:ind w:firstLine="660"/>
                    <w:jc w:val="both"/>
                  </w:pPr>
                  <w:r>
                    <w:rPr>
                      <w:rStyle w:val="CharStyle4"/>
                    </w:rPr>
                    <w:tab/>
                    <w:t>граждане, проживающие на территории, применительно к которой осуществляется подготовка проекта документации по планировке территории;</w:t>
                  </w:r>
                </w:p>
                <w:p w:rsidR="009F3C5C" w:rsidRDefault="009F3C5C">
                  <w:pPr>
                    <w:pStyle w:val="2"/>
                    <w:numPr>
                      <w:ilvl w:val="0"/>
                      <w:numId w:val="108"/>
                    </w:numPr>
                    <w:tabs>
                      <w:tab w:val="left" w:pos="1051"/>
                    </w:tabs>
                    <w:spacing w:after="0" w:line="274" w:lineRule="exact"/>
                    <w:ind w:firstLine="660"/>
                    <w:jc w:val="both"/>
                  </w:pPr>
                  <w:r>
                    <w:rPr>
                      <w:rStyle w:val="CharStyle4"/>
                    </w:rPr>
                    <w:tab/>
                    <w:t>правообладатели земельных участков и объектов капитального строительства, расположенные на указанной территории;</w:t>
                  </w:r>
                </w:p>
                <w:p w:rsidR="009F3C5C" w:rsidRDefault="009F3C5C">
                  <w:pPr>
                    <w:pStyle w:val="2"/>
                    <w:numPr>
                      <w:ilvl w:val="0"/>
                      <w:numId w:val="108"/>
                    </w:numPr>
                    <w:tabs>
                      <w:tab w:val="left" w:pos="893"/>
                    </w:tabs>
                    <w:spacing w:after="0" w:line="274" w:lineRule="exact"/>
                    <w:ind w:firstLine="660"/>
                    <w:jc w:val="both"/>
                  </w:pPr>
                  <w:r>
                    <w:rPr>
                      <w:rStyle w:val="CharStyle4"/>
                    </w:rPr>
                    <w:tab/>
                    <w:t>лица, законные интересы которых могут быть нарушены в связи с реализацией документации по планировке территории.</w:t>
                  </w:r>
                </w:p>
                <w:p w:rsidR="009F3C5C" w:rsidRDefault="009F3C5C">
                  <w:pPr>
                    <w:pStyle w:val="2"/>
                    <w:tabs>
                      <w:tab w:val="left" w:pos="888"/>
                    </w:tabs>
                    <w:spacing w:after="0" w:line="274" w:lineRule="exact"/>
                    <w:ind w:firstLine="660"/>
                    <w:jc w:val="both"/>
                  </w:pPr>
                  <w:r>
                    <w:rPr>
                      <w:rStyle w:val="CharStyle4"/>
                    </w:rPr>
                    <w:t xml:space="preserve">4. </w:t>
                  </w:r>
                  <w:r>
                    <w:rPr>
                      <w:rStyle w:val="CharStyle4"/>
                    </w:rPr>
                    <w:tab/>
                    <w:t>В состав документов, материалов, представляемых участникам публичных слушаний по обсуждению документации по планировке территории, включаются:</w:t>
                  </w:r>
                </w:p>
                <w:p w:rsidR="009F3C5C" w:rsidRDefault="009F3C5C">
                  <w:pPr>
                    <w:pStyle w:val="2"/>
                    <w:numPr>
                      <w:ilvl w:val="0"/>
                      <w:numId w:val="109"/>
                    </w:numPr>
                    <w:tabs>
                      <w:tab w:val="left" w:pos="977"/>
                    </w:tabs>
                    <w:spacing w:after="0" w:line="274" w:lineRule="exact"/>
                    <w:ind w:firstLine="660"/>
                    <w:jc w:val="both"/>
                  </w:pPr>
                  <w:r>
                    <w:rPr>
                      <w:rStyle w:val="CharStyle4"/>
                    </w:rPr>
                    <w:tab/>
                    <w:t>комплект материалов проекта документации по планировке территории:</w:t>
                  </w:r>
                </w:p>
                <w:p w:rsidR="009F3C5C" w:rsidRDefault="009F3C5C">
                  <w:pPr>
                    <w:pStyle w:val="2"/>
                    <w:spacing w:after="0" w:line="274" w:lineRule="exact"/>
                    <w:ind w:firstLine="660"/>
                    <w:jc w:val="both"/>
                  </w:pPr>
                  <w:r>
                    <w:rPr>
                      <w:rStyle w:val="CharStyle4"/>
                    </w:rPr>
                    <w:t>- краткая пояснительная записка;</w:t>
                  </w:r>
                </w:p>
              </w:txbxContent>
            </v:textbox>
            <w10:wrap type="square" anchorx="page" anchory="page"/>
          </v:rect>
        </w:pict>
      </w:r>
    </w:p>
    <w:p w:rsidR="009F3C5C" w:rsidRDefault="009F3C5C">
      <w:pPr>
        <w:pStyle w:val="Standard"/>
        <w:rPr>
          <w:sz w:val="2"/>
          <w:szCs w:val="2"/>
        </w:rPr>
        <w:sectPr w:rsidR="009F3C5C">
          <w:headerReference w:type="default" r:id="rId177"/>
          <w:footerReference w:type="default" r:id="rId178"/>
          <w:pgSz w:w="11906" w:h="16838"/>
          <w:pgMar w:top="360" w:right="360" w:bottom="360" w:left="360" w:header="0" w:footer="0" w:gutter="0"/>
          <w:cols w:space="720"/>
          <w:formProt w:val="0"/>
          <w:docGrid w:linePitch="240" w:charSpace="-6145"/>
        </w:sectPr>
      </w:pPr>
      <w:r>
        <w:rPr>
          <w:noProof/>
          <w:lang w:eastAsia="ru-RU" w:bidi="ar-SA"/>
        </w:rPr>
        <w:pict>
          <v:rect id="109" o:spid="_x0000_s1113" style="position:absolute;margin-left:81.25pt;margin-top:30.4pt;width:464.8pt;height:792.55pt;z-index:251747328;mso-position-horizontal-relative:page;mso-position-vertical-relative:page" filled="f" stroked="f" strokecolor="#3465a4">
            <v:fill o:detectmouseclick="t"/>
            <v:stroke joinstyle="round"/>
            <v:textbox>
              <w:txbxContent>
                <w:p w:rsidR="009F3C5C" w:rsidRDefault="009F3C5C">
                  <w:pPr>
                    <w:pStyle w:val="2"/>
                    <w:numPr>
                      <w:ilvl w:val="0"/>
                      <w:numId w:val="110"/>
                    </w:numPr>
                    <w:tabs>
                      <w:tab w:val="left" w:pos="816"/>
                    </w:tabs>
                    <w:spacing w:after="0" w:line="274" w:lineRule="exact"/>
                    <w:ind w:firstLine="660"/>
                    <w:jc w:val="both"/>
                  </w:pPr>
                  <w:r>
                    <w:rPr>
                      <w:rStyle w:val="CharStyle4"/>
                    </w:rPr>
                    <w:tab/>
                    <w:t>демонстрационные материалы (в соответствии с градостроительным заданием);</w:t>
                  </w:r>
                </w:p>
                <w:p w:rsidR="009F3C5C" w:rsidRDefault="009F3C5C">
                  <w:pPr>
                    <w:pStyle w:val="2"/>
                    <w:numPr>
                      <w:ilvl w:val="0"/>
                      <w:numId w:val="97"/>
                    </w:numPr>
                    <w:tabs>
                      <w:tab w:val="left" w:pos="870"/>
                    </w:tabs>
                    <w:spacing w:after="0" w:line="274" w:lineRule="exact"/>
                    <w:ind w:firstLine="660"/>
                    <w:jc w:val="both"/>
                  </w:pPr>
                  <w:r>
                    <w:rPr>
                      <w:rStyle w:val="CharStyle4"/>
                    </w:rPr>
                    <w:tab/>
                    <w:t>макет (в соответствии с градостроительным заданием);</w:t>
                  </w:r>
                </w:p>
                <w:p w:rsidR="009F3C5C" w:rsidRDefault="009F3C5C">
                  <w:pPr>
                    <w:pStyle w:val="2"/>
                    <w:numPr>
                      <w:ilvl w:val="0"/>
                      <w:numId w:val="97"/>
                    </w:numPr>
                    <w:tabs>
                      <w:tab w:val="left" w:pos="870"/>
                    </w:tabs>
                    <w:spacing w:after="0" w:line="274" w:lineRule="exact"/>
                    <w:ind w:firstLine="660"/>
                    <w:jc w:val="both"/>
                  </w:pPr>
                  <w:r>
                    <w:rPr>
                      <w:rStyle w:val="CharStyle4"/>
                    </w:rPr>
                    <w:tab/>
                    <w:t>электронная версия проекта для публичных слушаний.</w:t>
                  </w:r>
                </w:p>
                <w:p w:rsidR="009F3C5C" w:rsidRDefault="009F3C5C">
                  <w:pPr>
                    <w:pStyle w:val="2"/>
                    <w:numPr>
                      <w:ilvl w:val="0"/>
                      <w:numId w:val="111"/>
                    </w:numPr>
                    <w:tabs>
                      <w:tab w:val="left" w:pos="911"/>
                    </w:tabs>
                    <w:spacing w:after="0" w:line="274" w:lineRule="exact"/>
                    <w:ind w:firstLine="660"/>
                    <w:jc w:val="both"/>
                  </w:pPr>
                  <w:r>
                    <w:rPr>
                      <w:rStyle w:val="CharStyle4"/>
                    </w:rPr>
                    <w:tab/>
                    <w:t>заключение органа, уполномоченного в области градостроительной деятельности, в котором отмечается факт готовности проекта документации по планировке территории к обсуждению и утверждению.</w:t>
                  </w:r>
                </w:p>
                <w:p w:rsidR="009F3C5C" w:rsidRDefault="009F3C5C">
                  <w:pPr>
                    <w:pStyle w:val="2"/>
                    <w:tabs>
                      <w:tab w:val="left" w:pos="892"/>
                    </w:tabs>
                    <w:spacing w:after="0" w:line="274" w:lineRule="exact"/>
                    <w:ind w:firstLine="660"/>
                    <w:jc w:val="both"/>
                  </w:pPr>
                  <w:r>
                    <w:rPr>
                      <w:rStyle w:val="CharStyle4"/>
                    </w:rPr>
                    <w:t>5. Заключение органа, уполномоченного в области градостроительной деятельности, должно быть составлено в соответствии с предметом публичных слушаний, установленным частью 9 настоящего пункта.</w:t>
                  </w:r>
                </w:p>
                <w:p w:rsidR="009F3C5C" w:rsidRDefault="009F3C5C">
                  <w:pPr>
                    <w:pStyle w:val="2"/>
                    <w:tabs>
                      <w:tab w:val="left" w:pos="882"/>
                    </w:tabs>
                    <w:spacing w:after="0" w:line="274" w:lineRule="exact"/>
                    <w:ind w:firstLine="660"/>
                    <w:jc w:val="both"/>
                  </w:pPr>
                  <w:r>
                    <w:rPr>
                      <w:rStyle w:val="CharStyle4"/>
                    </w:rPr>
                    <w:t>6. Применительно к проекту планировки территории, содержащему в своем составе проект межевания территории, заключение органа, уполномоченного в области градостроительной деятельности, должно включать:</w:t>
                  </w:r>
                </w:p>
                <w:p w:rsidR="009F3C5C" w:rsidRDefault="009F3C5C">
                  <w:pPr>
                    <w:pStyle w:val="2"/>
                    <w:numPr>
                      <w:ilvl w:val="0"/>
                      <w:numId w:val="112"/>
                    </w:numPr>
                    <w:tabs>
                      <w:tab w:val="left" w:pos="892"/>
                    </w:tabs>
                    <w:spacing w:after="0" w:line="274" w:lineRule="exact"/>
                    <w:ind w:firstLine="660"/>
                    <w:jc w:val="both"/>
                  </w:pPr>
                  <w:r>
                    <w:rPr>
                      <w:rStyle w:val="CharStyle4"/>
                    </w:rPr>
                    <w:tab/>
                    <w:t>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w:t>
                  </w:r>
                </w:p>
                <w:p w:rsidR="009F3C5C" w:rsidRDefault="009F3C5C">
                  <w:pPr>
                    <w:pStyle w:val="2"/>
                    <w:tabs>
                      <w:tab w:val="left" w:pos="911"/>
                    </w:tabs>
                    <w:spacing w:after="0" w:line="274" w:lineRule="exact"/>
                    <w:ind w:firstLine="660"/>
                    <w:jc w:val="both"/>
                  </w:pPr>
                  <w:r>
                    <w:rPr>
                      <w:rStyle w:val="CharStyle4"/>
                    </w:rPr>
                    <w:t>а)</w:t>
                  </w:r>
                  <w:r>
                    <w:rPr>
                      <w:rStyle w:val="CharStyle4"/>
                    </w:rPr>
                    <w:tab/>
                    <w:t>подтверждение соответствия проекта настоящим Правилам, документам территориального планирования и документации по планировке территорий, ранее утвержденным органам государственной власти и органами местного самоуправления (в случаях, когда действие таких документов распространяется на соответствующую территорию);</w:t>
                  </w:r>
                </w:p>
                <w:p w:rsidR="009F3C5C" w:rsidRDefault="009F3C5C">
                  <w:pPr>
                    <w:pStyle w:val="2"/>
                    <w:numPr>
                      <w:ilvl w:val="0"/>
                      <w:numId w:val="113"/>
                    </w:numPr>
                    <w:tabs>
                      <w:tab w:val="left" w:pos="816"/>
                    </w:tabs>
                    <w:spacing w:after="0" w:line="274" w:lineRule="exact"/>
                    <w:ind w:firstLine="660"/>
                    <w:jc w:val="both"/>
                  </w:pPr>
                  <w:r>
                    <w:rPr>
                      <w:rStyle w:val="CharStyle4"/>
                    </w:rPr>
                    <w:tab/>
                    <w:t>настоящим Правилам в части того, что в проекте учитываются утвержденные такими документами границы зон планируемого размещения объектов различного назначения;</w:t>
                  </w:r>
                </w:p>
                <w:p w:rsidR="009F3C5C" w:rsidRDefault="009F3C5C">
                  <w:pPr>
                    <w:pStyle w:val="2"/>
                    <w:numPr>
                      <w:ilvl w:val="0"/>
                      <w:numId w:val="97"/>
                    </w:numPr>
                    <w:tabs>
                      <w:tab w:val="left" w:pos="816"/>
                    </w:tabs>
                    <w:spacing w:after="0" w:line="274" w:lineRule="exact"/>
                    <w:ind w:firstLine="660"/>
                    <w:jc w:val="both"/>
                  </w:pPr>
                  <w:r>
                    <w:rPr>
                      <w:rStyle w:val="CharStyle4"/>
                    </w:rPr>
                    <w:tab/>
                    <w:t>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назначения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w:t>
                  </w:r>
                </w:p>
                <w:p w:rsidR="009F3C5C" w:rsidRDefault="009F3C5C">
                  <w:pPr>
                    <w:pStyle w:val="2"/>
                    <w:numPr>
                      <w:ilvl w:val="0"/>
                      <w:numId w:val="97"/>
                    </w:numPr>
                    <w:tabs>
                      <w:tab w:val="left" w:pos="816"/>
                    </w:tabs>
                    <w:spacing w:after="0" w:line="274" w:lineRule="exact"/>
                    <w:ind w:firstLine="660"/>
                    <w:jc w:val="both"/>
                  </w:pPr>
                  <w:r>
                    <w:rPr>
                      <w:rStyle w:val="CharStyle4"/>
                    </w:rPr>
                    <w:tab/>
                    <w:t>проектам зон охраны объектов культурного наследия регионального и (или) местного значения в части учета границ таких зон и соответствующих ограничений - при их наличии;</w:t>
                  </w:r>
                </w:p>
                <w:p w:rsidR="009F3C5C" w:rsidRDefault="009F3C5C">
                  <w:pPr>
                    <w:pStyle w:val="2"/>
                    <w:tabs>
                      <w:tab w:val="left" w:pos="995"/>
                    </w:tabs>
                    <w:spacing w:after="0" w:line="274" w:lineRule="exact"/>
                    <w:ind w:firstLine="660"/>
                    <w:jc w:val="both"/>
                  </w:pPr>
                  <w:r>
                    <w:rPr>
                      <w:rStyle w:val="CharStyle4"/>
                    </w:rPr>
                    <w:t>б)</w:t>
                  </w:r>
                  <w:r>
                    <w:rPr>
                      <w:rStyle w:val="CharStyle4"/>
                    </w:rPr>
                    <w:tab/>
                    <w:t>подтверждение соответствия проекта:</w:t>
                  </w:r>
                </w:p>
                <w:p w:rsidR="009F3C5C" w:rsidRDefault="009F3C5C">
                  <w:pPr>
                    <w:pStyle w:val="2"/>
                    <w:numPr>
                      <w:ilvl w:val="0"/>
                      <w:numId w:val="97"/>
                    </w:numPr>
                    <w:tabs>
                      <w:tab w:val="left" w:pos="870"/>
                    </w:tabs>
                    <w:spacing w:after="0" w:line="274" w:lineRule="exact"/>
                    <w:ind w:firstLine="660"/>
                    <w:jc w:val="both"/>
                  </w:pPr>
                  <w:r>
                    <w:rPr>
                      <w:rStyle w:val="CharStyle4"/>
                    </w:rPr>
                    <w:tab/>
                    <w:t>границам зон с особыми условиями использования территорий;</w:t>
                  </w:r>
                </w:p>
                <w:p w:rsidR="009F3C5C" w:rsidRDefault="009F3C5C">
                  <w:pPr>
                    <w:pStyle w:val="2"/>
                    <w:numPr>
                      <w:ilvl w:val="0"/>
                      <w:numId w:val="97"/>
                    </w:numPr>
                    <w:tabs>
                      <w:tab w:val="left" w:pos="816"/>
                    </w:tabs>
                    <w:spacing w:after="0" w:line="274" w:lineRule="exact"/>
                    <w:ind w:firstLine="660"/>
                    <w:jc w:val="both"/>
                  </w:pPr>
                  <w:r>
                    <w:rPr>
                      <w:rStyle w:val="CharStyle4"/>
                    </w:rPr>
                    <w:tab/>
                    <w:t>красным линиям, определяющим границы линейных объектов транспортной и инженерно-технической инфраструктуры (в части соответствия их параметров - ширины, уклонов, радиусов прохождения трасс, иных параметров требованиям технических регламентов);</w:t>
                  </w:r>
                </w:p>
                <w:p w:rsidR="009F3C5C" w:rsidRDefault="009F3C5C">
                  <w:pPr>
                    <w:pStyle w:val="2"/>
                    <w:numPr>
                      <w:ilvl w:val="0"/>
                      <w:numId w:val="97"/>
                    </w:numPr>
                    <w:tabs>
                      <w:tab w:val="left" w:pos="870"/>
                    </w:tabs>
                    <w:spacing w:after="0" w:line="274" w:lineRule="exact"/>
                    <w:ind w:firstLine="660"/>
                    <w:jc w:val="both"/>
                  </w:pPr>
                  <w:r>
                    <w:rPr>
                      <w:rStyle w:val="CharStyle4"/>
                    </w:rPr>
                    <w:tab/>
                    <w:t>минимальным противопожарным отступам строений друг от друга;</w:t>
                  </w:r>
                </w:p>
                <w:p w:rsidR="009F3C5C" w:rsidRDefault="009F3C5C">
                  <w:pPr>
                    <w:pStyle w:val="2"/>
                    <w:numPr>
                      <w:ilvl w:val="0"/>
                      <w:numId w:val="97"/>
                    </w:numPr>
                    <w:tabs>
                      <w:tab w:val="left" w:pos="870"/>
                    </w:tabs>
                    <w:spacing w:after="0" w:line="274" w:lineRule="exact"/>
                    <w:ind w:firstLine="660"/>
                    <w:jc w:val="both"/>
                  </w:pPr>
                  <w:r>
                    <w:rPr>
                      <w:rStyle w:val="CharStyle4"/>
                    </w:rPr>
                    <w:tab/>
                    <w:t>иным требованиям безопасности.</w:t>
                  </w:r>
                </w:p>
                <w:p w:rsidR="009F3C5C" w:rsidRDefault="009F3C5C">
                  <w:pPr>
                    <w:pStyle w:val="2"/>
                    <w:tabs>
                      <w:tab w:val="left" w:pos="901"/>
                    </w:tabs>
                    <w:spacing w:after="0" w:line="274" w:lineRule="exact"/>
                    <w:ind w:firstLine="660"/>
                    <w:jc w:val="both"/>
                  </w:pPr>
                  <w:r>
                    <w:rPr>
                      <w:rStyle w:val="CharStyle4"/>
                    </w:rPr>
                    <w:t>в)</w:t>
                  </w:r>
                  <w:r>
                    <w:rPr>
                      <w:rStyle w:val="CharStyle4"/>
                    </w:rPr>
                    <w:tab/>
                    <w:t>подтверждение соответствия отображаемых в проекте границ и линий существующим:</w:t>
                  </w:r>
                </w:p>
                <w:p w:rsidR="009F3C5C" w:rsidRDefault="009F3C5C">
                  <w:pPr>
                    <w:pStyle w:val="2"/>
                    <w:numPr>
                      <w:ilvl w:val="0"/>
                      <w:numId w:val="97"/>
                    </w:numPr>
                    <w:tabs>
                      <w:tab w:val="left" w:pos="870"/>
                    </w:tabs>
                    <w:spacing w:after="0" w:line="274" w:lineRule="exact"/>
                    <w:ind w:firstLine="660"/>
                    <w:jc w:val="both"/>
                  </w:pPr>
                  <w:r>
                    <w:rPr>
                      <w:rStyle w:val="CharStyle4"/>
                    </w:rPr>
                    <w:tab/>
                    <w:t>красным линиям;</w:t>
                  </w:r>
                </w:p>
                <w:p w:rsidR="009F3C5C" w:rsidRDefault="009F3C5C">
                  <w:pPr>
                    <w:pStyle w:val="2"/>
                    <w:numPr>
                      <w:ilvl w:val="0"/>
                      <w:numId w:val="97"/>
                    </w:numPr>
                    <w:tabs>
                      <w:tab w:val="left" w:pos="870"/>
                    </w:tabs>
                    <w:spacing w:after="0" w:line="274" w:lineRule="exact"/>
                    <w:ind w:firstLine="660"/>
                    <w:jc w:val="both"/>
                  </w:pPr>
                  <w:r>
                    <w:rPr>
                      <w:rStyle w:val="CharStyle4"/>
                    </w:rPr>
                    <w:tab/>
                    <w:t>границам земельных участков;</w:t>
                  </w:r>
                </w:p>
                <w:p w:rsidR="009F3C5C" w:rsidRDefault="009F3C5C">
                  <w:pPr>
                    <w:pStyle w:val="2"/>
                    <w:numPr>
                      <w:ilvl w:val="0"/>
                      <w:numId w:val="97"/>
                    </w:numPr>
                    <w:tabs>
                      <w:tab w:val="left" w:pos="816"/>
                    </w:tabs>
                    <w:spacing w:after="0" w:line="274" w:lineRule="exact"/>
                    <w:ind w:firstLine="660"/>
                    <w:jc w:val="both"/>
                  </w:pPr>
                  <w:r>
                    <w:rPr>
                      <w:rStyle w:val="CharStyle4"/>
                    </w:rPr>
                    <w:tab/>
                    <w:t>линиям, обозначающим места расположения зданий, строений, сооружений в пределах существующих земельных участков;</w:t>
                  </w:r>
                </w:p>
                <w:p w:rsidR="009F3C5C" w:rsidRDefault="009F3C5C">
                  <w:pPr>
                    <w:pStyle w:val="2"/>
                    <w:numPr>
                      <w:ilvl w:val="0"/>
                      <w:numId w:val="97"/>
                    </w:numPr>
                    <w:tabs>
                      <w:tab w:val="left" w:pos="816"/>
                    </w:tabs>
                    <w:spacing w:after="0" w:line="274" w:lineRule="exact"/>
                    <w:ind w:firstLine="660"/>
                    <w:jc w:val="both"/>
                  </w:pPr>
                  <w:r>
                    <w:rPr>
                      <w:rStyle w:val="CharStyle4"/>
                    </w:rPr>
                    <w:tab/>
                    <w:t>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w:t>
                  </w:r>
                </w:p>
              </w:txbxContent>
            </v:textbox>
            <w10:wrap type="square" anchorx="page" anchory="page"/>
          </v:rect>
        </w:pict>
      </w:r>
    </w:p>
    <w:p w:rsidR="009F3C5C" w:rsidRDefault="009F3C5C">
      <w:pPr>
        <w:pStyle w:val="Standard"/>
        <w:rPr>
          <w:sz w:val="2"/>
          <w:szCs w:val="2"/>
        </w:rPr>
        <w:sectPr w:rsidR="009F3C5C">
          <w:headerReference w:type="default" r:id="rId179"/>
          <w:footerReference w:type="default" r:id="rId180"/>
          <w:pgSz w:w="11906" w:h="16838"/>
          <w:pgMar w:top="360" w:right="360" w:bottom="360" w:left="360" w:header="0" w:footer="0" w:gutter="0"/>
          <w:cols w:space="720"/>
          <w:formProt w:val="0"/>
          <w:docGrid w:linePitch="240" w:charSpace="-6145"/>
        </w:sectPr>
      </w:pPr>
      <w:r>
        <w:rPr>
          <w:noProof/>
          <w:lang w:eastAsia="ru-RU" w:bidi="ar-SA"/>
        </w:rPr>
        <w:pict>
          <v:rect id="110" o:spid="_x0000_s1114" style="position:absolute;margin-left:81pt;margin-top:30.15pt;width:465.25pt;height:797.3pt;z-index:251748352;mso-position-horizontal-relative:page;mso-position-vertical-relative:page" filled="f" stroked="f" strokecolor="#3465a4">
            <v:fill o:detectmouseclick="t"/>
            <v:stroke joinstyle="round"/>
            <v:textbox>
              <w:txbxContent>
                <w:p w:rsidR="009F3C5C" w:rsidRDefault="009F3C5C">
                  <w:pPr>
                    <w:pStyle w:val="2"/>
                    <w:numPr>
                      <w:ilvl w:val="0"/>
                      <w:numId w:val="97"/>
                    </w:numPr>
                    <w:tabs>
                      <w:tab w:val="left" w:pos="813"/>
                    </w:tabs>
                    <w:spacing w:after="0" w:line="274" w:lineRule="exact"/>
                    <w:ind w:firstLine="660"/>
                    <w:jc w:val="both"/>
                  </w:pPr>
                  <w:r>
                    <w:rPr>
                      <w:rStyle w:val="CharStyle4"/>
                    </w:rPr>
                    <w:tab/>
                    <w:t>границам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w:t>
                  </w:r>
                </w:p>
                <w:p w:rsidR="009F3C5C" w:rsidRDefault="009F3C5C">
                  <w:pPr>
                    <w:pStyle w:val="2"/>
                    <w:tabs>
                      <w:tab w:val="left" w:pos="846"/>
                    </w:tabs>
                    <w:spacing w:after="0" w:line="274" w:lineRule="exact"/>
                    <w:ind w:firstLine="660"/>
                    <w:jc w:val="both"/>
                  </w:pPr>
                  <w:r>
                    <w:rPr>
                      <w:rStyle w:val="CharStyle4"/>
                    </w:rPr>
                    <w:t>г)</w:t>
                  </w:r>
                  <w:r>
                    <w:rPr>
                      <w:rStyle w:val="CharStyle4"/>
                    </w:rPr>
                    <w:tab/>
                    <w:t>подтверждение соответствия предлагаемых проектом решений правовому режиму объектов капитального строительства:</w:t>
                  </w:r>
                </w:p>
                <w:p w:rsidR="009F3C5C" w:rsidRDefault="009F3C5C">
                  <w:pPr>
                    <w:pStyle w:val="2"/>
                    <w:numPr>
                      <w:ilvl w:val="0"/>
                      <w:numId w:val="97"/>
                    </w:numPr>
                    <w:tabs>
                      <w:tab w:val="left" w:pos="867"/>
                    </w:tabs>
                    <w:spacing w:after="0" w:line="274" w:lineRule="exact"/>
                    <w:ind w:firstLine="660"/>
                    <w:jc w:val="both"/>
                  </w:pPr>
                  <w:r>
                    <w:rPr>
                      <w:rStyle w:val="CharStyle4"/>
                    </w:rPr>
                    <w:tab/>
                    <w:t>признанных в установленном порядке аварийными и подлежащими сносу;</w:t>
                  </w:r>
                </w:p>
                <w:p w:rsidR="009F3C5C" w:rsidRDefault="009F3C5C">
                  <w:pPr>
                    <w:pStyle w:val="2"/>
                    <w:numPr>
                      <w:ilvl w:val="0"/>
                      <w:numId w:val="97"/>
                    </w:numPr>
                    <w:tabs>
                      <w:tab w:val="left" w:pos="813"/>
                    </w:tabs>
                    <w:spacing w:after="0" w:line="274" w:lineRule="exact"/>
                    <w:ind w:firstLine="660"/>
                    <w:jc w:val="both"/>
                  </w:pPr>
                  <w:r>
                    <w:rPr>
                      <w:rStyle w:val="CharStyle4"/>
                    </w:rPr>
                    <w:tab/>
                    <w:t>включенных в муниципальную адресную программу «Развитие застроенных территорий сельского поселения Петровский сельсовет муниципального</w:t>
                  </w:r>
                </w:p>
                <w:p w:rsidR="009F3C5C" w:rsidRDefault="009F3C5C">
                  <w:pPr>
                    <w:pStyle w:val="2"/>
                    <w:tabs>
                      <w:tab w:val="left" w:leader="dot" w:pos="8434"/>
                    </w:tabs>
                    <w:spacing w:after="0" w:line="274" w:lineRule="exact"/>
                    <w:jc w:val="both"/>
                  </w:pPr>
                  <w:r>
                    <w:rPr>
                      <w:rStyle w:val="CharStyle4"/>
                    </w:rPr>
                    <w:t>района Ишимбайский район Республики Башкортостан на 200... - 20</w:t>
                  </w:r>
                  <w:r>
                    <w:rPr>
                      <w:rStyle w:val="CharStyle4"/>
                    </w:rPr>
                    <w:tab/>
                    <w:t xml:space="preserve"> год»,</w:t>
                  </w:r>
                </w:p>
                <w:p w:rsidR="009F3C5C" w:rsidRDefault="009F3C5C">
                  <w:pPr>
                    <w:pStyle w:val="2"/>
                    <w:spacing w:after="0" w:line="274" w:lineRule="exact"/>
                    <w:jc w:val="both"/>
                  </w:pPr>
                  <w:r>
                    <w:rPr>
                      <w:rStyle w:val="CharStyle4"/>
                    </w:rPr>
                    <w:t>утвержденную Советом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7"/>
                    </w:numPr>
                    <w:tabs>
                      <w:tab w:val="left" w:pos="813"/>
                    </w:tabs>
                    <w:spacing w:after="0" w:line="274" w:lineRule="exact"/>
                    <w:ind w:firstLine="660"/>
                    <w:jc w:val="both"/>
                  </w:pPr>
                  <w:r>
                    <w:rPr>
                      <w:rStyle w:val="CharStyle4"/>
                    </w:rPr>
                    <w:tab/>
                    <w:t>не соответствующих градостроительным регламентам, установленным в составе настоящих Правил;</w:t>
                  </w:r>
                </w:p>
                <w:p w:rsidR="009F3C5C" w:rsidRDefault="009F3C5C">
                  <w:pPr>
                    <w:pStyle w:val="2"/>
                    <w:tabs>
                      <w:tab w:val="left" w:pos="903"/>
                    </w:tabs>
                    <w:spacing w:after="0" w:line="274" w:lineRule="exact"/>
                    <w:ind w:firstLine="660"/>
                    <w:jc w:val="both"/>
                  </w:pPr>
                  <w:r>
                    <w:rPr>
                      <w:rStyle w:val="CharStyle4"/>
                    </w:rPr>
                    <w:t>д)</w:t>
                  </w:r>
                  <w:r>
                    <w:rPr>
                      <w:rStyle w:val="CharStyle4"/>
                    </w:rPr>
                    <w:tab/>
                    <w:t>подтверждение того, что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территории;</w:t>
                  </w:r>
                </w:p>
                <w:p w:rsidR="009F3C5C" w:rsidRDefault="009F3C5C">
                  <w:pPr>
                    <w:pStyle w:val="2"/>
                    <w:numPr>
                      <w:ilvl w:val="0"/>
                      <w:numId w:val="114"/>
                    </w:numPr>
                    <w:tabs>
                      <w:tab w:val="left" w:pos="903"/>
                    </w:tabs>
                    <w:spacing w:after="0" w:line="274" w:lineRule="exact"/>
                    <w:ind w:firstLine="660"/>
                    <w:jc w:val="both"/>
                  </w:pPr>
                  <w:r>
                    <w:rPr>
                      <w:rStyle w:val="CharStyle4"/>
                    </w:rPr>
                    <w:tab/>
                    <w:t>позиции, подлежащие утверждению в соответствии с полномочиями органов местного самоуправления сельского поселения Петровский сельсовет муниципального района Ишимбайский район Республики Башкортостан в области планировки территории, а именно:</w:t>
                  </w:r>
                </w:p>
                <w:p w:rsidR="009F3C5C" w:rsidRDefault="009F3C5C">
                  <w:pPr>
                    <w:pStyle w:val="2"/>
                    <w:tabs>
                      <w:tab w:val="left" w:pos="893"/>
                    </w:tabs>
                    <w:spacing w:after="0" w:line="274" w:lineRule="exact"/>
                    <w:ind w:firstLine="660"/>
                    <w:jc w:val="both"/>
                  </w:pPr>
                  <w:r>
                    <w:rPr>
                      <w:rStyle w:val="CharStyle4"/>
                    </w:rPr>
                    <w:t>а)</w:t>
                  </w:r>
                  <w:r>
                    <w:rPr>
                      <w:rStyle w:val="CharStyle4"/>
                    </w:rPr>
                    <w:tab/>
                    <w:t>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подтверждения соответствия предлагаемых проектом характеристик планируемого развития территории:</w:t>
                  </w:r>
                </w:p>
                <w:p w:rsidR="009F3C5C" w:rsidRDefault="009F3C5C">
                  <w:pPr>
                    <w:pStyle w:val="2"/>
                    <w:numPr>
                      <w:ilvl w:val="0"/>
                      <w:numId w:val="115"/>
                    </w:numPr>
                    <w:tabs>
                      <w:tab w:val="left" w:pos="813"/>
                    </w:tabs>
                    <w:spacing w:after="0" w:line="274" w:lineRule="exact"/>
                    <w:ind w:firstLine="660"/>
                    <w:jc w:val="both"/>
                  </w:pPr>
                  <w:r>
                    <w:rPr>
                      <w:rStyle w:val="CharStyle4"/>
                    </w:rPr>
                    <w:tab/>
                    <w:t>Генеральному плану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7"/>
                    </w:numPr>
                    <w:tabs>
                      <w:tab w:val="left" w:pos="813"/>
                    </w:tabs>
                    <w:spacing w:after="0" w:line="274" w:lineRule="exact"/>
                    <w:ind w:firstLine="660"/>
                    <w:jc w:val="both"/>
                  </w:pPr>
                  <w:r>
                    <w:rPr>
                      <w:rStyle w:val="CharStyle4"/>
                    </w:rPr>
                    <w:tab/>
                    <w:t>плану реализации Генерального плана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97"/>
                    </w:numPr>
                    <w:tabs>
                      <w:tab w:val="left" w:pos="867"/>
                    </w:tabs>
                    <w:spacing w:after="0" w:line="274" w:lineRule="exact"/>
                    <w:ind w:firstLine="660"/>
                    <w:jc w:val="both"/>
                  </w:pPr>
                  <w:r>
                    <w:rPr>
                      <w:rStyle w:val="CharStyle4"/>
                    </w:rPr>
                    <w:tab/>
                    <w:t>настоящим Правилам;</w:t>
                  </w:r>
                </w:p>
                <w:p w:rsidR="009F3C5C" w:rsidRDefault="009F3C5C">
                  <w:pPr>
                    <w:pStyle w:val="2"/>
                    <w:numPr>
                      <w:ilvl w:val="0"/>
                      <w:numId w:val="97"/>
                    </w:numPr>
                    <w:tabs>
                      <w:tab w:val="left" w:pos="867"/>
                    </w:tabs>
                    <w:spacing w:after="0" w:line="274" w:lineRule="exact"/>
                    <w:ind w:firstLine="660"/>
                    <w:jc w:val="both"/>
                  </w:pPr>
                  <w:r>
                    <w:rPr>
                      <w:rStyle w:val="CharStyle4"/>
                    </w:rPr>
                    <w:tab/>
                    <w:t>нормативам градостроительного проектирования;</w:t>
                  </w:r>
                </w:p>
                <w:p w:rsidR="009F3C5C" w:rsidRDefault="009F3C5C">
                  <w:pPr>
                    <w:pStyle w:val="2"/>
                    <w:tabs>
                      <w:tab w:val="left" w:pos="903"/>
                    </w:tabs>
                    <w:spacing w:after="0" w:line="274" w:lineRule="exact"/>
                    <w:ind w:firstLine="660"/>
                    <w:jc w:val="both"/>
                  </w:pPr>
                  <w:r>
                    <w:rPr>
                      <w:rStyle w:val="CharStyle4"/>
                    </w:rPr>
                    <w:t>б)</w:t>
                  </w:r>
                  <w:r>
                    <w:rPr>
                      <w:rStyle w:val="CharStyle4"/>
                    </w:rPr>
                    <w:tab/>
                    <w:t>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размещения соответствующих объектов;</w:t>
                  </w:r>
                </w:p>
                <w:p w:rsidR="009F3C5C" w:rsidRDefault="009F3C5C">
                  <w:pPr>
                    <w:pStyle w:val="2"/>
                    <w:tabs>
                      <w:tab w:val="left" w:pos="918"/>
                    </w:tabs>
                    <w:spacing w:after="0" w:line="274" w:lineRule="exact"/>
                    <w:ind w:firstLine="660"/>
                    <w:jc w:val="both"/>
                  </w:pPr>
                  <w:r>
                    <w:rPr>
                      <w:rStyle w:val="CharStyle4"/>
                    </w:rPr>
                    <w:t>в)</w:t>
                  </w:r>
                  <w:r>
                    <w:rPr>
                      <w:rStyle w:val="CharStyle4"/>
                    </w:rPr>
                    <w:tab/>
                    <w:t>подтверждение наличия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w:t>
                  </w:r>
                </w:p>
                <w:p w:rsidR="009F3C5C" w:rsidRDefault="009F3C5C">
                  <w:pPr>
                    <w:pStyle w:val="2"/>
                    <w:numPr>
                      <w:ilvl w:val="0"/>
                      <w:numId w:val="97"/>
                    </w:numPr>
                    <w:tabs>
                      <w:tab w:val="left" w:pos="813"/>
                    </w:tabs>
                    <w:spacing w:after="0" w:line="274" w:lineRule="exact"/>
                    <w:ind w:firstLine="660"/>
                    <w:jc w:val="both"/>
                  </w:pPr>
                  <w:r>
                    <w:rPr>
                      <w:rStyle w:val="CharStyle4"/>
                    </w:rPr>
                    <w:tab/>
                    <w:t>подтверждение выполнения требования части 4 статьи 43 Градостроительного кодекса Российской Федерации о том, что 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на период застройки территории;</w:t>
                  </w:r>
                </w:p>
              </w:txbxContent>
            </v:textbox>
            <w10:wrap type="square" anchorx="page" anchory="page"/>
          </v:rect>
        </w:pict>
      </w:r>
    </w:p>
    <w:p w:rsidR="009F3C5C" w:rsidRDefault="009F3C5C">
      <w:pPr>
        <w:pStyle w:val="Standard"/>
        <w:rPr>
          <w:sz w:val="2"/>
          <w:szCs w:val="2"/>
        </w:rPr>
        <w:sectPr w:rsidR="009F3C5C">
          <w:headerReference w:type="default" r:id="rId181"/>
          <w:footerReference w:type="default" r:id="rId182"/>
          <w:pgSz w:w="11906" w:h="16838"/>
          <w:pgMar w:top="360" w:right="360" w:bottom="360" w:left="360" w:header="0" w:footer="0" w:gutter="0"/>
          <w:cols w:space="720"/>
          <w:formProt w:val="0"/>
          <w:docGrid w:linePitch="240" w:charSpace="-6145"/>
        </w:sectPr>
      </w:pPr>
      <w:r>
        <w:rPr>
          <w:noProof/>
          <w:lang w:eastAsia="ru-RU" w:bidi="ar-SA"/>
        </w:rPr>
        <w:pict>
          <v:rect id="111" o:spid="_x0000_s1115" style="position:absolute;margin-left:81.25pt;margin-top:30.15pt;width:464.8pt;height:786.8pt;z-index:251749376;mso-position-horizontal-relative:page;mso-position-vertical-relative:page" filled="f" stroked="f" strokecolor="#3465a4">
            <v:fill o:detectmouseclick="t"/>
            <v:stroke joinstyle="round"/>
            <v:textbox>
              <w:txbxContent>
                <w:p w:rsidR="009F3C5C" w:rsidRDefault="009F3C5C">
                  <w:pPr>
                    <w:pStyle w:val="2"/>
                    <w:numPr>
                      <w:ilvl w:val="0"/>
                      <w:numId w:val="97"/>
                    </w:numPr>
                    <w:tabs>
                      <w:tab w:val="left" w:pos="846"/>
                    </w:tabs>
                    <w:spacing w:after="0" w:line="274" w:lineRule="exact"/>
                    <w:ind w:firstLine="660"/>
                    <w:jc w:val="both"/>
                  </w:pPr>
                  <w:r>
                    <w:rPr>
                      <w:rStyle w:val="CharStyle4"/>
                    </w:rPr>
                    <w:tab/>
                    <w:t>подтверждение выполнения требований противопожарных разрывов между существующими зданиями и зданиями, которые могут быть построены на свободном от прав третьих лиц земельном участке, иных требований безопасности;</w:t>
                  </w:r>
                </w:p>
                <w:p w:rsidR="009F3C5C" w:rsidRDefault="009F3C5C">
                  <w:pPr>
                    <w:pStyle w:val="2"/>
                    <w:numPr>
                      <w:ilvl w:val="0"/>
                      <w:numId w:val="97"/>
                    </w:numPr>
                    <w:tabs>
                      <w:tab w:val="left" w:pos="846"/>
                    </w:tabs>
                    <w:spacing w:after="0" w:line="274" w:lineRule="exact"/>
                    <w:ind w:firstLine="660"/>
                    <w:jc w:val="both"/>
                  </w:pPr>
                  <w:r>
                    <w:rPr>
                      <w:rStyle w:val="CharStyle4"/>
                    </w:rPr>
                    <w:tab/>
                    <w:t>подтверждение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инженерно-технического обеспечения, а также наличия соответствующих запланированных мероприятий для поддержания указанного баланса;</w:t>
                  </w:r>
                </w:p>
                <w:p w:rsidR="009F3C5C" w:rsidRDefault="009F3C5C">
                  <w:pPr>
                    <w:pStyle w:val="2"/>
                    <w:numPr>
                      <w:ilvl w:val="0"/>
                      <w:numId w:val="97"/>
                    </w:numPr>
                    <w:tabs>
                      <w:tab w:val="left" w:pos="846"/>
                    </w:tabs>
                    <w:spacing w:after="0" w:line="274" w:lineRule="exact"/>
                    <w:ind w:firstLine="660"/>
                    <w:jc w:val="both"/>
                  </w:pPr>
                  <w:r>
                    <w:rPr>
                      <w:rStyle w:val="CharStyle4"/>
                    </w:rPr>
                    <w:tab/>
                    <w:t>подтверждение того, что градостроительные планы земельных участков, выделенных в качестве свободных от прав третьих лиц и предлагаемых для дополнительной застройки, соответствуют установленным требованиям. Применительно к данной позиции могут представляться предложения о сроках и содержании дальнейших действий - проведение землеустроительных работ и государственного кадастрового учета, организация торгов по представлению свободных от прав третьих лиц земельных участков;</w:t>
                  </w:r>
                </w:p>
                <w:p w:rsidR="009F3C5C" w:rsidRDefault="009F3C5C">
                  <w:pPr>
                    <w:pStyle w:val="2"/>
                    <w:tabs>
                      <w:tab w:val="left" w:pos="846"/>
                    </w:tabs>
                    <w:spacing w:after="0" w:line="274" w:lineRule="exact"/>
                    <w:ind w:firstLine="660"/>
                    <w:jc w:val="both"/>
                  </w:pPr>
                  <w:r>
                    <w:rPr>
                      <w:rStyle w:val="CharStyle4"/>
                    </w:rPr>
                    <w:t>г)</w:t>
                  </w:r>
                  <w:r>
                    <w:rPr>
                      <w:rStyle w:val="CharStyle4"/>
                    </w:rPr>
                    <w:tab/>
                    <w:t>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w:t>
                  </w:r>
                </w:p>
                <w:p w:rsidR="009F3C5C" w:rsidRDefault="009F3C5C">
                  <w:pPr>
                    <w:pStyle w:val="2"/>
                    <w:tabs>
                      <w:tab w:val="left" w:pos="903"/>
                    </w:tabs>
                    <w:spacing w:after="0" w:line="274" w:lineRule="exact"/>
                    <w:ind w:firstLine="660"/>
                    <w:jc w:val="both"/>
                  </w:pPr>
                  <w:r>
                    <w:rPr>
                      <w:rStyle w:val="CharStyle4"/>
                    </w:rPr>
                    <w:t>д)</w:t>
                  </w:r>
                  <w:r>
                    <w:rPr>
                      <w:rStyle w:val="CharStyle4"/>
                    </w:rPr>
                    <w:tab/>
                    <w:t>подтверждение того, что градостроительные планы земельных участков, на которых располагаются существующие объекты капитального строительства, включая многоквартирные дома, подготовлены с соблюдением всех установленных требований.</w:t>
                  </w:r>
                </w:p>
                <w:p w:rsidR="009F3C5C" w:rsidRDefault="009F3C5C">
                  <w:pPr>
                    <w:pStyle w:val="2"/>
                    <w:tabs>
                      <w:tab w:val="left" w:pos="879"/>
                    </w:tabs>
                    <w:spacing w:after="0" w:line="274" w:lineRule="exact"/>
                    <w:ind w:firstLine="660"/>
                    <w:jc w:val="both"/>
                  </w:pPr>
                  <w:r>
                    <w:rPr>
                      <w:rStyle w:val="CharStyle4"/>
                    </w:rPr>
                    <w:t xml:space="preserve">7. </w:t>
                  </w:r>
                  <w:r>
                    <w:rPr>
                      <w:rStyle w:val="CharStyle4"/>
                    </w:rPr>
                    <w:tab/>
                    <w:t>Применительно к проекту планировки территории, не содержащему в своем составе проект межевания тер ритории, заключение органа, уполномоченного в области градостроительной деятельности, должно включать положения, определенные подпунктами «а», «б», «в» пункта 1; подпунктами «а», «б», «в» пункта 2 части 6 пункта 8.4 настоящих Правил.</w:t>
                  </w:r>
                </w:p>
                <w:p w:rsidR="009F3C5C" w:rsidRDefault="009F3C5C">
                  <w:pPr>
                    <w:pStyle w:val="2"/>
                    <w:tabs>
                      <w:tab w:val="left" w:pos="889"/>
                    </w:tabs>
                    <w:spacing w:after="0" w:line="274" w:lineRule="exact"/>
                    <w:ind w:firstLine="660"/>
                    <w:jc w:val="both"/>
                  </w:pPr>
                  <w:r>
                    <w:rPr>
                      <w:rStyle w:val="CharStyle4"/>
                    </w:rPr>
                    <w:t xml:space="preserve">          8.</w:t>
                  </w:r>
                  <w:r>
                    <w:rPr>
                      <w:rStyle w:val="CharStyle4"/>
                    </w:rPr>
                    <w:tab/>
                    <w:t>Применительно к проекту межевания территории, подготовленному вне состава проекта планировки территории, заключение органа, уполномоченного в области градостроительной деятельности, должно включать положения, определенные подпунктами «а» - «д» пункта 1 и подпунктами «г», «д», «е» пункта 2 части 6 пункта 8.4 настоящих Правил;</w:t>
                  </w:r>
                </w:p>
                <w:p w:rsidR="009F3C5C" w:rsidRDefault="009F3C5C">
                  <w:pPr>
                    <w:pStyle w:val="2"/>
                    <w:tabs>
                      <w:tab w:val="left" w:pos="889"/>
                    </w:tabs>
                    <w:spacing w:after="0" w:line="274" w:lineRule="exact"/>
                    <w:ind w:firstLine="660"/>
                    <w:jc w:val="both"/>
                  </w:pPr>
                  <w:r>
                    <w:rPr>
                      <w:rStyle w:val="CharStyle4"/>
                    </w:rPr>
                    <w:t xml:space="preserve">9. </w:t>
                  </w:r>
                  <w:r>
                    <w:rPr>
                      <w:rStyle w:val="CharStyle4"/>
                    </w:rPr>
                    <w:tab/>
                    <w:t>Предметом публичных слушаний по проекту планировки территорий, содержащему в своем составе проекты межевания территории, являются следующие вопросы:</w:t>
                  </w:r>
                </w:p>
                <w:p w:rsidR="009F3C5C" w:rsidRDefault="009F3C5C">
                  <w:pPr>
                    <w:pStyle w:val="2"/>
                    <w:numPr>
                      <w:ilvl w:val="0"/>
                      <w:numId w:val="116"/>
                    </w:numPr>
                    <w:tabs>
                      <w:tab w:val="left" w:pos="893"/>
                    </w:tabs>
                    <w:spacing w:after="0" w:line="274" w:lineRule="exact"/>
                    <w:ind w:firstLine="660"/>
                    <w:jc w:val="both"/>
                  </w:pPr>
                  <w:r>
                    <w:rPr>
                      <w:rStyle w:val="CharStyle4"/>
                    </w:rPr>
                    <w:tab/>
                    <w:t>подтверждение соответствия проекта планировки территории Генеральному плану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16"/>
                    </w:numPr>
                    <w:tabs>
                      <w:tab w:val="left" w:pos="893"/>
                    </w:tabs>
                    <w:spacing w:after="0" w:line="274" w:lineRule="exact"/>
                    <w:ind w:firstLine="660"/>
                    <w:jc w:val="both"/>
                  </w:pPr>
                  <w:r>
                    <w:rPr>
                      <w:rStyle w:val="CharStyle4"/>
                    </w:rPr>
                    <w:tab/>
                    <w:t>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9F3C5C" w:rsidRDefault="009F3C5C">
                  <w:pPr>
                    <w:pStyle w:val="2"/>
                    <w:numPr>
                      <w:ilvl w:val="0"/>
                      <w:numId w:val="116"/>
                    </w:numPr>
                    <w:tabs>
                      <w:tab w:val="left" w:pos="903"/>
                    </w:tabs>
                    <w:spacing w:after="0" w:line="274" w:lineRule="exact"/>
                    <w:ind w:firstLine="660"/>
                    <w:jc w:val="both"/>
                  </w:pPr>
                  <w:r>
                    <w:rPr>
                      <w:rStyle w:val="CharStyle4"/>
                    </w:rPr>
                    <w:tab/>
                    <w:t>подтверждение учета в проекте планировки существующих правовых фактов;</w:t>
                  </w:r>
                </w:p>
                <w:p w:rsidR="009F3C5C" w:rsidRDefault="009F3C5C">
                  <w:pPr>
                    <w:pStyle w:val="2"/>
                    <w:numPr>
                      <w:ilvl w:val="0"/>
                      <w:numId w:val="116"/>
                    </w:numPr>
                    <w:tabs>
                      <w:tab w:val="left" w:pos="903"/>
                    </w:tabs>
                    <w:spacing w:after="0" w:line="274" w:lineRule="exact"/>
                    <w:ind w:firstLine="660"/>
                    <w:jc w:val="both"/>
                  </w:pPr>
                  <w:r>
                    <w:rPr>
                      <w:rStyle w:val="CharStyle4"/>
                    </w:rPr>
                    <w:tab/>
                    <w:t>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txbxContent>
            </v:textbox>
            <w10:wrap type="square" anchorx="page" anchory="page"/>
          </v:rect>
        </w:pict>
      </w:r>
    </w:p>
    <w:p w:rsidR="009F3C5C" w:rsidRDefault="009F3C5C">
      <w:pPr>
        <w:pStyle w:val="Standard"/>
        <w:rPr>
          <w:sz w:val="2"/>
          <w:szCs w:val="2"/>
        </w:rPr>
        <w:sectPr w:rsidR="009F3C5C">
          <w:headerReference w:type="default" r:id="rId183"/>
          <w:footerReference w:type="default" r:id="rId184"/>
          <w:pgSz w:w="11906" w:h="16838"/>
          <w:pgMar w:top="360" w:right="360" w:bottom="360" w:left="360" w:header="0" w:footer="0" w:gutter="0"/>
          <w:cols w:space="720"/>
          <w:formProt w:val="0"/>
          <w:docGrid w:linePitch="240" w:charSpace="-6145"/>
        </w:sectPr>
      </w:pPr>
      <w:r>
        <w:rPr>
          <w:noProof/>
          <w:lang w:eastAsia="ru-RU" w:bidi="ar-SA"/>
        </w:rPr>
        <w:pict>
          <v:rect id="112" o:spid="_x0000_s1116" style="position:absolute;margin-left:81.5pt;margin-top:30.15pt;width:464.3pt;height:11in;z-index:251750400;mso-position-horizontal-relative:page;mso-position-vertical-relative:page" filled="f" stroked="f" strokecolor="#3465a4">
            <v:fill o:detectmouseclick="t"/>
            <v:stroke joinstyle="round"/>
            <v:textbox>
              <w:txbxContent>
                <w:p w:rsidR="009F3C5C" w:rsidRDefault="009F3C5C">
                  <w:pPr>
                    <w:pStyle w:val="2"/>
                    <w:numPr>
                      <w:ilvl w:val="0"/>
                      <w:numId w:val="116"/>
                    </w:numPr>
                    <w:tabs>
                      <w:tab w:val="left" w:pos="917"/>
                    </w:tabs>
                    <w:spacing w:after="0" w:line="274" w:lineRule="exact"/>
                    <w:ind w:firstLine="660"/>
                    <w:jc w:val="both"/>
                  </w:pPr>
                  <w:r>
                    <w:rPr>
                      <w:rStyle w:val="CharStyle4"/>
                    </w:rPr>
                    <w:tab/>
                    <w:t>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9F3C5C" w:rsidRDefault="009F3C5C">
                  <w:pPr>
                    <w:pStyle w:val="2"/>
                    <w:numPr>
                      <w:ilvl w:val="0"/>
                      <w:numId w:val="116"/>
                    </w:numPr>
                    <w:tabs>
                      <w:tab w:val="left" w:pos="917"/>
                    </w:tabs>
                    <w:spacing w:after="0" w:line="274" w:lineRule="exact"/>
                    <w:ind w:firstLine="660"/>
                    <w:jc w:val="both"/>
                  </w:pPr>
                  <w:r>
                    <w:rPr>
                      <w:rStyle w:val="CharStyle4"/>
                    </w:rPr>
                    <w:tab/>
                    <w:t>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действии сервитутов) с учетом необходимости, целесообразности и возможности изъятия земельных участков для государственных или муниципальных нужд;</w:t>
                  </w:r>
                </w:p>
                <w:p w:rsidR="009F3C5C" w:rsidRDefault="009F3C5C">
                  <w:pPr>
                    <w:pStyle w:val="2"/>
                    <w:numPr>
                      <w:ilvl w:val="0"/>
                      <w:numId w:val="116"/>
                    </w:numPr>
                    <w:tabs>
                      <w:tab w:val="left" w:pos="917"/>
                    </w:tabs>
                    <w:spacing w:after="0" w:line="274" w:lineRule="exact"/>
                    <w:ind w:firstLine="660"/>
                    <w:jc w:val="both"/>
                  </w:pPr>
                  <w:r>
                    <w:rPr>
                      <w:rStyle w:val="CharStyle4"/>
                    </w:rPr>
                    <w:tab/>
                    <w:t>наличие в пределах застроенной территории свободных от прав третьих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9F3C5C" w:rsidRDefault="009F3C5C">
                  <w:pPr>
                    <w:pStyle w:val="2"/>
                    <w:numPr>
                      <w:ilvl w:val="0"/>
                      <w:numId w:val="116"/>
                    </w:numPr>
                    <w:tabs>
                      <w:tab w:val="left" w:pos="917"/>
                    </w:tabs>
                    <w:spacing w:after="0" w:line="274" w:lineRule="exact"/>
                    <w:ind w:firstLine="660"/>
                    <w:jc w:val="both"/>
                  </w:pPr>
                  <w:r>
                    <w:rPr>
                      <w:rStyle w:val="CharStyle4"/>
                    </w:rPr>
                    <w:tab/>
                    <w:t>земельные участки, предлагаемые в границах зон действия публичных сервитутов для обеспечения прохода, проезда неограниченному кругу лиц;</w:t>
                  </w:r>
                </w:p>
                <w:p w:rsidR="009F3C5C" w:rsidRDefault="009F3C5C">
                  <w:pPr>
                    <w:pStyle w:val="2"/>
                    <w:numPr>
                      <w:ilvl w:val="0"/>
                      <w:numId w:val="116"/>
                    </w:numPr>
                    <w:tabs>
                      <w:tab w:val="left" w:pos="917"/>
                    </w:tabs>
                    <w:spacing w:after="0" w:line="274" w:lineRule="exact"/>
                    <w:ind w:firstLine="660"/>
                    <w:jc w:val="both"/>
                  </w:pPr>
                  <w:r>
                    <w:rPr>
                      <w:rStyle w:val="CharStyle4"/>
                    </w:rPr>
                    <w:tab/>
                    <w:t>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9F3C5C" w:rsidRDefault="009F3C5C">
                  <w:pPr>
                    <w:pStyle w:val="2"/>
                    <w:spacing w:after="0" w:line="274" w:lineRule="exact"/>
                    <w:ind w:firstLine="660"/>
                    <w:jc w:val="both"/>
                  </w:pPr>
                  <w:r>
                    <w:rPr>
                      <w:rStyle w:val="CharStyle4"/>
                    </w:rPr>
                    <w:t>При обсуждении проектов планировок без проектов межевания в составе проекта планировки предметом публичных слушаний являются вопросы 1,2,3,5,6 установленные в настоящей части.</w:t>
                  </w:r>
                </w:p>
                <w:p w:rsidR="009F3C5C" w:rsidRDefault="009F3C5C">
                  <w:pPr>
                    <w:pStyle w:val="2"/>
                    <w:spacing w:after="0" w:line="274" w:lineRule="exact"/>
                    <w:ind w:firstLine="660"/>
                    <w:jc w:val="both"/>
                  </w:pPr>
                  <w:r>
                    <w:rPr>
                      <w:rStyle w:val="CharStyle4"/>
                    </w:rPr>
                    <w:t>В случае принятии решения о проведении публичных слушаний по проектам межевания территории, подготовленных в виде отдельного документа, предметом обсуждения на публичных слушаниях являются вопросы 1,2,3,4,7,8,9, установленные настоящей частью.</w:t>
                  </w:r>
                </w:p>
                <w:p w:rsidR="009F3C5C" w:rsidRDefault="009F3C5C">
                  <w:pPr>
                    <w:pStyle w:val="2"/>
                    <w:tabs>
                      <w:tab w:val="left" w:pos="1009"/>
                    </w:tabs>
                    <w:spacing w:after="0" w:line="274" w:lineRule="exact"/>
                    <w:ind w:firstLine="660"/>
                    <w:jc w:val="both"/>
                  </w:pPr>
                  <w:r>
                    <w:rPr>
                      <w:rStyle w:val="CharStyle4"/>
                    </w:rPr>
                    <w:t xml:space="preserve">10. </w:t>
                  </w:r>
                  <w:r>
                    <w:rPr>
                      <w:rStyle w:val="CharStyle4"/>
                    </w:rPr>
                    <w:tab/>
                    <w:t>В случае, если заказчиком по разработке проекта выступает не орган, уполномоченный в области осуществления градостроительной деятельности, местом проведения публичных слушаний является администрация соответствующего района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014"/>
                    </w:tabs>
                    <w:spacing w:after="0" w:line="274" w:lineRule="exact"/>
                    <w:ind w:firstLine="660"/>
                    <w:jc w:val="both"/>
                  </w:pPr>
                  <w:r>
                    <w:rPr>
                      <w:rStyle w:val="CharStyle4"/>
                    </w:rPr>
                    <w:t xml:space="preserve">11. </w:t>
                  </w:r>
                  <w:r>
                    <w:rPr>
                      <w:rStyle w:val="CharStyle4"/>
                    </w:rPr>
                    <w:tab/>
                    <w:t>После проведения публичных слушаний по проекту документации по планировке территории Комиссия по городскому хозяйству, земельным и имущественным отношениям Совета сельского поселения Петровский сельсовет муниципального района Ишимбайский район Республики Башкортостан обеспечивает подготовку протокола, согласованного со всеми членами Комиссии, и заключения о результатах публичных слушаний, его опубликование и размещение на официальном сайте Совета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spacing w:after="0" w:line="274" w:lineRule="exact"/>
                    <w:ind w:firstLine="660"/>
                    <w:jc w:val="both"/>
                  </w:pPr>
                  <w:r>
                    <w:rPr>
                      <w:rStyle w:val="CharStyle4"/>
                    </w:rPr>
                    <w:t>В случае, когда документация по планировке подготовлена по инициативе Администрации сельского поселения Петровский сельсовет муниципального района Ишимбайский район Республики Башкортостан, орган, уполномоченный в области градостроительной деятельности:</w:t>
                  </w:r>
                </w:p>
                <w:p w:rsidR="009F3C5C" w:rsidRDefault="009F3C5C">
                  <w:pPr>
                    <w:pStyle w:val="2"/>
                    <w:numPr>
                      <w:ilvl w:val="0"/>
                      <w:numId w:val="117"/>
                    </w:numPr>
                    <w:tabs>
                      <w:tab w:val="left" w:pos="917"/>
                    </w:tabs>
                    <w:spacing w:after="0" w:line="274" w:lineRule="exact"/>
                    <w:ind w:firstLine="660"/>
                    <w:jc w:val="both"/>
                  </w:pPr>
                  <w:r>
                    <w:rPr>
                      <w:rStyle w:val="CharStyle4"/>
                    </w:rPr>
                    <w:tab/>
                    <w:t>обеспечивает внесение изменений и дополнений в документацию по планировке территории (в случае, когда такая необходимость выявилась по результатам публичных слушаний);</w:t>
                  </w:r>
                </w:p>
                <w:p w:rsidR="009F3C5C" w:rsidRDefault="009F3C5C">
                  <w:pPr>
                    <w:pStyle w:val="2"/>
                    <w:numPr>
                      <w:ilvl w:val="0"/>
                      <w:numId w:val="117"/>
                    </w:numPr>
                    <w:tabs>
                      <w:tab w:val="left" w:pos="917"/>
                    </w:tabs>
                    <w:spacing w:after="0" w:line="274" w:lineRule="exact"/>
                    <w:ind w:firstLine="660"/>
                    <w:jc w:val="both"/>
                  </w:pPr>
                  <w:r>
                    <w:rPr>
                      <w:rStyle w:val="CharStyle4"/>
                    </w:rPr>
                    <w:tab/>
                    <w:t>подготавливает комплект документов и направляет его главе сельского поселения Петровский сельсовет муниципального района Ишимбайский район Республики Башкортостан на утверждение.</w:t>
                  </w:r>
                </w:p>
              </w:txbxContent>
            </v:textbox>
            <w10:wrap type="square" anchorx="page" anchory="page"/>
          </v:rect>
        </w:pict>
      </w:r>
    </w:p>
    <w:p w:rsidR="009F3C5C" w:rsidRDefault="009F3C5C">
      <w:pPr>
        <w:pStyle w:val="Standard"/>
        <w:rPr>
          <w:sz w:val="2"/>
          <w:szCs w:val="2"/>
        </w:rPr>
        <w:sectPr w:rsidR="009F3C5C">
          <w:headerReference w:type="default" r:id="rId185"/>
          <w:footerReference w:type="default" r:id="rId186"/>
          <w:pgSz w:w="11906" w:h="16838"/>
          <w:pgMar w:top="360" w:right="360" w:bottom="360" w:left="360" w:header="0" w:footer="0" w:gutter="0"/>
          <w:cols w:space="720"/>
          <w:formProt w:val="0"/>
          <w:docGrid w:linePitch="240" w:charSpace="-6145"/>
        </w:sectPr>
      </w:pPr>
      <w:r>
        <w:rPr>
          <w:noProof/>
          <w:lang w:eastAsia="ru-RU" w:bidi="ar-SA"/>
        </w:rPr>
        <w:pict>
          <v:rect id="113" o:spid="_x0000_s1117" style="position:absolute;margin-left:81.25pt;margin-top:30.4pt;width:464.8pt;height:787.45pt;z-index:251751424;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В случае, когда документация по планировке подготовлена по инициативе физических и юридических лиц, предпринимателей, орган, уполномоченный в области градостроительной деятельности:</w:t>
                  </w:r>
                </w:p>
                <w:p w:rsidR="009F3C5C" w:rsidRDefault="009F3C5C">
                  <w:pPr>
                    <w:pStyle w:val="2"/>
                    <w:numPr>
                      <w:ilvl w:val="0"/>
                      <w:numId w:val="118"/>
                    </w:numPr>
                    <w:tabs>
                      <w:tab w:val="left" w:pos="915"/>
                    </w:tabs>
                    <w:spacing w:after="0" w:line="274" w:lineRule="exact"/>
                    <w:ind w:firstLine="660"/>
                    <w:jc w:val="both"/>
                  </w:pPr>
                  <w:r>
                    <w:rPr>
                      <w:rStyle w:val="CharStyle4"/>
                    </w:rPr>
                    <w:tab/>
                    <w:t>может предложить указанным лицам внести изменения в документацию по планировке территории (в случае, когда такая необходимость выявилась по результатам публичных слушаний)</w:t>
                  </w:r>
                </w:p>
                <w:p w:rsidR="009F3C5C" w:rsidRDefault="009F3C5C">
                  <w:pPr>
                    <w:pStyle w:val="2"/>
                    <w:numPr>
                      <w:ilvl w:val="0"/>
                      <w:numId w:val="118"/>
                    </w:numPr>
                    <w:tabs>
                      <w:tab w:val="left" w:pos="915"/>
                    </w:tabs>
                    <w:spacing w:after="0" w:line="274" w:lineRule="exact"/>
                    <w:ind w:firstLine="660"/>
                    <w:jc w:val="both"/>
                  </w:pPr>
                  <w:r>
                    <w:rPr>
                      <w:rStyle w:val="CharStyle4"/>
                    </w:rPr>
                    <w:tab/>
                    <w:t>подготавливает комплект документов и направляет его главе сельского поселения Петровский сельсовет муниципального района Ишимбайский район Республики Башкортостан на утверждение (в случае, когда по результатам публичных слушаний не возникла необходимость внесения изменений и дополнений в документацию по планировке территории, а также в случаях, когда указанными лицами были внесены необходимые изменения и дополнения в документацию по планировке территории).</w:t>
                  </w:r>
                </w:p>
                <w:p w:rsidR="009F3C5C" w:rsidRDefault="009F3C5C">
                  <w:pPr>
                    <w:pStyle w:val="2"/>
                    <w:tabs>
                      <w:tab w:val="left" w:pos="1098"/>
                    </w:tabs>
                    <w:spacing w:after="0" w:line="274" w:lineRule="exact"/>
                    <w:ind w:firstLine="660"/>
                    <w:jc w:val="both"/>
                  </w:pPr>
                  <w:r>
                    <w:rPr>
                      <w:rStyle w:val="CharStyle4"/>
                    </w:rPr>
                    <w:t>12.</w:t>
                  </w:r>
                  <w:r>
                    <w:rPr>
                      <w:rStyle w:val="CharStyle4"/>
                    </w:rPr>
                    <w:tab/>
                    <w:t>Указанный комплект документов содержит:</w:t>
                  </w:r>
                </w:p>
                <w:p w:rsidR="009F3C5C" w:rsidRDefault="009F3C5C">
                  <w:pPr>
                    <w:pStyle w:val="2"/>
                    <w:numPr>
                      <w:ilvl w:val="0"/>
                      <w:numId w:val="119"/>
                    </w:numPr>
                    <w:tabs>
                      <w:tab w:val="left" w:pos="915"/>
                    </w:tabs>
                    <w:spacing w:after="0" w:line="274" w:lineRule="exact"/>
                    <w:ind w:firstLine="660"/>
                    <w:jc w:val="both"/>
                  </w:pPr>
                  <w:r>
                    <w:rPr>
                      <w:rStyle w:val="CharStyle4"/>
                    </w:rPr>
                    <w:tab/>
                    <w:t>заключение органа, уполномоченного в области градостроительной деятельности, в котором отмечается факт готовности документации по планировке территории к утверждению;</w:t>
                  </w:r>
                </w:p>
                <w:p w:rsidR="009F3C5C" w:rsidRDefault="009F3C5C">
                  <w:pPr>
                    <w:pStyle w:val="2"/>
                    <w:numPr>
                      <w:ilvl w:val="0"/>
                      <w:numId w:val="119"/>
                    </w:numPr>
                    <w:tabs>
                      <w:tab w:val="left" w:pos="997"/>
                    </w:tabs>
                    <w:spacing w:after="0" w:line="274" w:lineRule="exact"/>
                    <w:ind w:firstLine="660"/>
                    <w:jc w:val="both"/>
                  </w:pPr>
                  <w:r>
                    <w:rPr>
                      <w:rStyle w:val="CharStyle4"/>
                    </w:rPr>
                    <w:tab/>
                    <w:t>протокол (протоколы) публичных слушаний;</w:t>
                  </w:r>
                </w:p>
                <w:p w:rsidR="009F3C5C" w:rsidRDefault="009F3C5C">
                  <w:pPr>
                    <w:pStyle w:val="2"/>
                    <w:numPr>
                      <w:ilvl w:val="0"/>
                      <w:numId w:val="119"/>
                    </w:numPr>
                    <w:tabs>
                      <w:tab w:val="left" w:pos="997"/>
                    </w:tabs>
                    <w:spacing w:after="0" w:line="274" w:lineRule="exact"/>
                    <w:ind w:firstLine="660"/>
                    <w:jc w:val="both"/>
                  </w:pPr>
                  <w:r>
                    <w:rPr>
                      <w:rStyle w:val="CharStyle4"/>
                    </w:rPr>
                    <w:tab/>
                    <w:t>заключение о результатах публичных слушаний;</w:t>
                  </w:r>
                </w:p>
                <w:p w:rsidR="009F3C5C" w:rsidRDefault="009F3C5C">
                  <w:pPr>
                    <w:pStyle w:val="2"/>
                    <w:numPr>
                      <w:ilvl w:val="0"/>
                      <w:numId w:val="119"/>
                    </w:numPr>
                    <w:tabs>
                      <w:tab w:val="left" w:pos="915"/>
                    </w:tabs>
                    <w:spacing w:after="0" w:line="274" w:lineRule="exact"/>
                    <w:ind w:firstLine="660"/>
                    <w:jc w:val="both"/>
                  </w:pPr>
                  <w:r>
                    <w:rPr>
                      <w:rStyle w:val="CharStyle4"/>
                    </w:rPr>
                    <w:tab/>
                    <w:t>комплект документации по планировке территории с обосновывающими материалами к ней.</w:t>
                  </w:r>
                </w:p>
                <w:p w:rsidR="009F3C5C" w:rsidRDefault="009F3C5C">
                  <w:pPr>
                    <w:pStyle w:val="2"/>
                    <w:tabs>
                      <w:tab w:val="left" w:pos="1049"/>
                    </w:tabs>
                    <w:spacing w:after="0" w:line="274" w:lineRule="exact"/>
                    <w:ind w:firstLine="660"/>
                    <w:jc w:val="both"/>
                  </w:pPr>
                  <w:r>
                    <w:rPr>
                      <w:rStyle w:val="CharStyle4"/>
                    </w:rPr>
                    <w:t xml:space="preserve">13. </w:t>
                  </w:r>
                  <w:r>
                    <w:rPr>
                      <w:rStyle w:val="CharStyle4"/>
                    </w:rPr>
                    <w:tab/>
                    <w:t>Глава сельского поселения Петровский сельсовет муниципального района Ишимбайский район Республики Башкортостан с учетом представленных ему документов, определенных частью 12 пункта 8.4 настоящих Правил, принимает одно из двух решений:</w:t>
                  </w:r>
                </w:p>
                <w:p w:rsidR="009F3C5C" w:rsidRDefault="009F3C5C">
                  <w:pPr>
                    <w:pStyle w:val="2"/>
                    <w:numPr>
                      <w:ilvl w:val="0"/>
                      <w:numId w:val="120"/>
                    </w:numPr>
                    <w:tabs>
                      <w:tab w:val="left" w:pos="977"/>
                    </w:tabs>
                    <w:spacing w:after="0" w:line="274" w:lineRule="exact"/>
                    <w:ind w:firstLine="660"/>
                    <w:jc w:val="both"/>
                  </w:pPr>
                  <w:r>
                    <w:rPr>
                      <w:rStyle w:val="CharStyle4"/>
                    </w:rPr>
                    <w:tab/>
                    <w:t>об утверждении документации по планировке территории;</w:t>
                  </w:r>
                </w:p>
                <w:p w:rsidR="009F3C5C" w:rsidRDefault="009F3C5C">
                  <w:pPr>
                    <w:pStyle w:val="2"/>
                    <w:numPr>
                      <w:ilvl w:val="0"/>
                      <w:numId w:val="120"/>
                    </w:numPr>
                    <w:tabs>
                      <w:tab w:val="left" w:pos="997"/>
                    </w:tabs>
                    <w:spacing w:after="0" w:line="274" w:lineRule="exact"/>
                    <w:ind w:firstLine="660"/>
                    <w:jc w:val="both"/>
                  </w:pPr>
                  <w:r>
                    <w:rPr>
                      <w:rStyle w:val="CharStyle4"/>
                    </w:rPr>
                    <w:tab/>
                    <w:t>об отклонении документации по планировке территории.</w:t>
                  </w:r>
                </w:p>
                <w:p w:rsidR="009F3C5C" w:rsidRDefault="009F3C5C">
                  <w:pPr>
                    <w:pStyle w:val="2"/>
                    <w:tabs>
                      <w:tab w:val="left" w:pos="1098"/>
                    </w:tabs>
                    <w:spacing w:after="0" w:line="274" w:lineRule="exact"/>
                    <w:ind w:firstLine="660"/>
                    <w:jc w:val="both"/>
                  </w:pPr>
                  <w:r>
                    <w:rPr>
                      <w:rStyle w:val="CharStyle4"/>
                    </w:rPr>
                    <w:t xml:space="preserve">14. </w:t>
                  </w:r>
                  <w:r>
                    <w:rPr>
                      <w:rStyle w:val="CharStyle4"/>
                    </w:rPr>
                    <w:tab/>
                    <w:t>Утвержденная документация по планировке территории:</w:t>
                  </w:r>
                </w:p>
                <w:p w:rsidR="009F3C5C" w:rsidRDefault="009F3C5C">
                  <w:pPr>
                    <w:pStyle w:val="2"/>
                    <w:numPr>
                      <w:ilvl w:val="0"/>
                      <w:numId w:val="121"/>
                    </w:numPr>
                    <w:tabs>
                      <w:tab w:val="left" w:pos="915"/>
                    </w:tabs>
                    <w:spacing w:after="0" w:line="274" w:lineRule="exact"/>
                    <w:ind w:firstLine="660"/>
                    <w:jc w:val="both"/>
                  </w:pPr>
                  <w:r>
                    <w:rPr>
                      <w:rStyle w:val="CharStyle4"/>
                    </w:rPr>
                    <w:tab/>
                    <w:t>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numPr>
                      <w:ilvl w:val="0"/>
                      <w:numId w:val="121"/>
                    </w:numPr>
                    <w:tabs>
                      <w:tab w:val="left" w:pos="915"/>
                    </w:tabs>
                    <w:spacing w:after="0" w:line="274" w:lineRule="exact"/>
                    <w:ind w:firstLine="660"/>
                    <w:jc w:val="both"/>
                  </w:pPr>
                  <w:r>
                    <w:rPr>
                      <w:rStyle w:val="CharStyle4"/>
                    </w:rPr>
                    <w:tab/>
                    <w:t>в соответствии с требованиями части 2 статьи 57 Градостроительного кодекса Российской Федерации подлежит:</w:t>
                  </w:r>
                </w:p>
                <w:p w:rsidR="009F3C5C" w:rsidRDefault="009F3C5C">
                  <w:pPr>
                    <w:pStyle w:val="2"/>
                    <w:tabs>
                      <w:tab w:val="left" w:pos="915"/>
                    </w:tabs>
                    <w:spacing w:after="0" w:line="274" w:lineRule="exact"/>
                    <w:ind w:firstLine="660"/>
                    <w:jc w:val="both"/>
                  </w:pPr>
                  <w:r>
                    <w:rPr>
                      <w:rStyle w:val="CharStyle4"/>
                    </w:rPr>
                    <w:t>а)</w:t>
                  </w:r>
                  <w:r>
                    <w:rPr>
                      <w:rStyle w:val="CharStyle4"/>
                    </w:rPr>
                    <w:tab/>
                    <w:t>в течение семи дней со дня принятия направлению в информационную систему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915"/>
                    </w:tabs>
                    <w:spacing w:after="0" w:line="274" w:lineRule="exact"/>
                    <w:ind w:firstLine="660"/>
                    <w:jc w:val="both"/>
                  </w:pPr>
                  <w:r>
                    <w:rPr>
                      <w:rStyle w:val="CharStyle4"/>
                    </w:rPr>
                    <w:t>б)</w:t>
                  </w:r>
                  <w:r>
                    <w:rPr>
                      <w:rStyle w:val="CharStyle4"/>
                    </w:rPr>
                    <w:tab/>
                    <w:t>в течение четырнадцати дней со дня получения копии документа размещению в информационной системе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Решение об отклонении документации по планировке территории с указанием причин его принятия направляется инициатору разработки проектной документации для доработки.</w:t>
                  </w:r>
                </w:p>
              </w:txbxContent>
            </v:textbox>
            <w10:wrap type="square" anchorx="page" anchory="page"/>
          </v:rect>
        </w:pict>
      </w:r>
    </w:p>
    <w:p w:rsidR="009F3C5C" w:rsidRDefault="009F3C5C">
      <w:pPr>
        <w:pStyle w:val="Standard"/>
        <w:rPr>
          <w:sz w:val="2"/>
          <w:szCs w:val="2"/>
        </w:rPr>
        <w:sectPr w:rsidR="009F3C5C">
          <w:headerReference w:type="default" r:id="rId187"/>
          <w:footerReference w:type="default" r:id="rId188"/>
          <w:pgSz w:w="11906" w:h="16838"/>
          <w:pgMar w:top="360" w:right="360" w:bottom="360" w:left="360" w:header="0" w:footer="0" w:gutter="0"/>
          <w:cols w:space="720"/>
          <w:formProt w:val="0"/>
          <w:docGrid w:linePitch="240" w:charSpace="-6145"/>
        </w:sectPr>
      </w:pPr>
      <w:r>
        <w:rPr>
          <w:noProof/>
          <w:lang w:eastAsia="ru-RU" w:bidi="ar-SA"/>
        </w:rPr>
        <w:pict>
          <v:rect id="114" o:spid="_x0000_s1118" style="position:absolute;margin-left:81.5pt;margin-top:30.15pt;width:464.3pt;height:792.3pt;z-index:251752448;mso-position-horizontal-relative:page;mso-position-vertical-relative:page" filled="f" stroked="f" strokecolor="#3465a4">
            <v:fill o:detectmouseclick="t"/>
            <v:stroke joinstyle="round"/>
            <v:textbox>
              <w:txbxContent>
                <w:p w:rsidR="009F3C5C" w:rsidRDefault="009F3C5C">
                  <w:pPr>
                    <w:pStyle w:val="2"/>
                    <w:tabs>
                      <w:tab w:val="left" w:pos="1018"/>
                    </w:tabs>
                    <w:spacing w:line="274" w:lineRule="exact"/>
                    <w:ind w:firstLine="640"/>
                    <w:jc w:val="both"/>
                  </w:pPr>
                  <w:r>
                    <w:rPr>
                      <w:rStyle w:val="CharStyle4"/>
                    </w:rPr>
                    <w:tab/>
                  </w:r>
                  <w:r>
                    <w:rPr>
                      <w:rStyle w:val="CharStyle4"/>
                      <w:b/>
                      <w:bCs/>
                    </w:rPr>
                    <w:t>8.5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p>
                <w:p w:rsidR="009F3C5C" w:rsidRDefault="009F3C5C">
                  <w:pPr>
                    <w:pStyle w:val="2"/>
                    <w:numPr>
                      <w:ilvl w:val="0"/>
                      <w:numId w:val="122"/>
                    </w:numPr>
                    <w:tabs>
                      <w:tab w:val="left" w:pos="900"/>
                    </w:tabs>
                    <w:spacing w:after="0" w:line="274" w:lineRule="exact"/>
                    <w:ind w:firstLine="640"/>
                    <w:jc w:val="both"/>
                  </w:pPr>
                  <w:r>
                    <w:rPr>
                      <w:rStyle w:val="CharStyle4"/>
                    </w:rPr>
                    <w:tab/>
                    <w:t>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т объектов капитального строительства, могут быть заинтересованные физические или юридические лица, предприниматели, подавшие заявление о предоставлении разрешений на условно разрешенные виды использования земельных участков и объектов капитального строительства.</w:t>
                  </w:r>
                </w:p>
                <w:p w:rsidR="009F3C5C" w:rsidRDefault="009F3C5C">
                  <w:pPr>
                    <w:pStyle w:val="2"/>
                    <w:numPr>
                      <w:ilvl w:val="0"/>
                      <w:numId w:val="122"/>
                    </w:numPr>
                    <w:tabs>
                      <w:tab w:val="left" w:pos="900"/>
                    </w:tabs>
                    <w:spacing w:after="0" w:line="274" w:lineRule="exact"/>
                    <w:ind w:firstLine="640"/>
                    <w:jc w:val="both"/>
                  </w:pPr>
                  <w:r>
                    <w:rPr>
                      <w:rStyle w:val="CharStyle4"/>
                    </w:rPr>
                    <w:tab/>
                    <w:t>Право, определенное частью 1 пункта 8.5 настоящих Правил, может быть реализовано только в случаях, когда выполняются следующие условия:</w:t>
                  </w:r>
                </w:p>
                <w:p w:rsidR="009F3C5C" w:rsidRDefault="009F3C5C">
                  <w:pPr>
                    <w:pStyle w:val="2"/>
                    <w:numPr>
                      <w:ilvl w:val="0"/>
                      <w:numId w:val="123"/>
                    </w:numPr>
                    <w:tabs>
                      <w:tab w:val="left" w:pos="903"/>
                    </w:tabs>
                    <w:spacing w:after="0" w:line="274" w:lineRule="exact"/>
                    <w:ind w:firstLine="640"/>
                    <w:jc w:val="both"/>
                  </w:pPr>
                  <w:r>
                    <w:rPr>
                      <w:rStyle w:val="CharStyle4"/>
                    </w:rPr>
                    <w:tab/>
                    <w:t>на соответствующую территорию распространяются настоящие Правила;</w:t>
                  </w:r>
                </w:p>
                <w:p w:rsidR="009F3C5C" w:rsidRDefault="009F3C5C">
                  <w:pPr>
                    <w:pStyle w:val="2"/>
                    <w:numPr>
                      <w:ilvl w:val="0"/>
                      <w:numId w:val="123"/>
                    </w:numPr>
                    <w:tabs>
                      <w:tab w:val="left" w:pos="900"/>
                    </w:tabs>
                    <w:spacing w:after="0" w:line="274" w:lineRule="exact"/>
                    <w:ind w:firstLine="640"/>
                    <w:jc w:val="both"/>
                  </w:pPr>
                  <w:r>
                    <w:rPr>
                      <w:rStyle w:val="CharStyle4"/>
                    </w:rPr>
                    <w:tab/>
                    <w:t>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земельного участка, объекта капитального строительства, который запрашивается заявителем.</w:t>
                  </w:r>
                </w:p>
                <w:p w:rsidR="009F3C5C" w:rsidRDefault="009F3C5C">
                  <w:pPr>
                    <w:pStyle w:val="2"/>
                    <w:tabs>
                      <w:tab w:val="left" w:pos="900"/>
                    </w:tabs>
                    <w:spacing w:after="0" w:line="274" w:lineRule="exact"/>
                    <w:ind w:firstLine="640"/>
                    <w:jc w:val="both"/>
                  </w:pPr>
                  <w:r>
                    <w:rPr>
                      <w:rStyle w:val="CharStyle4"/>
                    </w:rPr>
                    <w:t>3. Орган, уполномоченный в области градостроительной деятельности, подготавливает заключение, состав и содержание которых определяются частью 14 пункта 8.5 настоящих Правил.</w:t>
                  </w:r>
                </w:p>
                <w:p w:rsidR="009F3C5C" w:rsidRDefault="009F3C5C">
                  <w:pPr>
                    <w:pStyle w:val="2"/>
                    <w:tabs>
                      <w:tab w:val="left" w:pos="900"/>
                    </w:tabs>
                    <w:spacing w:after="0" w:line="274" w:lineRule="exact"/>
                    <w:ind w:firstLine="640"/>
                    <w:jc w:val="both"/>
                  </w:pPr>
                  <w:r>
                    <w:rPr>
                      <w:rStyle w:val="CharStyle4"/>
                    </w:rPr>
                    <w:t>4.</w:t>
                  </w:r>
                  <w:r>
                    <w:rPr>
                      <w:rStyle w:val="CharStyle4"/>
                    </w:rPr>
                    <w:tab/>
                    <w:t>Комиссия по землепользованию и застройке Администрации сельского поселения Петровский сельсовет муниципального района Ишимбайский район Республики Башкортостан с учетом градостроительных заключений:</w:t>
                  </w:r>
                </w:p>
                <w:p w:rsidR="009F3C5C" w:rsidRDefault="009F3C5C">
                  <w:pPr>
                    <w:pStyle w:val="2"/>
                    <w:numPr>
                      <w:ilvl w:val="0"/>
                      <w:numId w:val="124"/>
                    </w:numPr>
                    <w:tabs>
                      <w:tab w:val="left" w:pos="900"/>
                    </w:tabs>
                    <w:spacing w:after="0" w:line="274" w:lineRule="exact"/>
                    <w:ind w:firstLine="640"/>
                    <w:jc w:val="both"/>
                  </w:pPr>
                  <w:r>
                    <w:rPr>
                      <w:rStyle w:val="CharStyle4"/>
                    </w:rPr>
                    <w:tab/>
                    <w:t>рассматривает заявления о предоставлении разрешений на условно разрешенные виды использования земельных участков и объектов капитального строительства;</w:t>
                  </w:r>
                </w:p>
                <w:p w:rsidR="009F3C5C" w:rsidRDefault="009F3C5C">
                  <w:pPr>
                    <w:pStyle w:val="2"/>
                    <w:numPr>
                      <w:ilvl w:val="0"/>
                      <w:numId w:val="124"/>
                    </w:numPr>
                    <w:tabs>
                      <w:tab w:val="left" w:pos="900"/>
                    </w:tabs>
                    <w:spacing w:after="0" w:line="274" w:lineRule="exact"/>
                    <w:ind w:firstLine="640"/>
                    <w:jc w:val="both"/>
                  </w:pPr>
                  <w:r>
                    <w:rPr>
                      <w:rStyle w:val="CharStyle4"/>
                    </w:rPr>
                    <w:tab/>
                    <w:t>сообщает о проведении публичных слушаний лицам, определенным частью 4 статьи 39 Градостроительного кодекса Российской Федерации;</w:t>
                  </w:r>
                </w:p>
                <w:p w:rsidR="009F3C5C" w:rsidRDefault="009F3C5C">
                  <w:pPr>
                    <w:pStyle w:val="2"/>
                    <w:numPr>
                      <w:ilvl w:val="0"/>
                      <w:numId w:val="124"/>
                    </w:numPr>
                    <w:tabs>
                      <w:tab w:val="left" w:pos="900"/>
                    </w:tabs>
                    <w:spacing w:after="0" w:line="274" w:lineRule="exact"/>
                    <w:ind w:firstLine="640"/>
                    <w:jc w:val="both"/>
                  </w:pPr>
                  <w:r>
                    <w:rPr>
                      <w:rStyle w:val="CharStyle4"/>
                    </w:rPr>
                    <w:tab/>
                    <w:t>готовит сводное заключение, содержащее рекомендации главе сельского поселения Петровский сельсовет муниципального района Ишимбайский район Республики Башкортостан о возможности предоставления разрешения.</w:t>
                  </w:r>
                </w:p>
                <w:p w:rsidR="009F3C5C" w:rsidRDefault="009F3C5C">
                  <w:pPr>
                    <w:pStyle w:val="2"/>
                    <w:tabs>
                      <w:tab w:val="left" w:pos="900"/>
                    </w:tabs>
                    <w:spacing w:after="0" w:line="274" w:lineRule="exact"/>
                    <w:ind w:firstLine="640"/>
                    <w:jc w:val="both"/>
                  </w:pPr>
                  <w:r>
                    <w:rPr>
                      <w:rStyle w:val="CharStyle4"/>
                    </w:rPr>
                    <w:t>5.</w:t>
                  </w:r>
                  <w:r>
                    <w:rPr>
                      <w:rStyle w:val="CharStyle4"/>
                    </w:rPr>
                    <w:tab/>
                    <w:t>Орган, уполномоченный в области градостроительной деятельности, обеспечивает подготовку документов и материалов к публичным слушаниям.</w:t>
                  </w:r>
                </w:p>
                <w:p w:rsidR="009F3C5C" w:rsidRDefault="009F3C5C">
                  <w:pPr>
                    <w:pStyle w:val="2"/>
                    <w:tabs>
                      <w:tab w:val="left" w:pos="900"/>
                    </w:tabs>
                    <w:spacing w:after="0" w:line="274" w:lineRule="exact"/>
                    <w:ind w:firstLine="640"/>
                    <w:jc w:val="both"/>
                  </w:pPr>
                  <w:r>
                    <w:rPr>
                      <w:rStyle w:val="CharStyle4"/>
                    </w:rPr>
                    <w:t>6.</w:t>
                  </w:r>
                  <w:r>
                    <w:rPr>
                      <w:rStyle w:val="CharStyle4"/>
                    </w:rPr>
                    <w:tab/>
                    <w:t>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9F3C5C" w:rsidRDefault="009F3C5C">
                  <w:pPr>
                    <w:pStyle w:val="2"/>
                    <w:numPr>
                      <w:ilvl w:val="0"/>
                      <w:numId w:val="125"/>
                    </w:numPr>
                    <w:tabs>
                      <w:tab w:val="left" w:pos="900"/>
                    </w:tabs>
                    <w:spacing w:after="0" w:line="274" w:lineRule="exact"/>
                    <w:ind w:firstLine="640"/>
                    <w:jc w:val="both"/>
                  </w:pPr>
                  <w:r>
                    <w:rPr>
                      <w:rStyle w:val="CharStyle4"/>
                    </w:rPr>
                    <w:tab/>
                    <w:t>правообладатели земельных участков, имеющих общие границы с земельным участком, применительно к которому запрашивается разрешение;</w:t>
                  </w:r>
                </w:p>
                <w:p w:rsidR="009F3C5C" w:rsidRDefault="009F3C5C">
                  <w:pPr>
                    <w:pStyle w:val="2"/>
                    <w:numPr>
                      <w:ilvl w:val="0"/>
                      <w:numId w:val="125"/>
                    </w:numPr>
                    <w:tabs>
                      <w:tab w:val="left" w:pos="900"/>
                    </w:tabs>
                    <w:spacing w:after="0" w:line="274" w:lineRule="exact"/>
                    <w:ind w:firstLine="640"/>
                    <w:jc w:val="both"/>
                  </w:pPr>
                  <w:r>
                    <w:rPr>
                      <w:rStyle w:val="CharStyle4"/>
                    </w:rPr>
                    <w:tab/>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9F3C5C" w:rsidRDefault="009F3C5C">
                  <w:pPr>
                    <w:pStyle w:val="2"/>
                    <w:numPr>
                      <w:ilvl w:val="0"/>
                      <w:numId w:val="125"/>
                    </w:numPr>
                    <w:tabs>
                      <w:tab w:val="left" w:pos="900"/>
                    </w:tabs>
                    <w:spacing w:after="0" w:line="274" w:lineRule="exact"/>
                    <w:ind w:firstLine="640"/>
                    <w:jc w:val="both"/>
                  </w:pPr>
                  <w:r>
                    <w:rPr>
                      <w:rStyle w:val="CharStyle4"/>
                    </w:rPr>
                    <w:tab/>
                    <w:t>правообладатели помещений, являющихся частью объектов капитального строительства, применительно к которому запрашивается разрешение.</w:t>
                  </w:r>
                </w:p>
                <w:p w:rsidR="009F3C5C" w:rsidRDefault="009F3C5C">
                  <w:pPr>
                    <w:pStyle w:val="2"/>
                    <w:tabs>
                      <w:tab w:val="left" w:pos="900"/>
                    </w:tabs>
                    <w:spacing w:after="0" w:line="274" w:lineRule="exact"/>
                    <w:ind w:firstLine="640"/>
                    <w:jc w:val="both"/>
                  </w:pPr>
                  <w:r>
                    <w:rPr>
                      <w:rStyle w:val="CharStyle4"/>
                    </w:rPr>
                    <w:t>7</w:t>
                  </w:r>
                  <w:r>
                    <w:rPr>
                      <w:rStyle w:val="CharStyle4"/>
                    </w:rPr>
                    <w:tab/>
                    <w:t>Участникам публичных слушаний по обсуждению заявлений о предоставлении разрешений на условно разрешенные виды использования земельных участков и объектов капитального строительства обеспечивается возможность ознакомления с:</w:t>
                  </w:r>
                </w:p>
              </w:txbxContent>
            </v:textbox>
            <w10:wrap type="square" anchorx="page" anchory="page"/>
          </v:rect>
        </w:pict>
      </w:r>
    </w:p>
    <w:p w:rsidR="009F3C5C" w:rsidRDefault="009F3C5C">
      <w:pPr>
        <w:pStyle w:val="Standard"/>
        <w:rPr>
          <w:sz w:val="2"/>
          <w:szCs w:val="2"/>
        </w:rPr>
        <w:sectPr w:rsidR="009F3C5C">
          <w:headerReference w:type="default" r:id="rId189"/>
          <w:footerReference w:type="default" r:id="rId190"/>
          <w:pgSz w:w="11906" w:h="16838"/>
          <w:pgMar w:top="360" w:right="360" w:bottom="360" w:left="360" w:header="0" w:footer="0" w:gutter="0"/>
          <w:cols w:space="720"/>
          <w:formProt w:val="0"/>
          <w:docGrid w:linePitch="240" w:charSpace="-6145"/>
        </w:sectPr>
      </w:pPr>
      <w:r>
        <w:rPr>
          <w:noProof/>
          <w:lang w:eastAsia="ru-RU" w:bidi="ar-SA"/>
        </w:rPr>
        <w:pict>
          <v:rect id="115" o:spid="_x0000_s1119" style="position:absolute;margin-left:81.5pt;margin-top:29.65pt;width:464.3pt;height:794.9pt;z-index:251753472;mso-position-horizontal-relative:page;mso-position-vertical-relative:page" filled="f" stroked="f" strokecolor="#3465a4">
            <v:fill o:detectmouseclick="t"/>
            <v:stroke joinstyle="round"/>
            <v:textbox>
              <w:txbxContent>
                <w:p w:rsidR="009F3C5C" w:rsidRDefault="009F3C5C">
                  <w:pPr>
                    <w:pStyle w:val="2"/>
                    <w:numPr>
                      <w:ilvl w:val="0"/>
                      <w:numId w:val="126"/>
                    </w:numPr>
                    <w:tabs>
                      <w:tab w:val="left" w:pos="897"/>
                    </w:tabs>
                    <w:spacing w:after="0" w:line="274" w:lineRule="exact"/>
                    <w:ind w:firstLine="660"/>
                    <w:jc w:val="both"/>
                  </w:pPr>
                  <w:r>
                    <w:rPr>
                      <w:rStyle w:val="CharStyle4"/>
                    </w:rPr>
                    <w:tab/>
                    <w:t>заявлением заинтересованного лица с обосновывающими материалами, предоставленными в соответствии с требованиями, определенными частями 8 - 12 пункта 8.5 настоящих Правил;</w:t>
                  </w:r>
                </w:p>
                <w:p w:rsidR="009F3C5C" w:rsidRDefault="009F3C5C">
                  <w:pPr>
                    <w:pStyle w:val="2"/>
                    <w:numPr>
                      <w:ilvl w:val="0"/>
                      <w:numId w:val="126"/>
                    </w:numPr>
                    <w:tabs>
                      <w:tab w:val="left" w:pos="908"/>
                    </w:tabs>
                    <w:spacing w:after="0" w:line="274" w:lineRule="exact"/>
                    <w:ind w:firstLine="660"/>
                    <w:jc w:val="both"/>
                  </w:pPr>
                  <w:r>
                    <w:rPr>
                      <w:rStyle w:val="CharStyle4"/>
                    </w:rPr>
                    <w:tab/>
                    <w:t>заключением органа, уполномоченного в области градостроительной деятельности, на предоставленное заявление и обосновывающими материалами к нему, составленными в соответствии с требованиями части 14 пункта 8.5 настоящих Правил.</w:t>
                  </w:r>
                </w:p>
                <w:p w:rsidR="009F3C5C" w:rsidRDefault="009F3C5C">
                  <w:pPr>
                    <w:pStyle w:val="2"/>
                    <w:tabs>
                      <w:tab w:val="left" w:pos="897"/>
                    </w:tabs>
                    <w:spacing w:after="0" w:line="274" w:lineRule="exact"/>
                    <w:ind w:firstLine="660"/>
                    <w:jc w:val="both"/>
                  </w:pPr>
                  <w:r>
                    <w:rPr>
                      <w:rStyle w:val="CharStyle4"/>
                    </w:rPr>
                    <w:t xml:space="preserve">8. </w:t>
                  </w:r>
                  <w:r>
                    <w:rPr>
                      <w:rStyle w:val="CharStyle4"/>
                    </w:rPr>
                    <w:tab/>
                    <w:t>В заявлении и прилагаемых к нему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rsidR="009F3C5C" w:rsidRDefault="009F3C5C">
                  <w:pPr>
                    <w:pStyle w:val="2"/>
                    <w:tabs>
                      <w:tab w:val="left" w:pos="897"/>
                    </w:tabs>
                    <w:spacing w:after="0" w:line="274" w:lineRule="exact"/>
                    <w:ind w:firstLine="660"/>
                    <w:jc w:val="both"/>
                  </w:pPr>
                  <w:r>
                    <w:rPr>
                      <w:rStyle w:val="CharStyle4"/>
                    </w:rPr>
                    <w:t xml:space="preserve">9. </w:t>
                  </w:r>
                  <w:r>
                    <w:rPr>
                      <w:rStyle w:val="CharStyle4"/>
                    </w:rPr>
                    <w:tab/>
                    <w:t>В заявлении отражается содержание запроса и даются идентификационные сведения о заявителе.</w:t>
                  </w:r>
                </w:p>
                <w:p w:rsidR="009F3C5C" w:rsidRDefault="009F3C5C">
                  <w:pPr>
                    <w:pStyle w:val="2"/>
                    <w:tabs>
                      <w:tab w:val="left" w:pos="1023"/>
                    </w:tabs>
                    <w:spacing w:after="0" w:line="274" w:lineRule="exact"/>
                    <w:ind w:firstLine="660"/>
                    <w:jc w:val="both"/>
                  </w:pPr>
                  <w:r>
                    <w:rPr>
                      <w:rStyle w:val="CharStyle4"/>
                    </w:rPr>
                    <w:t>10.</w:t>
                  </w:r>
                  <w:r>
                    <w:rPr>
                      <w:rStyle w:val="CharStyle4"/>
                    </w:rPr>
                    <w:tab/>
                    <w:t>Приложения к заявлению должны содержать идентификационные сведения о земельном участке и обосновывающие материалы.</w:t>
                  </w:r>
                </w:p>
                <w:p w:rsidR="009F3C5C" w:rsidRDefault="009F3C5C">
                  <w:pPr>
                    <w:pStyle w:val="2"/>
                    <w:tabs>
                      <w:tab w:val="left" w:pos="1009"/>
                    </w:tabs>
                    <w:spacing w:after="0" w:line="274" w:lineRule="exact"/>
                    <w:ind w:firstLine="660"/>
                    <w:jc w:val="both"/>
                  </w:pPr>
                  <w:r>
                    <w:rPr>
                      <w:rStyle w:val="CharStyle4"/>
                    </w:rPr>
                    <w:t xml:space="preserve">11. </w:t>
                  </w:r>
                  <w:r>
                    <w:rPr>
                      <w:rStyle w:val="CharStyle4"/>
                    </w:rPr>
                    <w:tab/>
                    <w:t>Идентификационные сведения о земельном участке, в отношении которого подается заявление, включают:</w:t>
                  </w:r>
                </w:p>
                <w:p w:rsidR="009F3C5C" w:rsidRDefault="009F3C5C">
                  <w:pPr>
                    <w:pStyle w:val="2"/>
                    <w:numPr>
                      <w:ilvl w:val="0"/>
                      <w:numId w:val="127"/>
                    </w:numPr>
                    <w:tabs>
                      <w:tab w:val="left" w:pos="908"/>
                    </w:tabs>
                    <w:spacing w:after="0" w:line="274" w:lineRule="exact"/>
                    <w:ind w:firstLine="660"/>
                    <w:jc w:val="both"/>
                  </w:pPr>
                  <w:r>
                    <w:rPr>
                      <w:rStyle w:val="CharStyle4"/>
                    </w:rPr>
                    <w:tab/>
                    <w:t>адрес расположения земельного участка, объектов капитального строительства;</w:t>
                  </w:r>
                </w:p>
                <w:p w:rsidR="009F3C5C" w:rsidRDefault="009F3C5C">
                  <w:pPr>
                    <w:pStyle w:val="2"/>
                    <w:numPr>
                      <w:ilvl w:val="0"/>
                      <w:numId w:val="127"/>
                    </w:numPr>
                    <w:tabs>
                      <w:tab w:val="left" w:pos="997"/>
                    </w:tabs>
                    <w:spacing w:after="0" w:line="274" w:lineRule="exact"/>
                    <w:ind w:firstLine="660"/>
                    <w:jc w:val="both"/>
                  </w:pPr>
                  <w:r>
                    <w:rPr>
                      <w:rStyle w:val="CharStyle4"/>
                    </w:rPr>
                    <w:tab/>
                    <w:t>кадастровый номер земельного участка и его кадастровый план;</w:t>
                  </w:r>
                </w:p>
                <w:p w:rsidR="009F3C5C" w:rsidRDefault="009F3C5C">
                  <w:pPr>
                    <w:pStyle w:val="2"/>
                    <w:numPr>
                      <w:ilvl w:val="0"/>
                      <w:numId w:val="127"/>
                    </w:numPr>
                    <w:tabs>
                      <w:tab w:val="left" w:pos="899"/>
                    </w:tabs>
                    <w:spacing w:after="0" w:line="274" w:lineRule="exact"/>
                    <w:ind w:firstLine="660"/>
                    <w:jc w:val="both"/>
                  </w:pPr>
                  <w:r>
                    <w:rPr>
                      <w:rStyle w:val="CharStyle4"/>
                    </w:rPr>
                    <w:tab/>
                    <w:t>свидетельство о государственной регистрации права на земельный участок, объекты капитального строительства;</w:t>
                  </w:r>
                </w:p>
                <w:p w:rsidR="009F3C5C" w:rsidRDefault="009F3C5C">
                  <w:pPr>
                    <w:pStyle w:val="2"/>
                    <w:numPr>
                      <w:ilvl w:val="0"/>
                      <w:numId w:val="127"/>
                    </w:numPr>
                    <w:tabs>
                      <w:tab w:val="left" w:pos="903"/>
                    </w:tabs>
                    <w:spacing w:after="0" w:line="274" w:lineRule="exact"/>
                    <w:ind w:firstLine="660"/>
                    <w:jc w:val="both"/>
                  </w:pPr>
                  <w:r>
                    <w:rPr>
                      <w:rStyle w:val="CharStyle4"/>
                    </w:rPr>
                    <w:tab/>
                    <w:t>ситуационный план-распоряжение соседних земельных участков с указанием их кадастровых номеров, а также объектов капитального строительства, на них расположенных.</w:t>
                  </w:r>
                </w:p>
                <w:p w:rsidR="009F3C5C" w:rsidRDefault="009F3C5C">
                  <w:pPr>
                    <w:pStyle w:val="2"/>
                    <w:spacing w:after="0" w:line="274" w:lineRule="exact"/>
                    <w:ind w:firstLine="660"/>
                    <w:jc w:val="both"/>
                  </w:pPr>
                  <w:r>
                    <w:rPr>
                      <w:rStyle w:val="CharStyle4"/>
                    </w:rPr>
                    <w:t>12.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9F3C5C" w:rsidRDefault="009F3C5C">
                  <w:pPr>
                    <w:pStyle w:val="2"/>
                    <w:spacing w:after="0" w:line="274" w:lineRule="exact"/>
                    <w:ind w:firstLine="660"/>
                    <w:jc w:val="both"/>
                  </w:pPr>
                  <w:r>
                    <w:rPr>
                      <w:rStyle w:val="CharStyle4"/>
                    </w:rPr>
                    <w:t>Обосновывающие материалы включают:</w:t>
                  </w:r>
                </w:p>
                <w:p w:rsidR="009F3C5C" w:rsidRDefault="009F3C5C">
                  <w:pPr>
                    <w:pStyle w:val="2"/>
                    <w:numPr>
                      <w:ilvl w:val="0"/>
                      <w:numId w:val="128"/>
                    </w:numPr>
                    <w:tabs>
                      <w:tab w:val="left" w:pos="908"/>
                    </w:tabs>
                    <w:spacing w:after="0" w:line="274" w:lineRule="exact"/>
                    <w:ind w:firstLine="660"/>
                    <w:jc w:val="both"/>
                  </w:pPr>
                  <w:r>
                    <w:rPr>
                      <w:rStyle w:val="CharStyle4"/>
                    </w:rPr>
                    <w:tab/>
                    <w:t>проект предложений к градостроительному плану земельного участка с отображением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w:t>
                  </w:r>
                </w:p>
                <w:p w:rsidR="009F3C5C" w:rsidRDefault="009F3C5C">
                  <w:pPr>
                    <w:pStyle w:val="2"/>
                    <w:numPr>
                      <w:ilvl w:val="0"/>
                      <w:numId w:val="129"/>
                    </w:numPr>
                    <w:tabs>
                      <w:tab w:val="left" w:pos="764"/>
                    </w:tabs>
                    <w:spacing w:after="0" w:line="274" w:lineRule="exact"/>
                    <w:ind w:firstLine="660"/>
                    <w:jc w:val="both"/>
                  </w:pPr>
                  <w:r>
                    <w:rPr>
                      <w:rStyle w:val="CharStyle4"/>
                    </w:rPr>
                    <w:tab/>
                    <w:t>информацию о планируемых вместимости, мощности объекта, объемах ресурсов, необходимых для функционирования объекта (количество работающих и посетителей);</w:t>
                  </w:r>
                </w:p>
                <w:p w:rsidR="009F3C5C" w:rsidRDefault="009F3C5C">
                  <w:pPr>
                    <w:pStyle w:val="2"/>
                    <w:numPr>
                      <w:ilvl w:val="0"/>
                      <w:numId w:val="97"/>
                    </w:numPr>
                    <w:tabs>
                      <w:tab w:val="left" w:pos="867"/>
                    </w:tabs>
                    <w:spacing w:after="0" w:line="274" w:lineRule="exact"/>
                    <w:ind w:firstLine="660"/>
                    <w:jc w:val="both"/>
                  </w:pPr>
                  <w:r>
                    <w:rPr>
                      <w:rStyle w:val="CharStyle4"/>
                    </w:rPr>
                    <w:tab/>
                    <w:t>грузооборот (частота подъезда к объекту грузового автотранспорта);</w:t>
                  </w:r>
                </w:p>
                <w:p w:rsidR="009F3C5C" w:rsidRDefault="009F3C5C">
                  <w:pPr>
                    <w:pStyle w:val="2"/>
                    <w:numPr>
                      <w:ilvl w:val="0"/>
                      <w:numId w:val="97"/>
                    </w:numPr>
                    <w:tabs>
                      <w:tab w:val="left" w:pos="897"/>
                    </w:tabs>
                    <w:spacing w:after="0" w:line="274" w:lineRule="exact"/>
                    <w:ind w:firstLine="660"/>
                    <w:jc w:val="both"/>
                  </w:pPr>
                  <w:r>
                    <w:rPr>
                      <w:rStyle w:val="CharStyle4"/>
                    </w:rPr>
                    <w:tab/>
                    <w:t>объемы инженерных ресурсов (энергообеспечение, водоснабжение и</w:t>
                  </w:r>
                </w:p>
                <w:p w:rsidR="009F3C5C" w:rsidRDefault="009F3C5C">
                  <w:pPr>
                    <w:pStyle w:val="2"/>
                    <w:spacing w:after="0" w:line="274" w:lineRule="exact"/>
                  </w:pPr>
                  <w:r>
                    <w:rPr>
                      <w:rStyle w:val="CharStyle4"/>
                    </w:rPr>
                    <w:t>т.д.);</w:t>
                  </w:r>
                </w:p>
                <w:p w:rsidR="009F3C5C" w:rsidRDefault="009F3C5C">
                  <w:pPr>
                    <w:pStyle w:val="2"/>
                    <w:numPr>
                      <w:ilvl w:val="0"/>
                      <w:numId w:val="97"/>
                    </w:numPr>
                    <w:tabs>
                      <w:tab w:val="left" w:pos="769"/>
                    </w:tabs>
                    <w:spacing w:after="0" w:line="274" w:lineRule="exact"/>
                    <w:ind w:firstLine="660"/>
                    <w:jc w:val="both"/>
                  </w:pPr>
                  <w:r>
                    <w:rPr>
                      <w:rStyle w:val="CharStyle4"/>
                    </w:rPr>
                    <w:tab/>
                    <w:t>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txbxContent>
            </v:textbox>
            <w10:wrap type="square" anchorx="page" anchory="page"/>
          </v:rect>
        </w:pict>
      </w:r>
    </w:p>
    <w:p w:rsidR="009F3C5C" w:rsidRDefault="009F3C5C">
      <w:pPr>
        <w:pStyle w:val="Standard"/>
        <w:rPr>
          <w:sz w:val="2"/>
          <w:szCs w:val="2"/>
        </w:rPr>
        <w:sectPr w:rsidR="009F3C5C">
          <w:headerReference w:type="default" r:id="rId191"/>
          <w:footerReference w:type="default" r:id="rId192"/>
          <w:pgSz w:w="11906" w:h="16838"/>
          <w:pgMar w:top="360" w:right="360" w:bottom="360" w:left="360" w:header="0" w:footer="0" w:gutter="0"/>
          <w:cols w:space="720"/>
          <w:formProt w:val="0"/>
          <w:docGrid w:linePitch="240" w:charSpace="-6145"/>
        </w:sectPr>
      </w:pPr>
      <w:r>
        <w:rPr>
          <w:noProof/>
          <w:lang w:eastAsia="ru-RU" w:bidi="ar-SA"/>
        </w:rPr>
        <w:pict>
          <v:rect id="116" o:spid="_x0000_s1120" style="position:absolute;margin-left:81.25pt;margin-top:30.65pt;width:464.8pt;height:796.9pt;z-index:251754496;mso-position-horizontal-relative:page;mso-position-vertical-relative:page" filled="f" stroked="f" strokecolor="#3465a4">
            <v:fill o:detectmouseclick="t"/>
            <v:stroke joinstyle="round"/>
            <v:textbox>
              <w:txbxContent>
                <w:p w:rsidR="009F3C5C" w:rsidRDefault="009F3C5C">
                  <w:pPr>
                    <w:pStyle w:val="2"/>
                    <w:tabs>
                      <w:tab w:val="left" w:pos="920"/>
                    </w:tabs>
                    <w:spacing w:after="0" w:line="274" w:lineRule="exact"/>
                    <w:ind w:firstLine="660"/>
                    <w:jc w:val="both"/>
                  </w:pPr>
                  <w:r>
                    <w:rPr>
                      <w:rStyle w:val="CharStyle4"/>
                    </w:rPr>
                    <w:t>2)</w:t>
                  </w:r>
                  <w:r>
                    <w:rPr>
                      <w:rStyle w:val="CharStyle4"/>
                    </w:rPr>
                    <w:tab/>
                    <w:t>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9F3C5C" w:rsidRDefault="009F3C5C">
                  <w:pPr>
                    <w:pStyle w:val="2"/>
                    <w:spacing w:after="0" w:line="274" w:lineRule="exact"/>
                    <w:ind w:firstLine="660"/>
                    <w:jc w:val="both"/>
                  </w:pPr>
                  <w:r>
                    <w:rPr>
                      <w:rStyle w:val="CharStyle4"/>
                    </w:rPr>
                    <w:t>Могут представляться и другие материалы, обосновывающие целесообразность, возможность и допустимость реализации предложений.</w:t>
                  </w:r>
                </w:p>
                <w:p w:rsidR="009F3C5C" w:rsidRDefault="009F3C5C">
                  <w:pPr>
                    <w:pStyle w:val="2"/>
                    <w:tabs>
                      <w:tab w:val="left" w:pos="1018"/>
                    </w:tabs>
                    <w:spacing w:after="0" w:line="274" w:lineRule="exact"/>
                    <w:ind w:firstLine="660"/>
                    <w:jc w:val="both"/>
                  </w:pPr>
                  <w:r>
                    <w:rPr>
                      <w:rStyle w:val="CharStyle4"/>
                    </w:rPr>
                    <w:t>13.</w:t>
                  </w:r>
                  <w:r>
                    <w:rPr>
                      <w:rStyle w:val="CharStyle4"/>
                    </w:rPr>
                    <w:tab/>
                    <w:t>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9F3C5C" w:rsidRDefault="009F3C5C">
                  <w:pPr>
                    <w:pStyle w:val="2"/>
                    <w:tabs>
                      <w:tab w:val="left" w:pos="1018"/>
                    </w:tabs>
                    <w:spacing w:after="0" w:line="274" w:lineRule="exact"/>
                    <w:ind w:firstLine="660"/>
                    <w:jc w:val="both"/>
                  </w:pPr>
                  <w:r>
                    <w:rPr>
                      <w:rStyle w:val="CharStyle4"/>
                    </w:rPr>
                    <w:t>14. Заключение органа, уполномоченного в области градостроительной деятельности,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содержать:</w:t>
                  </w:r>
                </w:p>
                <w:p w:rsidR="009F3C5C" w:rsidRDefault="009F3C5C">
                  <w:pPr>
                    <w:pStyle w:val="2"/>
                    <w:numPr>
                      <w:ilvl w:val="0"/>
                      <w:numId w:val="130"/>
                    </w:numPr>
                    <w:tabs>
                      <w:tab w:val="left" w:pos="920"/>
                    </w:tabs>
                    <w:spacing w:after="0" w:line="274" w:lineRule="exact"/>
                    <w:ind w:firstLine="660"/>
                    <w:jc w:val="both"/>
                  </w:pPr>
                  <w:r>
                    <w:rPr>
                      <w:rStyle w:val="CharStyle4"/>
                    </w:rPr>
                    <w:tab/>
                    <w:t>предложения о том, что в заявлении и прилагаемых к нему обосновывающих материалах выполнены или не выполнены все установленные требования, которые подлежат выполнению:</w:t>
                  </w:r>
                </w:p>
                <w:p w:rsidR="009F3C5C" w:rsidRDefault="009F3C5C">
                  <w:pPr>
                    <w:pStyle w:val="2"/>
                    <w:tabs>
                      <w:tab w:val="left" w:pos="920"/>
                    </w:tabs>
                    <w:spacing w:after="0" w:line="274" w:lineRule="exact"/>
                    <w:ind w:firstLine="660"/>
                    <w:jc w:val="both"/>
                  </w:pPr>
                  <w:r>
                    <w:rPr>
                      <w:rStyle w:val="CharStyle4"/>
                    </w:rPr>
                    <w:t>а)</w:t>
                  </w:r>
                  <w:r>
                    <w:rPr>
                      <w:rStyle w:val="CharStyle4"/>
                    </w:rPr>
                    <w:tab/>
                    <w:t>подтверждение информации, отраженной в заявлении о предоставлении разрешения на условно разрешенный вид использования земельного участка, объектов капитального строительства и прилагаемых к заявлению обосновывающих материалов;</w:t>
                  </w:r>
                </w:p>
                <w:p w:rsidR="009F3C5C" w:rsidRDefault="009F3C5C">
                  <w:pPr>
                    <w:pStyle w:val="2"/>
                    <w:tabs>
                      <w:tab w:val="left" w:pos="920"/>
                    </w:tabs>
                    <w:spacing w:after="0" w:line="274" w:lineRule="exact"/>
                    <w:ind w:firstLine="660"/>
                    <w:jc w:val="both"/>
                  </w:pPr>
                  <w:r>
                    <w:rPr>
                      <w:rStyle w:val="CharStyle4"/>
                    </w:rPr>
                    <w:t>б)</w:t>
                  </w:r>
                  <w:r>
                    <w:rPr>
                      <w:rStyle w:val="CharStyle4"/>
                    </w:rPr>
                    <w:tab/>
                    <w:t>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условно разрешенный вид использования земельного участка, объекта капитального строительства и прилагаемых к заявлению обосновывающих материалов;</w:t>
                  </w:r>
                </w:p>
                <w:p w:rsidR="009F3C5C" w:rsidRDefault="009F3C5C">
                  <w:pPr>
                    <w:pStyle w:val="2"/>
                    <w:tabs>
                      <w:tab w:val="left" w:pos="997"/>
                    </w:tabs>
                    <w:spacing w:after="0" w:line="274" w:lineRule="exact"/>
                    <w:ind w:firstLine="660"/>
                    <w:jc w:val="both"/>
                  </w:pPr>
                  <w:r>
                    <w:rPr>
                      <w:rStyle w:val="CharStyle4"/>
                    </w:rPr>
                    <w:t>в)</w:t>
                  </w:r>
                  <w:r>
                    <w:rPr>
                      <w:rStyle w:val="CharStyle4"/>
                    </w:rPr>
                    <w:tab/>
                    <w:t>подтверждение выполнения процедурных требований;</w:t>
                  </w:r>
                </w:p>
                <w:p w:rsidR="009F3C5C" w:rsidRDefault="009F3C5C">
                  <w:pPr>
                    <w:pStyle w:val="2"/>
                    <w:numPr>
                      <w:ilvl w:val="0"/>
                      <w:numId w:val="130"/>
                    </w:numPr>
                    <w:tabs>
                      <w:tab w:val="left" w:pos="920"/>
                    </w:tabs>
                    <w:spacing w:after="0" w:line="274" w:lineRule="exact"/>
                    <w:ind w:firstLine="660"/>
                    <w:jc w:val="both"/>
                  </w:pPr>
                  <w:r>
                    <w:rPr>
                      <w:rStyle w:val="CharStyle4"/>
                    </w:rPr>
                    <w:tab/>
                    <w:t>положения о том, что в заявлении и прилагаемых к заявлению обосновывающих материалах вопросы, требующие разрешения решены не рационально, поскольку:</w:t>
                  </w:r>
                </w:p>
                <w:p w:rsidR="009F3C5C" w:rsidRDefault="009F3C5C">
                  <w:pPr>
                    <w:pStyle w:val="2"/>
                    <w:tabs>
                      <w:tab w:val="left" w:pos="920"/>
                    </w:tabs>
                    <w:spacing w:after="0" w:line="274" w:lineRule="exact"/>
                    <w:ind w:firstLine="660"/>
                    <w:jc w:val="both"/>
                  </w:pPr>
                  <w:r>
                    <w:rPr>
                      <w:rStyle w:val="CharStyle4"/>
                    </w:rPr>
                    <w:t>а)</w:t>
                  </w:r>
                  <w:r>
                    <w:rPr>
                      <w:rStyle w:val="CharStyle4"/>
                    </w:rPr>
                    <w:tab/>
                    <w:t>не окажут негативного воздействия на окружающую среду и будут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выполненного уполномоченной на то организацией, для последующей подготовки проектной документации и осуществления строительства;</w:t>
                  </w:r>
                </w:p>
                <w:p w:rsidR="009F3C5C" w:rsidRDefault="009F3C5C">
                  <w:pPr>
                    <w:pStyle w:val="2"/>
                    <w:tabs>
                      <w:tab w:val="left" w:pos="920"/>
                    </w:tabs>
                    <w:spacing w:after="0" w:line="274" w:lineRule="exact"/>
                    <w:ind w:firstLine="660"/>
                    <w:jc w:val="both"/>
                  </w:pPr>
                  <w:r>
                    <w:rPr>
                      <w:rStyle w:val="CharStyle4"/>
                    </w:rPr>
                    <w:t>б)</w:t>
                  </w:r>
                  <w:r>
                    <w:rPr>
                      <w:rStyle w:val="CharStyle4"/>
                    </w:rPr>
                    <w:tab/>
                    <w:t>не окажут негативного воздействия на окружающую среду и будут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выполненного уполномоченной на то организацией, но только при выполнении условий, связанных с внесением в проект такого плана соответствующих изменений.</w:t>
                  </w:r>
                </w:p>
                <w:p w:rsidR="009F3C5C" w:rsidRDefault="009F3C5C">
                  <w:pPr>
                    <w:pStyle w:val="2"/>
                    <w:spacing w:after="0" w:line="274" w:lineRule="exact"/>
                    <w:ind w:firstLine="660"/>
                    <w:jc w:val="both"/>
                  </w:pPr>
                  <w:r>
                    <w:rPr>
                      <w:rStyle w:val="CharStyle4"/>
                    </w:rPr>
                    <w:t>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w:t>
                  </w:r>
                </w:p>
              </w:txbxContent>
            </v:textbox>
            <w10:wrap type="square" anchorx="page" anchory="page"/>
          </v:rect>
        </w:pict>
      </w:r>
    </w:p>
    <w:p w:rsidR="009F3C5C" w:rsidRDefault="009F3C5C">
      <w:pPr>
        <w:pStyle w:val="Standard"/>
        <w:rPr>
          <w:sz w:val="2"/>
          <w:szCs w:val="2"/>
        </w:rPr>
        <w:sectPr w:rsidR="009F3C5C">
          <w:headerReference w:type="default" r:id="rId193"/>
          <w:footerReference w:type="default" r:id="rId194"/>
          <w:pgSz w:w="11906" w:h="16838"/>
          <w:pgMar w:top="360" w:right="360" w:bottom="360" w:left="360" w:header="0" w:footer="0" w:gutter="0"/>
          <w:cols w:space="720"/>
          <w:formProt w:val="0"/>
          <w:docGrid w:linePitch="240" w:charSpace="-6145"/>
        </w:sectPr>
      </w:pPr>
      <w:r>
        <w:rPr>
          <w:noProof/>
          <w:lang w:eastAsia="ru-RU" w:bidi="ar-SA"/>
        </w:rPr>
        <w:pict>
          <v:rect id="117" o:spid="_x0000_s1121" style="position:absolute;margin-left:81.25pt;margin-top:30.15pt;width:464.8pt;height:792.35pt;z-index:251755520;mso-position-horizontal-relative:page;mso-position-vertical-relative:page" filled="f" stroked="f" strokecolor="#3465a4">
            <v:fill o:detectmouseclick="t"/>
            <v:stroke joinstyle="round"/>
            <v:textbox>
              <w:txbxContent>
                <w:p w:rsidR="009F3C5C" w:rsidRDefault="009F3C5C">
                  <w:pPr>
                    <w:pStyle w:val="2"/>
                    <w:numPr>
                      <w:ilvl w:val="0"/>
                      <w:numId w:val="131"/>
                    </w:numPr>
                    <w:tabs>
                      <w:tab w:val="left" w:pos="828"/>
                    </w:tabs>
                    <w:spacing w:after="0" w:line="274" w:lineRule="exact"/>
                    <w:ind w:firstLine="660"/>
                    <w:jc w:val="both"/>
                  </w:pPr>
                  <w:r>
                    <w:rPr>
                      <w:rStyle w:val="CharStyle4"/>
                    </w:rPr>
                    <w:tab/>
                    <w:t>изменение (уточнение) границ зон действия публичных сервитутов для обеспечения прохода, проезда;</w:t>
                  </w:r>
                </w:p>
                <w:p w:rsidR="009F3C5C" w:rsidRDefault="009F3C5C">
                  <w:pPr>
                    <w:pStyle w:val="2"/>
                    <w:numPr>
                      <w:ilvl w:val="0"/>
                      <w:numId w:val="97"/>
                    </w:numPr>
                    <w:tabs>
                      <w:tab w:val="left" w:pos="828"/>
                    </w:tabs>
                    <w:spacing w:after="0" w:line="274" w:lineRule="exact"/>
                    <w:ind w:firstLine="660"/>
                    <w:jc w:val="both"/>
                  </w:pPr>
                  <w:r>
                    <w:rPr>
                      <w:rStyle w:val="CharStyle4"/>
                    </w:rPr>
                    <w:tab/>
                    <w:t>изменение (уточнение) отступов планируемых к размещению строений, частей строений от границ земельного участка;</w:t>
                  </w:r>
                </w:p>
                <w:p w:rsidR="009F3C5C" w:rsidRDefault="009F3C5C">
                  <w:pPr>
                    <w:pStyle w:val="2"/>
                    <w:numPr>
                      <w:ilvl w:val="0"/>
                      <w:numId w:val="97"/>
                    </w:numPr>
                    <w:tabs>
                      <w:tab w:val="left" w:pos="828"/>
                    </w:tabs>
                    <w:spacing w:after="0" w:line="274" w:lineRule="exact"/>
                    <w:ind w:firstLine="660"/>
                    <w:jc w:val="both"/>
                  </w:pPr>
                  <w:r>
                    <w:rPr>
                      <w:rStyle w:val="CharStyle4"/>
                    </w:rPr>
                    <w:tab/>
                    <w:t>изменение (уточнение) параметров объекта капитального строительства (общая площадь, этажность, открытые пространства, планируемые места стоянок автомобилей);</w:t>
                  </w:r>
                </w:p>
                <w:p w:rsidR="009F3C5C" w:rsidRDefault="009F3C5C">
                  <w:pPr>
                    <w:pStyle w:val="2"/>
                    <w:numPr>
                      <w:ilvl w:val="0"/>
                      <w:numId w:val="97"/>
                    </w:numPr>
                    <w:tabs>
                      <w:tab w:val="left" w:pos="828"/>
                    </w:tabs>
                    <w:spacing w:after="0" w:line="274" w:lineRule="exact"/>
                    <w:ind w:firstLine="660"/>
                    <w:jc w:val="both"/>
                  </w:pPr>
                  <w:r>
                    <w:rPr>
                      <w:rStyle w:val="CharStyle4"/>
                    </w:rPr>
                    <w:tab/>
                    <w:t>показателей о планируемых вместимости, мощности объекта, объемах ресурсов, необходимых для функционирования объект, грузооборота (частота подъезда к объекту грузового автотранспорта);</w:t>
                  </w:r>
                </w:p>
                <w:p w:rsidR="009F3C5C" w:rsidRDefault="009F3C5C">
                  <w:pPr>
                    <w:pStyle w:val="2"/>
                    <w:numPr>
                      <w:ilvl w:val="0"/>
                      <w:numId w:val="97"/>
                    </w:numPr>
                    <w:tabs>
                      <w:tab w:val="left" w:pos="828"/>
                    </w:tabs>
                    <w:spacing w:after="0" w:line="274" w:lineRule="exact"/>
                    <w:ind w:firstLine="660"/>
                    <w:jc w:val="both"/>
                  </w:pPr>
                  <w:r>
                    <w:rPr>
                      <w:rStyle w:val="CharStyle4"/>
                    </w:rPr>
                    <w:tab/>
                    <w:t>объемов инженерных ресурсов (энергообеспечение, водоснабжение) и т.д.</w:t>
                  </w:r>
                </w:p>
                <w:p w:rsidR="009F3C5C" w:rsidRDefault="009F3C5C">
                  <w:pPr>
                    <w:pStyle w:val="2"/>
                    <w:tabs>
                      <w:tab w:val="left" w:pos="889"/>
                    </w:tabs>
                    <w:spacing w:after="0" w:line="274" w:lineRule="exact"/>
                    <w:ind w:firstLine="660"/>
                    <w:jc w:val="both"/>
                  </w:pPr>
                  <w:r>
                    <w:rPr>
                      <w:rStyle w:val="CharStyle4"/>
                    </w:rPr>
                    <w:t>в)</w:t>
                  </w:r>
                  <w:r>
                    <w:rPr>
                      <w:rStyle w:val="CharStyle4"/>
                    </w:rPr>
                    <w:tab/>
                    <w:t>окажут негативное воздействие на окружающую среду, а потому рекомендуется принять решение об отказе в предоставлении заявителю запрашиваемого разрешения;</w:t>
                  </w:r>
                </w:p>
                <w:p w:rsidR="009F3C5C" w:rsidRDefault="009F3C5C">
                  <w:pPr>
                    <w:pStyle w:val="2"/>
                    <w:tabs>
                      <w:tab w:val="left" w:pos="889"/>
                    </w:tabs>
                    <w:spacing w:after="0" w:line="274" w:lineRule="exact"/>
                    <w:ind w:firstLine="660"/>
                    <w:jc w:val="both"/>
                  </w:pPr>
                  <w:r>
                    <w:rPr>
                      <w:rStyle w:val="CharStyle4"/>
                    </w:rPr>
                    <w:t>г)</w:t>
                  </w:r>
                  <w:r>
                    <w:rPr>
                      <w:rStyle w:val="CharStyle4"/>
                    </w:rPr>
                    <w:tab/>
                    <w:t>неправомерна в силу соответствия земельного участка критериям, установленным частью 4 статьи 39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w:t>
                  </w:r>
                </w:p>
                <w:p w:rsidR="009F3C5C" w:rsidRDefault="009F3C5C">
                  <w:pPr>
                    <w:pStyle w:val="2"/>
                    <w:tabs>
                      <w:tab w:val="left" w:pos="1013"/>
                    </w:tabs>
                    <w:spacing w:after="0" w:line="274" w:lineRule="exact"/>
                    <w:ind w:firstLine="660"/>
                    <w:jc w:val="both"/>
                  </w:pPr>
                  <w:r>
                    <w:rPr>
                      <w:rStyle w:val="CharStyle4"/>
                    </w:rPr>
                    <w:t>15.</w:t>
                  </w:r>
                  <w:r>
                    <w:rPr>
                      <w:rStyle w:val="CharStyle4"/>
                    </w:rPr>
                    <w:tab/>
                    <w:t xml:space="preserve"> Предметом публичных слушаний о предоставлении разрешения на условно разрешенный вид использования земельного участка, объекта капитального строительства являются вопросы, установленные частью 14 пункта 8.5 настоящих Правил.</w:t>
                  </w:r>
                </w:p>
                <w:p w:rsidR="009F3C5C" w:rsidRDefault="009F3C5C">
                  <w:pPr>
                    <w:pStyle w:val="2"/>
                    <w:tabs>
                      <w:tab w:val="left" w:pos="1004"/>
                    </w:tabs>
                    <w:spacing w:after="0" w:line="274" w:lineRule="exact"/>
                    <w:ind w:firstLine="660"/>
                    <w:jc w:val="both"/>
                  </w:pPr>
                  <w:r>
                    <w:rPr>
                      <w:rStyle w:val="CharStyle4"/>
                    </w:rPr>
                    <w:t xml:space="preserve">16. </w:t>
                  </w:r>
                  <w:r>
                    <w:rPr>
                      <w:rStyle w:val="CharStyle4"/>
                    </w:rPr>
                    <w:tab/>
                    <w:t>Местом проведения публичных слушаний является администрация соответствующего городского поселени я муниципального района Ишимбайский район Республики Башкортостан.</w:t>
                  </w:r>
                </w:p>
                <w:p w:rsidR="009F3C5C" w:rsidRDefault="009F3C5C">
                  <w:pPr>
                    <w:pStyle w:val="2"/>
                    <w:tabs>
                      <w:tab w:val="left" w:pos="1004"/>
                    </w:tabs>
                    <w:spacing w:after="0" w:line="274" w:lineRule="exact"/>
                    <w:ind w:firstLine="660"/>
                    <w:jc w:val="both"/>
                  </w:pPr>
                  <w:r>
                    <w:rPr>
                      <w:rStyle w:val="CharStyle4"/>
                    </w:rPr>
                    <w:t>17.После проведения публичных слушаний о предоставлении разрешения на условно разрешенный вид использования земельного участка, объектов капитального строительства Комиссия по землепользованию и застройке Администрации сельского поселения Петровский сельсовет муниципального района Ишимбайский район Республики Башкортостан направляет главе сельского поселения Петровский сельсовет муниципального района Ишимбайский район Республики Башкортостан следующие документы и материалы:</w:t>
                  </w:r>
                </w:p>
                <w:p w:rsidR="009F3C5C" w:rsidRDefault="009F3C5C">
                  <w:pPr>
                    <w:pStyle w:val="2"/>
                    <w:numPr>
                      <w:ilvl w:val="0"/>
                      <w:numId w:val="132"/>
                    </w:numPr>
                    <w:tabs>
                      <w:tab w:val="left" w:pos="1013"/>
                    </w:tabs>
                    <w:spacing w:after="0" w:line="274" w:lineRule="exact"/>
                    <w:ind w:firstLine="660"/>
                    <w:jc w:val="both"/>
                  </w:pPr>
                  <w:r>
                    <w:rPr>
                      <w:rStyle w:val="CharStyle4"/>
                    </w:rPr>
                    <w:tab/>
                    <w:t>сводное заключение с рекомендациями Комиссии;</w:t>
                  </w:r>
                </w:p>
                <w:p w:rsidR="009F3C5C" w:rsidRDefault="009F3C5C">
                  <w:pPr>
                    <w:pStyle w:val="2"/>
                    <w:numPr>
                      <w:ilvl w:val="0"/>
                      <w:numId w:val="132"/>
                    </w:numPr>
                    <w:tabs>
                      <w:tab w:val="left" w:pos="908"/>
                    </w:tabs>
                    <w:spacing w:after="0" w:line="274" w:lineRule="exact"/>
                    <w:ind w:firstLine="660"/>
                    <w:jc w:val="both"/>
                  </w:pPr>
                  <w:r>
                    <w:rPr>
                      <w:rStyle w:val="CharStyle4"/>
                    </w:rPr>
                    <w:tab/>
                    <w:t>заключение о результатах публичных слушаний, подготовленное Комиссией по городскому хозяйству, земельным и имущественным отношениям Совета сельского поселения Петровский сельсовет муниципального района Ишимбайский район Республики Башкортостан (после согласования текста протокола со всеми членами Комиссии) и опубликованное в соответствии с требованиями части 6 статьи 39 Градостроительного кодекса Российской Федерации;</w:t>
                  </w:r>
                </w:p>
                <w:p w:rsidR="009F3C5C" w:rsidRDefault="009F3C5C">
                  <w:pPr>
                    <w:pStyle w:val="2"/>
                    <w:numPr>
                      <w:ilvl w:val="0"/>
                      <w:numId w:val="132"/>
                    </w:numPr>
                    <w:tabs>
                      <w:tab w:val="left" w:pos="1013"/>
                    </w:tabs>
                    <w:spacing w:after="0" w:line="274" w:lineRule="exact"/>
                    <w:ind w:firstLine="660"/>
                    <w:jc w:val="both"/>
                  </w:pPr>
                  <w:r>
                    <w:rPr>
                      <w:rStyle w:val="CharStyle4"/>
                    </w:rPr>
                    <w:tab/>
                    <w:t>протокол (протоколы) публичных слушаний;</w:t>
                  </w:r>
                </w:p>
                <w:p w:rsidR="009F3C5C" w:rsidRDefault="009F3C5C">
                  <w:pPr>
                    <w:pStyle w:val="2"/>
                    <w:numPr>
                      <w:ilvl w:val="0"/>
                      <w:numId w:val="132"/>
                    </w:numPr>
                    <w:tabs>
                      <w:tab w:val="left" w:pos="889"/>
                    </w:tabs>
                    <w:spacing w:after="0" w:line="274" w:lineRule="exact"/>
                    <w:ind w:firstLine="660"/>
                    <w:jc w:val="both"/>
                  </w:pPr>
                  <w:r>
                    <w:rPr>
                      <w:rStyle w:val="CharStyle4"/>
                    </w:rPr>
                    <w:tab/>
                    <w:t>заявление с обосновывающими материалами, которое обсуждалось на публичных слушаниях.</w:t>
                  </w:r>
                </w:p>
                <w:p w:rsidR="009F3C5C" w:rsidRDefault="009F3C5C">
                  <w:pPr>
                    <w:pStyle w:val="2"/>
                    <w:tabs>
                      <w:tab w:val="left" w:pos="1013"/>
                    </w:tabs>
                    <w:spacing w:after="0" w:line="274" w:lineRule="exact"/>
                    <w:ind w:firstLine="660"/>
                    <w:jc w:val="both"/>
                  </w:pPr>
                  <w:r>
                    <w:rPr>
                      <w:rStyle w:val="CharStyle4"/>
                    </w:rPr>
                    <w:t>18. Глава сельского поселения Петровский сельсовет муниципального района Ишимбайский район Республики Башкортостан с учетом представленных ему документов, определенных частью 17 пункта 8.5 настоящих Правил, принимает решение о предоставлении разрешения или об отказе в предоставлении такого разрешения.</w:t>
                  </w:r>
                </w:p>
                <w:p w:rsidR="009F3C5C" w:rsidRDefault="009F3C5C">
                  <w:pPr>
                    <w:pStyle w:val="2"/>
                    <w:tabs>
                      <w:tab w:val="left" w:pos="1013"/>
                    </w:tabs>
                    <w:spacing w:after="0" w:line="274" w:lineRule="exact"/>
                    <w:ind w:firstLine="660"/>
                    <w:jc w:val="both"/>
                  </w:pPr>
                  <w:r>
                    <w:rPr>
                      <w:rStyle w:val="CharStyle4"/>
                    </w:rPr>
                    <w:t>19.</w:t>
                  </w:r>
                  <w:r>
                    <w:rPr>
                      <w:rStyle w:val="CharStyle4"/>
                    </w:rPr>
                    <w:tab/>
                    <w:t>Решение о предоставлении разрешения на условно разрешенный вид использования земельного участка, объ ектов капитального строительства:</w:t>
                  </w:r>
                </w:p>
              </w:txbxContent>
            </v:textbox>
            <w10:wrap type="square" anchorx="page" anchory="page"/>
          </v:rect>
        </w:pict>
      </w:r>
    </w:p>
    <w:p w:rsidR="009F3C5C" w:rsidRDefault="009F3C5C">
      <w:pPr>
        <w:pStyle w:val="Standard"/>
        <w:rPr>
          <w:sz w:val="2"/>
          <w:szCs w:val="2"/>
        </w:rPr>
        <w:sectPr w:rsidR="009F3C5C">
          <w:headerReference w:type="default" r:id="rId195"/>
          <w:footerReference w:type="default" r:id="rId196"/>
          <w:pgSz w:w="11906" w:h="16838"/>
          <w:pgMar w:top="360" w:right="360" w:bottom="360" w:left="360" w:header="0" w:footer="0" w:gutter="0"/>
          <w:cols w:space="720"/>
          <w:formProt w:val="0"/>
          <w:docGrid w:linePitch="240" w:charSpace="-6145"/>
        </w:sectPr>
      </w:pPr>
      <w:r>
        <w:rPr>
          <w:noProof/>
          <w:lang w:eastAsia="ru-RU" w:bidi="ar-SA"/>
        </w:rPr>
        <w:pict>
          <v:rect id="118" o:spid="_x0000_s1122" style="position:absolute;margin-left:81.5pt;margin-top:30.15pt;width:464.3pt;height:252.15pt;z-index:251756544;mso-position-horizontal-relative:page;mso-position-vertical-relative:page" filled="f" stroked="f" strokecolor="#3465a4">
            <v:fill o:detectmouseclick="t"/>
            <v:stroke joinstyle="round"/>
            <v:textbox>
              <w:txbxContent>
                <w:p w:rsidR="009F3C5C" w:rsidRDefault="009F3C5C">
                  <w:pPr>
                    <w:pStyle w:val="2"/>
                    <w:numPr>
                      <w:ilvl w:val="0"/>
                      <w:numId w:val="133"/>
                    </w:numPr>
                    <w:tabs>
                      <w:tab w:val="left" w:pos="899"/>
                    </w:tabs>
                    <w:spacing w:after="0" w:line="274" w:lineRule="exact"/>
                    <w:ind w:firstLine="660"/>
                    <w:jc w:val="both"/>
                  </w:pPr>
                  <w:r>
                    <w:rPr>
                      <w:rStyle w:val="CharStyle4"/>
                    </w:rPr>
                    <w:tab/>
                    <w:t>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сельского поселения Петровский сельсовет муниципального района Ишимбайский район Республики Башкортостан в сети Интернет;</w:t>
                  </w:r>
                </w:p>
                <w:p w:rsidR="009F3C5C" w:rsidRDefault="009F3C5C">
                  <w:pPr>
                    <w:pStyle w:val="2"/>
                    <w:numPr>
                      <w:ilvl w:val="0"/>
                      <w:numId w:val="133"/>
                    </w:numPr>
                    <w:tabs>
                      <w:tab w:val="left" w:pos="893"/>
                    </w:tabs>
                    <w:spacing w:after="0" w:line="274" w:lineRule="exact"/>
                    <w:ind w:firstLine="660"/>
                    <w:jc w:val="both"/>
                  </w:pPr>
                  <w:r>
                    <w:rPr>
                      <w:rStyle w:val="CharStyle4"/>
                    </w:rPr>
                    <w:tab/>
                    <w:t>в соответствии с требованиями части 2 статьи 57 Градостроительного кодекса Российской Федерации подлежит:</w:t>
                  </w:r>
                </w:p>
                <w:p w:rsidR="009F3C5C" w:rsidRDefault="009F3C5C">
                  <w:pPr>
                    <w:pStyle w:val="2"/>
                    <w:tabs>
                      <w:tab w:val="left" w:pos="903"/>
                    </w:tabs>
                    <w:spacing w:after="0" w:line="274" w:lineRule="exact"/>
                    <w:ind w:firstLine="660"/>
                    <w:jc w:val="both"/>
                  </w:pPr>
                  <w:r>
                    <w:rPr>
                      <w:rStyle w:val="CharStyle4"/>
                    </w:rPr>
                    <w:t>а)</w:t>
                  </w:r>
                  <w:r>
                    <w:rPr>
                      <w:rStyle w:val="CharStyle4"/>
                    </w:rPr>
                    <w:tab/>
                    <w:t>в течение семи дней со дня принятия направлению в информационную систему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903"/>
                    </w:tabs>
                    <w:spacing w:after="0" w:line="274" w:lineRule="exact"/>
                    <w:ind w:firstLine="660"/>
                    <w:jc w:val="both"/>
                  </w:pPr>
                  <w:r>
                    <w:rPr>
                      <w:rStyle w:val="CharStyle4"/>
                    </w:rPr>
                    <w:t>б)</w:t>
                  </w:r>
                  <w:r>
                    <w:rPr>
                      <w:rStyle w:val="CharStyle4"/>
                    </w:rPr>
                    <w:tab/>
                    <w:t>в течение четырнадцати дне со дня получения копии документа размещению в информационной системе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Решение об отказе в предоставлении такого разрешения с указанием причин его принятия направляется инициатору разработки проектной документации.</w:t>
                  </w:r>
                </w:p>
              </w:txbxContent>
            </v:textbox>
            <w10:wrap type="square" anchorx="page" anchory="page"/>
          </v:rect>
        </w:pict>
      </w:r>
    </w:p>
    <w:p w:rsidR="009F3C5C" w:rsidRDefault="009F3C5C">
      <w:pPr>
        <w:pStyle w:val="Standard"/>
        <w:rPr>
          <w:sz w:val="2"/>
          <w:szCs w:val="2"/>
        </w:rPr>
        <w:sectPr w:rsidR="009F3C5C">
          <w:headerReference w:type="default" r:id="rId197"/>
          <w:footerReference w:type="default" r:id="rId198"/>
          <w:pgSz w:w="11906" w:h="16838"/>
          <w:pgMar w:top="360" w:right="360" w:bottom="360" w:left="360" w:header="0" w:footer="0" w:gutter="0"/>
          <w:cols w:space="720"/>
          <w:formProt w:val="0"/>
          <w:docGrid w:linePitch="240" w:charSpace="-6145"/>
        </w:sectPr>
      </w:pPr>
      <w:r>
        <w:rPr>
          <w:noProof/>
          <w:lang w:eastAsia="ru-RU" w:bidi="ar-SA"/>
        </w:rPr>
        <w:pict>
          <v:rect id="119" o:spid="_x0000_s1123" style="position:absolute;margin-left:81.65pt;margin-top:30.15pt;width:464.3pt;height:793.45pt;z-index:251757568;mso-position-horizontal-relative:page;mso-position-vertical-relative:page" filled="f" stroked="f" strokecolor="#3465a4">
            <v:fill o:detectmouseclick="t"/>
            <v:stroke joinstyle="round"/>
            <v:textbox>
              <w:txbxContent>
                <w:p w:rsidR="009F3C5C" w:rsidRDefault="009F3C5C">
                  <w:pPr>
                    <w:pStyle w:val="2"/>
                    <w:tabs>
                      <w:tab w:val="left" w:pos="1018"/>
                    </w:tabs>
                    <w:spacing w:line="274" w:lineRule="exact"/>
                    <w:ind w:firstLine="660"/>
                    <w:jc w:val="both"/>
                  </w:pPr>
                  <w:r>
                    <w:rPr>
                      <w:rStyle w:val="CharStyle4"/>
                      <w:b/>
                      <w:bCs/>
                    </w:rPr>
                    <w:t xml:space="preserve">8.6 </w:t>
                  </w:r>
                  <w:r>
                    <w:rPr>
                      <w:rStyle w:val="CharStyle4"/>
                      <w:b/>
                      <w:bCs/>
                    </w:rPr>
                    <w:tab/>
                    <w:t>Особенности проведения публичных слушаний по предоставлению разрешений на отклонение от предельных параметров разрешенного строительства</w:t>
                  </w:r>
                </w:p>
                <w:p w:rsidR="009F3C5C" w:rsidRDefault="009F3C5C">
                  <w:pPr>
                    <w:pStyle w:val="2"/>
                    <w:numPr>
                      <w:ilvl w:val="0"/>
                      <w:numId w:val="134"/>
                    </w:numPr>
                    <w:tabs>
                      <w:tab w:val="left" w:pos="900"/>
                    </w:tabs>
                    <w:spacing w:after="0" w:line="274" w:lineRule="exact"/>
                    <w:ind w:firstLine="660"/>
                    <w:jc w:val="both"/>
                  </w:pPr>
                  <w:r>
                    <w:rPr>
                      <w:rStyle w:val="CharStyle4"/>
                    </w:rPr>
                    <w:tab/>
                    <w:t>Инициаторами подготовки проектов документов, обсуждаемых на публичных слушаниях по предоставлению разрешений на отклонение от предельных параметров разрешенного строительства могут быть заинтересованы физические или юридические лица, предприниматели, подавшие заявление о предоставлении разрешений на отклонение от параллельных параметров разрешенного строительства.</w:t>
                  </w:r>
                </w:p>
                <w:p w:rsidR="009F3C5C" w:rsidRDefault="009F3C5C">
                  <w:pPr>
                    <w:pStyle w:val="2"/>
                    <w:numPr>
                      <w:ilvl w:val="0"/>
                      <w:numId w:val="134"/>
                    </w:numPr>
                    <w:tabs>
                      <w:tab w:val="left" w:pos="900"/>
                    </w:tabs>
                    <w:spacing w:after="0" w:line="274" w:lineRule="exact"/>
                    <w:ind w:firstLine="660"/>
                    <w:jc w:val="both"/>
                  </w:pPr>
                  <w:r>
                    <w:rPr>
                      <w:rStyle w:val="CharStyle4"/>
                    </w:rPr>
                    <w:tab/>
                    <w:t>Право, определенное частью 1 пункта 8.6 настоящих Правил, может быть реализовано только в случаях, когда:</w:t>
                  </w:r>
                </w:p>
                <w:p w:rsidR="009F3C5C" w:rsidRDefault="009F3C5C">
                  <w:pPr>
                    <w:pStyle w:val="2"/>
                    <w:numPr>
                      <w:ilvl w:val="0"/>
                      <w:numId w:val="135"/>
                    </w:numPr>
                    <w:tabs>
                      <w:tab w:val="left" w:pos="900"/>
                    </w:tabs>
                    <w:spacing w:after="0" w:line="274" w:lineRule="exact"/>
                    <w:ind w:firstLine="660"/>
                    <w:jc w:val="both"/>
                  </w:pPr>
                  <w:r>
                    <w:rPr>
                      <w:rStyle w:val="CharStyle4"/>
                    </w:rPr>
                    <w:tab/>
                    <w:t>применительно к соответствующей территории действуют настоящие Правила;</w:t>
                  </w:r>
                </w:p>
                <w:p w:rsidR="009F3C5C" w:rsidRDefault="009F3C5C">
                  <w:pPr>
                    <w:pStyle w:val="2"/>
                    <w:numPr>
                      <w:ilvl w:val="0"/>
                      <w:numId w:val="135"/>
                    </w:numPr>
                    <w:tabs>
                      <w:tab w:val="left" w:pos="900"/>
                    </w:tabs>
                    <w:spacing w:after="0" w:line="274" w:lineRule="exact"/>
                    <w:ind w:firstLine="660"/>
                    <w:jc w:val="both"/>
                  </w:pPr>
                  <w:r>
                    <w:rPr>
                      <w:rStyle w:val="CharStyle4"/>
                    </w:rPr>
                    <w:tab/>
                    <w:t>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9F3C5C" w:rsidRDefault="009F3C5C">
                  <w:pPr>
                    <w:pStyle w:val="2"/>
                    <w:tabs>
                      <w:tab w:val="left" w:pos="900"/>
                    </w:tabs>
                    <w:spacing w:after="0" w:line="274" w:lineRule="exact"/>
                    <w:ind w:firstLine="660"/>
                    <w:jc w:val="both"/>
                  </w:pPr>
                  <w:r>
                    <w:rPr>
                      <w:rStyle w:val="CharStyle4"/>
                    </w:rPr>
                    <w:t>3.</w:t>
                  </w:r>
                  <w:r>
                    <w:rPr>
                      <w:rStyle w:val="CharStyle4"/>
                    </w:rPr>
                    <w:tab/>
                    <w:t>Орган, уполномоченный в области градостроительной деятельности, подготавливает заключение, состав и содержание которых определяется частью 14 пункта 8.6 настоящих Правил.</w:t>
                  </w:r>
                </w:p>
                <w:p w:rsidR="009F3C5C" w:rsidRDefault="009F3C5C">
                  <w:pPr>
                    <w:pStyle w:val="2"/>
                    <w:tabs>
                      <w:tab w:val="left" w:pos="900"/>
                    </w:tabs>
                    <w:spacing w:after="0" w:line="274" w:lineRule="exact"/>
                    <w:ind w:firstLine="660"/>
                    <w:jc w:val="both"/>
                  </w:pPr>
                  <w:r>
                    <w:rPr>
                      <w:rStyle w:val="CharStyle4"/>
                    </w:rPr>
                    <w:t>4.</w:t>
                  </w:r>
                  <w:r>
                    <w:rPr>
                      <w:rStyle w:val="CharStyle4"/>
                    </w:rPr>
                    <w:tab/>
                    <w:t>Комиссия по землепользованию и застройке Администрации сельского поселения Петровский сельсовет муниципального района Ишимбайский район Республики Башкортостан с учетом градостроительных заключений:</w:t>
                  </w:r>
                </w:p>
                <w:p w:rsidR="009F3C5C" w:rsidRDefault="009F3C5C">
                  <w:pPr>
                    <w:pStyle w:val="2"/>
                    <w:numPr>
                      <w:ilvl w:val="0"/>
                      <w:numId w:val="136"/>
                    </w:numPr>
                    <w:tabs>
                      <w:tab w:val="left" w:pos="900"/>
                    </w:tabs>
                    <w:spacing w:after="0" w:line="274" w:lineRule="exact"/>
                    <w:ind w:firstLine="660"/>
                    <w:jc w:val="both"/>
                  </w:pPr>
                  <w:r>
                    <w:rPr>
                      <w:rStyle w:val="CharStyle4"/>
                    </w:rPr>
                    <w:tab/>
                    <w:t>рассматривает заявление о предоставлении разрешений на отклонение от предельных параметров разрешенного строительства;</w:t>
                  </w:r>
                </w:p>
                <w:p w:rsidR="009F3C5C" w:rsidRDefault="009F3C5C">
                  <w:pPr>
                    <w:pStyle w:val="2"/>
                    <w:numPr>
                      <w:ilvl w:val="0"/>
                      <w:numId w:val="136"/>
                    </w:numPr>
                    <w:tabs>
                      <w:tab w:val="left" w:pos="900"/>
                    </w:tabs>
                    <w:spacing w:after="0" w:line="274" w:lineRule="exact"/>
                    <w:ind w:firstLine="660"/>
                    <w:jc w:val="both"/>
                  </w:pPr>
                  <w:r>
                    <w:rPr>
                      <w:rStyle w:val="CharStyle4"/>
                    </w:rPr>
                    <w:tab/>
                    <w:t>сообщает о проведении публичных слушаний лицам, определенным частью 1 статьи 40 Градостроительного кодекса Российской Федерации.</w:t>
                  </w:r>
                </w:p>
                <w:p w:rsidR="009F3C5C" w:rsidRDefault="009F3C5C">
                  <w:pPr>
                    <w:pStyle w:val="2"/>
                    <w:tabs>
                      <w:tab w:val="left" w:pos="900"/>
                    </w:tabs>
                    <w:spacing w:after="0" w:line="274" w:lineRule="exact"/>
                    <w:ind w:firstLine="660"/>
                    <w:jc w:val="both"/>
                  </w:pPr>
                  <w:r>
                    <w:rPr>
                      <w:rStyle w:val="CharStyle4"/>
                    </w:rPr>
                    <w:t>5.</w:t>
                  </w:r>
                  <w:r>
                    <w:rPr>
                      <w:rStyle w:val="CharStyle4"/>
                    </w:rPr>
                    <w:tab/>
                    <w:t>Орган, уполномоченный в области градостроительной деятельности, обеспечивает подготовку документов и материалов к публичным слушаниям.</w:t>
                  </w:r>
                </w:p>
                <w:p w:rsidR="009F3C5C" w:rsidRDefault="009F3C5C">
                  <w:pPr>
                    <w:pStyle w:val="2"/>
                    <w:tabs>
                      <w:tab w:val="left" w:pos="900"/>
                    </w:tabs>
                    <w:spacing w:after="0" w:line="274" w:lineRule="exact"/>
                    <w:ind w:firstLine="660"/>
                    <w:jc w:val="both"/>
                  </w:pPr>
                  <w:r>
                    <w:rPr>
                      <w:rStyle w:val="CharStyle4"/>
                    </w:rPr>
                    <w:t>6.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9F3C5C" w:rsidRDefault="009F3C5C">
                  <w:pPr>
                    <w:pStyle w:val="2"/>
                    <w:numPr>
                      <w:ilvl w:val="0"/>
                      <w:numId w:val="137"/>
                    </w:numPr>
                    <w:tabs>
                      <w:tab w:val="left" w:pos="900"/>
                    </w:tabs>
                    <w:spacing w:after="0" w:line="274" w:lineRule="exact"/>
                    <w:ind w:firstLine="660"/>
                    <w:jc w:val="both"/>
                  </w:pPr>
                  <w:r>
                    <w:rPr>
                      <w:rStyle w:val="CharStyle4"/>
                    </w:rPr>
                    <w:tab/>
                    <w:t>правообладатели земельных участков, имеющих общие границы с земельным участком, применительно к которому запрашивается разрешение;</w:t>
                  </w:r>
                </w:p>
                <w:p w:rsidR="009F3C5C" w:rsidRDefault="009F3C5C">
                  <w:pPr>
                    <w:pStyle w:val="2"/>
                    <w:numPr>
                      <w:ilvl w:val="0"/>
                      <w:numId w:val="137"/>
                    </w:numPr>
                    <w:tabs>
                      <w:tab w:val="left" w:pos="900"/>
                    </w:tabs>
                    <w:spacing w:after="0" w:line="274" w:lineRule="exact"/>
                    <w:ind w:firstLine="660"/>
                    <w:jc w:val="both"/>
                  </w:pPr>
                  <w:r>
                    <w:rPr>
                      <w:rStyle w:val="CharStyle4"/>
                    </w:rPr>
                    <w:tab/>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9F3C5C" w:rsidRDefault="009F3C5C">
                  <w:pPr>
                    <w:pStyle w:val="2"/>
                    <w:numPr>
                      <w:ilvl w:val="0"/>
                      <w:numId w:val="137"/>
                    </w:numPr>
                    <w:tabs>
                      <w:tab w:val="left" w:pos="900"/>
                    </w:tabs>
                    <w:spacing w:after="0" w:line="274" w:lineRule="exact"/>
                    <w:ind w:firstLine="660"/>
                    <w:jc w:val="both"/>
                  </w:pPr>
                  <w:r>
                    <w:rPr>
                      <w:rStyle w:val="CharStyle4"/>
                    </w:rPr>
                    <w:tab/>
                    <w:t>правообладатели помещений, являющихся частью объекта капитального строительства, применительно к которому запрашивается разрешение.</w:t>
                  </w:r>
                </w:p>
                <w:p w:rsidR="009F3C5C" w:rsidRDefault="009F3C5C">
                  <w:pPr>
                    <w:pStyle w:val="2"/>
                    <w:tabs>
                      <w:tab w:val="left" w:pos="900"/>
                    </w:tabs>
                    <w:spacing w:after="0" w:line="274" w:lineRule="exact"/>
                    <w:ind w:firstLine="660"/>
                    <w:jc w:val="both"/>
                  </w:pPr>
                  <w:r>
                    <w:rPr>
                      <w:rStyle w:val="CharStyle4"/>
                    </w:rPr>
                    <w:t>7.</w:t>
                  </w:r>
                  <w:r>
                    <w:rPr>
                      <w:rStyle w:val="CharStyle4"/>
                    </w:rPr>
                    <w:tab/>
                    <w:t>Участникам публичных слушаний по обсуждению заявлений о предоставлении разрешений на условно разрешенные виды использования земельных участков и объектов капитального строительства обеспечивается возможность ознакомления с:</w:t>
                  </w:r>
                </w:p>
                <w:p w:rsidR="009F3C5C" w:rsidRDefault="009F3C5C">
                  <w:pPr>
                    <w:pStyle w:val="2"/>
                    <w:numPr>
                      <w:ilvl w:val="0"/>
                      <w:numId w:val="138"/>
                    </w:numPr>
                    <w:tabs>
                      <w:tab w:val="left" w:pos="900"/>
                    </w:tabs>
                    <w:spacing w:after="0" w:line="274" w:lineRule="exact"/>
                    <w:ind w:firstLine="660"/>
                    <w:jc w:val="both"/>
                  </w:pPr>
                  <w:r>
                    <w:rPr>
                      <w:rStyle w:val="CharStyle4"/>
                    </w:rPr>
                    <w:tab/>
                    <w:t>заявлением заинтересованного лица с обосновывающими материалами, предоставленными в соответствии с требованием определенными частям 8-12 пункта 8.6 настоящих Правил;</w:t>
                  </w:r>
                </w:p>
                <w:p w:rsidR="009F3C5C" w:rsidRDefault="009F3C5C">
                  <w:pPr>
                    <w:pStyle w:val="2"/>
                    <w:numPr>
                      <w:ilvl w:val="0"/>
                      <w:numId w:val="138"/>
                    </w:numPr>
                    <w:tabs>
                      <w:tab w:val="left" w:pos="903"/>
                    </w:tabs>
                    <w:spacing w:after="0" w:line="274" w:lineRule="exact"/>
                    <w:ind w:firstLine="660"/>
                    <w:jc w:val="both"/>
                  </w:pPr>
                  <w:r>
                    <w:rPr>
                      <w:rStyle w:val="CharStyle4"/>
                    </w:rPr>
                    <w:tab/>
                    <w:t>заключением органа, уполномоченного в области градостроительной деятельности, на предоставленное заявление и обосновывающими материалами к нему, составленными в соответствии с требованиями части 14 пункта 8.6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199"/>
          <w:footerReference w:type="default" r:id="rId200"/>
          <w:pgSz w:w="11906" w:h="16838"/>
          <w:pgMar w:top="360" w:right="360" w:bottom="360" w:left="360" w:header="0" w:footer="0" w:gutter="0"/>
          <w:cols w:space="720"/>
          <w:formProt w:val="0"/>
          <w:docGrid w:linePitch="240" w:charSpace="-6145"/>
        </w:sectPr>
      </w:pPr>
      <w:r>
        <w:rPr>
          <w:noProof/>
          <w:lang w:eastAsia="ru-RU" w:bidi="ar-SA"/>
        </w:rPr>
        <w:pict>
          <v:rect id="120" o:spid="_x0000_s1124" style="position:absolute;margin-left:81.4pt;margin-top:30.15pt;width:464.8pt;height:781.4pt;z-index:251758592;mso-position-horizontal-relative:page;mso-position-vertical-relative:page" filled="f" stroked="f" strokecolor="#3465a4">
            <v:fill o:detectmouseclick="t"/>
            <v:stroke joinstyle="round"/>
            <v:textbox>
              <w:txbxContent>
                <w:p w:rsidR="009F3C5C" w:rsidRDefault="009F3C5C">
                  <w:pPr>
                    <w:pStyle w:val="2"/>
                    <w:tabs>
                      <w:tab w:val="left" w:pos="903"/>
                    </w:tabs>
                    <w:spacing w:after="0" w:line="274" w:lineRule="exact"/>
                    <w:ind w:firstLine="660"/>
                    <w:jc w:val="both"/>
                  </w:pPr>
                  <w:r>
                    <w:rPr>
                      <w:rStyle w:val="CharStyle4"/>
                    </w:rPr>
                    <w:t>8.</w:t>
                  </w:r>
                  <w:r>
                    <w:rPr>
                      <w:rStyle w:val="CharStyle4"/>
                    </w:rPr>
                    <w:tab/>
                    <w:t>В заявлении и прилагаемых к нему материалах должна быть обоснована правомерность намерений и доказано, что;</w:t>
                  </w:r>
                </w:p>
                <w:p w:rsidR="009F3C5C" w:rsidRDefault="009F3C5C">
                  <w:pPr>
                    <w:pStyle w:val="2"/>
                    <w:numPr>
                      <w:ilvl w:val="0"/>
                      <w:numId w:val="139"/>
                    </w:numPr>
                    <w:tabs>
                      <w:tab w:val="left" w:pos="908"/>
                    </w:tabs>
                    <w:spacing w:after="0" w:line="274" w:lineRule="exact"/>
                    <w:ind w:firstLine="660"/>
                    <w:jc w:val="both"/>
                  </w:pPr>
                  <w:r>
                    <w:rPr>
                      <w:rStyle w:val="CharStyle4"/>
                    </w:rPr>
                    <w:tab/>
                    <w:t>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9F3C5C" w:rsidRDefault="009F3C5C">
                  <w:pPr>
                    <w:pStyle w:val="2"/>
                    <w:numPr>
                      <w:ilvl w:val="0"/>
                      <w:numId w:val="139"/>
                    </w:numPr>
                    <w:tabs>
                      <w:tab w:val="left" w:pos="908"/>
                    </w:tabs>
                    <w:spacing w:after="0" w:line="274" w:lineRule="exact"/>
                    <w:ind w:firstLine="660"/>
                    <w:jc w:val="both"/>
                  </w:pPr>
                  <w:r>
                    <w:rPr>
                      <w:rStyle w:val="CharStyle4"/>
                    </w:rPr>
                    <w:tab/>
                    <w:t>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9F3C5C" w:rsidRDefault="009F3C5C">
                  <w:pPr>
                    <w:pStyle w:val="2"/>
                    <w:tabs>
                      <w:tab w:val="left" w:pos="903"/>
                    </w:tabs>
                    <w:spacing w:after="0" w:line="274" w:lineRule="exact"/>
                    <w:ind w:firstLine="660"/>
                    <w:jc w:val="both"/>
                  </w:pPr>
                  <w:r>
                    <w:rPr>
                      <w:rStyle w:val="CharStyle4"/>
                    </w:rPr>
                    <w:t>9.</w:t>
                  </w:r>
                  <w:r>
                    <w:rPr>
                      <w:rStyle w:val="CharStyle4"/>
                    </w:rPr>
                    <w:tab/>
                    <w:t>В заявлении отражается содержание запроса и даются идентификационные сведения о заявителе-правообладателе земельного участка.</w:t>
                  </w:r>
                </w:p>
                <w:p w:rsidR="009F3C5C" w:rsidRDefault="009F3C5C">
                  <w:pPr>
                    <w:pStyle w:val="2"/>
                    <w:tabs>
                      <w:tab w:val="left" w:pos="1043"/>
                    </w:tabs>
                    <w:spacing w:after="0" w:line="274" w:lineRule="exact"/>
                    <w:ind w:firstLine="660"/>
                    <w:jc w:val="both"/>
                  </w:pPr>
                  <w:r>
                    <w:rPr>
                      <w:rStyle w:val="CharStyle4"/>
                    </w:rPr>
                    <w:t>10.</w:t>
                  </w:r>
                  <w:r>
                    <w:rPr>
                      <w:rStyle w:val="CharStyle4"/>
                    </w:rPr>
                    <w:tab/>
                    <w:t>Приложения к заявлению должны содержать идентификационные сведения о земельном участке и обосновывающие материалы.</w:t>
                  </w:r>
                </w:p>
                <w:p w:rsidR="009F3C5C" w:rsidRDefault="009F3C5C">
                  <w:pPr>
                    <w:pStyle w:val="2"/>
                    <w:tabs>
                      <w:tab w:val="left" w:pos="1043"/>
                    </w:tabs>
                    <w:spacing w:after="0" w:line="274" w:lineRule="exact"/>
                    <w:ind w:firstLine="660"/>
                    <w:jc w:val="both"/>
                  </w:pPr>
                  <w:r>
                    <w:rPr>
                      <w:rStyle w:val="CharStyle4"/>
                    </w:rPr>
                    <w:t>11.</w:t>
                  </w:r>
                  <w:r>
                    <w:rPr>
                      <w:rStyle w:val="CharStyle4"/>
                    </w:rPr>
                    <w:tab/>
                    <w:t>Идентификационные сведения о земельном участке, в отношении которого подается заявление, включают сведения, указанные в части 10 пункта настоящих Правил.</w:t>
                  </w:r>
                </w:p>
                <w:p w:rsidR="009F3C5C" w:rsidRDefault="009F3C5C">
                  <w:pPr>
                    <w:pStyle w:val="2"/>
                    <w:tabs>
                      <w:tab w:val="left" w:pos="1043"/>
                    </w:tabs>
                    <w:spacing w:after="0" w:line="274" w:lineRule="exact"/>
                    <w:ind w:firstLine="660"/>
                    <w:jc w:val="both"/>
                  </w:pPr>
                  <w:r>
                    <w:rPr>
                      <w:rStyle w:val="CharStyle4"/>
                    </w:rPr>
                    <w:t>12.</w:t>
                  </w:r>
                  <w:r>
                    <w:rPr>
                      <w:rStyle w:val="CharStyle4"/>
                    </w:rPr>
                    <w:tab/>
                    <w:t>Обосновывающие материалы предъявляются в виде архитектурной концепции объектов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9F3C5C" w:rsidRDefault="009F3C5C">
                  <w:pPr>
                    <w:pStyle w:val="2"/>
                    <w:numPr>
                      <w:ilvl w:val="0"/>
                      <w:numId w:val="140"/>
                    </w:numPr>
                    <w:tabs>
                      <w:tab w:val="left" w:pos="903"/>
                    </w:tabs>
                    <w:spacing w:after="0" w:line="274" w:lineRule="exact"/>
                    <w:ind w:firstLine="660"/>
                    <w:jc w:val="both"/>
                  </w:pPr>
                  <w:r>
                    <w:rPr>
                      <w:rStyle w:val="CharStyle4"/>
                    </w:rPr>
                    <w:tab/>
                    <w:t>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9F3C5C" w:rsidRDefault="009F3C5C">
                  <w:pPr>
                    <w:pStyle w:val="2"/>
                    <w:numPr>
                      <w:ilvl w:val="0"/>
                      <w:numId w:val="140"/>
                    </w:numPr>
                    <w:tabs>
                      <w:tab w:val="left" w:pos="903"/>
                    </w:tabs>
                    <w:spacing w:after="0" w:line="274" w:lineRule="exact"/>
                    <w:ind w:firstLine="660"/>
                    <w:jc w:val="both"/>
                  </w:pPr>
                  <w:r>
                    <w:rPr>
                      <w:rStyle w:val="CharStyle4"/>
                    </w:rPr>
                    <w:tab/>
                    <w:t>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9F3C5C" w:rsidRDefault="009F3C5C">
                  <w:pPr>
                    <w:pStyle w:val="2"/>
                    <w:numPr>
                      <w:ilvl w:val="0"/>
                      <w:numId w:val="140"/>
                    </w:numPr>
                    <w:tabs>
                      <w:tab w:val="left" w:pos="903"/>
                    </w:tabs>
                    <w:spacing w:after="0" w:line="274" w:lineRule="exact"/>
                    <w:ind w:firstLine="660"/>
                    <w:jc w:val="both"/>
                  </w:pPr>
                  <w:r>
                    <w:rPr>
                      <w:rStyle w:val="CharStyle4"/>
                    </w:rPr>
                    <w:tab/>
                    <w:t>расчеты и обоснование того, что предполагаемая постройка не превысит по объему (площади) аналогичную постройку, выполненную без отклонений.</w:t>
                  </w:r>
                </w:p>
                <w:p w:rsidR="009F3C5C" w:rsidRDefault="009F3C5C">
                  <w:pPr>
                    <w:pStyle w:val="2"/>
                    <w:tabs>
                      <w:tab w:val="left" w:pos="1043"/>
                    </w:tabs>
                    <w:spacing w:after="0" w:line="274" w:lineRule="exact"/>
                    <w:ind w:firstLine="660"/>
                    <w:jc w:val="both"/>
                  </w:pPr>
                  <w:r>
                    <w:rPr>
                      <w:rStyle w:val="CharStyle4"/>
                    </w:rPr>
                    <w:t>13.</w:t>
                  </w:r>
                  <w:r>
                    <w:rPr>
                      <w:rStyle w:val="CharStyle4"/>
                    </w:rPr>
                    <w:tab/>
                    <w:t>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rsidR="009F3C5C" w:rsidRDefault="009F3C5C">
                  <w:pPr>
                    <w:pStyle w:val="2"/>
                    <w:tabs>
                      <w:tab w:val="left" w:pos="1043"/>
                    </w:tabs>
                    <w:spacing w:after="0" w:line="274" w:lineRule="exact"/>
                    <w:ind w:firstLine="660"/>
                    <w:jc w:val="both"/>
                  </w:pPr>
                  <w:r>
                    <w:rPr>
                      <w:rStyle w:val="CharStyle4"/>
                    </w:rPr>
                    <w:t>14.</w:t>
                  </w:r>
                  <w:r>
                    <w:rPr>
                      <w:rStyle w:val="CharStyle4"/>
                    </w:rPr>
                    <w:tab/>
                    <w:t>Заключение органа, уполномоченного в области градостроительной деятельности, на предоставленное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w:t>
                  </w:r>
                </w:p>
                <w:p w:rsidR="009F3C5C" w:rsidRDefault="009F3C5C">
                  <w:pPr>
                    <w:pStyle w:val="2"/>
                    <w:spacing w:after="0" w:line="274" w:lineRule="exact"/>
                    <w:ind w:firstLine="660"/>
                    <w:jc w:val="both"/>
                  </w:pPr>
                  <w:r>
                    <w:rPr>
                      <w:rStyle w:val="CharStyle4"/>
                    </w:rPr>
                    <w:t>1) позиции о том, что в заявлении и прилагаемых к нему обосновывающих материалах выполнены или не выполнены все установленные обязательные требования;</w:t>
                  </w:r>
                </w:p>
                <w:p w:rsidR="009F3C5C" w:rsidRDefault="009F3C5C">
                  <w:pPr>
                    <w:pStyle w:val="2"/>
                    <w:spacing w:after="0" w:line="274" w:lineRule="exact"/>
                    <w:ind w:firstLine="660"/>
                    <w:jc w:val="both"/>
                  </w:pPr>
                  <w:r>
                    <w:rPr>
                      <w:rStyle w:val="CharStyle4"/>
                    </w:rPr>
                    <w:t>а) подтверждение информации, отраженной в заявлении по предоставлении разрешения на отклонение от предельных параметров разрешенного строительства, реконструкции и в прилагаемых к заявлению обосновывающих материалах;</w:t>
                  </w:r>
                </w:p>
              </w:txbxContent>
            </v:textbox>
            <w10:wrap type="square" anchorx="page" anchory="page"/>
          </v:rect>
        </w:pict>
      </w:r>
    </w:p>
    <w:p w:rsidR="009F3C5C" w:rsidRDefault="009F3C5C">
      <w:pPr>
        <w:pStyle w:val="Standard"/>
        <w:rPr>
          <w:sz w:val="2"/>
          <w:szCs w:val="2"/>
        </w:rPr>
        <w:sectPr w:rsidR="009F3C5C">
          <w:headerReference w:type="default" r:id="rId201"/>
          <w:footerReference w:type="default" r:id="rId202"/>
          <w:pgSz w:w="11906" w:h="16838"/>
          <w:pgMar w:top="360" w:right="360" w:bottom="360" w:left="360" w:header="0" w:footer="0" w:gutter="0"/>
          <w:cols w:space="720"/>
          <w:formProt w:val="0"/>
          <w:docGrid w:linePitch="240" w:charSpace="-6145"/>
        </w:sectPr>
      </w:pPr>
      <w:r>
        <w:rPr>
          <w:noProof/>
          <w:lang w:eastAsia="ru-RU" w:bidi="ar-SA"/>
        </w:rPr>
        <w:pict>
          <v:rect id="121" o:spid="_x0000_s1125" style="position:absolute;margin-left:81.4pt;margin-top:30.15pt;width:464.8pt;height:792.15pt;z-index:251759616;mso-position-horizontal-relative:page;mso-position-vertical-relative:page" filled="f" stroked="f" strokecolor="#3465a4">
            <v:fill o:detectmouseclick="t"/>
            <v:stroke joinstyle="round"/>
            <v:textbox>
              <w:txbxContent>
                <w:p w:rsidR="009F3C5C" w:rsidRDefault="009F3C5C">
                  <w:pPr>
                    <w:pStyle w:val="2"/>
                    <w:tabs>
                      <w:tab w:val="left" w:pos="913"/>
                    </w:tabs>
                    <w:spacing w:after="0" w:line="274" w:lineRule="exact"/>
                    <w:ind w:firstLine="640"/>
                    <w:jc w:val="both"/>
                  </w:pPr>
                  <w:r>
                    <w:rPr>
                      <w:rStyle w:val="CharStyle4"/>
                    </w:rPr>
                    <w:t>б)</w:t>
                  </w:r>
                  <w:r>
                    <w:rPr>
                      <w:rStyle w:val="CharStyle4"/>
                    </w:rPr>
                    <w:tab/>
                    <w:t>подтверждение соответствия требованиям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отклонение от предельных параметров разрешенного строительства, реконструкции и в прилагаемых к заявлению обосновывающих материалах;</w:t>
                  </w:r>
                </w:p>
                <w:p w:rsidR="009F3C5C" w:rsidRDefault="009F3C5C">
                  <w:pPr>
                    <w:pStyle w:val="2"/>
                    <w:tabs>
                      <w:tab w:val="left" w:pos="977"/>
                    </w:tabs>
                    <w:spacing w:after="0" w:line="274" w:lineRule="exact"/>
                    <w:ind w:firstLine="640"/>
                    <w:jc w:val="both"/>
                  </w:pPr>
                  <w:r>
                    <w:rPr>
                      <w:rStyle w:val="CharStyle4"/>
                    </w:rPr>
                    <w:t>в)</w:t>
                  </w:r>
                  <w:r>
                    <w:rPr>
                      <w:rStyle w:val="CharStyle4"/>
                    </w:rPr>
                    <w:tab/>
                    <w:t>подтверждение выполнения процедурных требований;</w:t>
                  </w:r>
                </w:p>
                <w:p w:rsidR="009F3C5C" w:rsidRDefault="009F3C5C">
                  <w:pPr>
                    <w:pStyle w:val="2"/>
                    <w:spacing w:after="0" w:line="274" w:lineRule="exact"/>
                    <w:ind w:firstLine="640"/>
                    <w:jc w:val="both"/>
                  </w:pPr>
                  <w:r>
                    <w:rPr>
                      <w:rStyle w:val="CharStyle4"/>
                    </w:rPr>
                    <w:t>2) положения о том, что в заявлении и прилагаемых к заявлению обосновывающих материалах вопросы, требующие размещения, решены рационально либо нерационально. В проекте заключения результатах публичных слушаний указывается одна из следующих позиций о том, что реализация намерений заявителя:</w:t>
                  </w:r>
                </w:p>
                <w:p w:rsidR="009F3C5C" w:rsidRDefault="009F3C5C">
                  <w:pPr>
                    <w:pStyle w:val="2"/>
                    <w:tabs>
                      <w:tab w:val="left" w:pos="903"/>
                    </w:tabs>
                    <w:spacing w:after="0" w:line="274" w:lineRule="exact"/>
                    <w:ind w:firstLine="640"/>
                    <w:jc w:val="both"/>
                  </w:pPr>
                  <w:r>
                    <w:rPr>
                      <w:rStyle w:val="CharStyle4"/>
                    </w:rPr>
                    <w:t>а)</w:t>
                  </w:r>
                  <w:r>
                    <w:rPr>
                      <w:rStyle w:val="CharStyle4"/>
                    </w:rPr>
                    <w:tab/>
                    <w:t>правомерна в силу соответствия земельного участка критериям, предусмотренным частью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осуществления строительства, реконструкции;</w:t>
                  </w:r>
                </w:p>
                <w:p w:rsidR="009F3C5C" w:rsidRDefault="009F3C5C">
                  <w:pPr>
                    <w:pStyle w:val="2"/>
                    <w:tabs>
                      <w:tab w:val="left" w:pos="908"/>
                    </w:tabs>
                    <w:spacing w:after="0" w:line="274" w:lineRule="exact"/>
                    <w:ind w:firstLine="640"/>
                    <w:jc w:val="both"/>
                  </w:pPr>
                  <w:r>
                    <w:rPr>
                      <w:rStyle w:val="CharStyle4"/>
                    </w:rPr>
                    <w:t>б)</w:t>
                  </w:r>
                  <w:r>
                    <w:rPr>
                      <w:rStyle w:val="CharStyle4"/>
                    </w:rPr>
                    <w:tab/>
                    <w:t>правомерна в силу соответствия земельного участка критериям, предусмотренным частью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должно быть представлены конкретные предложения по внесению изменений в проект градостроительного плана земельного участка, например, такие как:</w:t>
                  </w:r>
                </w:p>
                <w:p w:rsidR="009F3C5C" w:rsidRDefault="009F3C5C">
                  <w:pPr>
                    <w:pStyle w:val="2"/>
                    <w:numPr>
                      <w:ilvl w:val="0"/>
                      <w:numId w:val="141"/>
                    </w:numPr>
                    <w:tabs>
                      <w:tab w:val="left" w:pos="848"/>
                    </w:tabs>
                    <w:spacing w:after="0" w:line="274" w:lineRule="exact"/>
                    <w:ind w:firstLine="640"/>
                    <w:jc w:val="both"/>
                  </w:pPr>
                  <w:r>
                    <w:rPr>
                      <w:rStyle w:val="CharStyle4"/>
                    </w:rPr>
                    <w:tab/>
                    <w:t>изменение (уточнение) границ зон действия публичных сервитутов для обеспечения прохода, проезда;</w:t>
                  </w:r>
                </w:p>
                <w:p w:rsidR="009F3C5C" w:rsidRDefault="009F3C5C">
                  <w:pPr>
                    <w:pStyle w:val="2"/>
                    <w:numPr>
                      <w:ilvl w:val="0"/>
                      <w:numId w:val="97"/>
                    </w:numPr>
                    <w:tabs>
                      <w:tab w:val="left" w:pos="848"/>
                    </w:tabs>
                    <w:spacing w:after="0" w:line="274" w:lineRule="exact"/>
                    <w:ind w:firstLine="640"/>
                    <w:jc w:val="both"/>
                  </w:pPr>
                  <w:r>
                    <w:rPr>
                      <w:rStyle w:val="CharStyle4"/>
                    </w:rPr>
                    <w:tab/>
                    <w:t>изменение (уточнение) отступов планируемого к размещению строений, частей строений от границ земельного участка.</w:t>
                  </w:r>
                </w:p>
              </w:txbxContent>
            </v:textbox>
            <w10:wrap type="square" anchorx="page" anchory="page"/>
          </v:rect>
        </w:pict>
      </w:r>
    </w:p>
    <w:p w:rsidR="009F3C5C" w:rsidRDefault="009F3C5C">
      <w:pPr>
        <w:pStyle w:val="Standard"/>
        <w:rPr>
          <w:sz w:val="2"/>
          <w:szCs w:val="2"/>
        </w:rPr>
        <w:sectPr w:rsidR="009F3C5C">
          <w:headerReference w:type="default" r:id="rId203"/>
          <w:footerReference w:type="default" r:id="rId204"/>
          <w:pgSz w:w="11906" w:h="16838"/>
          <w:pgMar w:top="360" w:right="360" w:bottom="360" w:left="360" w:header="0" w:footer="0" w:gutter="0"/>
          <w:cols w:space="720"/>
          <w:formProt w:val="0"/>
          <w:docGrid w:linePitch="240" w:charSpace="-6145"/>
        </w:sectPr>
      </w:pPr>
      <w:r>
        <w:rPr>
          <w:noProof/>
          <w:lang w:eastAsia="ru-RU" w:bidi="ar-SA"/>
        </w:rPr>
        <w:pict>
          <v:rect id="122" o:spid="_x0000_s1126" style="position:absolute;margin-left:81.35pt;margin-top:30.4pt;width:464.3pt;height:786.85pt;z-index:251760640;mso-position-horizontal-relative:page;mso-position-vertical-relative:page" filled="f" stroked="f" strokecolor="#3465a4">
            <v:fill o:detectmouseclick="t"/>
            <v:stroke joinstyle="round"/>
            <v:textbox>
              <w:txbxContent>
                <w:p w:rsidR="009F3C5C" w:rsidRDefault="009F3C5C">
                  <w:pPr>
                    <w:pStyle w:val="2"/>
                    <w:spacing w:line="274" w:lineRule="exact"/>
                    <w:ind w:firstLine="640"/>
                    <w:jc w:val="both"/>
                  </w:pPr>
                  <w:r>
                    <w:rPr>
                      <w:rStyle w:val="CharStyle4"/>
                      <w:b/>
                      <w:bCs/>
                    </w:rPr>
                    <w:t>Глава 9. Порядок внесения изменений в правила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line="274" w:lineRule="exact"/>
                    <w:ind w:firstLine="640"/>
                    <w:jc w:val="both"/>
                  </w:pPr>
                  <w:r>
                    <w:rPr>
                      <w:rStyle w:val="CharStyle4"/>
                      <w:b/>
                      <w:bCs/>
                    </w:rPr>
                    <w:t>9.1 Порядок внесения изменений в Правила землепользования и застройки</w:t>
                  </w:r>
                </w:p>
                <w:p w:rsidR="009F3C5C" w:rsidRDefault="009F3C5C">
                  <w:pPr>
                    <w:pStyle w:val="2"/>
                    <w:numPr>
                      <w:ilvl w:val="0"/>
                      <w:numId w:val="142"/>
                    </w:numPr>
                    <w:tabs>
                      <w:tab w:val="left" w:pos="879"/>
                    </w:tabs>
                    <w:spacing w:after="0" w:line="274" w:lineRule="exact"/>
                    <w:ind w:firstLine="640"/>
                    <w:jc w:val="both"/>
                  </w:pPr>
                  <w:r>
                    <w:rPr>
                      <w:rStyle w:val="CharStyle4"/>
                    </w:rPr>
                    <w:tab/>
                    <w:t>Подготовка и утверждение вносимых в действующие Правила изменений осуществляются в порядке, предусмотренном ст. ст. 31, 32 Градостроительного кодекса Российской Федерации.</w:t>
                  </w:r>
                </w:p>
                <w:p w:rsidR="009F3C5C" w:rsidRDefault="009F3C5C">
                  <w:pPr>
                    <w:pStyle w:val="2"/>
                    <w:numPr>
                      <w:ilvl w:val="0"/>
                      <w:numId w:val="142"/>
                    </w:numPr>
                    <w:tabs>
                      <w:tab w:val="left" w:pos="889"/>
                    </w:tabs>
                    <w:spacing w:after="0" w:line="274" w:lineRule="exact"/>
                    <w:ind w:firstLine="640"/>
                    <w:jc w:val="both"/>
                  </w:pPr>
                  <w:r>
                    <w:rPr>
                      <w:rStyle w:val="CharStyle4"/>
                    </w:rPr>
                    <w:tab/>
                    <w:t>В соответствии со статьей 33 Градостроительного кодекса Российской Федерации основаниями для рассмотрения главой сельского поселения Петровский сельсовет муниципального района Ишимбайский район Республики Башкортостан вопроса о внесении изменений в Правила землепользования и застройки являются: 1) несоответствие Правил землепользования и застройки Генеральному плану сельского поселения Петровский сельсовет муниципального района Ишимбайский район Республики Башкортостан,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изменений; 2) поступление предложений об изменении границ территориальных зон, изменении градостроительных регламентов.</w:t>
                  </w:r>
                </w:p>
                <w:p w:rsidR="009F3C5C" w:rsidRDefault="009F3C5C">
                  <w:pPr>
                    <w:pStyle w:val="2"/>
                    <w:numPr>
                      <w:ilvl w:val="0"/>
                      <w:numId w:val="142"/>
                    </w:numPr>
                    <w:tabs>
                      <w:tab w:val="left" w:pos="879"/>
                    </w:tabs>
                    <w:spacing w:after="0" w:line="274" w:lineRule="exact"/>
                    <w:ind w:firstLine="640"/>
                    <w:jc w:val="both"/>
                  </w:pPr>
                  <w:r>
                    <w:rPr>
                      <w:rStyle w:val="CharStyle4"/>
                    </w:rPr>
                    <w:tab/>
                    <w:t>Предложения о внесении изменений в Правила направляются в Комиссию, указанную в пункте 2.2 главы 2 раздела I настоящих Правил:</w:t>
                  </w:r>
                </w:p>
                <w:p w:rsidR="009F3C5C" w:rsidRDefault="009F3C5C">
                  <w:pPr>
                    <w:pStyle w:val="2"/>
                    <w:numPr>
                      <w:ilvl w:val="0"/>
                      <w:numId w:val="143"/>
                    </w:numPr>
                    <w:tabs>
                      <w:tab w:val="left" w:pos="908"/>
                    </w:tabs>
                    <w:spacing w:after="0" w:line="274" w:lineRule="exact"/>
                    <w:ind w:firstLine="640"/>
                    <w:jc w:val="both"/>
                  </w:pPr>
                  <w:r>
                    <w:rPr>
                      <w:rStyle w:val="CharStyle4"/>
                    </w:rPr>
                    <w:tab/>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9F3C5C" w:rsidRDefault="009F3C5C">
                  <w:pPr>
                    <w:pStyle w:val="2"/>
                    <w:numPr>
                      <w:ilvl w:val="0"/>
                      <w:numId w:val="143"/>
                    </w:numPr>
                    <w:tabs>
                      <w:tab w:val="left" w:pos="899"/>
                    </w:tabs>
                    <w:spacing w:after="0" w:line="274" w:lineRule="exact"/>
                    <w:ind w:firstLine="640"/>
                    <w:jc w:val="both"/>
                  </w:pPr>
                  <w:r>
                    <w:rPr>
                      <w:rStyle w:val="CharStyle4"/>
                    </w:rPr>
                    <w:tab/>
                    <w:t>органами исполнительной власти Республики Башкортостан - в случаях, если Правила могут воспрепятствовать функционированию, размещению объектов капитального строительства регионального значения;</w:t>
                  </w:r>
                </w:p>
                <w:p w:rsidR="009F3C5C" w:rsidRDefault="009F3C5C">
                  <w:pPr>
                    <w:pStyle w:val="2"/>
                    <w:numPr>
                      <w:ilvl w:val="0"/>
                      <w:numId w:val="143"/>
                    </w:numPr>
                    <w:tabs>
                      <w:tab w:val="left" w:pos="899"/>
                    </w:tabs>
                    <w:spacing w:after="0" w:line="274" w:lineRule="exact"/>
                    <w:ind w:firstLine="640"/>
                    <w:jc w:val="both"/>
                  </w:pPr>
                  <w:r>
                    <w:rPr>
                      <w:rStyle w:val="CharStyle4"/>
                    </w:rPr>
                    <w:tab/>
                    <w:t>органами местного самоуправления - в случаях, если необходимо совершенствовать порядок регулирования землепользования и застройки на территории сельского поселения Петровский сельсовет</w:t>
                  </w:r>
                </w:p>
                <w:p w:rsidR="009F3C5C" w:rsidRDefault="009F3C5C">
                  <w:pPr>
                    <w:pStyle w:val="2"/>
                    <w:numPr>
                      <w:ilvl w:val="0"/>
                      <w:numId w:val="143"/>
                    </w:numPr>
                    <w:tabs>
                      <w:tab w:val="left" w:pos="889"/>
                    </w:tabs>
                    <w:spacing w:after="0" w:line="274" w:lineRule="exact"/>
                    <w:ind w:firstLine="640"/>
                    <w:jc w:val="both"/>
                  </w:pPr>
                  <w:r>
                    <w:rPr>
                      <w:rStyle w:val="CharStyle4"/>
                    </w:rPr>
                    <w:tab/>
                    <w:t>органами местного самоуправления на территории - в случаях, если Правила могут воспрепятствовать функционированию, размещению объектов капитального строительства местного значения;</w:t>
                  </w:r>
                </w:p>
                <w:p w:rsidR="009F3C5C" w:rsidRDefault="009F3C5C">
                  <w:pPr>
                    <w:pStyle w:val="2"/>
                    <w:numPr>
                      <w:ilvl w:val="0"/>
                      <w:numId w:val="143"/>
                    </w:numPr>
                    <w:tabs>
                      <w:tab w:val="left" w:pos="913"/>
                    </w:tabs>
                    <w:spacing w:after="0" w:line="274" w:lineRule="exact"/>
                    <w:ind w:firstLine="640"/>
                    <w:jc w:val="both"/>
                  </w:pPr>
                  <w:r>
                    <w:rPr>
                      <w:rStyle w:val="CharStyle4"/>
                    </w:rPr>
                    <w:tab/>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F3C5C" w:rsidRDefault="009F3C5C">
                  <w:pPr>
                    <w:pStyle w:val="2"/>
                    <w:tabs>
                      <w:tab w:val="left" w:pos="879"/>
                    </w:tabs>
                    <w:spacing w:after="0" w:line="274" w:lineRule="exact"/>
                    <w:ind w:firstLine="640"/>
                    <w:jc w:val="both"/>
                  </w:pPr>
                  <w:r>
                    <w:rPr>
                      <w:rStyle w:val="CharStyle4"/>
                    </w:rPr>
                    <w:t>4.</w:t>
                  </w:r>
                  <w:r>
                    <w:rPr>
                      <w:rStyle w:val="CharStyle4"/>
                    </w:rPr>
                    <w:tab/>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205"/>
          <w:footerReference w:type="default" r:id="rId206"/>
          <w:pgSz w:w="11906" w:h="16838"/>
          <w:pgMar w:top="360" w:right="360" w:bottom="360" w:left="360" w:header="0" w:footer="0" w:gutter="0"/>
          <w:cols w:space="720"/>
          <w:formProt w:val="0"/>
          <w:docGrid w:linePitch="240" w:charSpace="-6145"/>
        </w:sectPr>
      </w:pPr>
      <w:r>
        <w:rPr>
          <w:noProof/>
          <w:lang w:eastAsia="ru-RU" w:bidi="ar-SA"/>
        </w:rPr>
        <w:pict>
          <v:rect id="123" o:spid="_x0000_s1127" style="position:absolute;margin-left:81.1pt;margin-top:30.4pt;width:464.8pt;height:792.1pt;z-index:251761664;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Для подготовки своего заключения Комиссия по землепользованию и застройке может запросить заключения отдела архитектуры и градостроительства Администрации муниципального района Ишимбайский район Республики Башкортостан, уполномоченных органов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предоставляются в Комиссию по землепользованию и застройке.</w:t>
                  </w:r>
                </w:p>
                <w:p w:rsidR="009F3C5C" w:rsidRDefault="009F3C5C">
                  <w:pPr>
                    <w:pStyle w:val="2"/>
                    <w:spacing w:after="0" w:line="274" w:lineRule="exact"/>
                    <w:ind w:firstLine="660"/>
                    <w:jc w:val="both"/>
                  </w:pPr>
                  <w:r>
                    <w:rPr>
                      <w:rStyle w:val="CharStyle4"/>
                    </w:rPr>
                    <w:t>Глава сельского поселения Петровский сельсовет муниципального района Ишимбайский район Республики Башкортостан с учетом рекомендаций, содержащихся в заключении Комиссии по землепользованию и застройки, в течении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txbxContent>
            </v:textbox>
            <w10:wrap type="square" anchorx="page" anchory="page"/>
          </v:rect>
        </w:pict>
      </w:r>
    </w:p>
    <w:p w:rsidR="009F3C5C" w:rsidRDefault="009F3C5C">
      <w:pPr>
        <w:pStyle w:val="Standard"/>
        <w:rPr>
          <w:sz w:val="2"/>
          <w:szCs w:val="2"/>
        </w:rPr>
        <w:sectPr w:rsidR="009F3C5C">
          <w:headerReference w:type="default" r:id="rId207"/>
          <w:footerReference w:type="default" r:id="rId208"/>
          <w:pgSz w:w="11906" w:h="16838"/>
          <w:pgMar w:top="360" w:right="360" w:bottom="360" w:left="360" w:header="0" w:footer="0" w:gutter="0"/>
          <w:cols w:space="720"/>
          <w:formProt w:val="0"/>
          <w:docGrid w:linePitch="240" w:charSpace="-6145"/>
        </w:sectPr>
      </w:pPr>
      <w:r>
        <w:rPr>
          <w:noProof/>
          <w:lang w:eastAsia="ru-RU" w:bidi="ar-SA"/>
        </w:rPr>
        <w:pict>
          <v:rect id="124" o:spid="_x0000_s1128" style="position:absolute;margin-left:81.45pt;margin-top:30.4pt;width:464.8pt;height:790.2pt;z-index:251762688;mso-position-horizontal-relative:page;mso-position-vertical-relative:page" filled="f" stroked="f" strokecolor="#3465a4">
            <v:fill o:detectmouseclick="t"/>
            <v:stroke joinstyle="round"/>
            <v:textbox>
              <w:txbxContent>
                <w:p w:rsidR="009F3C5C" w:rsidRDefault="009F3C5C">
                  <w:pPr>
                    <w:pStyle w:val="2"/>
                    <w:spacing w:line="274" w:lineRule="exact"/>
                    <w:ind w:firstLine="660"/>
                    <w:jc w:val="both"/>
                  </w:pPr>
                  <w:r>
                    <w:rPr>
                      <w:rStyle w:val="CharStyle4"/>
                      <w:b/>
                      <w:bCs/>
                    </w:rPr>
                    <w:t>Глава 10. Архитектурно-строительное проектирование, строительство, реконструкция объектов капитального строительства на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44"/>
                    </w:numPr>
                    <w:tabs>
                      <w:tab w:val="left" w:pos="1263"/>
                    </w:tabs>
                    <w:spacing w:line="274" w:lineRule="exact"/>
                    <w:ind w:firstLine="660"/>
                    <w:jc w:val="both"/>
                  </w:pPr>
                  <w:r>
                    <w:rPr>
                      <w:rStyle w:val="CharStyle4"/>
                      <w:b/>
                      <w:bCs/>
                    </w:rPr>
                    <w:tab/>
                    <w:t>Осуществление строительства, реконструкции объектов капитального строительства</w:t>
                  </w:r>
                </w:p>
                <w:p w:rsidR="009F3C5C" w:rsidRDefault="009F3C5C">
                  <w:pPr>
                    <w:pStyle w:val="2"/>
                    <w:numPr>
                      <w:ilvl w:val="0"/>
                      <w:numId w:val="145"/>
                    </w:numPr>
                    <w:tabs>
                      <w:tab w:val="left" w:pos="889"/>
                    </w:tabs>
                    <w:spacing w:after="0" w:line="274" w:lineRule="exact"/>
                    <w:ind w:firstLine="660"/>
                    <w:jc w:val="both"/>
                  </w:pPr>
                  <w:r>
                    <w:rPr>
                      <w:rStyle w:val="CharStyle4"/>
                    </w:rPr>
                    <w:tab/>
                    <w:t>Строительство, реконструкцию объектов капитального строительства на территории сельского поселения Петровский сельсовет муниципального района Ишимбайский район Республики Башкортостан, а также их капитальный ремонт, если при его проведении затрагиваются конструктивные и другие характеристики надежности и безопасности таких объектов, регулируется статьей 52 Градостроительного кодекса Российской Федерации, другими федеральными законами и иными нормативными правовыми актами, настоящими Правилами.</w:t>
                  </w:r>
                </w:p>
                <w:p w:rsidR="009F3C5C" w:rsidRDefault="009F3C5C">
                  <w:pPr>
                    <w:pStyle w:val="2"/>
                    <w:numPr>
                      <w:ilvl w:val="0"/>
                      <w:numId w:val="145"/>
                    </w:numPr>
                    <w:tabs>
                      <w:tab w:val="left" w:pos="889"/>
                    </w:tabs>
                    <w:spacing w:after="0" w:line="274" w:lineRule="exact"/>
                    <w:ind w:firstLine="660"/>
                    <w:jc w:val="both"/>
                  </w:pPr>
                  <w:r>
                    <w:rPr>
                      <w:rStyle w:val="CharStyle4"/>
                    </w:rPr>
                    <w:tab/>
                    <w:t>Строительство, реконструкцию объектов капитального строительства на территории сельского поселения Петровский сельсовет муниципального района Ишимбайский район Республики Башкортостан, а также их капитальный ремонт, могут осуществлять правообладатели земельных участков в границах принадлежащих им земельных участков при условии, что указанные земельные участки сформированы и зарегистрированы в соответствии с требованиями федерального законодательства.</w:t>
                  </w:r>
                </w:p>
                <w:p w:rsidR="009F3C5C" w:rsidRDefault="009F3C5C">
                  <w:pPr>
                    <w:pStyle w:val="2"/>
                    <w:numPr>
                      <w:ilvl w:val="0"/>
                      <w:numId w:val="145"/>
                    </w:numPr>
                    <w:tabs>
                      <w:tab w:val="left" w:pos="889"/>
                    </w:tabs>
                    <w:spacing w:after="0" w:line="274" w:lineRule="exact"/>
                    <w:ind w:firstLine="660"/>
                    <w:jc w:val="both"/>
                  </w:pPr>
                  <w:r>
                    <w:rPr>
                      <w:rStyle w:val="CharStyle4"/>
                    </w:rPr>
                    <w:tab/>
                    <w:t>Строительство, реконструкцию объектов капитального строительства на территории сельского поселения Петровский сельсовет муниципального района Ишимбайский район Республи ки Башкортостан может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9F3C5C" w:rsidRDefault="009F3C5C">
                  <w:pPr>
                    <w:pStyle w:val="2"/>
                    <w:numPr>
                      <w:ilvl w:val="0"/>
                      <w:numId w:val="145"/>
                    </w:numPr>
                    <w:tabs>
                      <w:tab w:val="left" w:pos="879"/>
                    </w:tabs>
                    <w:spacing w:after="0" w:line="274" w:lineRule="exact"/>
                    <w:ind w:firstLine="660"/>
                    <w:jc w:val="both"/>
                  </w:pPr>
                  <w:r>
                    <w:rPr>
                      <w:rStyle w:val="CharStyle4"/>
                    </w:rPr>
                    <w:tab/>
                    <w:t>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w:t>
                  </w:r>
                </w:p>
                <w:p w:rsidR="009F3C5C" w:rsidRDefault="009F3C5C">
                  <w:pPr>
                    <w:pStyle w:val="2"/>
                    <w:numPr>
                      <w:ilvl w:val="0"/>
                      <w:numId w:val="145"/>
                    </w:numPr>
                    <w:tabs>
                      <w:tab w:val="left" w:pos="893"/>
                    </w:tabs>
                    <w:spacing w:after="0" w:line="274" w:lineRule="exact"/>
                    <w:ind w:firstLine="660"/>
                    <w:jc w:val="both"/>
                  </w:pPr>
                  <w:r>
                    <w:rPr>
                      <w:rStyle w:val="CharStyle4"/>
                    </w:rPr>
                    <w:tab/>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9F3C5C" w:rsidRDefault="009F3C5C">
                  <w:pPr>
                    <w:pStyle w:val="2"/>
                    <w:numPr>
                      <w:ilvl w:val="0"/>
                      <w:numId w:val="145"/>
                    </w:numPr>
                    <w:tabs>
                      <w:tab w:val="left" w:pos="889"/>
                    </w:tabs>
                    <w:spacing w:after="0" w:line="274" w:lineRule="exact"/>
                    <w:ind w:firstLine="660"/>
                    <w:jc w:val="both"/>
                  </w:pPr>
                  <w:r>
                    <w:rPr>
                      <w:rStyle w:val="CharStyle4"/>
                    </w:rPr>
                    <w:tab/>
                    <w:t>Для осуществления строительства, реконструкции объектов капитального строительства, а также их капитального ремонта, если при их проведении затрагиваются конструктивные и другие характеристики надежности и безопасности таких объектов, требуется оформление следующей разрешительной документации:</w:t>
                  </w:r>
                </w:p>
              </w:txbxContent>
            </v:textbox>
            <w10:wrap type="square" anchorx="page" anchory="page"/>
          </v:rect>
        </w:pict>
      </w:r>
    </w:p>
    <w:p w:rsidR="009F3C5C" w:rsidRDefault="009F3C5C">
      <w:pPr>
        <w:pStyle w:val="Standard"/>
        <w:rPr>
          <w:sz w:val="2"/>
          <w:szCs w:val="2"/>
        </w:rPr>
        <w:sectPr w:rsidR="009F3C5C">
          <w:headerReference w:type="default" r:id="rId209"/>
          <w:footerReference w:type="default" r:id="rId210"/>
          <w:pgSz w:w="11906" w:h="16838"/>
          <w:pgMar w:top="360" w:right="360" w:bottom="360" w:left="360" w:header="0" w:footer="0" w:gutter="0"/>
          <w:cols w:space="720"/>
          <w:formProt w:val="0"/>
          <w:docGrid w:linePitch="240" w:charSpace="-6145"/>
        </w:sectPr>
      </w:pPr>
      <w:r>
        <w:rPr>
          <w:noProof/>
          <w:lang w:eastAsia="ru-RU" w:bidi="ar-SA"/>
        </w:rPr>
        <w:pict>
          <v:rect id="125" o:spid="_x0000_s1129" style="position:absolute;margin-left:81.5pt;margin-top:30.15pt;width:464.3pt;height:790.1pt;z-index:251763712;mso-position-horizontal-relative:page;mso-position-vertical-relative:page" filled="f" stroked="f" strokecolor="#3465a4">
            <v:fill o:detectmouseclick="t"/>
            <v:stroke joinstyle="round"/>
            <v:textbox>
              <w:txbxContent>
                <w:p w:rsidR="009F3C5C" w:rsidRDefault="009F3C5C">
                  <w:pPr>
                    <w:pStyle w:val="2"/>
                    <w:numPr>
                      <w:ilvl w:val="0"/>
                      <w:numId w:val="146"/>
                    </w:numPr>
                    <w:tabs>
                      <w:tab w:val="left" w:pos="847"/>
                    </w:tabs>
                    <w:spacing w:after="0" w:line="274" w:lineRule="exact"/>
                    <w:ind w:firstLine="640"/>
                    <w:jc w:val="both"/>
                  </w:pPr>
                  <w:r>
                    <w:rPr>
                      <w:rStyle w:val="CharStyle4"/>
                    </w:rPr>
                    <w:tab/>
                    <w:t>правоустанавливающих документов на земельный участок;</w:t>
                  </w:r>
                </w:p>
                <w:p w:rsidR="009F3C5C" w:rsidRDefault="009F3C5C">
                  <w:pPr>
                    <w:pStyle w:val="2"/>
                    <w:numPr>
                      <w:ilvl w:val="0"/>
                      <w:numId w:val="97"/>
                    </w:numPr>
                    <w:tabs>
                      <w:tab w:val="left" w:pos="847"/>
                    </w:tabs>
                    <w:spacing w:after="0" w:line="274" w:lineRule="exact"/>
                    <w:ind w:firstLine="640"/>
                    <w:jc w:val="both"/>
                  </w:pPr>
                  <w:r>
                    <w:rPr>
                      <w:rStyle w:val="CharStyle4"/>
                    </w:rPr>
                    <w:tab/>
                    <w:t>градостроительного плана земельного участка;</w:t>
                  </w:r>
                </w:p>
                <w:p w:rsidR="009F3C5C" w:rsidRDefault="009F3C5C">
                  <w:pPr>
                    <w:pStyle w:val="2"/>
                    <w:numPr>
                      <w:ilvl w:val="0"/>
                      <w:numId w:val="97"/>
                    </w:numPr>
                    <w:tabs>
                      <w:tab w:val="left" w:pos="783"/>
                    </w:tabs>
                    <w:spacing w:after="0" w:line="274" w:lineRule="exact"/>
                    <w:ind w:firstLine="640"/>
                    <w:jc w:val="both"/>
                  </w:pPr>
                  <w:r>
                    <w:rPr>
                      <w:rStyle w:val="CharStyle4"/>
                    </w:rPr>
                    <w:tab/>
                    <w:t>проектной документации, за исключением строительства, реконструкции, капитального ремонта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а также объектов, не являющихся объектами капитального строительства (остановочных павильонов, киосков, навесов, металлических гаражей, рекламных установок), объектов вспомогательного назначения;</w:t>
                  </w:r>
                </w:p>
                <w:p w:rsidR="009F3C5C" w:rsidRDefault="009F3C5C">
                  <w:pPr>
                    <w:pStyle w:val="2"/>
                    <w:numPr>
                      <w:ilvl w:val="0"/>
                      <w:numId w:val="97"/>
                    </w:numPr>
                    <w:tabs>
                      <w:tab w:val="left" w:pos="783"/>
                    </w:tabs>
                    <w:spacing w:after="0" w:line="274" w:lineRule="exact"/>
                    <w:ind w:firstLine="640"/>
                    <w:jc w:val="both"/>
                  </w:pPr>
                  <w:r>
                    <w:rPr>
                      <w:rStyle w:val="CharStyle4"/>
                    </w:rPr>
                    <w:tab/>
                    <w:t>положительного заключения государственной экспертизы проектной документации (кроме случаев, если для строительства, реконструкции, капитального ремонта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получивших положительные заключения государственной экспертизы и применяемые повторно, или модификации такой проектной документации, не затрагивающей конструктивных и других характеристик надежности и безопасности объектов капитального строительства);</w:t>
                  </w:r>
                </w:p>
                <w:p w:rsidR="009F3C5C" w:rsidRDefault="009F3C5C">
                  <w:pPr>
                    <w:pStyle w:val="2"/>
                    <w:numPr>
                      <w:ilvl w:val="0"/>
                      <w:numId w:val="97"/>
                    </w:numPr>
                    <w:tabs>
                      <w:tab w:val="left" w:pos="783"/>
                    </w:tabs>
                    <w:spacing w:after="0" w:line="274" w:lineRule="exact"/>
                    <w:ind w:firstLine="640"/>
                    <w:jc w:val="both"/>
                  </w:pPr>
                  <w:r>
                    <w:rPr>
                      <w:rStyle w:val="CharStyle4"/>
                    </w:rPr>
                    <w:tab/>
                    <w:t>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9F3C5C" w:rsidRDefault="009F3C5C">
                  <w:pPr>
                    <w:pStyle w:val="2"/>
                    <w:numPr>
                      <w:ilvl w:val="0"/>
                      <w:numId w:val="97"/>
                    </w:numPr>
                    <w:tabs>
                      <w:tab w:val="left" w:pos="783"/>
                    </w:tabs>
                    <w:spacing w:after="0" w:line="274" w:lineRule="exact"/>
                    <w:ind w:firstLine="640"/>
                    <w:jc w:val="both"/>
                  </w:pPr>
                  <w:r>
                    <w:rPr>
                      <w:rStyle w:val="CharStyle4"/>
                    </w:rPr>
                    <w:tab/>
                    <w:t>согласия всех правообладателей объекта капитального строительства в случае реконструкции такого объекта;</w:t>
                  </w:r>
                </w:p>
                <w:p w:rsidR="009F3C5C" w:rsidRDefault="009F3C5C">
                  <w:pPr>
                    <w:pStyle w:val="2"/>
                    <w:numPr>
                      <w:ilvl w:val="0"/>
                      <w:numId w:val="97"/>
                    </w:numPr>
                    <w:tabs>
                      <w:tab w:val="left" w:pos="783"/>
                    </w:tabs>
                    <w:spacing w:after="0" w:line="274" w:lineRule="exact"/>
                    <w:ind w:firstLine="640"/>
                    <w:jc w:val="both"/>
                  </w:pPr>
                  <w:r>
                    <w:rPr>
                      <w:rStyle w:val="CharStyle4"/>
                    </w:rPr>
                    <w:tab/>
                    <w:t>разрешения на строительство (за исключением случаев, предусмотренных законодательством Российской Федерации).</w:t>
                  </w:r>
                </w:p>
                <w:p w:rsidR="009F3C5C" w:rsidRDefault="009F3C5C">
                  <w:pPr>
                    <w:pStyle w:val="2"/>
                    <w:tabs>
                      <w:tab w:val="left" w:pos="931"/>
                    </w:tabs>
                    <w:spacing w:after="0" w:line="274" w:lineRule="exact"/>
                    <w:ind w:firstLine="640"/>
                    <w:jc w:val="both"/>
                  </w:pPr>
                  <w:r>
                    <w:rPr>
                      <w:rStyle w:val="CharStyle4"/>
                    </w:rPr>
                    <w:t>7.</w:t>
                  </w:r>
                  <w:r>
                    <w:rPr>
                      <w:rStyle w:val="CharStyle4"/>
                    </w:rPr>
                    <w:tab/>
                    <w:t>Порядок оформления разрешительной документации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главы сельского поселения Петровский сельсовет муниципального района Ишимбайский район Республики Башкортостан, а до их утверждения - соответствующими временными положениями, утвержденными постановлениями главы сельского поселения Яну- русовский сельсовет муниципального района Ишимбайский район Республики Башкортостан в развитие настоящих Правил.</w:t>
                  </w:r>
                </w:p>
                <w:p w:rsidR="009F3C5C" w:rsidRDefault="009F3C5C">
                  <w:pPr>
                    <w:pStyle w:val="2"/>
                    <w:tabs>
                      <w:tab w:val="left" w:pos="931"/>
                    </w:tabs>
                    <w:spacing w:after="0" w:line="274" w:lineRule="exact"/>
                    <w:ind w:firstLine="640"/>
                    <w:jc w:val="both"/>
                  </w:pPr>
                  <w:r>
                    <w:rPr>
                      <w:rStyle w:val="CharStyle4"/>
                    </w:rPr>
                    <w:t>8.</w:t>
                  </w:r>
                  <w:r>
                    <w:rPr>
                      <w:rStyle w:val="CharStyle4"/>
                    </w:rPr>
                    <w:tab/>
                    <w:t>Порядок предоставления земельных участков для строительства из земель, находящихся в государственной или муниципальной собственности регламентируется Земельным кодексом Российской Федерации.</w:t>
                  </w:r>
                </w:p>
                <w:p w:rsidR="009F3C5C" w:rsidRDefault="009F3C5C">
                  <w:pPr>
                    <w:pStyle w:val="2"/>
                    <w:spacing w:after="0" w:line="274" w:lineRule="exact"/>
                    <w:ind w:firstLine="640"/>
                    <w:jc w:val="both"/>
                  </w:pPr>
                  <w:r>
                    <w:rPr>
                      <w:rStyle w:val="CharStyle4"/>
                    </w:rPr>
                    <w:t>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 без предварительного согласования мест размещения объектов или с предварительным согласованием мест размещения объектов в соответствии со статьями 30,30,30,31,32,33 Земельного кодекса Российской Федерации.</w:t>
                  </w:r>
                </w:p>
                <w:p w:rsidR="009F3C5C" w:rsidRDefault="009F3C5C">
                  <w:pPr>
                    <w:pStyle w:val="2"/>
                    <w:spacing w:after="0" w:line="274" w:lineRule="exact"/>
                    <w:ind w:firstLine="640"/>
                    <w:jc w:val="both"/>
                  </w:pPr>
                  <w:r>
                    <w:rPr>
                      <w:rStyle w:val="CharStyle4"/>
                    </w:rPr>
                    <w:t>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статьей 38 Земельного кодекса Российской Федерации.</w:t>
                  </w:r>
                </w:p>
              </w:txbxContent>
            </v:textbox>
            <w10:wrap type="square" anchorx="page" anchory="page"/>
          </v:rect>
        </w:pict>
      </w:r>
    </w:p>
    <w:p w:rsidR="009F3C5C" w:rsidRDefault="009F3C5C">
      <w:pPr>
        <w:pStyle w:val="Standard"/>
        <w:rPr>
          <w:sz w:val="2"/>
          <w:szCs w:val="2"/>
        </w:rPr>
        <w:sectPr w:rsidR="009F3C5C">
          <w:headerReference w:type="default" r:id="rId211"/>
          <w:footerReference w:type="default" r:id="rId212"/>
          <w:pgSz w:w="11906" w:h="16838"/>
          <w:pgMar w:top="360" w:right="360" w:bottom="360" w:left="360" w:header="0" w:footer="0" w:gutter="0"/>
          <w:cols w:space="720"/>
          <w:formProt w:val="0"/>
          <w:docGrid w:linePitch="240" w:charSpace="-6145"/>
        </w:sectPr>
      </w:pPr>
      <w:r>
        <w:rPr>
          <w:noProof/>
          <w:lang w:eastAsia="ru-RU" w:bidi="ar-SA"/>
        </w:rPr>
        <w:pict>
          <v:rect id="126" o:spid="_x0000_s1130" style="position:absolute;margin-left:81.45pt;margin-top:30.65pt;width:464.8pt;height:791.7pt;z-index:251764736;mso-position-horizontal-relative:page;mso-position-vertical-relative:page" filled="f" stroked="f" strokecolor="#3465a4">
            <v:fill o:detectmouseclick="t"/>
            <v:stroke joinstyle="round"/>
            <v:textbox>
              <w:txbxContent>
                <w:p w:rsidR="009F3C5C" w:rsidRDefault="009F3C5C">
                  <w:pPr>
                    <w:pStyle w:val="2"/>
                    <w:tabs>
                      <w:tab w:val="left" w:pos="889"/>
                    </w:tabs>
                    <w:spacing w:after="0" w:line="274" w:lineRule="exact"/>
                    <w:ind w:firstLine="640"/>
                    <w:jc w:val="both"/>
                  </w:pPr>
                  <w:r>
                    <w:rPr>
                      <w:rStyle w:val="CharStyle4"/>
                    </w:rPr>
                    <w:t>9.</w:t>
                  </w:r>
                  <w:r>
                    <w:rPr>
                      <w:rStyle w:val="CharStyle4"/>
                    </w:rPr>
                    <w:tab/>
                    <w:t>В случае, если в соответствии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уполномоченный на осуществление государственного строительного надзора орган извещение о начале таких работ, к которому прилагаются следующие документы:</w:t>
                  </w:r>
                </w:p>
                <w:p w:rsidR="009F3C5C" w:rsidRDefault="009F3C5C">
                  <w:pPr>
                    <w:pStyle w:val="2"/>
                    <w:numPr>
                      <w:ilvl w:val="0"/>
                      <w:numId w:val="147"/>
                    </w:numPr>
                    <w:tabs>
                      <w:tab w:val="left" w:pos="958"/>
                    </w:tabs>
                    <w:spacing w:after="0" w:line="274" w:lineRule="exact"/>
                    <w:ind w:firstLine="640"/>
                    <w:jc w:val="both"/>
                  </w:pPr>
                  <w:r>
                    <w:rPr>
                      <w:rStyle w:val="CharStyle4"/>
                    </w:rPr>
                    <w:tab/>
                    <w:t>копия разрешения на строительство;</w:t>
                  </w:r>
                </w:p>
                <w:p w:rsidR="009F3C5C" w:rsidRDefault="009F3C5C">
                  <w:pPr>
                    <w:pStyle w:val="2"/>
                    <w:numPr>
                      <w:ilvl w:val="0"/>
                      <w:numId w:val="147"/>
                    </w:numPr>
                    <w:tabs>
                      <w:tab w:val="left" w:pos="893"/>
                    </w:tabs>
                    <w:spacing w:after="0" w:line="274" w:lineRule="exact"/>
                    <w:ind w:firstLine="640"/>
                    <w:jc w:val="both"/>
                  </w:pPr>
                  <w:r>
                    <w:rPr>
                      <w:rStyle w:val="CharStyle4"/>
                    </w:rPr>
                    <w:tab/>
                    <w:t>проектная документация в полном объеме, а в случае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9F3C5C" w:rsidRDefault="009F3C5C">
                  <w:pPr>
                    <w:pStyle w:val="2"/>
                    <w:numPr>
                      <w:ilvl w:val="0"/>
                      <w:numId w:val="147"/>
                    </w:numPr>
                    <w:tabs>
                      <w:tab w:val="left" w:pos="903"/>
                    </w:tabs>
                    <w:spacing w:after="0" w:line="274" w:lineRule="exact"/>
                    <w:ind w:firstLine="640"/>
                    <w:jc w:val="both"/>
                  </w:pPr>
                  <w:r>
                    <w:rPr>
                      <w:rStyle w:val="CharStyle4"/>
                    </w:rPr>
                    <w:tab/>
                    <w:t>копия документа о вынесении на местность линий отступа от красных линий;</w:t>
                  </w:r>
                </w:p>
                <w:p w:rsidR="009F3C5C" w:rsidRDefault="009F3C5C">
                  <w:pPr>
                    <w:pStyle w:val="2"/>
                    <w:numPr>
                      <w:ilvl w:val="0"/>
                      <w:numId w:val="147"/>
                    </w:numPr>
                    <w:tabs>
                      <w:tab w:val="left" w:pos="889"/>
                    </w:tabs>
                    <w:spacing w:after="0" w:line="274" w:lineRule="exact"/>
                    <w:ind w:firstLine="640"/>
                    <w:jc w:val="both"/>
                  </w:pPr>
                  <w:r>
                    <w:rPr>
                      <w:rStyle w:val="CharStyle4"/>
                    </w:rPr>
                    <w:tab/>
                    <w:t>общий и специальные журналы, в которых ведется учет выполнения работ;</w:t>
                  </w:r>
                </w:p>
                <w:p w:rsidR="009F3C5C" w:rsidRDefault="009F3C5C">
                  <w:pPr>
                    <w:pStyle w:val="2"/>
                    <w:numPr>
                      <w:ilvl w:val="0"/>
                      <w:numId w:val="147"/>
                    </w:numPr>
                    <w:tabs>
                      <w:tab w:val="left" w:pos="908"/>
                    </w:tabs>
                    <w:spacing w:after="0" w:line="274" w:lineRule="exact"/>
                    <w:ind w:firstLine="640"/>
                    <w:jc w:val="both"/>
                  </w:pPr>
                  <w:r>
                    <w:rPr>
                      <w:rStyle w:val="CharStyle4"/>
                    </w:rPr>
                    <w:tab/>
                    <w:t>положительное заключение государственной экспертизы проектной документации в случае, если проектная документация объекта капитального строительства подлежит государственной экспертизе, в соответствии со статьей 49 Градостроительного кодекса Российской Федерации.</w:t>
                  </w:r>
                </w:p>
                <w:p w:rsidR="009F3C5C" w:rsidRDefault="009F3C5C">
                  <w:pPr>
                    <w:pStyle w:val="2"/>
                    <w:tabs>
                      <w:tab w:val="left" w:pos="1185"/>
                    </w:tabs>
                    <w:spacing w:after="0" w:line="274" w:lineRule="exact"/>
                    <w:ind w:firstLine="640"/>
                    <w:jc w:val="both"/>
                  </w:pPr>
                  <w:r>
                    <w:rPr>
                      <w:rStyle w:val="CharStyle4"/>
                    </w:rPr>
                    <w:t>10.</w:t>
                  </w:r>
                  <w:r>
                    <w:rPr>
                      <w:rStyle w:val="CharStyle4"/>
                    </w:rPr>
                    <w:tab/>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9F3C5C" w:rsidRDefault="009F3C5C">
                  <w:pPr>
                    <w:pStyle w:val="2"/>
                    <w:spacing w:after="0" w:line="274" w:lineRule="exact"/>
                    <w:ind w:firstLine="640"/>
                    <w:jc w:val="both"/>
                  </w:pPr>
                  <w:r>
                    <w:rPr>
                      <w:rStyle w:val="CharStyle4"/>
                    </w:rPr>
                    <w:t>Лицо, осуществляющее строительство, также обязано:</w:t>
                  </w:r>
                </w:p>
                <w:p w:rsidR="009F3C5C" w:rsidRDefault="009F3C5C">
                  <w:pPr>
                    <w:pStyle w:val="2"/>
                    <w:numPr>
                      <w:ilvl w:val="0"/>
                      <w:numId w:val="148"/>
                    </w:numPr>
                    <w:tabs>
                      <w:tab w:val="left" w:pos="873"/>
                    </w:tabs>
                    <w:spacing w:after="0" w:line="274" w:lineRule="exact"/>
                    <w:ind w:firstLine="640"/>
                    <w:jc w:val="both"/>
                  </w:pPr>
                  <w:r>
                    <w:rPr>
                      <w:rStyle w:val="CharStyle4"/>
                    </w:rPr>
                    <w:tab/>
                    <w:t>обеспечивать доступ на территорию, на которой осуществляются</w:t>
                  </w:r>
                </w:p>
                <w:p w:rsidR="009F3C5C" w:rsidRDefault="009F3C5C">
                  <w:pPr>
                    <w:pStyle w:val="2"/>
                    <w:tabs>
                      <w:tab w:val="left" w:pos="2041"/>
                      <w:tab w:val="left" w:pos="8228"/>
                    </w:tabs>
                    <w:spacing w:after="0" w:line="274" w:lineRule="exact"/>
                    <w:jc w:val="both"/>
                  </w:pPr>
                  <w:r>
                    <w:rPr>
                      <w:rStyle w:val="CharStyle4"/>
                    </w:rPr>
                    <w:t>строительства, реконструкции, капитального ремонта объекта капитального строительства,</w:t>
                  </w:r>
                  <w:r>
                    <w:rPr>
                      <w:rStyle w:val="CharStyle4"/>
                    </w:rPr>
                    <w:tab/>
                    <w:t>представителей застройщика или заказчика,</w:t>
                  </w:r>
                  <w:r>
                    <w:rPr>
                      <w:rStyle w:val="CharStyle4"/>
                    </w:rPr>
                    <w:tab/>
                    <w:t>органов</w:t>
                  </w:r>
                </w:p>
                <w:p w:rsidR="009F3C5C" w:rsidRDefault="009F3C5C">
                  <w:pPr>
                    <w:pStyle w:val="2"/>
                    <w:spacing w:after="0" w:line="274" w:lineRule="exact"/>
                    <w:jc w:val="both"/>
                  </w:pPr>
                  <w:r>
                    <w:rPr>
                      <w:rStyle w:val="CharStyle4"/>
                    </w:rPr>
                    <w:t>государственного строительного надзора,</w:t>
                  </w:r>
                </w:p>
                <w:p w:rsidR="009F3C5C" w:rsidRDefault="009F3C5C">
                  <w:pPr>
                    <w:pStyle w:val="2"/>
                    <w:numPr>
                      <w:ilvl w:val="0"/>
                      <w:numId w:val="97"/>
                    </w:numPr>
                    <w:tabs>
                      <w:tab w:val="left" w:pos="873"/>
                    </w:tabs>
                    <w:spacing w:after="0" w:line="274" w:lineRule="exact"/>
                    <w:ind w:firstLine="640"/>
                    <w:jc w:val="both"/>
                  </w:pPr>
                  <w:r>
                    <w:rPr>
                      <w:rStyle w:val="CharStyle4"/>
                    </w:rPr>
                    <w:tab/>
                    <w:t>предоставлять им необходимую документацию,</w:t>
                  </w:r>
                </w:p>
                <w:p w:rsidR="009F3C5C" w:rsidRDefault="009F3C5C">
                  <w:pPr>
                    <w:pStyle w:val="2"/>
                    <w:numPr>
                      <w:ilvl w:val="0"/>
                      <w:numId w:val="97"/>
                    </w:numPr>
                    <w:tabs>
                      <w:tab w:val="left" w:pos="873"/>
                    </w:tabs>
                    <w:spacing w:after="0" w:line="274" w:lineRule="exact"/>
                    <w:ind w:firstLine="640"/>
                    <w:jc w:val="both"/>
                  </w:pPr>
                  <w:r>
                    <w:rPr>
                      <w:rStyle w:val="CharStyle4"/>
                    </w:rPr>
                    <w:tab/>
                    <w:t>проводить строительный контроль,</w:t>
                  </w:r>
                </w:p>
                <w:p w:rsidR="009F3C5C" w:rsidRDefault="009F3C5C">
                  <w:pPr>
                    <w:pStyle w:val="2"/>
                    <w:numPr>
                      <w:ilvl w:val="0"/>
                      <w:numId w:val="97"/>
                    </w:numPr>
                    <w:tabs>
                      <w:tab w:val="left" w:pos="873"/>
                    </w:tabs>
                    <w:spacing w:after="0" w:line="274" w:lineRule="exact"/>
                    <w:ind w:firstLine="640"/>
                    <w:jc w:val="both"/>
                  </w:pPr>
                  <w:r>
                    <w:rPr>
                      <w:rStyle w:val="CharStyle4"/>
                    </w:rPr>
                    <w:tab/>
                    <w:t>обеспечивать ведение исполнительной документации,</w:t>
                  </w:r>
                </w:p>
                <w:p w:rsidR="009F3C5C" w:rsidRDefault="009F3C5C">
                  <w:pPr>
                    <w:pStyle w:val="2"/>
                    <w:tabs>
                      <w:tab w:val="left" w:pos="2041"/>
                      <w:tab w:val="left" w:pos="8228"/>
                    </w:tabs>
                    <w:spacing w:after="0" w:line="274" w:lineRule="exact"/>
                    <w:ind w:firstLine="640"/>
                    <w:jc w:val="both"/>
                  </w:pPr>
                  <w:r>
                    <w:rPr>
                      <w:rStyle w:val="CharStyle4"/>
                    </w:rPr>
                    <w:t>-извещать</w:t>
                  </w:r>
                  <w:r>
                    <w:rPr>
                      <w:rStyle w:val="CharStyle4"/>
                    </w:rPr>
                    <w:tab/>
                    <w:t>застройщика или заказчика, представителей</w:t>
                  </w:r>
                  <w:r>
                    <w:rPr>
                      <w:rStyle w:val="CharStyle4"/>
                    </w:rPr>
                    <w:tab/>
                    <w:t>органов</w:t>
                  </w:r>
                </w:p>
                <w:p w:rsidR="009F3C5C" w:rsidRDefault="009F3C5C">
                  <w:pPr>
                    <w:pStyle w:val="2"/>
                    <w:spacing w:after="0" w:line="274" w:lineRule="exact"/>
                    <w:jc w:val="both"/>
                  </w:pPr>
                  <w:r>
                    <w:rPr>
                      <w:rStyle w:val="CharStyle4"/>
                    </w:rPr>
                    <w:t>государственного строительного надзора о сроках завершения работ, которые подлежат проверке,</w:t>
                  </w:r>
                </w:p>
                <w:p w:rsidR="009F3C5C" w:rsidRDefault="009F3C5C">
                  <w:pPr>
                    <w:pStyle w:val="2"/>
                    <w:numPr>
                      <w:ilvl w:val="0"/>
                      <w:numId w:val="97"/>
                    </w:numPr>
                    <w:tabs>
                      <w:tab w:val="left" w:pos="873"/>
                    </w:tabs>
                    <w:spacing w:after="0" w:line="274" w:lineRule="exact"/>
                    <w:ind w:firstLine="640"/>
                    <w:jc w:val="both"/>
                  </w:pPr>
                  <w:r>
                    <w:rPr>
                      <w:rStyle w:val="CharStyle4"/>
                    </w:rPr>
                    <w:tab/>
                    <w:t>обеспечивать устранение выявленных недостатков и не приступать к продолжению работ до составления актов об устранении выявленных недостатков,</w:t>
                  </w:r>
                </w:p>
                <w:p w:rsidR="009F3C5C" w:rsidRDefault="009F3C5C">
                  <w:pPr>
                    <w:pStyle w:val="2"/>
                    <w:numPr>
                      <w:ilvl w:val="0"/>
                      <w:numId w:val="97"/>
                    </w:numPr>
                    <w:tabs>
                      <w:tab w:val="left" w:pos="873"/>
                    </w:tabs>
                    <w:spacing w:after="0" w:line="274" w:lineRule="exact"/>
                    <w:ind w:firstLine="640"/>
                    <w:jc w:val="both"/>
                  </w:pPr>
                  <w:r>
                    <w:rPr>
                      <w:rStyle w:val="CharStyle4"/>
                    </w:rPr>
                    <w:tab/>
                    <w:t>обеспечивать контроль за качеством применяемых строительных материалов.</w:t>
                  </w:r>
                </w:p>
              </w:txbxContent>
            </v:textbox>
            <w10:wrap type="square" anchorx="page" anchory="page"/>
          </v:rect>
        </w:pict>
      </w:r>
    </w:p>
    <w:p w:rsidR="009F3C5C" w:rsidRDefault="009F3C5C">
      <w:pPr>
        <w:pStyle w:val="Standard"/>
        <w:rPr>
          <w:sz w:val="2"/>
          <w:szCs w:val="2"/>
        </w:rPr>
        <w:sectPr w:rsidR="009F3C5C">
          <w:headerReference w:type="default" r:id="rId213"/>
          <w:footerReference w:type="default" r:id="rId214"/>
          <w:pgSz w:w="11906" w:h="16838"/>
          <w:pgMar w:top="360" w:right="360" w:bottom="360" w:left="360" w:header="0" w:footer="0" w:gutter="0"/>
          <w:cols w:space="720"/>
          <w:formProt w:val="0"/>
          <w:docGrid w:linePitch="240" w:charSpace="-6145"/>
        </w:sectPr>
      </w:pPr>
      <w:r>
        <w:rPr>
          <w:noProof/>
          <w:lang w:eastAsia="ru-RU" w:bidi="ar-SA"/>
        </w:rPr>
        <w:pict>
          <v:rect id="127" o:spid="_x0000_s1131" style="position:absolute;margin-left:81.45pt;margin-top:30.15pt;width:464.8pt;height:794.25pt;z-index:251765760;mso-position-horizontal-relative:page;mso-position-vertical-relative:page" filled="f" stroked="f" strokecolor="#3465a4">
            <v:fill o:detectmouseclick="t"/>
            <v:stroke joinstyle="round"/>
            <v:textbox>
              <w:txbxContent>
                <w:p w:rsidR="009F3C5C" w:rsidRDefault="009F3C5C">
                  <w:pPr>
                    <w:pStyle w:val="2"/>
                    <w:tabs>
                      <w:tab w:val="left" w:pos="1071"/>
                    </w:tabs>
                    <w:spacing w:after="0" w:line="274" w:lineRule="exact"/>
                    <w:ind w:firstLine="660"/>
                    <w:jc w:val="both"/>
                  </w:pPr>
                  <w:r>
                    <w:rPr>
                      <w:rStyle w:val="CharStyle4"/>
                    </w:rPr>
                    <w:t>11.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9F3C5C" w:rsidRDefault="009F3C5C">
                  <w:pPr>
                    <w:pStyle w:val="2"/>
                    <w:tabs>
                      <w:tab w:val="left" w:pos="1071"/>
                    </w:tabs>
                    <w:spacing w:after="0" w:line="274" w:lineRule="exact"/>
                    <w:ind w:firstLine="660"/>
                    <w:jc w:val="both"/>
                  </w:pPr>
                  <w:r>
                    <w:rPr>
                      <w:rStyle w:val="CharStyle4"/>
                    </w:rPr>
                    <w:t>12.</w:t>
                  </w:r>
                  <w:r>
                    <w:rPr>
                      <w:rStyle w:val="CharStyle4"/>
                    </w:rPr>
                    <w:tab/>
                    <w:t>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9F3C5C" w:rsidRDefault="009F3C5C">
                  <w:pPr>
                    <w:pStyle w:val="2"/>
                    <w:tabs>
                      <w:tab w:val="left" w:pos="1071"/>
                    </w:tabs>
                    <w:spacing w:after="0" w:line="274" w:lineRule="exact"/>
                    <w:ind w:firstLine="660"/>
                    <w:jc w:val="both"/>
                  </w:pPr>
                  <w:r>
                    <w:rPr>
                      <w:rStyle w:val="CharStyle4"/>
                    </w:rPr>
                    <w:t>13.</w:t>
                  </w:r>
                  <w:r>
                    <w:rPr>
                      <w:rStyle w:val="CharStyle4"/>
                    </w:rPr>
                    <w:tab/>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9F3C5C" w:rsidRDefault="009F3C5C">
                  <w:pPr>
                    <w:pStyle w:val="2"/>
                    <w:tabs>
                      <w:tab w:val="left" w:pos="1071"/>
                    </w:tabs>
                    <w:spacing w:after="0" w:line="274" w:lineRule="exact"/>
                    <w:ind w:firstLine="660"/>
                    <w:jc w:val="both"/>
                  </w:pPr>
                  <w:r>
                    <w:rPr>
                      <w:rStyle w:val="CharStyle4"/>
                    </w:rPr>
                    <w:t>14.</w:t>
                  </w:r>
                  <w:r>
                    <w:rPr>
                      <w:rStyle w:val="CharStyle4"/>
                    </w:rPr>
                    <w:tab/>
                    <w:t>Использование в процессе строительства, реконструкции, капитального ремонта смежно расположенных земельных участков либо территорий общего пользования возможно на основании договора, а также частного сервитута, если постановлением главы сельского поселения Петровский сельсовет муниципального района Ишимбайский район Республики Башкортостан не установлен публичный сервитут с описанием содержания такого сервитута.</w:t>
                  </w:r>
                </w:p>
                <w:p w:rsidR="009F3C5C" w:rsidRDefault="009F3C5C">
                  <w:pPr>
                    <w:pStyle w:val="2"/>
                    <w:tabs>
                      <w:tab w:val="left" w:pos="1071"/>
                    </w:tabs>
                    <w:spacing w:after="0" w:line="274" w:lineRule="exact"/>
                    <w:ind w:firstLine="660"/>
                    <w:jc w:val="both"/>
                  </w:pPr>
                  <w:r>
                    <w:rPr>
                      <w:rStyle w:val="CharStyle4"/>
                    </w:rPr>
                    <w:t>15.</w:t>
                  </w:r>
                  <w:r>
                    <w:rPr>
                      <w:rStyle w:val="CharStyle4"/>
                    </w:rPr>
                    <w:tab/>
                    <w:t>в процессе строительства, реконструкции, капитального ремонта проводятся:</w:t>
                  </w:r>
                </w:p>
                <w:p w:rsidR="009F3C5C" w:rsidRDefault="009F3C5C">
                  <w:pPr>
                    <w:pStyle w:val="2"/>
                    <w:numPr>
                      <w:ilvl w:val="0"/>
                      <w:numId w:val="149"/>
                    </w:numPr>
                    <w:tabs>
                      <w:tab w:val="left" w:pos="816"/>
                    </w:tabs>
                    <w:spacing w:after="0" w:line="274" w:lineRule="exact"/>
                    <w:ind w:firstLine="660"/>
                    <w:jc w:val="both"/>
                  </w:pPr>
                  <w:r>
                    <w:rPr>
                      <w:rStyle w:val="CharStyle4"/>
                    </w:rPr>
                    <w:tab/>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w:t>
                  </w:r>
                </w:p>
                <w:p w:rsidR="009F3C5C" w:rsidRDefault="009F3C5C">
                  <w:pPr>
                    <w:pStyle w:val="2"/>
                    <w:numPr>
                      <w:ilvl w:val="0"/>
                      <w:numId w:val="97"/>
                    </w:numPr>
                    <w:tabs>
                      <w:tab w:val="left" w:pos="816"/>
                    </w:tabs>
                    <w:spacing w:after="0" w:line="274" w:lineRule="exact"/>
                    <w:ind w:firstLine="660"/>
                    <w:jc w:val="both"/>
                  </w:pPr>
                  <w:r>
                    <w:rPr>
                      <w:rStyle w:val="CharStyle4"/>
                    </w:rPr>
                    <w:tab/>
                    <w:t>строительный контроль применительно ко всем объектов капитального строительства.</w:t>
                  </w:r>
                </w:p>
                <w:p w:rsidR="009F3C5C" w:rsidRDefault="009F3C5C">
                  <w:pPr>
                    <w:pStyle w:val="2"/>
                    <w:spacing w:after="0" w:line="274" w:lineRule="exact"/>
                    <w:ind w:firstLine="660"/>
                    <w:jc w:val="both"/>
                  </w:pPr>
                  <w:r>
                    <w:rPr>
                      <w:rStyle w:val="CharStyle4"/>
                    </w:rPr>
                    <w:t>В процессе строительства, реконструкции, капитального ремонта лицо, осуществившее подготовку проектной документации строящегося, реконструируемого, ремонтируемого объектов капитального строительства, вправе осуществлять авторский надзор в соответствии с законодательством Российской Федерации.</w:t>
                  </w:r>
                </w:p>
                <w:p w:rsidR="009F3C5C" w:rsidRDefault="009F3C5C">
                  <w:pPr>
                    <w:pStyle w:val="2"/>
                    <w:tabs>
                      <w:tab w:val="left" w:pos="1071"/>
                    </w:tabs>
                    <w:spacing w:after="0" w:line="274" w:lineRule="exact"/>
                    <w:ind w:firstLine="660"/>
                    <w:jc w:val="both"/>
                  </w:pPr>
                  <w:r>
                    <w:rPr>
                      <w:rStyle w:val="CharStyle4"/>
                    </w:rPr>
                    <w:t>16.</w:t>
                  </w:r>
                  <w:r>
                    <w:rPr>
                      <w:rStyle w:val="CharStyle4"/>
                    </w:rPr>
                    <w:tab/>
                    <w:t>Государственный строительный надзор осуществляется в соответствии с законодательством Российской Федерации.</w:t>
                  </w:r>
                </w:p>
                <w:p w:rsidR="009F3C5C" w:rsidRDefault="009F3C5C">
                  <w:pPr>
                    <w:pStyle w:val="2"/>
                    <w:tabs>
                      <w:tab w:val="left" w:pos="1071"/>
                    </w:tabs>
                    <w:spacing w:after="0" w:line="274" w:lineRule="exact"/>
                    <w:ind w:firstLine="660"/>
                    <w:jc w:val="both"/>
                  </w:pPr>
                  <w:r>
                    <w:rPr>
                      <w:rStyle w:val="CharStyle4"/>
                    </w:rPr>
                    <w:t>17.</w:t>
                  </w:r>
                  <w:r>
                    <w:rPr>
                      <w:rStyle w:val="CharStyle4"/>
                    </w:rPr>
                    <w:tab/>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txbxContent>
            </v:textbox>
            <w10:wrap type="square" anchorx="page" anchory="page"/>
          </v:rect>
        </w:pict>
      </w:r>
    </w:p>
    <w:p w:rsidR="009F3C5C" w:rsidRDefault="009F3C5C">
      <w:pPr>
        <w:pStyle w:val="Standard"/>
        <w:rPr>
          <w:sz w:val="2"/>
          <w:szCs w:val="2"/>
        </w:rPr>
        <w:sectPr w:rsidR="009F3C5C">
          <w:headerReference w:type="default" r:id="rId215"/>
          <w:footerReference w:type="default" r:id="rId216"/>
          <w:pgSz w:w="11906" w:h="16838"/>
          <w:pgMar w:top="360" w:right="360" w:bottom="360" w:left="360" w:header="0" w:footer="0" w:gutter="0"/>
          <w:cols w:space="720"/>
          <w:formProt w:val="0"/>
          <w:docGrid w:linePitch="240" w:charSpace="-6145"/>
        </w:sectPr>
      </w:pPr>
      <w:r>
        <w:rPr>
          <w:noProof/>
          <w:lang w:eastAsia="ru-RU" w:bidi="ar-SA"/>
        </w:rPr>
        <w:pict>
          <v:rect id="128" o:spid="_x0000_s1132" style="position:absolute;margin-left:81.25pt;margin-top:29.95pt;width:464.8pt;height:791.8pt;z-index:251766784;mso-position-horizontal-relative:page;mso-position-vertical-relative:page" filled="f" stroked="f" strokecolor="#3465a4">
            <v:fill o:detectmouseclick="t"/>
            <v:stroke joinstyle="round"/>
            <v:textbox>
              <w:txbxContent>
                <w:p w:rsidR="009F3C5C" w:rsidRDefault="009F3C5C">
                  <w:pPr>
                    <w:pStyle w:val="2"/>
                    <w:tabs>
                      <w:tab w:val="left" w:pos="1238"/>
                    </w:tabs>
                    <w:spacing w:after="244" w:line="278" w:lineRule="exact"/>
                    <w:ind w:firstLine="660"/>
                    <w:jc w:val="both"/>
                  </w:pPr>
                  <w:r>
                    <w:rPr>
                      <w:rStyle w:val="CharStyle4"/>
                      <w:b/>
                      <w:bCs/>
                    </w:rPr>
                    <w:tab/>
                    <w:t>10.2 Инженерные изыскания для подготовки проектной документации. Архитектурно-строительное проектирование</w:t>
                  </w:r>
                </w:p>
                <w:p w:rsidR="009F3C5C" w:rsidRDefault="009F3C5C">
                  <w:pPr>
                    <w:pStyle w:val="2"/>
                    <w:numPr>
                      <w:ilvl w:val="0"/>
                      <w:numId w:val="150"/>
                    </w:numPr>
                    <w:tabs>
                      <w:tab w:val="left" w:pos="884"/>
                    </w:tabs>
                    <w:spacing w:after="0" w:line="274" w:lineRule="exact"/>
                    <w:ind w:firstLine="660"/>
                    <w:jc w:val="both"/>
                  </w:pPr>
                  <w:r>
                    <w:rPr>
                      <w:rStyle w:val="CharStyle4"/>
                    </w:rPr>
                    <w:tab/>
                    <w:t>Результаты инженерных изысканий представляют собой документ о выполнении инженерных изысканий,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из завершения и о результатах оценки влияния строительства, реконструкции такого объекта на другие объекты капитального строительства.</w:t>
                  </w:r>
                </w:p>
                <w:p w:rsidR="009F3C5C" w:rsidRDefault="009F3C5C">
                  <w:pPr>
                    <w:pStyle w:val="2"/>
                    <w:spacing w:after="0" w:line="274" w:lineRule="exact"/>
                    <w:ind w:firstLine="660"/>
                    <w:jc w:val="both"/>
                  </w:pPr>
                  <w:r>
                    <w:rPr>
                      <w:rStyle w:val="CharStyle4"/>
                    </w:rPr>
                    <w:t>Инженерные изыскания выполняются для подготовки проектной документации, строительства, реконструкции, объектов капитального строительства. Не допускаются подготовка и реализация проектной документации без выполнения соответствующих инженерных изысканий.</w:t>
                  </w:r>
                </w:p>
                <w:p w:rsidR="009F3C5C" w:rsidRDefault="009F3C5C">
                  <w:pPr>
                    <w:pStyle w:val="2"/>
                    <w:numPr>
                      <w:ilvl w:val="0"/>
                      <w:numId w:val="150"/>
                    </w:numPr>
                    <w:tabs>
                      <w:tab w:val="left" w:pos="879"/>
                    </w:tabs>
                    <w:spacing w:after="0" w:line="274" w:lineRule="exact"/>
                    <w:ind w:firstLine="660"/>
                    <w:jc w:val="both"/>
                  </w:pPr>
                  <w:r>
                    <w:rPr>
                      <w:rStyle w:val="CharStyle4"/>
                    </w:rPr>
                    <w:tab/>
                    <w:t>Инженерные изыскания могут выполняться физическими или юридическими лицами, которые соответствуют требованиям законодательства Российской Федерации, предъявляемые к лицам, выполняющим инженерные изыскания (далее - лица, выполняющие инженерные изыскания).</w:t>
                  </w:r>
                </w:p>
                <w:p w:rsidR="009F3C5C" w:rsidRDefault="009F3C5C">
                  <w:pPr>
                    <w:pStyle w:val="2"/>
                    <w:numPr>
                      <w:ilvl w:val="0"/>
                      <w:numId w:val="150"/>
                    </w:numPr>
                    <w:tabs>
                      <w:tab w:val="left" w:pos="879"/>
                    </w:tabs>
                    <w:spacing w:after="0" w:line="274" w:lineRule="exact"/>
                    <w:ind w:firstLine="660"/>
                    <w:jc w:val="both"/>
                  </w:pPr>
                  <w:r>
                    <w:rPr>
                      <w:rStyle w:val="CharStyle4"/>
                    </w:rPr>
                    <w:tab/>
                    <w:t>Лицами, выполняющими инженерные изыскания, являются застройщик либо привлекаемое на основании договора застройщиком или уполномоченным им лицом (далее - заказчик) физическое или юридическое лицо.</w:t>
                  </w:r>
                </w:p>
                <w:p w:rsidR="009F3C5C" w:rsidRDefault="009F3C5C">
                  <w:pPr>
                    <w:pStyle w:val="2"/>
                    <w:numPr>
                      <w:ilvl w:val="0"/>
                      <w:numId w:val="150"/>
                    </w:numPr>
                    <w:tabs>
                      <w:tab w:val="left" w:pos="889"/>
                    </w:tabs>
                    <w:spacing w:after="0" w:line="274" w:lineRule="exact"/>
                    <w:ind w:firstLine="660"/>
                    <w:jc w:val="both"/>
                  </w:pPr>
                  <w:r>
                    <w:rPr>
                      <w:rStyle w:val="CharStyle4"/>
                    </w:rPr>
                    <w:tab/>
                    <w:t>Инженерные изыскания для подготовки проектной документации, строительства, реконструкции, капитального ремонта объекта капитального строительства, реконструкции объектов капитального строительства выполняются в целях получения:</w:t>
                  </w:r>
                </w:p>
                <w:p w:rsidR="009F3C5C" w:rsidRDefault="009F3C5C">
                  <w:pPr>
                    <w:pStyle w:val="2"/>
                    <w:numPr>
                      <w:ilvl w:val="0"/>
                      <w:numId w:val="151"/>
                    </w:numPr>
                    <w:tabs>
                      <w:tab w:val="left" w:pos="893"/>
                    </w:tabs>
                    <w:spacing w:after="0" w:line="274" w:lineRule="exact"/>
                    <w:ind w:firstLine="660"/>
                    <w:jc w:val="both"/>
                  </w:pPr>
                  <w:r>
                    <w:rPr>
                      <w:rStyle w:val="CharStyle4"/>
                    </w:rPr>
                    <w:tab/>
                    <w:t>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9F3C5C" w:rsidRDefault="009F3C5C">
                  <w:pPr>
                    <w:pStyle w:val="2"/>
                    <w:numPr>
                      <w:ilvl w:val="0"/>
                      <w:numId w:val="151"/>
                    </w:numPr>
                    <w:tabs>
                      <w:tab w:val="left" w:pos="893"/>
                    </w:tabs>
                    <w:spacing w:after="0" w:line="274" w:lineRule="exact"/>
                    <w:ind w:firstLine="660"/>
                    <w:jc w:val="both"/>
                  </w:pPr>
                  <w:r>
                    <w:rPr>
                      <w:rStyle w:val="CharStyle4"/>
                    </w:rPr>
                    <w:tab/>
                    <w:t>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9F3C5C" w:rsidRDefault="009F3C5C">
                  <w:pPr>
                    <w:pStyle w:val="2"/>
                    <w:numPr>
                      <w:ilvl w:val="0"/>
                      <w:numId w:val="151"/>
                    </w:numPr>
                    <w:tabs>
                      <w:tab w:val="left" w:pos="899"/>
                    </w:tabs>
                    <w:spacing w:after="0" w:line="274" w:lineRule="exact"/>
                    <w:ind w:firstLine="660"/>
                    <w:jc w:val="both"/>
                  </w:pPr>
                  <w:r>
                    <w:rPr>
                      <w:rStyle w:val="CharStyle4"/>
                    </w:rPr>
                    <w:tab/>
                    <w:t>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txbxContent>
            </v:textbox>
            <w10:wrap type="square" anchorx="page" anchory="page"/>
          </v:rect>
        </w:pict>
      </w:r>
    </w:p>
    <w:p w:rsidR="009F3C5C" w:rsidRDefault="009F3C5C">
      <w:pPr>
        <w:pStyle w:val="Standard"/>
        <w:rPr>
          <w:sz w:val="2"/>
          <w:szCs w:val="2"/>
        </w:rPr>
        <w:sectPr w:rsidR="009F3C5C">
          <w:headerReference w:type="default" r:id="rId217"/>
          <w:footerReference w:type="default" r:id="rId218"/>
          <w:pgSz w:w="11906" w:h="16838"/>
          <w:pgMar w:top="360" w:right="360" w:bottom="360" w:left="360" w:header="0" w:footer="0" w:gutter="0"/>
          <w:cols w:space="720"/>
          <w:formProt w:val="0"/>
          <w:docGrid w:linePitch="240" w:charSpace="-6145"/>
        </w:sectPr>
      </w:pPr>
      <w:r>
        <w:rPr>
          <w:noProof/>
          <w:lang w:eastAsia="ru-RU" w:bidi="ar-SA"/>
        </w:rPr>
        <w:pict>
          <v:rect id="129" o:spid="_x0000_s1133" style="position:absolute;margin-left:81.25pt;margin-top:30.4pt;width:464.8pt;height:792.45pt;z-index:251767808;mso-position-horizontal-relative:page;mso-position-vertical-relative:page" filled="f" stroked="f" strokecolor="#3465a4">
            <v:fill o:detectmouseclick="t"/>
            <v:stroke joinstyle="round"/>
            <v:textbox>
              <w:txbxContent>
                <w:p w:rsidR="009F3C5C" w:rsidRDefault="009F3C5C">
                  <w:pPr>
                    <w:pStyle w:val="2"/>
                    <w:tabs>
                      <w:tab w:val="left" w:pos="890"/>
                    </w:tabs>
                    <w:spacing w:after="0" w:line="274" w:lineRule="exact"/>
                    <w:ind w:firstLine="660"/>
                    <w:jc w:val="both"/>
                  </w:pPr>
                  <w:r>
                    <w:rPr>
                      <w:rStyle w:val="CharStyle4"/>
                    </w:rPr>
                    <w:t>5.</w:t>
                  </w:r>
                  <w:r>
                    <w:rPr>
                      <w:rStyle w:val="CharStyle4"/>
                    </w:rPr>
                    <w:tab/>
                    <w:t xml:space="preserve"> 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регламентов программой инженерных изысканий, разработанной на основе задания застройщика или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rsidR="009F3C5C" w:rsidRDefault="009F3C5C">
                  <w:pPr>
                    <w:pStyle w:val="2"/>
                    <w:tabs>
                      <w:tab w:val="left" w:pos="890"/>
                    </w:tabs>
                    <w:spacing w:after="0" w:line="274" w:lineRule="exact"/>
                    <w:ind w:firstLine="660"/>
                    <w:jc w:val="both"/>
                  </w:pPr>
                  <w:r>
                    <w:rPr>
                      <w:rStyle w:val="CharStyle4"/>
                    </w:rPr>
                    <w:t xml:space="preserve">6. </w:t>
                  </w:r>
                  <w:r>
                    <w:rPr>
                      <w:rStyle w:val="CharStyle4"/>
                    </w:rPr>
                    <w:tab/>
                    <w:t>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а также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градостроительной деятельности устанавливаются Правительством Российской Федерации.</w:t>
                  </w:r>
                </w:p>
                <w:p w:rsidR="009F3C5C" w:rsidRDefault="009F3C5C">
                  <w:pPr>
                    <w:pStyle w:val="2"/>
                    <w:tabs>
                      <w:tab w:val="left" w:pos="890"/>
                    </w:tabs>
                    <w:spacing w:after="0" w:line="274" w:lineRule="exact"/>
                    <w:ind w:firstLine="660"/>
                    <w:jc w:val="both"/>
                  </w:pPr>
                  <w:r>
                    <w:rPr>
                      <w:rStyle w:val="CharStyle4"/>
                    </w:rPr>
                    <w:t>7.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(далее - капитальный ремонт).</w:t>
                  </w:r>
                </w:p>
                <w:p w:rsidR="009F3C5C" w:rsidRDefault="009F3C5C">
                  <w:pPr>
                    <w:pStyle w:val="2"/>
                    <w:tabs>
                      <w:tab w:val="left" w:pos="890"/>
                    </w:tabs>
                    <w:spacing w:after="0" w:line="274" w:lineRule="exact"/>
                    <w:ind w:firstLine="660"/>
                    <w:jc w:val="both"/>
                  </w:pPr>
                  <w:r>
                    <w:rPr>
                      <w:rStyle w:val="CharStyle4"/>
                    </w:rPr>
                    <w:t xml:space="preserve">8. </w:t>
                  </w:r>
                  <w:r>
                    <w:rPr>
                      <w:rStyle w:val="CharStyle4"/>
                    </w:rPr>
                    <w:tab/>
                    <w:t>Проектная документация подготавливается застройщиком либо физическим или юридическим лицом, привлекаемым на основании договора застройщиком или заказчиком, соответствующее требованиям, которые предъявляются в соответствии с градостроительным законодательством к лицам, осуществляющим архитектурно-строительное проектирование.</w:t>
                  </w:r>
                </w:p>
                <w:p w:rsidR="009F3C5C" w:rsidRDefault="009F3C5C">
                  <w:pPr>
                    <w:pStyle w:val="2"/>
                    <w:spacing w:after="0" w:line="274" w:lineRule="exact"/>
                    <w:ind w:firstLine="660"/>
                    <w:jc w:val="both"/>
                  </w:pPr>
                  <w:r>
                    <w:rPr>
                      <w:rStyle w:val="CharStyle4"/>
                    </w:rP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9F3C5C" w:rsidRDefault="009F3C5C">
                  <w:pPr>
                    <w:pStyle w:val="2"/>
                    <w:tabs>
                      <w:tab w:val="left" w:pos="893"/>
                    </w:tabs>
                    <w:spacing w:after="0" w:line="274" w:lineRule="exact"/>
                    <w:ind w:firstLine="660"/>
                    <w:jc w:val="both"/>
                  </w:pPr>
                  <w:r>
                    <w:rPr>
                      <w:rStyle w:val="CharStyle4"/>
                    </w:rPr>
                    <w:t xml:space="preserve">9. </w:t>
                  </w:r>
                  <w:r>
                    <w:rPr>
                      <w:rStyle w:val="CharStyle4"/>
                    </w:rPr>
                    <w:tab/>
                    <w:t>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трех, предназначенных для проживания одной семьи).</w:t>
                  </w:r>
                </w:p>
                <w:p w:rsidR="009F3C5C" w:rsidRDefault="009F3C5C">
                  <w:pPr>
                    <w:pStyle w:val="2"/>
                    <w:tabs>
                      <w:tab w:val="left" w:pos="1037"/>
                    </w:tabs>
                    <w:spacing w:after="0" w:line="274" w:lineRule="exact"/>
                    <w:ind w:firstLine="660"/>
                    <w:jc w:val="both"/>
                  </w:pPr>
                  <w:r>
                    <w:rPr>
                      <w:rStyle w:val="CharStyle4"/>
                    </w:rPr>
                    <w:t>10.</w:t>
                  </w:r>
                  <w:r>
                    <w:rPr>
                      <w:rStyle w:val="CharStyle4"/>
                    </w:rPr>
                    <w:tab/>
                    <w:t>В случае, 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9F3C5C" w:rsidRDefault="009F3C5C">
                  <w:pPr>
                    <w:pStyle w:val="2"/>
                    <w:numPr>
                      <w:ilvl w:val="0"/>
                      <w:numId w:val="152"/>
                    </w:numPr>
                    <w:tabs>
                      <w:tab w:val="left" w:pos="977"/>
                    </w:tabs>
                    <w:spacing w:after="0" w:line="274" w:lineRule="exact"/>
                    <w:ind w:firstLine="660"/>
                    <w:jc w:val="both"/>
                  </w:pPr>
                  <w:r>
                    <w:rPr>
                      <w:rStyle w:val="CharStyle4"/>
                    </w:rPr>
                    <w:tab/>
                    <w:t>градостроительный план земельного участка;</w:t>
                  </w:r>
                </w:p>
                <w:p w:rsidR="009F3C5C" w:rsidRDefault="009F3C5C">
                  <w:pPr>
                    <w:pStyle w:val="2"/>
                    <w:numPr>
                      <w:ilvl w:val="0"/>
                      <w:numId w:val="152"/>
                    </w:numPr>
                    <w:tabs>
                      <w:tab w:val="left" w:pos="893"/>
                    </w:tabs>
                    <w:spacing w:after="0" w:line="274" w:lineRule="exact"/>
                    <w:ind w:firstLine="660"/>
                    <w:jc w:val="both"/>
                  </w:pPr>
                  <w:r>
                    <w:rPr>
                      <w:rStyle w:val="CharStyle4"/>
                    </w:rPr>
                    <w:tab/>
                    <w:t>результаты инженерных изысканий (а если они отсутствуют, то договором должно быть предусмотрено задание на выполнения инженерных изысканий);</w:t>
                  </w:r>
                </w:p>
              </w:txbxContent>
            </v:textbox>
            <w10:wrap type="square" anchorx="page" anchory="page"/>
          </v:rect>
        </w:pict>
      </w:r>
    </w:p>
    <w:p w:rsidR="009F3C5C" w:rsidRDefault="009F3C5C">
      <w:pPr>
        <w:pStyle w:val="Standard"/>
        <w:rPr>
          <w:sz w:val="2"/>
          <w:szCs w:val="2"/>
        </w:rPr>
        <w:sectPr w:rsidR="009F3C5C">
          <w:headerReference w:type="default" r:id="rId219"/>
          <w:footerReference w:type="default" r:id="rId220"/>
          <w:pgSz w:w="11906" w:h="16838"/>
          <w:pgMar w:top="360" w:right="360" w:bottom="360" w:left="360" w:header="0" w:footer="0" w:gutter="0"/>
          <w:cols w:space="720"/>
          <w:formProt w:val="0"/>
          <w:docGrid w:linePitch="240" w:charSpace="-6145"/>
        </w:sectPr>
      </w:pPr>
      <w:r>
        <w:rPr>
          <w:noProof/>
          <w:lang w:eastAsia="ru-RU" w:bidi="ar-SA"/>
        </w:rPr>
        <w:pict>
          <v:rect id="130" o:spid="_x0000_s1134" style="position:absolute;margin-left:81.45pt;margin-top:30.15pt;width:464.8pt;height:792.45pt;z-index:251768832;mso-position-horizontal-relative:page;mso-position-vertical-relative:page" filled="f" stroked="f" strokecolor="#3465a4">
            <v:fill o:detectmouseclick="t"/>
            <v:stroke joinstyle="round"/>
            <v:textbox>
              <w:txbxContent>
                <w:p w:rsidR="009F3C5C" w:rsidRDefault="009F3C5C">
                  <w:pPr>
                    <w:pStyle w:val="2"/>
                    <w:tabs>
                      <w:tab w:val="left" w:pos="1023"/>
                    </w:tabs>
                    <w:spacing w:after="0" w:line="274" w:lineRule="exact"/>
                    <w:ind w:firstLine="660"/>
                    <w:jc w:val="both"/>
                  </w:pPr>
                  <w:r>
                    <w:rPr>
                      <w:rStyle w:val="CharStyle4"/>
                    </w:rPr>
                    <w:tab/>
                    <w:t>11. Отношения между застройщиками и лицами, осуществляющими подготовку проектной документации, регулируются гражданским законодательством. При этом застройщик обязан предоставить такому лицу:</w:t>
                  </w:r>
                </w:p>
                <w:p w:rsidR="009F3C5C" w:rsidRDefault="009F3C5C">
                  <w:pPr>
                    <w:pStyle w:val="2"/>
                    <w:numPr>
                      <w:ilvl w:val="0"/>
                      <w:numId w:val="153"/>
                    </w:numPr>
                    <w:tabs>
                      <w:tab w:val="left" w:pos="867"/>
                    </w:tabs>
                    <w:spacing w:after="0" w:line="274" w:lineRule="exact"/>
                    <w:ind w:firstLine="660"/>
                    <w:jc w:val="both"/>
                  </w:pPr>
                  <w:r>
                    <w:rPr>
                      <w:rStyle w:val="CharStyle4"/>
                    </w:rPr>
                    <w:tab/>
                    <w:t>градостроительный план земельного участка;</w:t>
                  </w:r>
                </w:p>
                <w:p w:rsidR="009F3C5C" w:rsidRDefault="009F3C5C">
                  <w:pPr>
                    <w:pStyle w:val="2"/>
                    <w:numPr>
                      <w:ilvl w:val="0"/>
                      <w:numId w:val="97"/>
                    </w:numPr>
                    <w:tabs>
                      <w:tab w:val="left" w:pos="774"/>
                    </w:tabs>
                    <w:spacing w:after="0" w:line="274" w:lineRule="exact"/>
                    <w:ind w:firstLine="660"/>
                    <w:jc w:val="both"/>
                  </w:pPr>
                  <w:r>
                    <w:rPr>
                      <w:rStyle w:val="CharStyle4"/>
                    </w:rPr>
                    <w:tab/>
                    <w:t>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9F3C5C" w:rsidRDefault="009F3C5C">
                  <w:pPr>
                    <w:pStyle w:val="2"/>
                    <w:numPr>
                      <w:ilvl w:val="0"/>
                      <w:numId w:val="97"/>
                    </w:numPr>
                    <w:tabs>
                      <w:tab w:val="left" w:pos="778"/>
                    </w:tabs>
                    <w:spacing w:after="0" w:line="274" w:lineRule="exact"/>
                    <w:ind w:firstLine="660"/>
                    <w:jc w:val="both"/>
                  </w:pPr>
                  <w:r>
                    <w:rPr>
                      <w:rStyle w:val="CharStyle4"/>
                    </w:rPr>
                    <w:tab/>
                    <w:t>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9F3C5C" w:rsidRDefault="009F3C5C">
                  <w:pPr>
                    <w:pStyle w:val="2"/>
                    <w:tabs>
                      <w:tab w:val="left" w:pos="778"/>
                    </w:tabs>
                    <w:spacing w:after="0" w:line="274" w:lineRule="exact"/>
                    <w:ind w:firstLine="660"/>
                    <w:jc w:val="both"/>
                  </w:pPr>
                  <w:r>
                    <w:rPr>
                      <w:rStyle w:val="CharStyle4"/>
                    </w:rPr>
                    <w:t xml:space="preserve">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w:t>
                  </w:r>
                </w:p>
              </w:txbxContent>
            </v:textbox>
            <w10:wrap type="square" anchorx="page" anchory="page"/>
          </v:rect>
        </w:pict>
      </w:r>
    </w:p>
    <w:p w:rsidR="009F3C5C" w:rsidRDefault="009F3C5C">
      <w:pPr>
        <w:pStyle w:val="Standard"/>
        <w:rPr>
          <w:sz w:val="2"/>
          <w:szCs w:val="2"/>
        </w:rPr>
        <w:sectPr w:rsidR="009F3C5C">
          <w:headerReference w:type="default" r:id="rId221"/>
          <w:footerReference w:type="default" r:id="rId222"/>
          <w:pgSz w:w="11906" w:h="16838"/>
          <w:pgMar w:top="360" w:right="360" w:bottom="360" w:left="360" w:header="0" w:footer="0" w:gutter="0"/>
          <w:cols w:space="720"/>
          <w:formProt w:val="0"/>
          <w:docGrid w:linePitch="240" w:charSpace="-6145"/>
        </w:sectPr>
      </w:pPr>
      <w:r>
        <w:rPr>
          <w:noProof/>
          <w:lang w:eastAsia="ru-RU" w:bidi="ar-SA"/>
        </w:rPr>
        <w:pict>
          <v:rect id="131" o:spid="_x0000_s1135" style="position:absolute;margin-left:81.5pt;margin-top:30.65pt;width:464.3pt;height:771.7pt;z-index:251769856;mso-position-horizontal-relative:page;mso-position-vertical-relative:page" filled="f" stroked="f" strokecolor="#3465a4">
            <v:fill o:detectmouseclick="t"/>
            <v:stroke joinstyle="round"/>
            <v:textbox>
              <w:txbxContent>
                <w:p w:rsidR="009F3C5C" w:rsidRDefault="009F3C5C">
                  <w:pPr>
                    <w:pStyle w:val="2"/>
                    <w:tabs>
                      <w:tab w:val="left" w:pos="1162"/>
                    </w:tabs>
                    <w:spacing w:after="0" w:line="274" w:lineRule="exact"/>
                    <w:ind w:firstLine="660"/>
                    <w:jc w:val="both"/>
                  </w:pPr>
                  <w:r>
                    <w:rPr>
                      <w:rStyle w:val="CharStyle4"/>
                    </w:rPr>
                    <w:t>12.</w:t>
                  </w:r>
                  <w:r>
                    <w:rPr>
                      <w:rStyle w:val="CharStyle4"/>
                    </w:rPr>
                    <w:tab/>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объектов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9F3C5C" w:rsidRDefault="009F3C5C">
                  <w:pPr>
                    <w:pStyle w:val="2"/>
                    <w:tabs>
                      <w:tab w:val="left" w:pos="1023"/>
                    </w:tabs>
                    <w:spacing w:after="0" w:line="274" w:lineRule="exact"/>
                    <w:ind w:firstLine="660"/>
                    <w:jc w:val="both"/>
                  </w:pPr>
                  <w:r>
                    <w:rPr>
                      <w:rStyle w:val="CharStyle4"/>
                    </w:rPr>
                    <w:t xml:space="preserve">13. </w:t>
                  </w:r>
                  <w:r>
                    <w:rPr>
                      <w:rStyle w:val="CharStyle4"/>
                    </w:rPr>
                    <w:tab/>
                    <w:t>Администрация сельского поселения Петровский сельсовет муниципального района Ишимбайский район Республики Башкортостан не позднее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а также о плате за технологическое присоединение к электрическим сетям.</w:t>
                  </w:r>
                </w:p>
                <w:p w:rsidR="009F3C5C" w:rsidRDefault="009F3C5C">
                  <w:pPr>
                    <w:pStyle w:val="2"/>
                    <w:tabs>
                      <w:tab w:val="left" w:pos="1098"/>
                    </w:tabs>
                    <w:spacing w:after="0" w:line="274" w:lineRule="exact"/>
                    <w:ind w:firstLine="660"/>
                    <w:jc w:val="both"/>
                  </w:pPr>
                  <w:r>
                    <w:rPr>
                      <w:rStyle w:val="CharStyle4"/>
                    </w:rPr>
                    <w:t>14.</w:t>
                  </w:r>
                  <w:r>
                    <w:rPr>
                      <w:rStyle w:val="CharStyle4"/>
                    </w:rPr>
                    <w:tab/>
                    <w:t>Подготовка проектной документации осуществляется на основании:</w:t>
                  </w:r>
                </w:p>
                <w:p w:rsidR="009F3C5C" w:rsidRDefault="009F3C5C">
                  <w:pPr>
                    <w:pStyle w:val="2"/>
                    <w:numPr>
                      <w:ilvl w:val="0"/>
                      <w:numId w:val="154"/>
                    </w:numPr>
                    <w:tabs>
                      <w:tab w:val="left" w:pos="867"/>
                    </w:tabs>
                    <w:spacing w:after="0" w:line="274" w:lineRule="exact"/>
                    <w:ind w:firstLine="660"/>
                    <w:jc w:val="both"/>
                  </w:pPr>
                  <w:r>
                    <w:rPr>
                      <w:rStyle w:val="CharStyle4"/>
                    </w:rPr>
                    <w:tab/>
                    <w:t>задания застройщика;</w:t>
                  </w:r>
                </w:p>
                <w:p w:rsidR="009F3C5C" w:rsidRDefault="009F3C5C">
                  <w:pPr>
                    <w:pStyle w:val="2"/>
                    <w:numPr>
                      <w:ilvl w:val="0"/>
                      <w:numId w:val="97"/>
                    </w:numPr>
                    <w:tabs>
                      <w:tab w:val="left" w:pos="769"/>
                    </w:tabs>
                    <w:spacing w:after="0" w:line="274" w:lineRule="exact"/>
                    <w:ind w:firstLine="660"/>
                    <w:jc w:val="both"/>
                  </w:pPr>
                  <w:r>
                    <w:rPr>
                      <w:rStyle w:val="CharStyle4"/>
                    </w:rPr>
                    <w:tab/>
                    <w:t>результатов инженерных изысканий в соответствии с градостроительным планом земельного участка;</w:t>
                  </w:r>
                </w:p>
                <w:p w:rsidR="009F3C5C" w:rsidRDefault="009F3C5C">
                  <w:pPr>
                    <w:pStyle w:val="2"/>
                    <w:numPr>
                      <w:ilvl w:val="0"/>
                      <w:numId w:val="97"/>
                    </w:numPr>
                    <w:tabs>
                      <w:tab w:val="left" w:pos="783"/>
                    </w:tabs>
                    <w:spacing w:after="0" w:line="274" w:lineRule="exact"/>
                    <w:ind w:firstLine="660"/>
                    <w:jc w:val="both"/>
                  </w:pPr>
                  <w:r>
                    <w:rPr>
                      <w:rStyle w:val="CharStyle4"/>
                    </w:rPr>
                    <w:tab/>
                    <w:t>документов об использовании земельного участка для строительства (в случае, если на земельный участок не распространяется действие градостроительного регламента или для него не устанавливается градостроительный регламент);</w:t>
                  </w:r>
                </w:p>
                <w:p w:rsidR="009F3C5C" w:rsidRDefault="009F3C5C">
                  <w:pPr>
                    <w:pStyle w:val="2"/>
                    <w:numPr>
                      <w:ilvl w:val="0"/>
                      <w:numId w:val="97"/>
                    </w:numPr>
                    <w:tabs>
                      <w:tab w:val="left" w:pos="769"/>
                    </w:tabs>
                    <w:spacing w:after="0" w:line="274" w:lineRule="exact"/>
                    <w:ind w:firstLine="660"/>
                    <w:jc w:val="both"/>
                  </w:pPr>
                  <w:r>
                    <w:rPr>
                      <w:rStyle w:val="CharStyle4"/>
                    </w:rPr>
                    <w:tab/>
                    <w:t>требований технических регламентов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9F3C5C" w:rsidRDefault="009F3C5C">
                  <w:pPr>
                    <w:pStyle w:val="2"/>
                    <w:numPr>
                      <w:ilvl w:val="0"/>
                      <w:numId w:val="97"/>
                    </w:numPr>
                    <w:tabs>
                      <w:tab w:val="left" w:pos="783"/>
                    </w:tabs>
                    <w:spacing w:after="0" w:line="274" w:lineRule="exact"/>
                    <w:ind w:firstLine="660"/>
                    <w:jc w:val="both"/>
                  </w:pPr>
                  <w:r>
                    <w:rPr>
                      <w:rStyle w:val="CharStyle4"/>
                    </w:rPr>
                    <w:tab/>
                    <w:t>технических условий подключения проектируемого объекта к вне 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9F3C5C" w:rsidRDefault="009F3C5C">
                  <w:pPr>
                    <w:pStyle w:val="2"/>
                    <w:tabs>
                      <w:tab w:val="left" w:pos="1033"/>
                    </w:tabs>
                    <w:spacing w:after="0" w:line="274" w:lineRule="exact"/>
                    <w:ind w:firstLine="660"/>
                    <w:jc w:val="both"/>
                  </w:pPr>
                  <w:r>
                    <w:rPr>
                      <w:rStyle w:val="CharStyle4"/>
                    </w:rPr>
                    <w:t xml:space="preserve">15. </w:t>
                  </w:r>
                  <w:r>
                    <w:rPr>
                      <w:rStyle w:val="CharStyle4"/>
                    </w:rPr>
                    <w:tab/>
                    <w:t>Проектная документация утверждается застройщиком или заказчиком. До ее утверждения проектная документация направляется застройщиком или заказчиком на государственную экспертизу (за исключением проектной документации, перечень которой установлен законодательством Российской Федерации).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9F3C5C" w:rsidRDefault="009F3C5C">
                  <w:pPr>
                    <w:pStyle w:val="2"/>
                    <w:tabs>
                      <w:tab w:val="left" w:pos="1033"/>
                    </w:tabs>
                    <w:spacing w:after="0" w:line="274" w:lineRule="exact"/>
                    <w:ind w:firstLine="660"/>
                    <w:jc w:val="both"/>
                  </w:pPr>
                  <w:r>
                    <w:rPr>
                      <w:rStyle w:val="CharStyle4"/>
                    </w:rPr>
                    <w:t xml:space="preserve">16. </w:t>
                  </w:r>
                  <w:r>
                    <w:rPr>
                      <w:rStyle w:val="CharStyle4"/>
                    </w:rPr>
                    <w:tab/>
                    <w:t>Порядок оформления проектной документации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главы Администрации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223"/>
          <w:footerReference w:type="default" r:id="rId224"/>
          <w:pgSz w:w="11906" w:h="16838"/>
          <w:pgMar w:top="360" w:right="360" w:bottom="360" w:left="360" w:header="0" w:footer="0" w:gutter="0"/>
          <w:cols w:space="720"/>
          <w:formProt w:val="0"/>
          <w:docGrid w:linePitch="240" w:charSpace="-6145"/>
        </w:sectPr>
      </w:pPr>
      <w:r>
        <w:rPr>
          <w:noProof/>
          <w:lang w:eastAsia="ru-RU" w:bidi="ar-SA"/>
        </w:rPr>
        <w:pict>
          <v:rect id="132" o:spid="_x0000_s1136" style="position:absolute;margin-left:81.45pt;margin-top:30.15pt;width:464.8pt;height:790.2pt;z-index:251770880;mso-position-horizontal-relative:page;mso-position-vertical-relative:page" filled="f" stroked="f" strokecolor="#3465a4">
            <v:fill o:detectmouseclick="t"/>
            <v:stroke joinstyle="round"/>
            <v:textbox>
              <w:txbxContent>
                <w:p w:rsidR="009F3C5C" w:rsidRDefault="009F3C5C">
                  <w:pPr>
                    <w:pStyle w:val="2"/>
                    <w:tabs>
                      <w:tab w:val="left" w:pos="1315"/>
                    </w:tabs>
                    <w:spacing w:line="274" w:lineRule="exact"/>
                    <w:ind w:firstLine="640"/>
                    <w:jc w:val="both"/>
                  </w:pPr>
                  <w:r>
                    <w:rPr>
                      <w:rStyle w:val="CharStyle4"/>
                      <w:b/>
                      <w:bCs/>
                    </w:rPr>
                    <w:t xml:space="preserve">10.3 </w:t>
                  </w:r>
                  <w:r>
                    <w:rPr>
                      <w:rStyle w:val="CharStyle4"/>
                      <w:b/>
                      <w:bCs/>
                    </w:rPr>
                    <w:tab/>
                    <w:t>Выдача разрешения на отклонение от предельных параметров разрешенного строительства, реконструкции объектов капитального строительства</w:t>
                  </w:r>
                </w:p>
                <w:p w:rsidR="009F3C5C" w:rsidRDefault="009F3C5C">
                  <w:pPr>
                    <w:pStyle w:val="2"/>
                    <w:numPr>
                      <w:ilvl w:val="0"/>
                      <w:numId w:val="155"/>
                    </w:numPr>
                    <w:tabs>
                      <w:tab w:val="left" w:pos="893"/>
                    </w:tabs>
                    <w:spacing w:after="0" w:line="274" w:lineRule="exact"/>
                    <w:ind w:firstLine="640"/>
                    <w:jc w:val="both"/>
                  </w:pPr>
                  <w:r>
                    <w:rPr>
                      <w:rStyle w:val="CharStyle4"/>
                    </w:rPr>
                    <w:tab/>
                    <w:t>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при соблюдении требований технических регламентов. Выдача указанного разрешения осуществляется главой сельского поселения Петровский сельсовет муниципального района Ишимбайский район Республики Башкортостан.</w:t>
                  </w:r>
                </w:p>
                <w:p w:rsidR="009F3C5C" w:rsidRDefault="009F3C5C">
                  <w:pPr>
                    <w:pStyle w:val="2"/>
                    <w:numPr>
                      <w:ilvl w:val="0"/>
                      <w:numId w:val="155"/>
                    </w:numPr>
                    <w:tabs>
                      <w:tab w:val="left" w:pos="893"/>
                    </w:tabs>
                    <w:spacing w:after="0" w:line="274" w:lineRule="exact"/>
                    <w:ind w:firstLine="640"/>
                    <w:jc w:val="both"/>
                  </w:pPr>
                  <w:r>
                    <w:rPr>
                      <w:rStyle w:val="CharStyle4"/>
                    </w:rPr>
                    <w:tab/>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 по застройке.</w:t>
                  </w:r>
                </w:p>
                <w:p w:rsidR="009F3C5C" w:rsidRDefault="009F3C5C">
                  <w:pPr>
                    <w:pStyle w:val="2"/>
                    <w:spacing w:after="0" w:line="274" w:lineRule="exact"/>
                    <w:ind w:firstLine="640"/>
                    <w:jc w:val="both"/>
                  </w:pPr>
                  <w:r>
                    <w:rPr>
                      <w:rStyle w:val="CharStyle4"/>
                    </w:rPr>
                    <w:t>К заявлению прилагаются материалы, подтверждающие наличие у земельного участка характеристик из числа указанных в подпункте 1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9F3C5C" w:rsidRDefault="009F3C5C">
                  <w:pPr>
                    <w:pStyle w:val="2"/>
                    <w:numPr>
                      <w:ilvl w:val="0"/>
                      <w:numId w:val="155"/>
                    </w:numPr>
                    <w:tabs>
                      <w:tab w:val="left" w:pos="893"/>
                    </w:tabs>
                    <w:spacing w:after="0" w:line="274" w:lineRule="exact"/>
                    <w:ind w:firstLine="640"/>
                    <w:jc w:val="both"/>
                  </w:pPr>
                  <w:r>
                    <w:rPr>
                      <w:rStyle w:val="CharStyle4"/>
                    </w:rPr>
                    <w:tab/>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 по застройке. Порядок организации проведения публичных слушаний определен в главе 8 раздела I настоящих Правил.</w:t>
                  </w:r>
                </w:p>
                <w:p w:rsidR="009F3C5C" w:rsidRDefault="009F3C5C">
                  <w:pPr>
                    <w:pStyle w:val="2"/>
                    <w:numPr>
                      <w:ilvl w:val="0"/>
                      <w:numId w:val="155"/>
                    </w:numPr>
                    <w:tabs>
                      <w:tab w:val="left" w:pos="893"/>
                    </w:tabs>
                    <w:spacing w:after="0" w:line="274" w:lineRule="exact"/>
                    <w:ind w:firstLine="640"/>
                    <w:jc w:val="both"/>
                  </w:pPr>
                  <w:r>
                    <w:rPr>
                      <w:rStyle w:val="CharStyle4"/>
                    </w:rPr>
                    <w:tab/>
                    <w:t>Комиссия по застройке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муниципального района Ишимбайский район Республики Башкортостан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муниципального района Ишимбайский район Республики Башкортостан.</w:t>
                  </w:r>
                </w:p>
                <w:p w:rsidR="009F3C5C" w:rsidRDefault="009F3C5C">
                  <w:pPr>
                    <w:pStyle w:val="2"/>
                    <w:spacing w:after="0" w:line="274" w:lineRule="exact"/>
                    <w:ind w:firstLine="640"/>
                    <w:jc w:val="both"/>
                  </w:pPr>
                  <w:r>
                    <w:rPr>
                      <w:rStyle w:val="CharStyle4"/>
                    </w:rPr>
                    <w:t>Для подготовки рекомендаций Комиссия может запросить заключения отдела архитектуры и градостроительства Администрации муниципального района Ишимбайский район Республики Башкортостан, уполномоченных органов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 по застройке.</w:t>
                  </w:r>
                </w:p>
                <w:p w:rsidR="009F3C5C" w:rsidRDefault="009F3C5C">
                  <w:pPr>
                    <w:pStyle w:val="2"/>
                    <w:numPr>
                      <w:ilvl w:val="0"/>
                      <w:numId w:val="155"/>
                    </w:numPr>
                    <w:tabs>
                      <w:tab w:val="left" w:pos="893"/>
                    </w:tabs>
                    <w:spacing w:after="0" w:line="274" w:lineRule="exact"/>
                    <w:ind w:firstLine="640"/>
                    <w:jc w:val="both"/>
                  </w:pPr>
                  <w:r>
                    <w:rPr>
                      <w:rStyle w:val="CharStyle4"/>
                    </w:rPr>
                    <w:tab/>
                    <w:t>Глава сельского поселения Петровский сельсовет муниципального района Ишимбайский район Республики Башкортостан в течение семи дней со дня поступления указанных в подпункте 4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txbxContent>
            </v:textbox>
            <w10:wrap type="square" anchorx="page" anchory="page"/>
          </v:rect>
        </w:pict>
      </w:r>
    </w:p>
    <w:p w:rsidR="009F3C5C" w:rsidRDefault="009F3C5C">
      <w:pPr>
        <w:pStyle w:val="Standard"/>
        <w:rPr>
          <w:sz w:val="2"/>
          <w:szCs w:val="2"/>
        </w:rPr>
        <w:sectPr w:rsidR="009F3C5C">
          <w:headerReference w:type="default" r:id="rId225"/>
          <w:footerReference w:type="default" r:id="rId226"/>
          <w:pgSz w:w="11906" w:h="16838"/>
          <w:pgMar w:top="360" w:right="360" w:bottom="360" w:left="360" w:header="0" w:footer="0" w:gutter="0"/>
          <w:cols w:space="720"/>
          <w:formProt w:val="0"/>
          <w:docGrid w:linePitch="240" w:charSpace="-6145"/>
        </w:sectPr>
      </w:pPr>
      <w:r>
        <w:rPr>
          <w:noProof/>
          <w:lang w:eastAsia="ru-RU" w:bidi="ar-SA"/>
        </w:rPr>
        <w:pict>
          <v:rect id="133" o:spid="_x0000_s1137" style="position:absolute;margin-left:81.95pt;margin-top:30.4pt;width:463.85pt;height:237.65pt;z-index:251771904;mso-position-horizontal-relative:page;mso-position-vertical-relative:page" filled="f" stroked="f" strokecolor="#3465a4">
            <v:fill o:detectmouseclick="t"/>
            <v:stroke joinstyle="round"/>
            <v:textbox>
              <w:txbxContent>
                <w:p w:rsidR="009F3C5C" w:rsidRDefault="009F3C5C">
                  <w:pPr>
                    <w:pStyle w:val="2"/>
                    <w:numPr>
                      <w:ilvl w:val="0"/>
                      <w:numId w:val="155"/>
                    </w:numPr>
                    <w:tabs>
                      <w:tab w:val="left" w:pos="879"/>
                    </w:tabs>
                    <w:spacing w:after="0" w:line="274" w:lineRule="exact"/>
                    <w:ind w:firstLine="640"/>
                    <w:jc w:val="both"/>
                  </w:pPr>
                  <w:r>
                    <w:rPr>
                      <w:rStyle w:val="CharStyle4"/>
                    </w:rPr>
                    <w:tab/>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F3C5C" w:rsidRDefault="009F3C5C">
                  <w:pPr>
                    <w:pStyle w:val="2"/>
                    <w:numPr>
                      <w:ilvl w:val="0"/>
                      <w:numId w:val="155"/>
                    </w:numPr>
                    <w:tabs>
                      <w:tab w:val="left" w:pos="874"/>
                    </w:tabs>
                    <w:spacing w:after="0" w:line="274" w:lineRule="exact"/>
                    <w:ind w:firstLine="640"/>
                    <w:jc w:val="both"/>
                  </w:pPr>
                  <w:r>
                    <w:rPr>
                      <w:rStyle w:val="CharStyle4"/>
                    </w:rPr>
                    <w:tab/>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txbxContent>
            </v:textbox>
            <w10:wrap type="square" anchorx="page" anchory="page"/>
          </v:rect>
        </w:pict>
      </w:r>
    </w:p>
    <w:p w:rsidR="009F3C5C" w:rsidRDefault="009F3C5C">
      <w:pPr>
        <w:pStyle w:val="Standard"/>
        <w:rPr>
          <w:sz w:val="2"/>
          <w:szCs w:val="2"/>
        </w:rPr>
        <w:sectPr w:rsidR="009F3C5C">
          <w:headerReference w:type="default" r:id="rId227"/>
          <w:footerReference w:type="default" r:id="rId228"/>
          <w:pgSz w:w="11906" w:h="16838"/>
          <w:pgMar w:top="360" w:right="360" w:bottom="360" w:left="360" w:header="0" w:footer="0" w:gutter="0"/>
          <w:cols w:space="720"/>
          <w:formProt w:val="0"/>
          <w:docGrid w:linePitch="240" w:charSpace="-6145"/>
        </w:sectPr>
      </w:pPr>
      <w:r>
        <w:rPr>
          <w:noProof/>
          <w:lang w:eastAsia="ru-RU" w:bidi="ar-SA"/>
        </w:rPr>
        <w:pict>
          <v:rect id="134" o:spid="_x0000_s1138" style="position:absolute;margin-left:80.9pt;margin-top:31.75pt;width:465.25pt;height:792.45pt;z-index:251772928;mso-position-horizontal-relative:page;mso-position-vertical-relative:page" filled="f" stroked="f" strokecolor="#3465a4">
            <v:fill o:detectmouseclick="t"/>
            <v:stroke joinstyle="round"/>
            <v:textbox>
              <w:txbxContent>
                <w:p w:rsidR="009F3C5C" w:rsidRDefault="009F3C5C">
                  <w:pPr>
                    <w:pStyle w:val="2"/>
                    <w:tabs>
                      <w:tab w:val="left" w:pos="1299"/>
                    </w:tabs>
                    <w:spacing w:after="211" w:line="240" w:lineRule="exact"/>
                    <w:ind w:firstLine="660"/>
                    <w:jc w:val="both"/>
                  </w:pPr>
                  <w:r>
                    <w:rPr>
                      <w:rStyle w:val="CharStyle4"/>
                      <w:b/>
                      <w:bCs/>
                    </w:rPr>
                    <w:tab/>
                    <w:t>10.4 Выдача разрешения на строительство</w:t>
                  </w:r>
                </w:p>
                <w:p w:rsidR="009F3C5C" w:rsidRDefault="009F3C5C" w:rsidP="001B7736">
                  <w:pPr>
                    <w:pStyle w:val="2"/>
                    <w:numPr>
                      <w:ilvl w:val="0"/>
                      <w:numId w:val="156"/>
                    </w:numPr>
                    <w:tabs>
                      <w:tab w:val="left" w:pos="913"/>
                    </w:tabs>
                    <w:spacing w:after="0" w:line="274" w:lineRule="exact"/>
                    <w:ind w:firstLine="660"/>
                    <w:jc w:val="both"/>
                  </w:pPr>
                  <w:r>
                    <w:rPr>
                      <w:rStyle w:val="CharStyle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капитальный ремонт, за исключением случаев, предусмотренных градостроительным кодексов Российской Федерации.</w:t>
                  </w:r>
                  <w:r>
                    <w:t xml:space="preserve"> </w:t>
                  </w:r>
                  <w:r>
                    <w:rPr>
                      <w:rStyle w:val="CharStyle4"/>
                    </w:rPr>
                    <w:t>Разрешение на строительство на земельном участке, расположенном на территории сельского поселения Петровский сельсовет муниципального района Ишимбайский район Республики Башкортостан выдается отделом архитектуры и градостроительства Администрации муниципального района Ишимбайский район Республики Башкортостан (далее - уполномоченный орган).</w:t>
                  </w:r>
                </w:p>
                <w:p w:rsidR="009F3C5C" w:rsidRDefault="009F3C5C">
                  <w:pPr>
                    <w:pStyle w:val="2"/>
                    <w:spacing w:after="0" w:line="274" w:lineRule="exact"/>
                    <w:ind w:firstLine="660"/>
                    <w:jc w:val="both"/>
                  </w:pPr>
                  <w:r>
                    <w:rPr>
                      <w:rStyle w:val="CharStyle4"/>
                    </w:rPr>
                    <w:t>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власти субъекта Российской Федерации или органом местного самоуправления в соответствии с их компетенцией. Разрешение на строительство на земельном участке в данном случае выдается органом местного самоуправления по месту нахождения такого участка.</w:t>
                  </w:r>
                </w:p>
                <w:p w:rsidR="009F3C5C" w:rsidRDefault="009F3C5C">
                  <w:pPr>
                    <w:pStyle w:val="2"/>
                    <w:spacing w:after="0" w:line="274" w:lineRule="exact"/>
                    <w:ind w:firstLine="660"/>
                    <w:jc w:val="both"/>
                  </w:pPr>
                  <w:r>
                    <w:rPr>
                      <w:rStyle w:val="CharStyle4"/>
                    </w:rPr>
                    <w:t>Разрешение на строительство выдается уполномоченным федеральным органом исполнительной власти, органом исполнительной субъекта Российской Федерации или органом местного самоуправления для строительства, реконструкции, капитального ремонта объектов капитального строительства федерального, регионального или местного значения, при размещении которых допускается изъятие, в том числе путем выкупа, земельных участков.</w:t>
                  </w:r>
                </w:p>
                <w:p w:rsidR="009F3C5C" w:rsidRDefault="009F3C5C">
                  <w:pPr>
                    <w:pStyle w:val="2"/>
                    <w:numPr>
                      <w:ilvl w:val="0"/>
                      <w:numId w:val="156"/>
                    </w:numPr>
                    <w:tabs>
                      <w:tab w:val="left" w:pos="913"/>
                    </w:tabs>
                    <w:spacing w:after="0" w:line="274" w:lineRule="exact"/>
                    <w:ind w:firstLine="660"/>
                    <w:jc w:val="both"/>
                  </w:pPr>
                  <w:r>
                    <w:rPr>
                      <w:rStyle w:val="CharStyle4"/>
                    </w:rPr>
                    <w:tab/>
                    <w:t>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за исключением случаев, предусмотренных пунктом</w:t>
                  </w:r>
                </w:p>
                <w:p w:rsidR="009F3C5C" w:rsidRDefault="009F3C5C">
                  <w:pPr>
                    <w:pStyle w:val="2"/>
                    <w:numPr>
                      <w:ilvl w:val="0"/>
                      <w:numId w:val="156"/>
                    </w:numPr>
                    <w:tabs>
                      <w:tab w:val="left" w:pos="913"/>
                    </w:tabs>
                    <w:spacing w:after="0" w:line="274" w:lineRule="exact"/>
                    <w:ind w:firstLine="660"/>
                    <w:jc w:val="both"/>
                  </w:pPr>
                  <w:r>
                    <w:rPr>
                      <w:rStyle w:val="CharStyle4"/>
                    </w:rPr>
                    <w:t>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F3C5C" w:rsidRDefault="009F3C5C">
                  <w:pPr>
                    <w:pStyle w:val="2"/>
                    <w:tabs>
                      <w:tab w:val="left" w:pos="913"/>
                    </w:tabs>
                    <w:spacing w:after="0" w:line="274" w:lineRule="exact"/>
                    <w:ind w:firstLine="660"/>
                    <w:jc w:val="both"/>
                  </w:pPr>
                  <w:r>
                    <w:rPr>
                      <w:rStyle w:val="CharStyle4"/>
                    </w:rPr>
                    <w:t xml:space="preserve">   4.Застройщик направляет в отдел архитектуры и градостроительства Администрации муниципального района Ишимбайский район Республики Башкортостан заявление о предоставлении разрешения на строительство.</w:t>
                  </w:r>
                </w:p>
                <w:p w:rsidR="009F3C5C" w:rsidRDefault="009F3C5C">
                  <w:pPr>
                    <w:pStyle w:val="2"/>
                    <w:spacing w:after="0" w:line="274" w:lineRule="exact"/>
                    <w:ind w:firstLine="660"/>
                    <w:jc w:val="both"/>
                  </w:pPr>
                  <w:r>
                    <w:rPr>
                      <w:rStyle w:val="CharStyle4"/>
                    </w:rPr>
                    <w:t>Застройщик, планирующий строительство, реконструкцию, капитальный ремонт объекта индивидуального жилищного строительства, прилагает к заявлению о выдаче разрешения на строительство следующие документы:</w:t>
                  </w:r>
                </w:p>
                <w:p w:rsidR="009F3C5C" w:rsidRDefault="009F3C5C">
                  <w:pPr>
                    <w:pStyle w:val="2"/>
                    <w:numPr>
                      <w:ilvl w:val="0"/>
                      <w:numId w:val="157"/>
                    </w:numPr>
                    <w:tabs>
                      <w:tab w:val="left" w:pos="977"/>
                    </w:tabs>
                    <w:spacing w:after="0" w:line="274" w:lineRule="exact"/>
                    <w:ind w:firstLine="660"/>
                    <w:jc w:val="both"/>
                  </w:pPr>
                  <w:r>
                    <w:rPr>
                      <w:rStyle w:val="CharStyle4"/>
                    </w:rPr>
                    <w:tab/>
                    <w:t>правоустанавливающие документы на земельный участок;</w:t>
                  </w:r>
                </w:p>
                <w:p w:rsidR="009F3C5C" w:rsidRDefault="009F3C5C">
                  <w:pPr>
                    <w:pStyle w:val="2"/>
                    <w:numPr>
                      <w:ilvl w:val="0"/>
                      <w:numId w:val="157"/>
                    </w:numPr>
                    <w:tabs>
                      <w:tab w:val="left" w:pos="997"/>
                    </w:tabs>
                    <w:spacing w:after="0" w:line="274" w:lineRule="exact"/>
                    <w:ind w:firstLine="660"/>
                    <w:jc w:val="both"/>
                  </w:pPr>
                  <w:r>
                    <w:rPr>
                      <w:rStyle w:val="CharStyle4"/>
                    </w:rPr>
                    <w:tab/>
                    <w:t>градостроительный план земельного участка;</w:t>
                  </w:r>
                </w:p>
                <w:p w:rsidR="009F3C5C" w:rsidRDefault="009F3C5C">
                  <w:pPr>
                    <w:pStyle w:val="2"/>
                    <w:tabs>
                      <w:tab w:val="left" w:pos="918"/>
                    </w:tabs>
                    <w:spacing w:after="0" w:line="274" w:lineRule="exact"/>
                    <w:ind w:left="720"/>
                    <w:jc w:val="both"/>
                  </w:pPr>
                </w:p>
              </w:txbxContent>
            </v:textbox>
            <w10:wrap type="square" anchorx="page" anchory="page"/>
          </v:rect>
        </w:pict>
      </w:r>
    </w:p>
    <w:p w:rsidR="009F3C5C" w:rsidRDefault="009F3C5C">
      <w:pPr>
        <w:pStyle w:val="Standard"/>
        <w:rPr>
          <w:sz w:val="2"/>
          <w:szCs w:val="2"/>
        </w:rPr>
        <w:sectPr w:rsidR="009F3C5C">
          <w:headerReference w:type="default" r:id="rId229"/>
          <w:footerReference w:type="default" r:id="rId230"/>
          <w:pgSz w:w="11906" w:h="16838"/>
          <w:pgMar w:top="360" w:right="360" w:bottom="360" w:left="360" w:header="0" w:footer="0" w:gutter="0"/>
          <w:cols w:space="720"/>
          <w:formProt w:val="0"/>
          <w:docGrid w:linePitch="240" w:charSpace="-6145"/>
        </w:sectPr>
      </w:pPr>
      <w:r>
        <w:rPr>
          <w:noProof/>
          <w:lang w:eastAsia="ru-RU" w:bidi="ar-SA"/>
        </w:rPr>
        <w:pict>
          <v:rect id="135" o:spid="_x0000_s1139" style="position:absolute;margin-left:75.75pt;margin-top:19.75pt;width:464.8pt;height:791.1pt;z-index:251773952" filled="f" stroked="f" strokecolor="#3465a4">
            <v:fill o:detectmouseclick="t"/>
            <v:stroke joinstyle="round"/>
            <v:textbox>
              <w:txbxContent>
                <w:p w:rsidR="009F3C5C" w:rsidRDefault="009F3C5C" w:rsidP="00F524A8">
                  <w:pPr>
                    <w:pStyle w:val="2"/>
                    <w:numPr>
                      <w:ilvl w:val="0"/>
                      <w:numId w:val="157"/>
                    </w:numPr>
                    <w:tabs>
                      <w:tab w:val="left" w:pos="918"/>
                    </w:tabs>
                    <w:spacing w:after="0" w:line="274" w:lineRule="exact"/>
                    <w:ind w:firstLine="660"/>
                    <w:jc w:val="both"/>
                    <w:rPr>
                      <w:rStyle w:val="CharStyle4"/>
                    </w:rPr>
                  </w:pPr>
                  <w:r>
                    <w:rPr>
                      <w:rStyle w:val="CharStyle4"/>
                    </w:rPr>
                    <w:tab/>
                    <w:t>проектную документацию либо схему планировочной организации земельного участка с обозначением места размещения объекта индивидуального жилищного строительства (материалы, содержащиеся в проектной документации):</w:t>
                  </w:r>
                </w:p>
                <w:p w:rsidR="009F3C5C" w:rsidRDefault="009F3C5C">
                  <w:pPr>
                    <w:pStyle w:val="2"/>
                    <w:tabs>
                      <w:tab w:val="left" w:pos="992"/>
                    </w:tabs>
                    <w:spacing w:after="0" w:line="274" w:lineRule="exact"/>
                    <w:ind w:firstLine="660"/>
                    <w:jc w:val="both"/>
                  </w:pPr>
                  <w:r>
                    <w:rPr>
                      <w:rStyle w:val="CharStyle4"/>
                    </w:rPr>
                    <w:t>а)</w:t>
                  </w:r>
                  <w:r>
                    <w:rPr>
                      <w:rStyle w:val="CharStyle4"/>
                    </w:rPr>
                    <w:tab/>
                    <w:t>пояснительная записка;</w:t>
                  </w:r>
                </w:p>
                <w:p w:rsidR="009F3C5C" w:rsidRDefault="009F3C5C">
                  <w:pPr>
                    <w:pStyle w:val="2"/>
                    <w:tabs>
                      <w:tab w:val="left" w:pos="913"/>
                    </w:tabs>
                    <w:spacing w:after="0" w:line="274" w:lineRule="exact"/>
                    <w:ind w:firstLine="660"/>
                    <w:jc w:val="both"/>
                  </w:pPr>
                  <w:r>
                    <w:rPr>
                      <w:rStyle w:val="CharStyle4"/>
                    </w:rPr>
                    <w:t>б)</w:t>
                  </w:r>
                  <w:r>
                    <w:rPr>
                      <w:rStyle w:val="CharStyle4"/>
                    </w:rPr>
                    <w:tab/>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F3C5C" w:rsidRDefault="009F3C5C">
                  <w:pPr>
                    <w:pStyle w:val="2"/>
                    <w:tabs>
                      <w:tab w:val="left" w:pos="889"/>
                    </w:tabs>
                    <w:spacing w:after="0" w:line="274" w:lineRule="exact"/>
                    <w:ind w:firstLine="660"/>
                    <w:jc w:val="both"/>
                  </w:pPr>
                  <w:r>
                    <w:rPr>
                      <w:rStyle w:val="CharStyle4"/>
                    </w:rPr>
                    <w:t>в)</w:t>
                  </w:r>
                  <w:r>
                    <w:rPr>
                      <w:rStyle w:val="CharStyle4"/>
                    </w:rPr>
                    <w:tab/>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F3C5C" w:rsidRDefault="009F3C5C">
                  <w:pPr>
                    <w:pStyle w:val="2"/>
                    <w:tabs>
                      <w:tab w:val="left" w:pos="982"/>
                    </w:tabs>
                    <w:spacing w:after="0" w:line="274" w:lineRule="exact"/>
                    <w:ind w:firstLine="660"/>
                    <w:jc w:val="both"/>
                  </w:pPr>
                  <w:r>
                    <w:rPr>
                      <w:rStyle w:val="CharStyle4"/>
                    </w:rPr>
                    <w:t>г)</w:t>
                  </w:r>
                  <w:r>
                    <w:rPr>
                      <w:rStyle w:val="CharStyle4"/>
                    </w:rPr>
                    <w:tab/>
                    <w:t>схемы, отображающие архитектурные решения;</w:t>
                  </w:r>
                </w:p>
                <w:p w:rsidR="009F3C5C" w:rsidRDefault="009F3C5C">
                  <w:pPr>
                    <w:pStyle w:val="2"/>
                    <w:tabs>
                      <w:tab w:val="left" w:pos="913"/>
                    </w:tabs>
                    <w:spacing w:after="0" w:line="274" w:lineRule="exact"/>
                    <w:ind w:firstLine="660"/>
                    <w:jc w:val="both"/>
                  </w:pPr>
                  <w:r>
                    <w:rPr>
                      <w:rStyle w:val="CharStyle4"/>
                    </w:rPr>
                    <w:t>д)</w:t>
                  </w:r>
                  <w:r>
                    <w:rPr>
                      <w:rStyle w:val="CharStyle4"/>
                    </w:rPr>
                    <w:tab/>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9F3C5C" w:rsidRDefault="009F3C5C">
                  <w:pPr>
                    <w:pStyle w:val="2"/>
                    <w:tabs>
                      <w:tab w:val="left" w:pos="1006"/>
                    </w:tabs>
                    <w:spacing w:after="0" w:line="274" w:lineRule="exact"/>
                    <w:ind w:firstLine="660"/>
                    <w:jc w:val="both"/>
                  </w:pPr>
                  <w:r>
                    <w:rPr>
                      <w:rStyle w:val="CharStyle4"/>
                    </w:rPr>
                    <w:t>е)</w:t>
                  </w:r>
                  <w:r>
                    <w:rPr>
                      <w:rStyle w:val="CharStyle4"/>
                    </w:rPr>
                    <w:tab/>
                    <w:t>проект организации строительства объекта капитального строительства;</w:t>
                  </w:r>
                </w:p>
                <w:p w:rsidR="009F3C5C" w:rsidRDefault="009F3C5C">
                  <w:pPr>
                    <w:pStyle w:val="2"/>
                    <w:tabs>
                      <w:tab w:val="left" w:pos="913"/>
                    </w:tabs>
                    <w:spacing w:after="0" w:line="274" w:lineRule="exact"/>
                    <w:ind w:firstLine="660"/>
                    <w:jc w:val="both"/>
                  </w:pPr>
                  <w:r>
                    <w:rPr>
                      <w:rStyle w:val="CharStyle4"/>
                    </w:rPr>
                    <w:t>ж)</w:t>
                  </w:r>
                  <w:r>
                    <w:rPr>
                      <w:rStyle w:val="CharStyle4"/>
                    </w:rPr>
                    <w:tab/>
                    <w:t>проект организации работ по сносу или демонтажу объектов капитального строительства, их частей;</w:t>
                  </w:r>
                </w:p>
                <w:p w:rsidR="009F3C5C" w:rsidRDefault="009F3C5C">
                  <w:pPr>
                    <w:pStyle w:val="2"/>
                    <w:numPr>
                      <w:ilvl w:val="0"/>
                      <w:numId w:val="158"/>
                    </w:numPr>
                    <w:tabs>
                      <w:tab w:val="left" w:pos="908"/>
                    </w:tabs>
                    <w:spacing w:after="0" w:line="274" w:lineRule="exact"/>
                    <w:ind w:firstLine="660"/>
                    <w:jc w:val="both"/>
                  </w:pPr>
                  <w:r>
                    <w:rPr>
                      <w:rStyle w:val="CharStyle4"/>
                    </w:rPr>
                    <w:tab/>
                    <w:t>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Градостроительного кодекса Российской Федерации, положительное заключение государственной экологической экспертизы проектной документации (предусмотренных частью 6 статьи 49 Градостроительного кодекса Российской Федерации);</w:t>
                  </w:r>
                </w:p>
                <w:p w:rsidR="009F3C5C" w:rsidRDefault="009F3C5C">
                  <w:pPr>
                    <w:pStyle w:val="2"/>
                    <w:numPr>
                      <w:ilvl w:val="0"/>
                      <w:numId w:val="158"/>
                    </w:numPr>
                    <w:tabs>
                      <w:tab w:val="left" w:pos="913"/>
                    </w:tabs>
                    <w:spacing w:after="0" w:line="274" w:lineRule="exact"/>
                    <w:ind w:firstLine="660"/>
                    <w:jc w:val="both"/>
                  </w:pPr>
                  <w:r>
                    <w:rPr>
                      <w:rStyle w:val="CharStyle4"/>
                    </w:rPr>
                    <w:tab/>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9F3C5C" w:rsidRDefault="009F3C5C">
                  <w:pPr>
                    <w:pStyle w:val="2"/>
                    <w:numPr>
                      <w:ilvl w:val="0"/>
                      <w:numId w:val="158"/>
                    </w:numPr>
                    <w:tabs>
                      <w:tab w:val="left" w:pos="908"/>
                    </w:tabs>
                    <w:spacing w:after="0" w:line="274" w:lineRule="exact"/>
                    <w:ind w:firstLine="660"/>
                    <w:jc w:val="both"/>
                  </w:pPr>
                  <w:r>
                    <w:rPr>
                      <w:rStyle w:val="CharStyle4"/>
                    </w:rPr>
                    <w:tab/>
                    <w:t>согласие всех правообладателей объекта капитального строительства в случае реконструкции такого объекта. К заявлению может прилагаться положительное заключение негосударственной экспертизы проектной документации.</w:t>
                  </w:r>
                </w:p>
                <w:p w:rsidR="009F3C5C" w:rsidRDefault="009F3C5C">
                  <w:pPr>
                    <w:pStyle w:val="2"/>
                    <w:tabs>
                      <w:tab w:val="left" w:pos="908"/>
                    </w:tabs>
                    <w:spacing w:after="0" w:line="274" w:lineRule="exact"/>
                    <w:ind w:firstLine="660"/>
                    <w:jc w:val="both"/>
                  </w:pPr>
                  <w:r>
                    <w:rPr>
                      <w:rStyle w:val="CharStyle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F3C5C" w:rsidRDefault="009F3C5C">
                  <w:pPr>
                    <w:pStyle w:val="2"/>
                    <w:tabs>
                      <w:tab w:val="left" w:pos="908"/>
                    </w:tabs>
                    <w:spacing w:after="0" w:line="274" w:lineRule="exact"/>
                    <w:ind w:firstLine="660"/>
                    <w:jc w:val="both"/>
                  </w:pPr>
                  <w:r>
                    <w:rPr>
                      <w:rStyle w:val="CharStyle4"/>
                    </w:rPr>
                    <w:t xml:space="preserve">6.2)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 </w:t>
                  </w:r>
                </w:p>
              </w:txbxContent>
            </v:textbox>
            <w10:wrap type="square"/>
          </v:rect>
        </w:pict>
      </w:r>
    </w:p>
    <w:p w:rsidR="009F3C5C" w:rsidRDefault="009F3C5C">
      <w:pPr>
        <w:pStyle w:val="Standard"/>
        <w:rPr>
          <w:sz w:val="2"/>
          <w:szCs w:val="2"/>
        </w:rPr>
      </w:pPr>
    </w:p>
    <w:p w:rsidR="009F3C5C" w:rsidRDefault="009F3C5C">
      <w:pPr>
        <w:rPr>
          <w:sz w:val="2"/>
          <w:szCs w:val="2"/>
        </w:rPr>
      </w:pPr>
      <w:r>
        <w:rPr>
          <w:noProof/>
          <w:lang w:eastAsia="ru-RU" w:bidi="ar-SA"/>
        </w:rPr>
        <w:pict>
          <v:rect id="_x0000_s1140" style="position:absolute;margin-left:75.75pt;margin-top:19.75pt;width:464.8pt;height:791.1pt;z-index:251774976" filled="f" stroked="f" strokecolor="#3465a4">
            <v:fill o:detectmouseclick="t"/>
            <v:stroke joinstyle="round"/>
            <v:textbox>
              <w:txbxContent>
                <w:p w:rsidR="009F3C5C" w:rsidRDefault="009F3C5C">
                  <w:pPr>
                    <w:pStyle w:val="2"/>
                    <w:tabs>
                      <w:tab w:val="left" w:pos="889"/>
                    </w:tabs>
                    <w:spacing w:after="0" w:line="274" w:lineRule="exact"/>
                    <w:ind w:firstLine="660"/>
                    <w:jc w:val="both"/>
                    <w:rPr>
                      <w:rStyle w:val="CharStyle4"/>
                    </w:rPr>
                  </w:pPr>
                </w:p>
                <w:p w:rsidR="009F3C5C" w:rsidRDefault="009F3C5C">
                  <w:pPr>
                    <w:pStyle w:val="2"/>
                    <w:tabs>
                      <w:tab w:val="left" w:pos="679"/>
                    </w:tabs>
                    <w:spacing w:after="0" w:line="274" w:lineRule="exact"/>
                    <w:ind w:firstLine="660"/>
                    <w:jc w:val="both"/>
                  </w:pPr>
                  <w:r>
                    <w:rPr>
                      <w:rStyle w:val="CharStyle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CharStyle4"/>
                    </w:rPr>
                    <w:br/>
                    <w:t xml:space="preserve">        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CharStyle4"/>
                    </w:rPr>
                    <w:br/>
                  </w:r>
                </w:p>
                <w:p w:rsidR="009F3C5C" w:rsidRDefault="009F3C5C">
                  <w:pPr>
                    <w:pStyle w:val="2"/>
                    <w:tabs>
                      <w:tab w:val="left" w:pos="679"/>
                    </w:tabs>
                    <w:spacing w:after="0" w:line="274" w:lineRule="exact"/>
                    <w:ind w:firstLine="660"/>
                    <w:jc w:val="both"/>
                  </w:pPr>
                  <w:r>
                    <w:rPr>
                      <w:rStyle w:val="CharStyle4"/>
                    </w:rPr>
                    <w:t>5. Документы (их копии или сведения, содержащиеся в них), указанные в пунктах 1, 2 и 5 части 4 настоящей статьи, запрашиваются органами, указанными в абзаце первом части 4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 По межведомственным запросам органов, указанных в абзаце первом части 4 настоящей статьи, документы (их копии или сведения, содержащиеся в них), указанные в пунктах 2 и 5 части 4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F3C5C" w:rsidRDefault="009F3C5C">
                  <w:pPr>
                    <w:pStyle w:val="2"/>
                    <w:tabs>
                      <w:tab w:val="left" w:pos="679"/>
                    </w:tabs>
                    <w:spacing w:after="0" w:line="274" w:lineRule="exact"/>
                    <w:ind w:firstLine="660"/>
                    <w:jc w:val="both"/>
                  </w:pPr>
                  <w:r>
                    <w:rPr>
                      <w:rStyle w:val="CharStyle4"/>
                    </w:rPr>
                    <w:t>6. Документы, указанные в пункте 1 части 4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9F3C5C" w:rsidRDefault="009F3C5C">
                  <w:pPr>
                    <w:pStyle w:val="2"/>
                    <w:tabs>
                      <w:tab w:val="left" w:pos="679"/>
                    </w:tabs>
                    <w:spacing w:after="0" w:line="274" w:lineRule="exact"/>
                    <w:ind w:firstLine="660"/>
                    <w:jc w:val="both"/>
                  </w:pPr>
                  <w:r>
                    <w:rPr>
                      <w:rStyle w:val="CharStyle4"/>
                    </w:rPr>
                    <w:tab/>
                    <w:t>7. В целях строительства, реконструкции, капитального ремонта объекта индивидуального жилищного строительства застройщик направляет в отдел архитектуры и градостроительства Администрации муниципального района Ишимбайский район Республики Башкортостан заявление о выдаче разрешения на строительство.</w:t>
                  </w:r>
                </w:p>
                <w:p w:rsidR="009F3C5C" w:rsidRDefault="009F3C5C">
                  <w:pPr>
                    <w:pStyle w:val="2"/>
                    <w:spacing w:after="0" w:line="274" w:lineRule="exact"/>
                    <w:ind w:firstLine="660"/>
                    <w:jc w:val="both"/>
                  </w:pPr>
                  <w:r>
                    <w:rPr>
                      <w:rStyle w:val="CharStyle4"/>
                    </w:rPr>
                    <w:t>К указанному заявлению прилагаются следующие документы:</w:t>
                  </w:r>
                </w:p>
                <w:p w:rsidR="009F3C5C" w:rsidRDefault="009F3C5C">
                  <w:pPr>
                    <w:pStyle w:val="2"/>
                    <w:tabs>
                      <w:tab w:val="left" w:pos="977"/>
                    </w:tabs>
                    <w:spacing w:after="0" w:line="274" w:lineRule="exact"/>
                    <w:ind w:firstLine="660"/>
                    <w:jc w:val="both"/>
                  </w:pPr>
                  <w:r>
                    <w:rPr>
                      <w:rStyle w:val="CharStyle4"/>
                    </w:rPr>
                    <w:t>1)</w:t>
                  </w:r>
                  <w:r>
                    <w:rPr>
                      <w:rStyle w:val="CharStyle4"/>
                    </w:rPr>
                    <w:tab/>
                    <w:t>правоустанавливающие документы на земельный участок;</w:t>
                  </w:r>
                </w:p>
                <w:p w:rsidR="009F3C5C" w:rsidRDefault="009F3C5C">
                  <w:pPr>
                    <w:pStyle w:val="2"/>
                    <w:tabs>
                      <w:tab w:val="left" w:pos="997"/>
                    </w:tabs>
                    <w:spacing w:after="0" w:line="274" w:lineRule="exact"/>
                    <w:ind w:firstLine="660"/>
                    <w:jc w:val="both"/>
                  </w:pPr>
                  <w:r>
                    <w:rPr>
                      <w:rStyle w:val="CharStyle4"/>
                    </w:rPr>
                    <w:t>2)</w:t>
                  </w:r>
                  <w:r>
                    <w:rPr>
                      <w:rStyle w:val="CharStyle4"/>
                    </w:rPr>
                    <w:tab/>
                    <w:t>градостроительный план земельного участка;</w:t>
                  </w:r>
                </w:p>
                <w:p w:rsidR="009F3C5C" w:rsidRDefault="009F3C5C">
                  <w:pPr>
                    <w:pStyle w:val="2"/>
                    <w:tabs>
                      <w:tab w:val="left" w:pos="927"/>
                    </w:tabs>
                    <w:spacing w:after="0" w:line="274" w:lineRule="exact"/>
                    <w:ind w:firstLine="660"/>
                    <w:jc w:val="both"/>
                  </w:pPr>
                  <w:r>
                    <w:rPr>
                      <w:rStyle w:val="CharStyle4"/>
                    </w:rPr>
                    <w:t>3)</w:t>
                  </w:r>
                  <w:r>
                    <w:rPr>
                      <w:rStyle w:val="CharStyle4"/>
                    </w:rPr>
                    <w:tab/>
                    <w:t>схема планировочной организации земельного участка с обозначением места размещения объекта индивидуального жилищного строительства.</w:t>
                  </w:r>
                </w:p>
                <w:p w:rsidR="009F3C5C" w:rsidRDefault="009F3C5C">
                  <w:pPr>
                    <w:pStyle w:val="2"/>
                    <w:tabs>
                      <w:tab w:val="left" w:pos="887"/>
                    </w:tabs>
                    <w:spacing w:after="0" w:line="274" w:lineRule="exact"/>
                    <w:ind w:firstLine="660"/>
                    <w:jc w:val="both"/>
                  </w:pPr>
                  <w:r>
                    <w:rPr>
                      <w:rStyle w:val="CharStyle4"/>
                    </w:rPr>
                    <w:t>8.</w:t>
                  </w:r>
                  <w:r>
                    <w:rPr>
                      <w:rStyle w:val="CharStyle4"/>
                    </w:rPr>
                    <w:tab/>
                    <w:t>Не допускается требовать иные документы для получения разрешения на строительство, за исключением указанных в пунктах 4 и 7 настоящих Правил.</w:t>
                  </w:r>
                  <w:r>
                    <w:br w:type="page"/>
                  </w:r>
                </w:p>
                <w:p w:rsidR="009F3C5C" w:rsidRDefault="009F3C5C">
                  <w:pPr>
                    <w:pStyle w:val="2"/>
                    <w:tabs>
                      <w:tab w:val="left" w:pos="887"/>
                    </w:tabs>
                    <w:spacing w:after="0" w:line="274" w:lineRule="exact"/>
                    <w:jc w:val="both"/>
                  </w:pPr>
                </w:p>
              </w:txbxContent>
            </v:textbox>
            <w10:wrap type="square"/>
          </v:rect>
        </w:pict>
      </w:r>
      <w:r>
        <w:br w:type="page"/>
      </w:r>
    </w:p>
    <w:p w:rsidR="009F3C5C" w:rsidRDefault="009F3C5C">
      <w:pPr>
        <w:pStyle w:val="Standard"/>
        <w:rPr>
          <w:sz w:val="2"/>
          <w:szCs w:val="2"/>
        </w:rPr>
        <w:sectPr w:rsidR="009F3C5C">
          <w:headerReference w:type="default" r:id="rId231"/>
          <w:footerReference w:type="default" r:id="rId232"/>
          <w:pgSz w:w="11906" w:h="16838"/>
          <w:pgMar w:top="360" w:right="360" w:bottom="360" w:left="360" w:header="0" w:footer="0" w:gutter="0"/>
          <w:cols w:space="720"/>
          <w:formProt w:val="0"/>
          <w:docGrid w:linePitch="240" w:charSpace="-6145"/>
        </w:sectPr>
      </w:pPr>
      <w:r>
        <w:rPr>
          <w:noProof/>
          <w:lang w:eastAsia="ru-RU" w:bidi="ar-SA"/>
        </w:rPr>
        <w:pict>
          <v:rect id="136" o:spid="_x0000_s1141" style="position:absolute;margin-left:81.35pt;margin-top:30.15pt;width:464.8pt;height:789.25pt;z-index:251776000;mso-position-horizontal-relative:page;mso-position-vertical-relative:page" filled="f" stroked="f" strokecolor="#3465a4">
            <v:fill o:detectmouseclick="t"/>
            <v:stroke joinstyle="round"/>
            <v:textbox>
              <w:txbxContent>
                <w:p w:rsidR="009F3C5C" w:rsidRDefault="009F3C5C">
                  <w:pPr>
                    <w:pStyle w:val="2"/>
                    <w:tabs>
                      <w:tab w:val="left" w:pos="900"/>
                    </w:tabs>
                    <w:spacing w:after="0" w:line="274" w:lineRule="exact"/>
                    <w:ind w:firstLine="660"/>
                    <w:jc w:val="both"/>
                  </w:pPr>
                  <w:r>
                    <w:rPr>
                      <w:rStyle w:val="CharStyle4"/>
                    </w:rPr>
                    <w:tab/>
                    <w:t>9. Отдел архитектуры и градостроительства как уполномоченный орган Администрации муниципального района Ишимбайский район Республики Башкортостан в течение десяти дней со дня получения заявления о выдаче разрешения на строительство проводит проверку:- наличия необходимых документов, прилагаемых к заявлению;-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красным линиям;- проектной документации (в случае выдачи лицу разрешения на отклонение от предельных параметров разрешенного строительства, реконструкции) на соответствие требованиям, установленным в разрешении на отклонение от предельных параметров разрешенного строительства, реконструкции, и выдает разрешение на строительство либо отказывает в выдаче такого разрешения с указанием причин отказа.</w:t>
                  </w:r>
                </w:p>
                <w:p w:rsidR="009F3C5C" w:rsidRDefault="009F3C5C">
                  <w:pPr>
                    <w:pStyle w:val="2"/>
                    <w:tabs>
                      <w:tab w:val="left" w:pos="900"/>
                    </w:tabs>
                    <w:spacing w:after="0" w:line="274" w:lineRule="exact"/>
                    <w:ind w:firstLine="660"/>
                    <w:jc w:val="both"/>
                  </w:pPr>
                  <w:r>
                    <w:rPr>
                      <w:rStyle w:val="CharStyle4"/>
                    </w:rPr>
                    <w:tab/>
                    <w:t>10.Отдел архитектуры и градостроительства как уполномоченный орган Администрации муниципального района Ишимбайский район Республики Башкортостан по заявлению застройщика может выдать разрешение на отдельные этапы строительства, реконструкции.</w:t>
                  </w:r>
                </w:p>
                <w:p w:rsidR="009F3C5C" w:rsidRDefault="009F3C5C">
                  <w:pPr>
                    <w:pStyle w:val="2"/>
                    <w:tabs>
                      <w:tab w:val="left" w:pos="900"/>
                    </w:tabs>
                    <w:spacing w:after="0" w:line="274" w:lineRule="exact"/>
                    <w:ind w:firstLine="660"/>
                    <w:jc w:val="both"/>
                  </w:pPr>
                  <w:r>
                    <w:rPr>
                      <w:rStyle w:val="CharStyle4"/>
                    </w:rPr>
                    <w:tab/>
                    <w:t>11.Отказ в выдаче разрешения на строительство может быть оспорен застройщиком в судебном порядке.</w:t>
                  </w:r>
                </w:p>
                <w:p w:rsidR="009F3C5C" w:rsidRDefault="009F3C5C">
                  <w:pPr>
                    <w:pStyle w:val="2"/>
                    <w:tabs>
                      <w:tab w:val="left" w:pos="900"/>
                    </w:tabs>
                    <w:spacing w:after="0" w:line="274" w:lineRule="exact"/>
                    <w:ind w:firstLine="660"/>
                    <w:jc w:val="both"/>
                  </w:pPr>
                  <w:r>
                    <w:rPr>
                      <w:rStyle w:val="CharStyle4"/>
                    </w:rPr>
                    <w:tab/>
                    <w:t>12.Выдача разрешения на строительство осуществляется отделом архитектуры и градостроительства Администрации муниципального района Ишимбайский район Республики Башкортостан, т.е органами,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F3C5C" w:rsidRDefault="009F3C5C">
                  <w:pPr>
                    <w:pStyle w:val="2"/>
                    <w:tabs>
                      <w:tab w:val="left" w:pos="999"/>
                    </w:tabs>
                    <w:spacing w:after="0" w:line="274" w:lineRule="exact"/>
                    <w:ind w:firstLine="660"/>
                    <w:jc w:val="both"/>
                  </w:pPr>
                  <w:r>
                    <w:rPr>
                      <w:rStyle w:val="CharStyle4"/>
                    </w:rPr>
                    <w:t>13.</w:t>
                  </w:r>
                  <w:r>
                    <w:rPr>
                      <w:rStyle w:val="CharStyle4"/>
                    </w:rPr>
                    <w:tab/>
                    <w:t>Форма разрешения на строительство устанавливается Правительством Российской Федерации.</w:t>
                  </w:r>
                </w:p>
                <w:p w:rsidR="009F3C5C" w:rsidRDefault="009F3C5C">
                  <w:pPr>
                    <w:pStyle w:val="2"/>
                    <w:tabs>
                      <w:tab w:val="left" w:pos="1098"/>
                    </w:tabs>
                    <w:spacing w:after="0" w:line="274" w:lineRule="exact"/>
                    <w:ind w:firstLine="660"/>
                    <w:jc w:val="both"/>
                  </w:pPr>
                  <w:r>
                    <w:rPr>
                      <w:rStyle w:val="CharStyle4"/>
                    </w:rPr>
                    <w:t>14.Выдача разрешения на строительство не требуется в случае:</w:t>
                  </w:r>
                </w:p>
                <w:p w:rsidR="009F3C5C" w:rsidRDefault="009F3C5C">
                  <w:pPr>
                    <w:pStyle w:val="2"/>
                    <w:numPr>
                      <w:ilvl w:val="0"/>
                      <w:numId w:val="159"/>
                    </w:numPr>
                    <w:tabs>
                      <w:tab w:val="left" w:pos="903"/>
                    </w:tabs>
                    <w:spacing w:after="0" w:line="274" w:lineRule="exact"/>
                    <w:ind w:firstLine="660"/>
                    <w:jc w:val="both"/>
                  </w:pPr>
                  <w:r>
                    <w:rPr>
                      <w:rStyle w:val="CharStyle4"/>
                    </w:rP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F3C5C" w:rsidRDefault="009F3C5C">
                  <w:pPr>
                    <w:pStyle w:val="2"/>
                    <w:numPr>
                      <w:ilvl w:val="0"/>
                      <w:numId w:val="159"/>
                    </w:numPr>
                    <w:tabs>
                      <w:tab w:val="left" w:pos="900"/>
                    </w:tabs>
                    <w:spacing w:after="0" w:line="274" w:lineRule="exact"/>
                    <w:ind w:firstLine="660"/>
                    <w:jc w:val="both"/>
                  </w:pPr>
                  <w:r>
                    <w:rPr>
                      <w:rStyle w:val="CharStyle4"/>
                    </w:rPr>
                    <w:tab/>
                    <w:t>строительства, реконструкции объектов, не являющихся объектами капитального строительства (киосков, навесов и других);</w:t>
                  </w:r>
                </w:p>
                <w:p w:rsidR="009F3C5C" w:rsidRDefault="009F3C5C">
                  <w:pPr>
                    <w:pStyle w:val="2"/>
                    <w:numPr>
                      <w:ilvl w:val="0"/>
                      <w:numId w:val="159"/>
                    </w:numPr>
                    <w:tabs>
                      <w:tab w:val="left" w:pos="908"/>
                    </w:tabs>
                    <w:spacing w:after="0" w:line="274" w:lineRule="exact"/>
                    <w:ind w:firstLine="660"/>
                    <w:jc w:val="both"/>
                  </w:pPr>
                  <w:r>
                    <w:rPr>
                      <w:rStyle w:val="CharStyle4"/>
                    </w:rPr>
                    <w:tab/>
                    <w:t>строительства на земельном участке строений и сооружений вспомогательного использования;</w:t>
                  </w:r>
                </w:p>
                <w:p w:rsidR="009F3C5C" w:rsidRDefault="009F3C5C">
                  <w:pPr>
                    <w:pStyle w:val="2"/>
                    <w:numPr>
                      <w:ilvl w:val="0"/>
                      <w:numId w:val="159"/>
                    </w:numPr>
                    <w:tabs>
                      <w:tab w:val="left" w:pos="903"/>
                    </w:tabs>
                    <w:spacing w:after="0" w:line="274" w:lineRule="exact"/>
                    <w:ind w:firstLine="660"/>
                    <w:jc w:val="both"/>
                  </w:pPr>
                  <w:r>
                    <w:rPr>
                      <w:rStyle w:val="CharStyle4"/>
                    </w:rPr>
                    <w:tab/>
                    <w:t>изменения объекта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txbxContent>
            </v:textbox>
            <w10:wrap type="square" anchorx="page" anchory="page"/>
          </v:rect>
        </w:pict>
      </w:r>
    </w:p>
    <w:p w:rsidR="009F3C5C" w:rsidRDefault="009F3C5C">
      <w:pPr>
        <w:pStyle w:val="Standard"/>
        <w:rPr>
          <w:sz w:val="2"/>
          <w:szCs w:val="2"/>
        </w:rPr>
        <w:sectPr w:rsidR="009F3C5C">
          <w:headerReference w:type="default" r:id="rId233"/>
          <w:footerReference w:type="default" r:id="rId234"/>
          <w:pgSz w:w="11906" w:h="16838"/>
          <w:pgMar w:top="360" w:right="360" w:bottom="360" w:left="360" w:header="0" w:footer="0" w:gutter="0"/>
          <w:cols w:space="720"/>
          <w:formProt w:val="0"/>
          <w:docGrid w:linePitch="240" w:charSpace="-6145"/>
        </w:sectPr>
      </w:pPr>
      <w:r>
        <w:rPr>
          <w:noProof/>
          <w:lang w:eastAsia="ru-RU" w:bidi="ar-SA"/>
        </w:rPr>
        <w:pict>
          <v:rect id="137" o:spid="_x0000_s1142" style="position:absolute;margin-left:63.6pt;margin-top:36.1pt;width:464.3pt;height:767.4pt;z-index:251777024" filled="f" stroked="f" strokecolor="#3465a4">
            <v:fill o:detectmouseclick="t"/>
            <v:stroke joinstyle="round"/>
            <v:textbox>
              <w:txbxContent>
                <w:p w:rsidR="009F3C5C" w:rsidRDefault="009F3C5C">
                  <w:pPr>
                    <w:pStyle w:val="2"/>
                    <w:numPr>
                      <w:ilvl w:val="0"/>
                      <w:numId w:val="159"/>
                    </w:numPr>
                    <w:tabs>
                      <w:tab w:val="left" w:pos="1015"/>
                    </w:tabs>
                    <w:spacing w:after="0" w:line="274" w:lineRule="exact"/>
                    <w:ind w:firstLine="660"/>
                    <w:jc w:val="both"/>
                  </w:pPr>
                  <w:r>
                    <w:rPr>
                      <w:rStyle w:val="CharStyle4"/>
                    </w:rPr>
                    <w:tab/>
                    <w:t>иных случаях,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настоящими Правилами, получения разрешения на строительство не требуется.</w:t>
                  </w:r>
                </w:p>
                <w:p w:rsidR="009F3C5C" w:rsidRDefault="009F3C5C">
                  <w:pPr>
                    <w:pStyle w:val="2"/>
                    <w:tabs>
                      <w:tab w:val="left" w:pos="1018"/>
                    </w:tabs>
                    <w:spacing w:after="0" w:line="274" w:lineRule="exact"/>
                    <w:ind w:firstLine="660"/>
                    <w:jc w:val="both"/>
                  </w:pPr>
                  <w:r>
                    <w:rPr>
                      <w:rStyle w:val="CharStyle4"/>
                    </w:rPr>
                    <w:t xml:space="preserve">15. </w:t>
                  </w:r>
                  <w:r>
                    <w:rPr>
                      <w:rStyle w:val="CharStyle4"/>
                    </w:rPr>
                    <w:tab/>
                    <w:t>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9F3C5C" w:rsidRDefault="009F3C5C">
                  <w:pPr>
                    <w:pStyle w:val="2"/>
                    <w:tabs>
                      <w:tab w:val="left" w:pos="1015"/>
                    </w:tabs>
                    <w:spacing w:after="0" w:line="274" w:lineRule="exact"/>
                    <w:ind w:firstLine="660"/>
                    <w:jc w:val="both"/>
                  </w:pPr>
                  <w:r>
                    <w:rPr>
                      <w:rStyle w:val="CharStyle4"/>
                    </w:rPr>
                    <w:t xml:space="preserve">16. </w:t>
                  </w:r>
                  <w:r>
                    <w:rPr>
                      <w:rStyle w:val="CharStyle4"/>
                    </w:rPr>
                    <w:tab/>
                    <w:t>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срок, установленный действующим градостроительным законодательством (десять лет).</w:t>
                  </w:r>
                </w:p>
                <w:p w:rsidR="009F3C5C" w:rsidRDefault="009F3C5C">
                  <w:pPr>
                    <w:pStyle w:val="2"/>
                    <w:tabs>
                      <w:tab w:val="left" w:pos="1018"/>
                    </w:tabs>
                    <w:spacing w:after="0" w:line="274" w:lineRule="exact"/>
                    <w:ind w:firstLine="660"/>
                    <w:jc w:val="both"/>
                  </w:pPr>
                  <w:r>
                    <w:rPr>
                      <w:rStyle w:val="CharStyle4"/>
                    </w:rPr>
                    <w:t>17. Срок действия разрешения на строительство может быть продлен уполномоченным органом Администрации муниципального района Ишимбай- ский район Республики Башкортостан,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w:t>
                  </w:r>
                </w:p>
                <w:p w:rsidR="009F3C5C" w:rsidRDefault="009F3C5C">
                  <w:pPr>
                    <w:pStyle w:val="2"/>
                    <w:tabs>
                      <w:tab w:val="left" w:pos="1023"/>
                    </w:tabs>
                    <w:spacing w:after="0" w:line="274" w:lineRule="exact"/>
                    <w:ind w:firstLine="660"/>
                    <w:jc w:val="both"/>
                  </w:pPr>
                  <w:r>
                    <w:rPr>
                      <w:rStyle w:val="CharStyle4"/>
                    </w:rPr>
                    <w:t xml:space="preserve">18. </w:t>
                  </w:r>
                  <w:r>
                    <w:rPr>
                      <w:rStyle w:val="CharStyle4"/>
                    </w:rPr>
                    <w:tab/>
                    <w:t>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F3C5C" w:rsidRDefault="009F3C5C">
                  <w:pPr>
                    <w:pStyle w:val="2"/>
                    <w:tabs>
                      <w:tab w:val="left" w:pos="1015"/>
                    </w:tabs>
                    <w:spacing w:after="0" w:line="274" w:lineRule="exact"/>
                    <w:ind w:firstLine="660"/>
                    <w:jc w:val="both"/>
                  </w:pPr>
                  <w:r>
                    <w:rPr>
                      <w:rStyle w:val="CharStyle4"/>
                    </w:rPr>
                    <w:t>19. Срок действия разрешения на строительство при переходе права на земельный участок и объекты капитального строительства сохраняется.</w:t>
                  </w:r>
                </w:p>
                <w:p w:rsidR="009F3C5C" w:rsidRDefault="009F3C5C">
                  <w:pPr>
                    <w:pStyle w:val="2"/>
                    <w:tabs>
                      <w:tab w:val="left" w:pos="1018"/>
                    </w:tabs>
                    <w:spacing w:after="0" w:line="274" w:lineRule="exact"/>
                    <w:ind w:firstLine="660"/>
                    <w:jc w:val="both"/>
                  </w:pPr>
                  <w:r>
                    <w:rPr>
                      <w:rStyle w:val="CharStyle4"/>
                    </w:rPr>
                    <w:t xml:space="preserve">20. </w:t>
                  </w:r>
                  <w:r>
                    <w:rPr>
                      <w:rStyle w:val="CharStyle4"/>
                    </w:rPr>
                    <w:tab/>
                    <w:t>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9F3C5C" w:rsidRDefault="009F3C5C">
                  <w:pPr>
                    <w:pStyle w:val="2"/>
                    <w:tabs>
                      <w:tab w:val="left" w:pos="1018"/>
                    </w:tabs>
                    <w:spacing w:after="0" w:line="274" w:lineRule="exact"/>
                    <w:ind w:firstLine="660"/>
                    <w:jc w:val="both"/>
                  </w:pPr>
                  <w:r>
                    <w:rPr>
                      <w:rStyle w:val="CharStyle4"/>
                    </w:rPr>
                    <w:t>21. Порядок выдачи разрешений на строительство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Администрации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018"/>
                    </w:tabs>
                    <w:spacing w:after="0" w:line="274" w:lineRule="exact"/>
                    <w:ind w:firstLine="660"/>
                    <w:jc w:val="both"/>
                  </w:pPr>
                  <w:r>
                    <w:rPr>
                      <w:rStyle w:val="CharStyle4"/>
                    </w:rPr>
                    <w:t xml:space="preserve">22. </w:t>
                  </w:r>
                  <w:r>
                    <w:rPr>
                      <w:rStyle w:val="CharStyle4"/>
                    </w:rPr>
                    <w:tab/>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txbxContent>
            </v:textbox>
            <w10:wrap type="square"/>
          </v:rect>
        </w:pict>
      </w:r>
    </w:p>
    <w:p w:rsidR="009F3C5C" w:rsidRDefault="009F3C5C">
      <w:pPr>
        <w:pStyle w:val="Standard"/>
        <w:rPr>
          <w:sz w:val="2"/>
          <w:szCs w:val="2"/>
        </w:rPr>
        <w:sectPr w:rsidR="009F3C5C">
          <w:headerReference w:type="default" r:id="rId235"/>
          <w:footerReference w:type="default" r:id="rId236"/>
          <w:pgSz w:w="11906" w:h="16838"/>
          <w:pgMar w:top="360" w:right="360" w:bottom="360" w:left="360" w:header="0" w:footer="0" w:gutter="0"/>
          <w:cols w:space="720"/>
          <w:formProt w:val="0"/>
          <w:docGrid w:linePitch="240" w:charSpace="-6145"/>
        </w:sectPr>
      </w:pPr>
      <w:r>
        <w:rPr>
          <w:noProof/>
          <w:lang w:eastAsia="ru-RU" w:bidi="ar-SA"/>
        </w:rPr>
        <w:pict>
          <v:rect id="138" o:spid="_x0000_s1143" style="position:absolute;margin-left:81.5pt;margin-top:29.45pt;width:464.3pt;height:744.2pt;z-index:251778048;mso-position-horizontal-relative:page;mso-position-vertical-relative:page" filled="f" stroked="f" strokecolor="#3465a4">
            <v:fill o:detectmouseclick="t"/>
            <v:stroke joinstyle="round"/>
            <v:textbox>
              <w:txbxContent>
                <w:p w:rsidR="009F3C5C" w:rsidRDefault="009F3C5C">
                  <w:pPr>
                    <w:pStyle w:val="2"/>
                    <w:tabs>
                      <w:tab w:val="left" w:pos="1238"/>
                    </w:tabs>
                    <w:spacing w:after="244" w:line="278" w:lineRule="exact"/>
                    <w:ind w:firstLine="660"/>
                    <w:jc w:val="both"/>
                  </w:pPr>
                  <w:r>
                    <w:rPr>
                      <w:rStyle w:val="CharStyle4"/>
                      <w:b/>
                      <w:bCs/>
                    </w:rPr>
                    <w:tab/>
                    <w:t>10.5 Строительный контроль. Государственный строительный надзор.</w:t>
                  </w:r>
                </w:p>
                <w:p w:rsidR="009F3C5C" w:rsidRDefault="009F3C5C">
                  <w:pPr>
                    <w:pStyle w:val="2"/>
                    <w:numPr>
                      <w:ilvl w:val="0"/>
                      <w:numId w:val="160"/>
                    </w:numPr>
                    <w:tabs>
                      <w:tab w:val="left" w:pos="892"/>
                    </w:tabs>
                    <w:spacing w:after="0" w:line="274" w:lineRule="exact"/>
                    <w:ind w:firstLine="660"/>
                    <w:jc w:val="both"/>
                  </w:pPr>
                  <w:r>
                    <w:rPr>
                      <w:rStyle w:val="CharStyle4"/>
                    </w:rPr>
                    <w:tab/>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9F3C5C" w:rsidRDefault="009F3C5C">
                  <w:pPr>
                    <w:pStyle w:val="2"/>
                    <w:spacing w:after="0" w:line="274" w:lineRule="exact"/>
                    <w:ind w:firstLine="660"/>
                    <w:jc w:val="both"/>
                  </w:pPr>
                  <w:r>
                    <w:rPr>
                      <w:rStyle w:val="CharStyle4"/>
                    </w:rPr>
                    <w:t>Строительный контроль проводится лицом, осуществляющим строительство.</w:t>
                  </w:r>
                </w:p>
                <w:p w:rsidR="009F3C5C" w:rsidRDefault="009F3C5C">
                  <w:pPr>
                    <w:pStyle w:val="2"/>
                    <w:spacing w:after="0" w:line="274" w:lineRule="exact"/>
                    <w:ind w:firstLine="660"/>
                    <w:jc w:val="both"/>
                  </w:pPr>
                  <w:r>
                    <w:rPr>
                      <w:rStyle w:val="CharStyle4"/>
                    </w:rPr>
                    <w:t>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w:t>
                  </w:r>
                </w:p>
                <w:p w:rsidR="009F3C5C" w:rsidRDefault="009F3C5C">
                  <w:pPr>
                    <w:pStyle w:val="2"/>
                    <w:spacing w:after="0" w:line="274" w:lineRule="exact"/>
                    <w:ind w:firstLine="660"/>
                    <w:jc w:val="both"/>
                  </w:pPr>
                  <w:r>
                    <w:rPr>
                      <w:rStyle w:val="CharStyle4"/>
                    </w:rPr>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9F3C5C" w:rsidRDefault="009F3C5C">
                  <w:pPr>
                    <w:pStyle w:val="2"/>
                    <w:numPr>
                      <w:ilvl w:val="0"/>
                      <w:numId w:val="160"/>
                    </w:numPr>
                    <w:tabs>
                      <w:tab w:val="left" w:pos="892"/>
                    </w:tabs>
                    <w:spacing w:after="0" w:line="274" w:lineRule="exact"/>
                    <w:ind w:firstLine="660"/>
                    <w:jc w:val="both"/>
                  </w:pPr>
                  <w:r>
                    <w:rPr>
                      <w:rStyle w:val="CharStyle4"/>
                    </w:rPr>
                    <w:tab/>
                    <w:t>Порядок проведения строительного контроля может устанавливаться правовыми актами Российской Федерации.</w:t>
                  </w:r>
                </w:p>
                <w:p w:rsidR="009F3C5C" w:rsidRDefault="009F3C5C">
                  <w:pPr>
                    <w:pStyle w:val="2"/>
                    <w:numPr>
                      <w:ilvl w:val="0"/>
                      <w:numId w:val="160"/>
                    </w:numPr>
                    <w:tabs>
                      <w:tab w:val="left" w:pos="892"/>
                    </w:tabs>
                    <w:spacing w:after="0" w:line="274" w:lineRule="exact"/>
                    <w:ind w:firstLine="660"/>
                    <w:jc w:val="both"/>
                  </w:pPr>
                  <w:r>
                    <w:rPr>
                      <w:rStyle w:val="CharStyle4"/>
                    </w:rPr>
                    <w:tab/>
                    <w:t>Государственный строительный надзор осуществляется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подлежит государственной экспертизе либо проектная документация таких объектов является типовой проектной документацией или ее модификацией.</w:t>
                  </w:r>
                </w:p>
                <w:p w:rsidR="009F3C5C" w:rsidRDefault="009F3C5C">
                  <w:pPr>
                    <w:pStyle w:val="2"/>
                    <w:numPr>
                      <w:ilvl w:val="0"/>
                      <w:numId w:val="160"/>
                    </w:numPr>
                    <w:tabs>
                      <w:tab w:val="left" w:pos="892"/>
                    </w:tabs>
                    <w:spacing w:after="0" w:line="274" w:lineRule="exact"/>
                    <w:ind w:firstLine="660"/>
                    <w:jc w:val="both"/>
                  </w:pPr>
                  <w:r>
                    <w:rPr>
                      <w:rStyle w:val="CharStyle4"/>
                    </w:rPr>
                    <w:tab/>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опасных производственных объектов, линий связи, определяемых в соответствии с законодательством Российской Федерации, объектов обороны и безопасности,</w:t>
                  </w:r>
                </w:p>
                <w:p w:rsidR="009F3C5C" w:rsidRDefault="009F3C5C">
                  <w:pPr>
                    <w:pStyle w:val="2"/>
                    <w:spacing w:after="0" w:line="274" w:lineRule="exact"/>
                    <w:ind w:firstLine="660"/>
                    <w:jc w:val="both"/>
                  </w:pPr>
                  <w:r>
                    <w:rPr>
                      <w:rStyle w:val="CharStyle4"/>
                    </w:rPr>
                    <w:t>объектов, сведения о которых составляют государственную тайну, особо опасных, технически сложных и уникальных объектов.</w:t>
                  </w:r>
                </w:p>
                <w:p w:rsidR="009F3C5C" w:rsidRDefault="009F3C5C">
                  <w:pPr>
                    <w:pStyle w:val="2"/>
                    <w:numPr>
                      <w:ilvl w:val="0"/>
                      <w:numId w:val="160"/>
                    </w:numPr>
                    <w:tabs>
                      <w:tab w:val="left" w:pos="893"/>
                    </w:tabs>
                    <w:spacing w:after="0" w:line="274" w:lineRule="exact"/>
                    <w:ind w:firstLine="660"/>
                    <w:jc w:val="both"/>
                  </w:pPr>
                  <w:r>
                    <w:rPr>
                      <w:rStyle w:val="CharStyle4"/>
                    </w:rPr>
                    <w:tab/>
                    <w:t>Порядок осуществления государственного строительного надзора, критерий отнесения объектов капитального строительства к особо опасным, технически сложным и уникальным объектам устанавливаются Правительством Российской Федерации.</w:t>
                  </w:r>
                </w:p>
              </w:txbxContent>
            </v:textbox>
            <w10:wrap type="square" anchorx="page" anchory="page"/>
          </v:rect>
        </w:pict>
      </w:r>
    </w:p>
    <w:p w:rsidR="009F3C5C" w:rsidRDefault="009F3C5C">
      <w:pPr>
        <w:pStyle w:val="Standard"/>
        <w:rPr>
          <w:sz w:val="2"/>
          <w:szCs w:val="2"/>
        </w:rPr>
        <w:sectPr w:rsidR="009F3C5C">
          <w:headerReference w:type="default" r:id="rId237"/>
          <w:footerReference w:type="default" r:id="rId238"/>
          <w:pgSz w:w="11906" w:h="16838"/>
          <w:pgMar w:top="360" w:right="360" w:bottom="360" w:left="360" w:header="0" w:footer="0" w:gutter="0"/>
          <w:cols w:space="720"/>
          <w:formProt w:val="0"/>
          <w:docGrid w:linePitch="240" w:charSpace="-6145"/>
        </w:sectPr>
      </w:pPr>
      <w:r>
        <w:rPr>
          <w:noProof/>
          <w:lang w:eastAsia="ru-RU" w:bidi="ar-SA"/>
        </w:rPr>
        <w:pict>
          <v:rect id="139" o:spid="_x0000_s1144" style="position:absolute;margin-left:81.5pt;margin-top:29.95pt;width:464.3pt;height:798.05pt;z-index:251779072;mso-position-horizontal-relative:page;mso-position-vertical-relative:page" filled="f" stroked="f" strokecolor="#3465a4">
            <v:fill o:detectmouseclick="t"/>
            <v:stroke joinstyle="round"/>
            <v:textbox>
              <w:txbxContent>
                <w:p w:rsidR="009F3C5C" w:rsidRDefault="009F3C5C">
                  <w:pPr>
                    <w:pStyle w:val="2"/>
                    <w:tabs>
                      <w:tab w:val="left" w:pos="1157"/>
                    </w:tabs>
                    <w:spacing w:after="244" w:line="278" w:lineRule="exact"/>
                    <w:ind w:firstLine="680"/>
                    <w:jc w:val="both"/>
                  </w:pPr>
                  <w:r>
                    <w:rPr>
                      <w:rStyle w:val="CharStyle4"/>
                      <w:b/>
                      <w:bCs/>
                    </w:rPr>
                    <w:t>10.6 Приемка объекта и выдача разрешения на ввод объекта в эксплуатацию</w:t>
                  </w:r>
                </w:p>
                <w:p w:rsidR="009F3C5C" w:rsidRDefault="009F3C5C">
                  <w:pPr>
                    <w:pStyle w:val="2"/>
                    <w:numPr>
                      <w:ilvl w:val="0"/>
                      <w:numId w:val="161"/>
                    </w:numPr>
                    <w:tabs>
                      <w:tab w:val="left" w:pos="899"/>
                    </w:tabs>
                    <w:spacing w:after="0" w:line="274" w:lineRule="exact"/>
                    <w:ind w:firstLine="680"/>
                    <w:jc w:val="both"/>
                  </w:pPr>
                  <w:r>
                    <w:rPr>
                      <w:rStyle w:val="CharStyle4"/>
                    </w:rPr>
                    <w:tab/>
                    <w:t>Приемка объекта осуществляется в соответствии с законодательством (в случае осуществления строительства, реконструкции, капитального ремонта на основании договора).</w:t>
                  </w:r>
                </w:p>
                <w:p w:rsidR="009F3C5C" w:rsidRDefault="009F3C5C">
                  <w:pPr>
                    <w:pStyle w:val="2"/>
                    <w:numPr>
                      <w:ilvl w:val="0"/>
                      <w:numId w:val="161"/>
                    </w:numPr>
                    <w:tabs>
                      <w:tab w:val="left" w:pos="874"/>
                    </w:tabs>
                    <w:spacing w:after="0" w:line="274" w:lineRule="exact"/>
                    <w:ind w:firstLine="680"/>
                    <w:jc w:val="both"/>
                  </w:pPr>
                  <w:r>
                    <w:rPr>
                      <w:rStyle w:val="CharStyle4"/>
                    </w:rPr>
                    <w:tab/>
                    <w:t>После подписания акта приемки застройщик или уполномоченное лицо направляет в Администрацию сельского поселения Петровский сельсовет муниципального района Ишимбайский район Республики Башкортостан заявление о выдаче разрешения на ввод объекта в эксплуатацию.</w:t>
                  </w:r>
                </w:p>
                <w:p w:rsidR="009F3C5C" w:rsidRDefault="009F3C5C">
                  <w:pPr>
                    <w:pStyle w:val="2"/>
                    <w:numPr>
                      <w:ilvl w:val="0"/>
                      <w:numId w:val="161"/>
                    </w:numPr>
                    <w:tabs>
                      <w:tab w:val="left" w:pos="913"/>
                    </w:tabs>
                    <w:spacing w:after="0" w:line="274" w:lineRule="exact"/>
                    <w:ind w:firstLine="680"/>
                    <w:jc w:val="both"/>
                  </w:pPr>
                  <w:r>
                    <w:rPr>
                      <w:rStyle w:val="CharStyle4"/>
                    </w:rPr>
                    <w:tab/>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F3C5C" w:rsidRDefault="009F3C5C">
                  <w:pPr>
                    <w:pStyle w:val="2"/>
                    <w:numPr>
                      <w:ilvl w:val="0"/>
                      <w:numId w:val="161"/>
                    </w:numPr>
                    <w:tabs>
                      <w:tab w:val="left" w:pos="899"/>
                    </w:tabs>
                    <w:spacing w:after="0" w:line="274" w:lineRule="exact"/>
                    <w:ind w:firstLine="680"/>
                    <w:jc w:val="both"/>
                  </w:pPr>
                  <w:r>
                    <w:rPr>
                      <w:rStyle w:val="CharStyle4"/>
                    </w:rPr>
                    <w:tab/>
                    <w:t>Для ввода объекта в эксплуатацию застройщик обращается в уполномоченный орган, выдавший разрешение на строительство, с заявлением о выдаче разрешения на ввод объекта в эксплуатацию.</w:t>
                  </w:r>
                </w:p>
                <w:p w:rsidR="009F3C5C" w:rsidRDefault="009F3C5C">
                  <w:pPr>
                    <w:pStyle w:val="2"/>
                    <w:spacing w:after="0" w:line="274" w:lineRule="exact"/>
                    <w:ind w:firstLine="680"/>
                    <w:jc w:val="both"/>
                  </w:pPr>
                  <w:r>
                    <w:rPr>
                      <w:rStyle w:val="CharStyle4"/>
                    </w:rPr>
                    <w:t>К заявлению прилагаются следующие документы:</w:t>
                  </w:r>
                </w:p>
                <w:p w:rsidR="009F3C5C" w:rsidRDefault="009F3C5C">
                  <w:pPr>
                    <w:pStyle w:val="2"/>
                    <w:tabs>
                      <w:tab w:val="left" w:pos="887"/>
                    </w:tabs>
                    <w:spacing w:after="0" w:line="274" w:lineRule="exact"/>
                    <w:ind w:firstLine="680"/>
                    <w:jc w:val="both"/>
                  </w:pPr>
                  <w:r>
                    <w:rPr>
                      <w:rStyle w:val="CharStyle4"/>
                    </w:rPr>
                    <w:t>1) правоустанавливающие документы на земельный участок;</w:t>
                  </w:r>
                </w:p>
                <w:p w:rsidR="009F3C5C" w:rsidRDefault="009F3C5C">
                  <w:pPr>
                    <w:pStyle w:val="2"/>
                    <w:tabs>
                      <w:tab w:val="left" w:pos="887"/>
                    </w:tabs>
                    <w:spacing w:after="0" w:line="274" w:lineRule="exact"/>
                    <w:jc w:val="both"/>
                  </w:pPr>
                  <w:r>
                    <w:rPr>
                      <w:rStyle w:val="CharStyle4"/>
                    </w:rPr>
                    <w:t xml:space="preserve">           2) градостроительный план земельного участка;</w:t>
                  </w:r>
                </w:p>
                <w:p w:rsidR="009F3C5C" w:rsidRDefault="009F3C5C">
                  <w:pPr>
                    <w:pStyle w:val="2"/>
                    <w:tabs>
                      <w:tab w:val="left" w:pos="887"/>
                    </w:tabs>
                    <w:spacing w:after="0" w:line="274" w:lineRule="exact"/>
                    <w:jc w:val="both"/>
                  </w:pPr>
                  <w:r>
                    <w:rPr>
                      <w:rStyle w:val="CharStyle4"/>
                    </w:rPr>
                    <w:t xml:space="preserve">           3) разрешение на строительство;</w:t>
                  </w:r>
                </w:p>
                <w:p w:rsidR="009F3C5C" w:rsidRDefault="009F3C5C">
                  <w:pPr>
                    <w:pStyle w:val="2"/>
                    <w:tabs>
                      <w:tab w:val="left" w:pos="815"/>
                    </w:tabs>
                    <w:spacing w:after="0" w:line="274" w:lineRule="exact"/>
                    <w:ind w:firstLine="680"/>
                    <w:jc w:val="both"/>
                  </w:pPr>
                  <w:r>
                    <w:rPr>
                      <w:rStyle w:val="CharStyle4"/>
                    </w:rPr>
                    <w:t xml:space="preserve"> 4) акт приемки объекта капитального строительства (в случае осущес</w:t>
                  </w:r>
                  <w:r>
                    <w:rPr>
                      <w:rStyle w:val="CharStyle4"/>
                      <w:sz w:val="12"/>
                      <w:szCs w:val="12"/>
                    </w:rPr>
                    <w:t xml:space="preserve">твления </w:t>
                  </w:r>
                  <w:r>
                    <w:rPr>
                      <w:rStyle w:val="CharStyle4"/>
                    </w:rPr>
                    <w:t>строительства, реконструкции, капитального ремонта на основании договора);</w:t>
                  </w:r>
                </w:p>
                <w:p w:rsidR="009F3C5C" w:rsidRDefault="009F3C5C">
                  <w:pPr>
                    <w:pStyle w:val="2"/>
                    <w:tabs>
                      <w:tab w:val="left" w:pos="815"/>
                    </w:tabs>
                    <w:spacing w:after="0" w:line="274" w:lineRule="exact"/>
                    <w:ind w:firstLine="680"/>
                    <w:jc w:val="both"/>
                  </w:pPr>
                  <w:r>
                    <w:rPr>
                      <w:rStyle w:val="CharStyle4"/>
                    </w:rPr>
                    <w:tab/>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9F3C5C" w:rsidRDefault="009F3C5C">
                  <w:pPr>
                    <w:pStyle w:val="2"/>
                    <w:tabs>
                      <w:tab w:val="left" w:pos="815"/>
                    </w:tabs>
                    <w:spacing w:after="0" w:line="274" w:lineRule="exact"/>
                    <w:ind w:firstLine="680"/>
                    <w:jc w:val="both"/>
                  </w:pPr>
                  <w:r>
                    <w:rPr>
                      <w:rStyle w:val="CharStyle4"/>
                    </w:rPr>
                    <w:tab/>
                    <w:t>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w:t>
                  </w:r>
                </w:p>
                <w:p w:rsidR="009F3C5C" w:rsidRDefault="009F3C5C">
                  <w:pPr>
                    <w:pStyle w:val="2"/>
                    <w:tabs>
                      <w:tab w:val="left" w:pos="815"/>
                    </w:tabs>
                    <w:spacing w:after="0" w:line="274" w:lineRule="exact"/>
                    <w:ind w:firstLine="680"/>
                    <w:jc w:val="both"/>
                  </w:pPr>
                  <w:r>
                    <w:rPr>
                      <w:rStyle w:val="CharStyle4"/>
                    </w:rPr>
                    <w:tab/>
                    <w:t>7) документы, подтверждающие соответствие параметров достроенного,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w:t>
                  </w:r>
                </w:p>
                <w:p w:rsidR="009F3C5C" w:rsidRDefault="009F3C5C">
                  <w:pPr>
                    <w:pStyle w:val="2"/>
                    <w:tabs>
                      <w:tab w:val="left" w:pos="815"/>
                    </w:tabs>
                    <w:spacing w:after="0" w:line="274" w:lineRule="exact"/>
                    <w:ind w:firstLine="680"/>
                    <w:jc w:val="both"/>
                  </w:pPr>
                  <w:r>
                    <w:rPr>
                      <w:rStyle w:val="CharStyle4"/>
                    </w:rPr>
                    <w:tab/>
                    <w:t>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w:t>
                  </w:r>
                </w:p>
                <w:p w:rsidR="009F3C5C" w:rsidRDefault="009F3C5C" w:rsidP="001B7736">
                  <w:pPr>
                    <w:pStyle w:val="2"/>
                    <w:tabs>
                      <w:tab w:val="left" w:pos="815"/>
                    </w:tabs>
                    <w:spacing w:after="0" w:line="274" w:lineRule="exact"/>
                    <w:ind w:firstLine="680"/>
                    <w:jc w:val="both"/>
                  </w:pPr>
                  <w:r>
                    <w:rPr>
                      <w:rStyle w:val="CharStyle4"/>
                    </w:rPr>
                    <w:t>9) заключение органа государственного строительного надзора, органа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txbxContent>
            </v:textbox>
            <w10:wrap type="square" anchorx="page" anchory="page"/>
          </v:rect>
        </w:pict>
      </w:r>
    </w:p>
    <w:p w:rsidR="009F3C5C" w:rsidRDefault="009F3C5C">
      <w:pPr>
        <w:pStyle w:val="Standard"/>
        <w:rPr>
          <w:sz w:val="2"/>
          <w:szCs w:val="2"/>
        </w:rPr>
        <w:sectPr w:rsidR="009F3C5C">
          <w:headerReference w:type="default" r:id="rId239"/>
          <w:footerReference w:type="default" r:id="rId240"/>
          <w:pgSz w:w="11906" w:h="16838"/>
          <w:pgMar w:top="360" w:right="360" w:bottom="360" w:left="360" w:header="0" w:footer="0" w:gutter="0"/>
          <w:cols w:space="720"/>
          <w:formProt w:val="0"/>
          <w:docGrid w:linePitch="240" w:charSpace="-6145"/>
        </w:sectPr>
      </w:pPr>
      <w:r>
        <w:rPr>
          <w:noProof/>
          <w:lang w:eastAsia="ru-RU" w:bidi="ar-SA"/>
        </w:rPr>
        <w:pict>
          <v:rect id="140" o:spid="_x0000_s1145" style="position:absolute;margin-left:81.5pt;margin-top:30.15pt;width:464.3pt;height:796.3pt;z-index:251780096;mso-position-horizontal-relative:page;mso-position-vertical-relative:page" filled="f" stroked="f" strokecolor="#3465a4">
            <v:fill o:detectmouseclick="t"/>
            <v:stroke joinstyle="round"/>
            <v:textbox>
              <w:txbxContent>
                <w:p w:rsidR="009F3C5C" w:rsidRDefault="009F3C5C">
                  <w:pPr>
                    <w:pStyle w:val="2"/>
                    <w:tabs>
                      <w:tab w:val="left" w:pos="815"/>
                    </w:tabs>
                    <w:spacing w:after="0" w:line="240" w:lineRule="auto"/>
                    <w:ind w:firstLine="680"/>
                    <w:jc w:val="both"/>
                    <w:rPr>
                      <w:rStyle w:val="CharStyle4"/>
                    </w:rPr>
                  </w:pPr>
                </w:p>
                <w:p w:rsidR="009F3C5C" w:rsidRDefault="009F3C5C">
                  <w:pPr>
                    <w:pStyle w:val="2"/>
                    <w:tabs>
                      <w:tab w:val="left" w:pos="815"/>
                    </w:tabs>
                    <w:spacing w:after="0" w:line="240" w:lineRule="auto"/>
                    <w:ind w:firstLine="680"/>
                    <w:jc w:val="both"/>
                  </w:pPr>
                  <w:r>
                    <w:rPr>
                      <w:rStyle w:val="CharStyle4"/>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9F3C5C" w:rsidRDefault="009F3C5C">
                  <w:pPr>
                    <w:pStyle w:val="2"/>
                    <w:tabs>
                      <w:tab w:val="left" w:pos="815"/>
                    </w:tabs>
                    <w:spacing w:after="0" w:line="240" w:lineRule="auto"/>
                    <w:ind w:firstLine="680"/>
                    <w:jc w:val="both"/>
                  </w:pPr>
                  <w:r w:rsidRPr="00F524A8">
                    <w:rPr>
                      <w:rStyle w:val="CharStyle4"/>
                    </w:rPr>
                    <w:t>12) технический план объекта капитального строительства, подготовленный в соответствии с Федеральным</w:t>
                  </w:r>
                  <w:r w:rsidRPr="00F524A8">
                    <w:rPr>
                      <w:rStyle w:val="CharStyle4"/>
                      <w:rFonts w:ascii="Tahoma, Helvetica, Arial, sans-" w:hAnsi="Tahoma, Helvetica, Arial, sans-"/>
                      <w:color w:val="444444"/>
                      <w:sz w:val="21"/>
                    </w:rPr>
                    <w:t xml:space="preserve"> </w:t>
                  </w:r>
                  <w:r w:rsidRPr="00F524A8">
                    <w:rPr>
                      <w:rStyle w:val="CharStyle4"/>
                    </w:rPr>
                    <w:t xml:space="preserve">законом от 24 июля 2007 года </w:t>
                  </w:r>
                  <w:r>
                    <w:rPr>
                      <w:rStyle w:val="CharStyle4"/>
                      <w:lang w:val="en-US"/>
                    </w:rPr>
                    <w:t>N</w:t>
                  </w:r>
                  <w:r w:rsidRPr="00F524A8">
                    <w:rPr>
                      <w:rStyle w:val="CharStyle4"/>
                    </w:rPr>
                    <w:t xml:space="preserve"> 221-ФЗ «О государственном кадастре недвижимости»</w:t>
                  </w:r>
                  <w:r>
                    <w:rPr>
                      <w:rStyle w:val="CharStyle4"/>
                      <w:rFonts w:ascii="Times New Roman" w:hAnsi="Times New Roman"/>
                      <w:color w:val="444444"/>
                      <w:sz w:val="21"/>
                    </w:rPr>
                    <w:t>.</w:t>
                  </w:r>
                  <w:r w:rsidRPr="00F524A8">
                    <w:rPr>
                      <w:rStyle w:val="CharStyle4"/>
                    </w:rPr>
                    <w:br/>
                    <w:t xml:space="preserve">        5. </w:t>
                  </w:r>
                  <w:r>
                    <w:rPr>
                      <w:rStyle w:val="CharStyle4"/>
                    </w:rPr>
                    <w:t>Документы (их копии или сведения, содержащиеся в них), указанные в пунктах 1, 2, 3 и 9 части 4 настоящей статьи, запрашиваются органами, указанными в части 4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9F3C5C" w:rsidRDefault="009F3C5C">
                  <w:pPr>
                    <w:pStyle w:val="2"/>
                    <w:tabs>
                      <w:tab w:val="left" w:pos="815"/>
                    </w:tabs>
                    <w:spacing w:after="0" w:line="240" w:lineRule="auto"/>
                    <w:ind w:firstLine="680"/>
                    <w:jc w:val="both"/>
                  </w:pPr>
                  <w:r>
                    <w:rPr>
                      <w:rStyle w:val="CharStyle4"/>
                    </w:rPr>
                    <w:t>6. Документы, указанные в пунктах 1, 4, 5, 6, 7, 8, 12 и 13 части 4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4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r>
                    <w:rPr>
                      <w:rStyle w:val="CharStyle4"/>
                    </w:rPr>
                    <w:br/>
                  </w:r>
                </w:p>
                <w:p w:rsidR="009F3C5C" w:rsidRDefault="009F3C5C" w:rsidP="009571C8">
                  <w:pPr>
                    <w:pStyle w:val="2"/>
                    <w:tabs>
                      <w:tab w:val="left" w:pos="859"/>
                    </w:tabs>
                    <w:spacing w:after="0" w:line="240" w:lineRule="auto"/>
                    <w:ind w:firstLine="640"/>
                    <w:jc w:val="both"/>
                  </w:pPr>
                  <w:r>
                    <w:rPr>
                      <w:rStyle w:val="CharStyle4"/>
                    </w:rPr>
                    <w:t>7.</w:t>
                  </w:r>
                  <w:r>
                    <w:rPr>
                      <w:rStyle w:val="CharStyle4"/>
                    </w:rPr>
                    <w:tab/>
                    <w:t>Уполномоченный в области градостроительной деятельности, орган Администрации сельского поселения Петровский сельсовет муниципального района Ишимбайский район Республики Башкортостан,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пункта</w:t>
                  </w:r>
                  <w:r>
                    <w:t xml:space="preserve"> 10.6</w:t>
                  </w:r>
                  <w:r>
                    <w:rPr>
                      <w:rStyle w:val="CharStyle4"/>
                    </w:rPr>
                    <w:tab/>
                    <w:t>настоящих Правил, осмотр объектов капитального строительства и принять решение о выдаче заявителю разрешения на ввод объекта в эксплуатацию либо об отказе в выдаче такого разрешения с указанием причин принятого решения.</w:t>
                  </w:r>
                </w:p>
                <w:p w:rsidR="009F3C5C" w:rsidRDefault="009F3C5C">
                  <w:pPr>
                    <w:pStyle w:val="2"/>
                    <w:tabs>
                      <w:tab w:val="left" w:pos="874"/>
                    </w:tabs>
                    <w:spacing w:after="0" w:line="274" w:lineRule="exact"/>
                    <w:ind w:firstLine="640"/>
                    <w:jc w:val="both"/>
                  </w:pPr>
                  <w:r>
                    <w:rPr>
                      <w:rStyle w:val="CharStyle4"/>
                    </w:rPr>
                    <w:t>8.</w:t>
                  </w:r>
                  <w:r>
                    <w:rPr>
                      <w:rStyle w:val="CharStyle4"/>
                    </w:rPr>
                    <w:tab/>
                    <w:t>Основанием для принятия решения об отказе в выдаче разрешения на ввод объекта в эксплуатацию являются:</w:t>
                  </w:r>
                </w:p>
                <w:p w:rsidR="009F3C5C" w:rsidRDefault="009F3C5C" w:rsidP="009571C8">
                  <w:pPr>
                    <w:pStyle w:val="2"/>
                    <w:numPr>
                      <w:ilvl w:val="0"/>
                      <w:numId w:val="162"/>
                    </w:numPr>
                    <w:tabs>
                      <w:tab w:val="left" w:pos="818"/>
                    </w:tabs>
                    <w:spacing w:after="0" w:line="274" w:lineRule="exact"/>
                    <w:ind w:left="0" w:firstLine="640"/>
                    <w:jc w:val="both"/>
                  </w:pPr>
                  <w:r>
                    <w:rPr>
                      <w:rStyle w:val="CharStyle4"/>
                    </w:rPr>
                    <w:tab/>
                    <w:t>отсутствие документов, указанных в части 4 настоящего 10.6 настоящих Правил;</w:t>
                  </w:r>
                </w:p>
                <w:p w:rsidR="009F3C5C" w:rsidRDefault="009F3C5C" w:rsidP="009571C8">
                  <w:pPr>
                    <w:pStyle w:val="2"/>
                    <w:numPr>
                      <w:ilvl w:val="0"/>
                      <w:numId w:val="162"/>
                    </w:numPr>
                    <w:tabs>
                      <w:tab w:val="left" w:pos="818"/>
                    </w:tabs>
                    <w:spacing w:after="0" w:line="274" w:lineRule="exact"/>
                    <w:ind w:left="0" w:firstLine="640"/>
                    <w:jc w:val="both"/>
                  </w:pPr>
                  <w:r>
                    <w:rPr>
                      <w:rStyle w:val="CharStyle4"/>
                    </w:rPr>
                    <w:tab/>
                    <w:t>несоответствие объекта капитального строительства требованиям градостроительного плана земельного участка;</w:t>
                  </w:r>
                </w:p>
                <w:p w:rsidR="009F3C5C" w:rsidRDefault="009F3C5C" w:rsidP="009571C8">
                  <w:pPr>
                    <w:pStyle w:val="2"/>
                    <w:numPr>
                      <w:ilvl w:val="0"/>
                      <w:numId w:val="162"/>
                    </w:numPr>
                    <w:tabs>
                      <w:tab w:val="left" w:pos="818"/>
                    </w:tabs>
                    <w:spacing w:after="0" w:line="274" w:lineRule="exact"/>
                    <w:ind w:left="0" w:firstLine="640"/>
                    <w:jc w:val="both"/>
                  </w:pPr>
                  <w:r>
                    <w:rPr>
                      <w:rStyle w:val="CharStyle4"/>
                    </w:rPr>
                    <w:tab/>
                    <w:t>несоответствие объекта капитального строительства требованиям, установленным в разрешении на строительство;</w:t>
                  </w:r>
                </w:p>
                <w:p w:rsidR="009F3C5C" w:rsidRDefault="009F3C5C" w:rsidP="009571C8">
                  <w:pPr>
                    <w:pStyle w:val="2"/>
                    <w:numPr>
                      <w:ilvl w:val="0"/>
                      <w:numId w:val="162"/>
                    </w:numPr>
                    <w:tabs>
                      <w:tab w:val="left" w:pos="818"/>
                    </w:tabs>
                    <w:spacing w:after="0" w:line="274" w:lineRule="exact"/>
                    <w:ind w:left="0" w:firstLine="640"/>
                    <w:jc w:val="both"/>
                  </w:pPr>
                  <w:r>
                    <w:rPr>
                      <w:rStyle w:val="CharStyle4"/>
                    </w:rPr>
                    <w:tab/>
                    <w:t>несоответствие параметров построенного, реконструированного, отремонтированного объектов капитального строительства проектной документации.</w:t>
                  </w:r>
                </w:p>
                <w:p w:rsidR="009F3C5C" w:rsidRDefault="009F3C5C">
                  <w:pPr>
                    <w:pStyle w:val="2"/>
                    <w:spacing w:after="0" w:line="274" w:lineRule="exact"/>
                    <w:ind w:firstLine="640"/>
                    <w:jc w:val="both"/>
                  </w:pPr>
                </w:p>
              </w:txbxContent>
            </v:textbox>
            <w10:wrap type="square" anchorx="page" anchory="page"/>
          </v:rect>
        </w:pict>
      </w:r>
    </w:p>
    <w:p w:rsidR="009F3C5C" w:rsidRDefault="009F3C5C">
      <w:pPr>
        <w:pStyle w:val="Standard"/>
        <w:rPr>
          <w:sz w:val="2"/>
          <w:szCs w:val="2"/>
        </w:rPr>
        <w:sectPr w:rsidR="009F3C5C">
          <w:headerReference w:type="default" r:id="rId241"/>
          <w:footerReference w:type="default" r:id="rId242"/>
          <w:pgSz w:w="11906" w:h="16838"/>
          <w:pgMar w:top="360" w:right="360" w:bottom="360" w:left="360" w:header="0" w:footer="0" w:gutter="0"/>
          <w:cols w:space="720"/>
          <w:formProt w:val="0"/>
          <w:docGrid w:linePitch="240" w:charSpace="-6145"/>
        </w:sectPr>
      </w:pPr>
      <w:r>
        <w:rPr>
          <w:noProof/>
          <w:lang w:eastAsia="ru-RU" w:bidi="ar-SA"/>
        </w:rPr>
        <w:pict>
          <v:rect id="141" o:spid="_x0000_s1146" style="position:absolute;margin-left:81.45pt;margin-top:30.15pt;width:464.8pt;height:785.9pt;z-index:251781120;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40"/>
                    <w:jc w:val="both"/>
                  </w:pPr>
                  <w:r>
                    <w:rPr>
                      <w:rStyle w:val="CharStyle4"/>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Администрацию сельского поселения Петровский сельсовет муниципального района Ишимбайский район Республики Башкортостан два экземпляра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F3C5C" w:rsidRDefault="009F3C5C">
                  <w:pPr>
                    <w:pStyle w:val="2"/>
                    <w:spacing w:after="0" w:line="274" w:lineRule="exact"/>
                    <w:ind w:firstLine="640"/>
                    <w:jc w:val="both"/>
                  </w:pPr>
                  <w:r>
                    <w:rPr>
                      <w:rStyle w:val="CharStyle4"/>
                    </w:rPr>
                    <w:t>В таком случае разрешение на ввод объекта в эксплуатацию выдается только после передачи безвозмездно в орган Администрации сельского поселения Петровский сельсовет муниципального района Ишимбайский район Республики Башкортостан, уполномоченный в области градостроительной деятельности, копий материалов инженерных изысканий и проектной документации.</w:t>
                  </w:r>
                </w:p>
                <w:p w:rsidR="009F3C5C" w:rsidRDefault="009F3C5C">
                  <w:pPr>
                    <w:pStyle w:val="2"/>
                    <w:tabs>
                      <w:tab w:val="left" w:pos="874"/>
                    </w:tabs>
                    <w:spacing w:after="0" w:line="274" w:lineRule="exact"/>
                    <w:ind w:firstLine="640"/>
                    <w:jc w:val="both"/>
                  </w:pPr>
                  <w:r>
                    <w:rPr>
                      <w:rStyle w:val="CharStyle4"/>
                    </w:rPr>
                    <w:t>9.</w:t>
                  </w:r>
                  <w:r>
                    <w:rPr>
                      <w:rStyle w:val="CharStyle4"/>
                    </w:rPr>
                    <w:tab/>
                    <w:t xml:space="preserve"> Решение об отказе в выдаче разрешения на ввод объекта в эксплуатацию может быть оспорено в судебном порядке.</w:t>
                  </w:r>
                </w:p>
                <w:p w:rsidR="009F3C5C" w:rsidRDefault="009F3C5C">
                  <w:pPr>
                    <w:pStyle w:val="2"/>
                    <w:tabs>
                      <w:tab w:val="left" w:pos="884"/>
                    </w:tabs>
                    <w:spacing w:after="0" w:line="274" w:lineRule="exact"/>
                    <w:ind w:firstLine="640"/>
                    <w:jc w:val="both"/>
                  </w:pPr>
                  <w:r>
                    <w:rPr>
                      <w:rStyle w:val="CharStyle4"/>
                    </w:rPr>
                    <w:t xml:space="preserve">10. </w:t>
                  </w:r>
                  <w:r>
                    <w:rPr>
                      <w:rStyle w:val="CharStyle4"/>
                    </w:rPr>
                    <w:tab/>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F3C5C" w:rsidRDefault="009F3C5C">
                  <w:pPr>
                    <w:pStyle w:val="2"/>
                    <w:tabs>
                      <w:tab w:val="left" w:pos="870"/>
                    </w:tabs>
                    <w:spacing w:after="0" w:line="274" w:lineRule="exact"/>
                    <w:ind w:firstLine="640"/>
                    <w:jc w:val="both"/>
                  </w:pPr>
                  <w:r>
                    <w:rPr>
                      <w:rStyle w:val="CharStyle4"/>
                    </w:rPr>
                    <w:t>11. Форма разрешения на ввод объекта в эксплуатацию устанавливается Правительством Российской Федерации.</w:t>
                  </w:r>
                </w:p>
                <w:p w:rsidR="009F3C5C" w:rsidRDefault="009F3C5C">
                  <w:pPr>
                    <w:pStyle w:val="2"/>
                    <w:tabs>
                      <w:tab w:val="left" w:pos="1041"/>
                    </w:tabs>
                    <w:spacing w:after="0" w:line="274" w:lineRule="exact"/>
                    <w:ind w:firstLine="660"/>
                    <w:jc w:val="both"/>
                  </w:pPr>
                  <w:r>
                    <w:rPr>
                      <w:rStyle w:val="CharStyle4"/>
                    </w:rPr>
                    <w:t>12.</w:t>
                  </w:r>
                  <w:r>
                    <w:rPr>
                      <w:rStyle w:val="CharStyle4"/>
                    </w:rPr>
                    <w:tab/>
                    <w:t>Порядок оформления разрешений на ввод в эксплуатацию объектов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главы сельского поселения Петровский сельсовет муниципального района Ишим- байский район Республики Башкортостан а до их утверждения - временными положениями, утвержденными постановлениями главы сельского поселения Петровский сельсовет муниципального района Ишимбайский район Республики Башкортостан в развитие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243"/>
          <w:footerReference w:type="default" r:id="rId244"/>
          <w:pgSz w:w="11906" w:h="16838"/>
          <w:pgMar w:top="360" w:right="360" w:bottom="360" w:left="360" w:header="0" w:footer="0" w:gutter="0"/>
          <w:cols w:space="720"/>
          <w:formProt w:val="0"/>
          <w:docGrid w:linePitch="240" w:charSpace="-6145"/>
        </w:sectPr>
      </w:pPr>
      <w:r>
        <w:rPr>
          <w:noProof/>
          <w:lang w:eastAsia="ru-RU" w:bidi="ar-SA"/>
        </w:rPr>
        <w:pict>
          <v:rect id="142" o:spid="_x0000_s1147" style="position:absolute;margin-left:81.5pt;margin-top:30.15pt;width:464.3pt;height:784.9pt;z-index:251782144;mso-position-horizontal-relative:page;mso-position-vertical-relative:page" filled="f" stroked="f" strokecolor="#3465a4">
            <v:fill o:detectmouseclick="t"/>
            <v:stroke joinstyle="round"/>
            <v:textbox>
              <w:txbxContent>
                <w:p w:rsidR="009F3C5C" w:rsidRDefault="009F3C5C">
                  <w:pPr>
                    <w:pStyle w:val="2"/>
                    <w:spacing w:line="274" w:lineRule="exact"/>
                    <w:ind w:firstLine="660"/>
                    <w:jc w:val="both"/>
                  </w:pPr>
                  <w:r>
                    <w:rPr>
                      <w:rStyle w:val="CharStyle4"/>
                      <w:b/>
                      <w:bCs/>
                    </w:rPr>
                    <w:t>Глава 11. Строительные изменения объектов капитального строительства и регулирование иных вопросов землепользования и застройки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line="274" w:lineRule="exact"/>
                    <w:ind w:firstLine="660"/>
                    <w:jc w:val="both"/>
                  </w:pPr>
                  <w:r>
                    <w:rPr>
                      <w:rStyle w:val="CharStyle4"/>
                      <w:b/>
                      <w:bCs/>
                    </w:rPr>
                    <w:t>11.1.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9F3C5C" w:rsidRDefault="009F3C5C" w:rsidP="009571C8">
                  <w:pPr>
                    <w:pStyle w:val="2"/>
                    <w:numPr>
                      <w:ilvl w:val="0"/>
                      <w:numId w:val="163"/>
                    </w:numPr>
                    <w:tabs>
                      <w:tab w:val="left" w:pos="910"/>
                    </w:tabs>
                    <w:spacing w:after="0" w:line="274" w:lineRule="exact"/>
                    <w:ind w:firstLine="660"/>
                    <w:jc w:val="both"/>
                  </w:pPr>
                  <w:r>
                    <w:rPr>
                      <w:rStyle w:val="CharStyle4"/>
                    </w:rPr>
                    <w:tab/>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w:t>
                  </w:r>
                </w:p>
                <w:p w:rsidR="009F3C5C" w:rsidRDefault="009F3C5C">
                  <w:pPr>
                    <w:pStyle w:val="2"/>
                    <w:spacing w:after="0" w:line="274" w:lineRule="exact"/>
                    <w:ind w:firstLine="660"/>
                    <w:jc w:val="both"/>
                  </w:pPr>
                  <w:r>
                    <w:rPr>
                      <w:rStyle w:val="CharStyle4"/>
                    </w:rPr>
                    <w:t>Под строительными изменениями объектов капитального строительства понимаются новое строительство, реконструкция, капитальный ремонт, строительство пристроек, снос объектов капитального строительства,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9F3C5C" w:rsidRDefault="009F3C5C">
                  <w:pPr>
                    <w:pStyle w:val="2"/>
                    <w:spacing w:after="0" w:line="274" w:lineRule="exact"/>
                    <w:ind w:firstLine="660"/>
                    <w:jc w:val="both"/>
                  </w:pPr>
                  <w:r>
                    <w:rPr>
                      <w:rStyle w:val="CharStyle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пунктом 11 настоящих Правил.</w:t>
                  </w:r>
                </w:p>
                <w:p w:rsidR="009F3C5C" w:rsidRDefault="009F3C5C" w:rsidP="009571C8">
                  <w:pPr>
                    <w:pStyle w:val="2"/>
                    <w:numPr>
                      <w:ilvl w:val="0"/>
                      <w:numId w:val="163"/>
                    </w:numPr>
                    <w:tabs>
                      <w:tab w:val="left" w:pos="963"/>
                    </w:tabs>
                    <w:spacing w:after="0" w:line="274" w:lineRule="exact"/>
                    <w:ind w:firstLine="660"/>
                    <w:jc w:val="both"/>
                  </w:pPr>
                  <w:r>
                    <w:rPr>
                      <w:rStyle w:val="CharStyle4"/>
                    </w:rPr>
                    <w:tab/>
                    <w:t>Выдача разрешения на строительство не требуется в случаях:</w:t>
                  </w:r>
                </w:p>
                <w:p w:rsidR="009F3C5C" w:rsidRDefault="009F3C5C" w:rsidP="009571C8">
                  <w:pPr>
                    <w:pStyle w:val="2"/>
                    <w:numPr>
                      <w:ilvl w:val="0"/>
                      <w:numId w:val="164"/>
                    </w:numPr>
                    <w:tabs>
                      <w:tab w:val="left" w:pos="910"/>
                    </w:tabs>
                    <w:spacing w:after="0" w:line="274" w:lineRule="exact"/>
                    <w:ind w:firstLine="660"/>
                    <w:jc w:val="both"/>
                  </w:pPr>
                  <w:r>
                    <w:rPr>
                      <w:rStyle w:val="CharStyle4"/>
                    </w:rP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9F3C5C" w:rsidRDefault="009F3C5C" w:rsidP="009571C8">
                  <w:pPr>
                    <w:pStyle w:val="2"/>
                    <w:numPr>
                      <w:ilvl w:val="0"/>
                      <w:numId w:val="164"/>
                    </w:numPr>
                    <w:tabs>
                      <w:tab w:val="left" w:pos="910"/>
                    </w:tabs>
                    <w:spacing w:after="0" w:line="274" w:lineRule="exact"/>
                    <w:ind w:firstLine="660"/>
                    <w:jc w:val="both"/>
                  </w:pPr>
                  <w:r>
                    <w:rPr>
                      <w:rStyle w:val="CharStyle4"/>
                    </w:rPr>
                    <w:tab/>
                    <w:t>строительства на земельном участке, предоставленном для ведения садоводства, дачного хозяйства;</w:t>
                  </w:r>
                </w:p>
                <w:p w:rsidR="009F3C5C" w:rsidRDefault="009F3C5C" w:rsidP="009571C8">
                  <w:pPr>
                    <w:pStyle w:val="2"/>
                    <w:numPr>
                      <w:ilvl w:val="0"/>
                      <w:numId w:val="164"/>
                    </w:numPr>
                    <w:tabs>
                      <w:tab w:val="left" w:pos="997"/>
                    </w:tabs>
                    <w:spacing w:after="0" w:line="274" w:lineRule="exact"/>
                    <w:ind w:firstLine="660"/>
                    <w:jc w:val="both"/>
                  </w:pPr>
                  <w:r>
                    <w:rPr>
                      <w:rStyle w:val="CharStyle4"/>
                    </w:rPr>
                    <w:tab/>
                    <w:t>строений и сооружений вспомогательного использования;</w:t>
                  </w:r>
                </w:p>
                <w:p w:rsidR="009F3C5C" w:rsidRDefault="009F3C5C" w:rsidP="009571C8">
                  <w:pPr>
                    <w:pStyle w:val="2"/>
                    <w:numPr>
                      <w:ilvl w:val="0"/>
                      <w:numId w:val="164"/>
                    </w:numPr>
                    <w:tabs>
                      <w:tab w:val="left" w:pos="910"/>
                    </w:tabs>
                    <w:spacing w:after="0" w:line="274" w:lineRule="exact"/>
                    <w:ind w:firstLine="660"/>
                    <w:jc w:val="both"/>
                  </w:pPr>
                  <w:r>
                    <w:rPr>
                      <w:rStyle w:val="CharStyle4"/>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параметры разрешенного строительства, реконструкции, установленные градостроительным регламентом.</w:t>
                  </w:r>
                </w:p>
                <w:p w:rsidR="009F3C5C" w:rsidRDefault="009F3C5C">
                  <w:pPr>
                    <w:pStyle w:val="2"/>
                    <w:spacing w:after="0" w:line="274" w:lineRule="exact"/>
                    <w:ind w:firstLine="660"/>
                    <w:jc w:val="both"/>
                  </w:pPr>
                  <w:r>
                    <w:rPr>
                      <w:rStyle w:val="CharStyle4"/>
                    </w:rPr>
                    <w:t>Законами и иными нормативными правовыми актами Республики Башкортостан о градостроительной деятельности может быть установлен дополнительный перечень случаев и объектов, для которых не требуется получение разрешения на строительство.</w:t>
                  </w:r>
                </w:p>
                <w:p w:rsidR="009F3C5C" w:rsidRDefault="009F3C5C">
                  <w:pPr>
                    <w:pStyle w:val="2"/>
                    <w:spacing w:after="0" w:line="274" w:lineRule="exact"/>
                    <w:ind w:firstLine="660"/>
                    <w:jc w:val="both"/>
                  </w:pPr>
                  <w:r>
                    <w:rPr>
                      <w:rStyle w:val="CharStyle4"/>
                    </w:rPr>
                    <w:t>Кроме того, не требуется также разрешения на строительство для изменений одного вида функционального использования на другой вид разрешенного использования объектов капитального строительства при одновременном наличии следующих условий:</w:t>
                  </w:r>
                </w:p>
                <w:p w:rsidR="009F3C5C" w:rsidRDefault="009F3C5C" w:rsidP="009571C8">
                  <w:pPr>
                    <w:pStyle w:val="2"/>
                    <w:numPr>
                      <w:ilvl w:val="0"/>
                      <w:numId w:val="165"/>
                    </w:numPr>
                    <w:tabs>
                      <w:tab w:val="left" w:pos="774"/>
                    </w:tabs>
                    <w:spacing w:after="0" w:line="274" w:lineRule="exact"/>
                    <w:ind w:left="0" w:firstLine="660"/>
                    <w:jc w:val="both"/>
                  </w:pPr>
                  <w:r>
                    <w:rPr>
                      <w:rStyle w:val="CharStyle4"/>
                    </w:rPr>
                    <w:tab/>
                    <w:t>выбираемый правообладателем объекта капитального строительства вид разрешенного использования установлен настоящими Правилами как основной или вспомогательный (для соответствующей территориальной зоны, обозначенной на карте градостроительного зонирования);</w:t>
                  </w:r>
                </w:p>
                <w:p w:rsidR="009F3C5C" w:rsidRDefault="009F3C5C" w:rsidP="009571C8">
                  <w:pPr>
                    <w:pStyle w:val="2"/>
                    <w:numPr>
                      <w:ilvl w:val="0"/>
                      <w:numId w:val="162"/>
                    </w:numPr>
                    <w:tabs>
                      <w:tab w:val="left" w:pos="769"/>
                    </w:tabs>
                    <w:spacing w:after="0" w:line="274" w:lineRule="exact"/>
                    <w:ind w:left="0" w:firstLine="660"/>
                    <w:jc w:val="both"/>
                  </w:pPr>
                  <w:r>
                    <w:rPr>
                      <w:rStyle w:val="CharStyle4"/>
                    </w:rPr>
                    <w:tab/>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txbxContent>
            </v:textbox>
            <w10:wrap type="square" anchorx="page" anchory="page"/>
          </v:rect>
        </w:pict>
      </w:r>
    </w:p>
    <w:p w:rsidR="009F3C5C" w:rsidRDefault="009F3C5C">
      <w:pPr>
        <w:pStyle w:val="Standard"/>
        <w:rPr>
          <w:sz w:val="2"/>
          <w:szCs w:val="2"/>
        </w:rPr>
        <w:sectPr w:rsidR="009F3C5C">
          <w:headerReference w:type="default" r:id="rId245"/>
          <w:footerReference w:type="default" r:id="rId246"/>
          <w:pgSz w:w="11906" w:h="16838"/>
          <w:pgMar w:top="360" w:right="360" w:bottom="360" w:left="360" w:header="0" w:footer="0" w:gutter="0"/>
          <w:cols w:space="720"/>
          <w:formProt w:val="0"/>
          <w:docGrid w:linePitch="240" w:charSpace="-6145"/>
        </w:sectPr>
      </w:pPr>
      <w:r>
        <w:rPr>
          <w:noProof/>
          <w:lang w:eastAsia="ru-RU" w:bidi="ar-SA"/>
        </w:rPr>
        <w:pict>
          <v:rect id="143" o:spid="_x0000_s1148" style="position:absolute;margin-left:81.5pt;margin-top:30.15pt;width:464.3pt;height:792.45pt;z-index:251783168;mso-position-horizontal-relative:page;mso-position-vertical-relative:page" filled="f" stroked="f" strokecolor="#3465a4">
            <v:fill o:detectmouseclick="t"/>
            <v:stroke joinstyle="round"/>
            <v:textbox>
              <w:txbxContent>
                <w:p w:rsidR="009F3C5C" w:rsidRDefault="009F3C5C" w:rsidP="009571C8">
                  <w:pPr>
                    <w:pStyle w:val="2"/>
                    <w:tabs>
                      <w:tab w:val="left" w:pos="879"/>
                    </w:tabs>
                    <w:spacing w:after="0" w:line="274" w:lineRule="exact"/>
                    <w:jc w:val="both"/>
                  </w:pPr>
                  <w:r>
                    <w:rPr>
                      <w:rStyle w:val="CharStyle4"/>
                    </w:rPr>
                    <w:t>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9F3C5C" w:rsidRDefault="009F3C5C">
                  <w:pPr>
                    <w:pStyle w:val="2"/>
                    <w:spacing w:after="267" w:line="274" w:lineRule="exact"/>
                    <w:ind w:firstLine="660"/>
                    <w:jc w:val="both"/>
                  </w:pPr>
                  <w:r>
                    <w:rPr>
                      <w:rStyle w:val="CharStyle4"/>
                    </w:rPr>
                    <w:t>Указанные лица вправе запросить и в течение двух недель получить заключение органа, уполномоченного в области градостроительной деятельности, о том, что планируемые ими действия не требуют разрешения на строительство, в порядке, определенном постановлением главы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242"/>
                    </w:tabs>
                    <w:spacing w:after="206" w:line="240" w:lineRule="exact"/>
                    <w:ind w:firstLine="660"/>
                    <w:jc w:val="both"/>
                  </w:pPr>
                  <w:r>
                    <w:rPr>
                      <w:rStyle w:val="CharStyle4"/>
                      <w:b/>
                      <w:bCs/>
                    </w:rPr>
                    <w:tab/>
                    <w:t>11.2 Подготовка проектной документации</w:t>
                  </w:r>
                </w:p>
                <w:p w:rsidR="009F3C5C" w:rsidRDefault="009F3C5C" w:rsidP="009571C8">
                  <w:pPr>
                    <w:pStyle w:val="2"/>
                    <w:numPr>
                      <w:ilvl w:val="0"/>
                      <w:numId w:val="166"/>
                    </w:numPr>
                    <w:tabs>
                      <w:tab w:val="left" w:pos="874"/>
                    </w:tabs>
                    <w:spacing w:after="0" w:line="274" w:lineRule="exact"/>
                    <w:ind w:firstLine="660"/>
                    <w:jc w:val="both"/>
                  </w:pPr>
                  <w:r>
                    <w:rPr>
                      <w:rStyle w:val="CharStyle4"/>
                    </w:rPr>
                    <w:tab/>
                    <w:t>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 и иными нормативными правовыми актами.</w:t>
                  </w:r>
                  <w:r>
                    <w:t xml:space="preserve"> </w:t>
                  </w:r>
                  <w:r>
                    <w:rPr>
                      <w:rStyle w:val="CharStyle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F3C5C" w:rsidRDefault="009F3C5C" w:rsidP="009571C8">
                  <w:pPr>
                    <w:pStyle w:val="2"/>
                    <w:numPr>
                      <w:ilvl w:val="0"/>
                      <w:numId w:val="166"/>
                    </w:numPr>
                    <w:tabs>
                      <w:tab w:val="left" w:pos="874"/>
                    </w:tabs>
                    <w:spacing w:after="0" w:line="274" w:lineRule="exact"/>
                    <w:ind w:firstLine="660"/>
                    <w:jc w:val="both"/>
                  </w:pPr>
                  <w:r>
                    <w:rPr>
                      <w:rStyle w:val="CharStyle4"/>
                    </w:rPr>
                    <w:tab/>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F3C5C" w:rsidRDefault="009F3C5C" w:rsidP="009571C8">
                  <w:pPr>
                    <w:pStyle w:val="2"/>
                    <w:numPr>
                      <w:ilvl w:val="0"/>
                      <w:numId w:val="166"/>
                    </w:numPr>
                    <w:tabs>
                      <w:tab w:val="left" w:pos="884"/>
                    </w:tabs>
                    <w:spacing w:after="0" w:line="274" w:lineRule="exact"/>
                    <w:ind w:firstLine="660"/>
                    <w:jc w:val="both"/>
                  </w:pPr>
                  <w:r>
                    <w:rPr>
                      <w:rStyle w:val="CharStyle4"/>
                    </w:rPr>
                    <w:tab/>
                    <w:t>Проектная документация подготавливается на основании договоров, заключаемых между застройщиком (заказчиком) и физическими, юридическими лицами, предпринимателями (исполнителями проектной документации, далее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r>
                    <w:t xml:space="preserve"> </w:t>
                  </w:r>
                  <w:r>
                    <w:rPr>
                      <w:rStyle w:val="CharStyle4"/>
                    </w:rPr>
                    <w:t>Отношение между застройщиком (заказчиком) и исполнителями регулируются гражданским законодательством.</w:t>
                  </w:r>
                  <w:r>
                    <w:t xml:space="preserve"> </w:t>
                  </w:r>
                  <w:r>
                    <w:rPr>
                      <w:rStyle w:val="CharStyle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Постановлением Правительства Российской Федерации № 87 от 16.02.2008 «О составе разделов проектной документации и требованиях к их содержанию».</w:t>
                  </w:r>
                </w:p>
                <w:p w:rsidR="009F3C5C" w:rsidRDefault="009F3C5C" w:rsidP="009571C8">
                  <w:pPr>
                    <w:pStyle w:val="2"/>
                    <w:numPr>
                      <w:ilvl w:val="0"/>
                      <w:numId w:val="166"/>
                    </w:numPr>
                    <w:tabs>
                      <w:tab w:val="left" w:pos="879"/>
                    </w:tabs>
                    <w:spacing w:after="0" w:line="274" w:lineRule="exact"/>
                    <w:ind w:firstLine="660"/>
                    <w:jc w:val="both"/>
                  </w:pPr>
                  <w:r>
                    <w:rPr>
                      <w:rStyle w:val="CharStyle4"/>
                    </w:rPr>
                    <w:tab/>
                    <w:t>Неотъемлемой частью договора о подготовке проектной документации является задание застройщика (заказчика) исполнителю.</w:t>
                  </w:r>
                </w:p>
                <w:p w:rsidR="009F3C5C" w:rsidRDefault="009F3C5C">
                  <w:pPr>
                    <w:pStyle w:val="2"/>
                    <w:spacing w:after="0" w:line="274" w:lineRule="exact"/>
                    <w:ind w:firstLine="660"/>
                    <w:jc w:val="both"/>
                  </w:pPr>
                  <w:r>
                    <w:rPr>
                      <w:rStyle w:val="CharStyle4"/>
                    </w:rPr>
                    <w:t>Задание застройщика (заказчика) исполнителю:</w:t>
                  </w:r>
                </w:p>
                <w:p w:rsidR="009F3C5C" w:rsidRDefault="009F3C5C" w:rsidP="009571C8">
                  <w:pPr>
                    <w:pStyle w:val="2"/>
                    <w:numPr>
                      <w:ilvl w:val="0"/>
                      <w:numId w:val="167"/>
                    </w:numPr>
                    <w:tabs>
                      <w:tab w:val="left" w:pos="778"/>
                    </w:tabs>
                    <w:spacing w:after="0" w:line="274" w:lineRule="exact"/>
                    <w:ind w:left="0" w:firstLine="660"/>
                    <w:jc w:val="both"/>
                  </w:pPr>
                  <w:r>
                    <w:rPr>
                      <w:rStyle w:val="CharStyle4"/>
                    </w:rPr>
                    <w:tab/>
                    <w:t>градостроительный план земельного участка, подготовленный в соответствии с настоящими Правилами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9F3C5C" w:rsidRDefault="009F3C5C" w:rsidP="009571C8">
                  <w:pPr>
                    <w:pStyle w:val="2"/>
                    <w:numPr>
                      <w:ilvl w:val="0"/>
                      <w:numId w:val="162"/>
                    </w:numPr>
                    <w:tabs>
                      <w:tab w:val="left" w:pos="769"/>
                    </w:tabs>
                    <w:spacing w:after="0" w:line="274" w:lineRule="exact"/>
                    <w:ind w:left="0" w:firstLine="660"/>
                    <w:jc w:val="both"/>
                  </w:pPr>
                  <w:r>
                    <w:rPr>
                      <w:rStyle w:val="CharStyle4"/>
                    </w:rPr>
                    <w:tab/>
                    <w:t>результаты инженерных изысканий либо задание исполнителю обеспечить проведение инженерных изысканий;</w:t>
                  </w:r>
                </w:p>
              </w:txbxContent>
            </v:textbox>
            <w10:wrap type="square" anchorx="page" anchory="page"/>
          </v:rect>
        </w:pict>
      </w:r>
    </w:p>
    <w:p w:rsidR="009F3C5C" w:rsidRDefault="009F3C5C">
      <w:pPr>
        <w:pStyle w:val="Standard"/>
        <w:rPr>
          <w:sz w:val="2"/>
          <w:szCs w:val="2"/>
        </w:rPr>
        <w:sectPr w:rsidR="009F3C5C">
          <w:headerReference w:type="default" r:id="rId247"/>
          <w:footerReference w:type="default" r:id="rId248"/>
          <w:pgSz w:w="11906" w:h="16838"/>
          <w:pgMar w:top="360" w:right="360" w:bottom="360" w:left="360" w:header="0" w:footer="0" w:gutter="0"/>
          <w:cols w:space="720"/>
          <w:formProt w:val="0"/>
          <w:docGrid w:linePitch="240" w:charSpace="-6145"/>
        </w:sectPr>
      </w:pPr>
      <w:r>
        <w:rPr>
          <w:noProof/>
          <w:lang w:eastAsia="ru-RU" w:bidi="ar-SA"/>
        </w:rPr>
        <w:pict>
          <v:rect id="144" o:spid="_x0000_s1149" style="position:absolute;margin-left:81.5pt;margin-top:30.15pt;width:464.3pt;height:796.2pt;z-index:251784192;mso-position-horizontal-relative:page;mso-position-vertical-relative:page" filled="f" stroked="f" strokecolor="#3465a4">
            <v:fill o:detectmouseclick="t"/>
            <v:stroke joinstyle="round"/>
            <v:textbox>
              <w:txbxContent>
                <w:p w:rsidR="009F3C5C" w:rsidRDefault="009F3C5C" w:rsidP="009571C8">
                  <w:pPr>
                    <w:pStyle w:val="2"/>
                    <w:numPr>
                      <w:ilvl w:val="0"/>
                      <w:numId w:val="162"/>
                    </w:numPr>
                    <w:tabs>
                      <w:tab w:val="left" w:pos="778"/>
                    </w:tabs>
                    <w:spacing w:after="0" w:line="274" w:lineRule="exact"/>
                    <w:ind w:left="0" w:firstLine="660"/>
                    <w:jc w:val="both"/>
                  </w:pPr>
                  <w:r>
                    <w:rPr>
                      <w:rStyle w:val="CharStyle4"/>
                    </w:rPr>
                    <w:tab/>
                    <w:t>технические условия подключения проектируемого объектов капитального строительства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иные, определенные законодательством документы и материалы.</w:t>
                  </w:r>
                </w:p>
                <w:p w:rsidR="009F3C5C" w:rsidRDefault="009F3C5C">
                  <w:pPr>
                    <w:pStyle w:val="2"/>
                    <w:spacing w:after="0" w:line="274" w:lineRule="exact"/>
                    <w:ind w:firstLine="660"/>
                    <w:jc w:val="both"/>
                  </w:pPr>
                  <w:r>
                    <w:rPr>
                      <w:rStyle w:val="CharStyle4"/>
                    </w:rPr>
                    <w:t>Задание застройщика (заказчика) исполнителю может включать иные текстовые и графические материалы, отражающие намерение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9F3C5C" w:rsidRDefault="009F3C5C">
                  <w:pPr>
                    <w:pStyle w:val="2"/>
                    <w:tabs>
                      <w:tab w:val="left" w:pos="870"/>
                    </w:tabs>
                    <w:spacing w:after="0" w:line="274" w:lineRule="exact"/>
                    <w:ind w:firstLine="660"/>
                    <w:jc w:val="both"/>
                  </w:pPr>
                  <w:r>
                    <w:rPr>
                      <w:rStyle w:val="CharStyle4"/>
                    </w:rPr>
                    <w:t xml:space="preserve">5. </w:t>
                  </w:r>
                  <w:r>
                    <w:rPr>
                      <w:rStyle w:val="CharStyle4"/>
                    </w:rPr>
                    <w:tab/>
                    <w:t>Для подготовки проектной документации выполняются инженерные изыскания в порядке, предусмотренном статьей 47 Градостроительного кодекса Российской Федерации.</w:t>
                  </w:r>
                </w:p>
                <w:p w:rsidR="009F3C5C" w:rsidRDefault="009F3C5C">
                  <w:pPr>
                    <w:pStyle w:val="2"/>
                    <w:spacing w:after="0" w:line="274" w:lineRule="exact"/>
                    <w:ind w:firstLine="660"/>
                    <w:jc w:val="both"/>
                  </w:pPr>
                  <w:r>
                    <w:rPr>
                      <w:rStyle w:val="CharStyle4"/>
                    </w:rPr>
                    <w:t>Не допускается подготовка и реализация проектной документации без выполнения соответствующих инженерных изысканий.</w:t>
                  </w:r>
                </w:p>
                <w:p w:rsidR="009F3C5C" w:rsidRDefault="009F3C5C">
                  <w:pPr>
                    <w:pStyle w:val="2"/>
                    <w:spacing w:after="0" w:line="274" w:lineRule="exact"/>
                    <w:ind w:firstLine="660"/>
                    <w:jc w:val="both"/>
                  </w:pPr>
                  <w:r>
                    <w:rPr>
                      <w:rStyle w:val="CharStyle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9F3C5C" w:rsidRDefault="009F3C5C">
                  <w:pPr>
                    <w:pStyle w:val="2"/>
                    <w:spacing w:after="0" w:line="274" w:lineRule="exact"/>
                    <w:ind w:firstLine="660"/>
                    <w:jc w:val="both"/>
                  </w:pPr>
                  <w:r>
                    <w:rPr>
                      <w:rStyle w:val="CharStyle4"/>
                    </w:rPr>
                    <w:t>Инженерные изыскания выполняются застройщиком либо привлекаемым на основании договора с застройщиком (заказчиком) физическим или юридическим лицам, предпринимателем (исполнителями), которые соответствуют требованиям законодательства, предъявляемым к лицам, осуществляющим инженерные изыскания.</w:t>
                  </w:r>
                </w:p>
                <w:p w:rsidR="009F3C5C" w:rsidRDefault="009F3C5C">
                  <w:pPr>
                    <w:pStyle w:val="2"/>
                    <w:spacing w:after="0" w:line="274" w:lineRule="exact"/>
                    <w:ind w:firstLine="660"/>
                    <w:jc w:val="both"/>
                  </w:pPr>
                  <w:r>
                    <w:rPr>
                      <w:rStyle w:val="CharStyle4"/>
                    </w:rPr>
                    <w:t>Отношения между застройщиком (заказчиком) и исполнителями инженерных изысканий регулируются гражданским законодательством.</w:t>
                  </w:r>
                </w:p>
                <w:p w:rsidR="009F3C5C" w:rsidRDefault="009F3C5C">
                  <w:pPr>
                    <w:pStyle w:val="2"/>
                    <w:spacing w:after="0" w:line="274" w:lineRule="exact"/>
                    <w:ind w:firstLine="660"/>
                    <w:jc w:val="both"/>
                  </w:pPr>
                  <w:r>
                    <w:rPr>
                      <w:rStyle w:val="CharStyle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F3C5C" w:rsidRDefault="009F3C5C">
                  <w:pPr>
                    <w:pStyle w:val="2"/>
                    <w:tabs>
                      <w:tab w:val="left" w:pos="963"/>
                    </w:tabs>
                    <w:spacing w:after="0" w:line="274" w:lineRule="exact"/>
                    <w:ind w:firstLine="660"/>
                    <w:jc w:val="both"/>
                  </w:pPr>
                  <w:r>
                    <w:rPr>
                      <w:rStyle w:val="CharStyle4"/>
                    </w:rPr>
                    <w:t>6.</w:t>
                  </w:r>
                  <w:r>
                    <w:rPr>
                      <w:rStyle w:val="CharStyle4"/>
                    </w:rPr>
                    <w:tab/>
                    <w:t>Технические условия подготавливаются:</w:t>
                  </w:r>
                </w:p>
                <w:p w:rsidR="009F3C5C" w:rsidRDefault="009F3C5C" w:rsidP="009571C8">
                  <w:pPr>
                    <w:pStyle w:val="2"/>
                    <w:numPr>
                      <w:ilvl w:val="0"/>
                      <w:numId w:val="168"/>
                    </w:numPr>
                    <w:tabs>
                      <w:tab w:val="left" w:pos="774"/>
                    </w:tabs>
                    <w:spacing w:after="0" w:line="274" w:lineRule="exact"/>
                    <w:ind w:left="0" w:firstLine="660"/>
                    <w:jc w:val="both"/>
                  </w:pPr>
                  <w:r>
                    <w:rPr>
                      <w:rStyle w:val="CharStyle4"/>
                    </w:rPr>
                    <w:tab/>
                    <w:t>при предоставлении для строительства физическим или юридическим лицам, предпринимателям прав на земельные участки, сформированные из состава государственных и муниципальных земель;</w:t>
                  </w:r>
                </w:p>
                <w:p w:rsidR="009F3C5C" w:rsidRDefault="009F3C5C" w:rsidP="009571C8">
                  <w:pPr>
                    <w:pStyle w:val="2"/>
                    <w:numPr>
                      <w:ilvl w:val="0"/>
                      <w:numId w:val="162"/>
                    </w:numPr>
                    <w:tabs>
                      <w:tab w:val="left" w:pos="774"/>
                    </w:tabs>
                    <w:spacing w:after="0" w:line="274" w:lineRule="exact"/>
                    <w:ind w:left="0" w:firstLine="660"/>
                    <w:jc w:val="both"/>
                  </w:pPr>
                  <w:r>
                    <w:rPr>
                      <w:rStyle w:val="CharStyle4"/>
                    </w:rPr>
                    <w:tab/>
                    <w:t>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9F3C5C" w:rsidRDefault="009F3C5C">
                  <w:pPr>
                    <w:pStyle w:val="2"/>
                    <w:spacing w:after="0" w:line="274" w:lineRule="exact"/>
                    <w:ind w:firstLine="660"/>
                    <w:jc w:val="both"/>
                  </w:pPr>
                  <w:r>
                    <w:rPr>
                      <w:rStyle w:val="CharStyle4"/>
                    </w:rPr>
                    <w:t>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w:t>
                  </w:r>
                  <w:r>
                    <w:rPr>
                      <w:rStyle w:val="CharStyle4"/>
                    </w:rPr>
                    <w:br/>
                    <w:t xml:space="preserve">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w:t>
                  </w:r>
                </w:p>
              </w:txbxContent>
            </v:textbox>
            <w10:wrap type="square" anchorx="page" anchory="page"/>
          </v:rect>
        </w:pict>
      </w:r>
    </w:p>
    <w:p w:rsidR="009F3C5C" w:rsidRDefault="009F3C5C">
      <w:pPr>
        <w:pStyle w:val="Standard"/>
        <w:rPr>
          <w:sz w:val="2"/>
          <w:szCs w:val="2"/>
        </w:rPr>
        <w:sectPr w:rsidR="009F3C5C">
          <w:headerReference w:type="default" r:id="rId249"/>
          <w:footerReference w:type="default" r:id="rId250"/>
          <w:pgSz w:w="11906" w:h="16838"/>
          <w:pgMar w:top="360" w:right="360" w:bottom="360" w:left="360" w:header="0" w:footer="0" w:gutter="0"/>
          <w:cols w:space="720"/>
          <w:formProt w:val="0"/>
          <w:docGrid w:linePitch="240" w:charSpace="-6145"/>
        </w:sectPr>
      </w:pPr>
      <w:r>
        <w:rPr>
          <w:noProof/>
          <w:lang w:eastAsia="ru-RU" w:bidi="ar-SA"/>
        </w:rPr>
        <w:pict>
          <v:rect id="145" o:spid="_x0000_s1150" style="position:absolute;margin-left:81.5pt;margin-top:30.15pt;width:464.3pt;height:791.85pt;z-index:251785216;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 </w:t>
                  </w:r>
                  <w:r>
                    <w:rPr>
                      <w:rStyle w:val="CharStyle4"/>
                    </w:rPr>
                    <w:b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объектов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9F3C5C" w:rsidRDefault="009F3C5C">
                  <w:pPr>
                    <w:pStyle w:val="2"/>
                    <w:spacing w:after="0" w:line="274" w:lineRule="exact"/>
                    <w:ind w:firstLine="660"/>
                    <w:jc w:val="both"/>
                  </w:pPr>
                  <w:r>
                    <w:rPr>
                      <w:rStyle w:val="CharStyle4"/>
                    </w:rPr>
                    <w:t>Орган, уполномоченный в области градостроительной деятельности, не позднее чем за тридцать дней до принятия решения о проведении соответствующих торгов либо о представлении земельного участка, находящегося в государственной либо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объектов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rsidR="009F3C5C" w:rsidRDefault="009F3C5C">
                  <w:pPr>
                    <w:pStyle w:val="2"/>
                    <w:spacing w:after="0" w:line="274" w:lineRule="exact"/>
                    <w:ind w:firstLine="660"/>
                    <w:jc w:val="both"/>
                  </w:pPr>
                  <w:r>
                    <w:rPr>
                      <w:rStyle w:val="CharStyle4"/>
                    </w:rPr>
                    <w:t>Порядок определения и предоставления технических условий и определения платы за подключение, а также порядок подключения объектов капитального строительства к сетям инженерно-технического обеспечения устанавливается Правительством Российской Федерации.</w:t>
                  </w:r>
                </w:p>
                <w:p w:rsidR="009F3C5C" w:rsidRDefault="009F3C5C">
                  <w:pPr>
                    <w:pStyle w:val="2"/>
                    <w:tabs>
                      <w:tab w:val="left" w:pos="889"/>
                    </w:tabs>
                    <w:spacing w:after="0" w:line="274" w:lineRule="exact"/>
                    <w:ind w:firstLine="660"/>
                    <w:jc w:val="both"/>
                  </w:pPr>
                  <w:r>
                    <w:rPr>
                      <w:rStyle w:val="CharStyle4"/>
                    </w:rPr>
                    <w:t xml:space="preserve">7. </w:t>
                  </w:r>
                  <w:r>
                    <w:rPr>
                      <w:rStyle w:val="CharStyle4"/>
                    </w:rPr>
                    <w:tab/>
                    <w:t>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 нормативными правовыми актами.</w:t>
                  </w:r>
                </w:p>
                <w:p w:rsidR="009F3C5C" w:rsidRDefault="009F3C5C">
                  <w:pPr>
                    <w:pStyle w:val="2"/>
                    <w:spacing w:after="0" w:line="274" w:lineRule="exact"/>
                    <w:ind w:firstLine="660"/>
                    <w:jc w:val="both"/>
                  </w:pPr>
                  <w:r>
                    <w:rPr>
                      <w:rStyle w:val="CharStyle4"/>
                    </w:rPr>
                    <w:t>Состав и требования к содержанию разделов проектной документации применительно к различным видам капитального строительства, в том числе к линейным объектам, устанавливаются Постановлением Правительства Российской Федерации № 87 от 16.02.2008 «О составе разделов проектной документации и требованиях к их содержанию».</w:t>
                  </w:r>
                </w:p>
                <w:p w:rsidR="009F3C5C" w:rsidRDefault="009F3C5C">
                  <w:pPr>
                    <w:pStyle w:val="2"/>
                    <w:spacing w:after="0" w:line="274" w:lineRule="exact"/>
                    <w:ind w:firstLine="660"/>
                    <w:jc w:val="both"/>
                  </w:pPr>
                  <w:r>
                    <w:rPr>
                      <w:rStyle w:val="CharStyle4"/>
                    </w:rPr>
                    <w:t>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w:t>
                  </w:r>
                </w:p>
                <w:p w:rsidR="009F3C5C" w:rsidRDefault="009F3C5C">
                  <w:pPr>
                    <w:pStyle w:val="2"/>
                    <w:tabs>
                      <w:tab w:val="left" w:pos="973"/>
                    </w:tabs>
                    <w:spacing w:after="0" w:line="274" w:lineRule="exact"/>
                    <w:ind w:firstLine="660"/>
                    <w:jc w:val="both"/>
                  </w:pPr>
                  <w:r>
                    <w:rPr>
                      <w:rStyle w:val="CharStyle4"/>
                    </w:rPr>
                    <w:t xml:space="preserve">8. </w:t>
                  </w:r>
                  <w:r>
                    <w:rPr>
                      <w:rStyle w:val="CharStyle4"/>
                    </w:rPr>
                    <w:tab/>
                    <w:t>Проектная документация разрабатывается в соответствии с:</w:t>
                  </w:r>
                </w:p>
                <w:p w:rsidR="009F3C5C" w:rsidRDefault="009F3C5C" w:rsidP="009571C8">
                  <w:pPr>
                    <w:pStyle w:val="2"/>
                    <w:numPr>
                      <w:ilvl w:val="0"/>
                      <w:numId w:val="169"/>
                    </w:numPr>
                    <w:tabs>
                      <w:tab w:val="left" w:pos="778"/>
                    </w:tabs>
                    <w:spacing w:after="0" w:line="274" w:lineRule="exact"/>
                    <w:ind w:left="0" w:firstLine="660"/>
                    <w:jc w:val="both"/>
                  </w:pPr>
                  <w:r>
                    <w:rPr>
                      <w:rStyle w:val="CharStyle4"/>
                    </w:rPr>
                    <w:tab/>
                    <w:t>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техническими регламентами;</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результатами инженерных изысканий;</w:t>
                  </w:r>
                </w:p>
              </w:txbxContent>
            </v:textbox>
            <w10:wrap type="square" anchorx="page" anchory="page"/>
          </v:rect>
        </w:pict>
      </w:r>
    </w:p>
    <w:p w:rsidR="009F3C5C" w:rsidRDefault="009F3C5C">
      <w:pPr>
        <w:pStyle w:val="Standard"/>
        <w:rPr>
          <w:sz w:val="2"/>
          <w:szCs w:val="2"/>
        </w:rPr>
        <w:sectPr w:rsidR="009F3C5C">
          <w:headerReference w:type="default" r:id="rId251"/>
          <w:footerReference w:type="default" r:id="rId252"/>
          <w:pgSz w:w="11906" w:h="16838"/>
          <w:pgMar w:top="360" w:right="360" w:bottom="360" w:left="360" w:header="0" w:footer="0" w:gutter="0"/>
          <w:cols w:space="720"/>
          <w:formProt w:val="0"/>
          <w:docGrid w:linePitch="240" w:charSpace="-6145"/>
        </w:sectPr>
      </w:pPr>
      <w:r>
        <w:rPr>
          <w:noProof/>
          <w:lang w:eastAsia="ru-RU" w:bidi="ar-SA"/>
        </w:rPr>
        <w:pict>
          <v:rect id="146" o:spid="_x0000_s1151" style="position:absolute;margin-left:81pt;margin-top:30.15pt;width:464.8pt;height:794.7pt;z-index:251786240;mso-position-horizontal-relative:page;mso-position-vertical-relative:page" filled="f" stroked="f" strokecolor="#3465a4">
            <v:fill o:detectmouseclick="t"/>
            <v:stroke joinstyle="round"/>
            <v:textbox>
              <w:txbxContent>
                <w:p w:rsidR="009F3C5C" w:rsidRDefault="009F3C5C">
                  <w:pPr>
                    <w:pStyle w:val="2"/>
                    <w:spacing w:after="0" w:line="274" w:lineRule="exact"/>
                    <w:ind w:firstLine="660"/>
                    <w:jc w:val="both"/>
                  </w:pPr>
                  <w:r>
                    <w:rPr>
                      <w:rStyle w:val="CharStyle4"/>
                    </w:rPr>
                    <w:t>- техническими условиями подключения проектируемого объекта к вне 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9F3C5C" w:rsidRDefault="009F3C5C">
                  <w:pPr>
                    <w:pStyle w:val="2"/>
                    <w:tabs>
                      <w:tab w:val="left" w:pos="976"/>
                    </w:tabs>
                    <w:spacing w:after="0" w:line="274" w:lineRule="exact"/>
                    <w:ind w:firstLine="660"/>
                    <w:jc w:val="both"/>
                  </w:pPr>
                  <w:r>
                    <w:rPr>
                      <w:rStyle w:val="CharStyle4"/>
                    </w:rPr>
                    <w:t>9. Проектная документация утверждается застройщиком и заказчиком.</w:t>
                  </w:r>
                </w:p>
                <w:p w:rsidR="009F3C5C" w:rsidRDefault="009F3C5C">
                  <w:pPr>
                    <w:pStyle w:val="2"/>
                    <w:spacing w:after="0" w:line="274" w:lineRule="exact"/>
                    <w:ind w:firstLine="660"/>
                    <w:jc w:val="both"/>
                  </w:pPr>
                  <w:r>
                    <w:rPr>
                      <w:rStyle w:val="CharStyle4"/>
                    </w:rPr>
                    <w:t>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9F3C5C" w:rsidRDefault="009F3C5C">
                  <w:pPr>
                    <w:pStyle w:val="2"/>
                    <w:spacing w:after="0" w:line="274" w:lineRule="exact"/>
                    <w:ind w:firstLine="660"/>
                    <w:jc w:val="both"/>
                  </w:pPr>
                  <w:r>
                    <w:rPr>
                      <w:rStyle w:val="CharStyle4"/>
                    </w:rPr>
                    <w:t>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9F3C5C" w:rsidRDefault="009F3C5C">
                  <w:pPr>
                    <w:pStyle w:val="2"/>
                    <w:tabs>
                      <w:tab w:val="left" w:pos="1014"/>
                    </w:tabs>
                    <w:spacing w:after="0" w:line="274" w:lineRule="exact"/>
                    <w:ind w:firstLine="660"/>
                    <w:jc w:val="both"/>
                  </w:pPr>
                  <w:r>
                    <w:rPr>
                      <w:rStyle w:val="CharStyle4"/>
                    </w:rPr>
                    <w:t xml:space="preserve">10. </w:t>
                  </w:r>
                  <w:r>
                    <w:rPr>
                      <w:rStyle w:val="CharStyle4"/>
                    </w:rPr>
                    <w:tab/>
                    <w:t>Порядок оформления проектной документации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утвержденными решениями Совета сельского поселения Петровский сельсовет муниципального района Ишимбайский район Республики Башкортостан, а до их утверждения временными положениями, утвержденными постановлениям главы сельского поселения Петровский сельсовет муниципального района Ишимбайский район Республики Башкортостан в развитие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253"/>
          <w:footerReference w:type="default" r:id="rId254"/>
          <w:pgSz w:w="11906" w:h="16838"/>
          <w:pgMar w:top="360" w:right="360" w:bottom="360" w:left="360" w:header="0" w:footer="0" w:gutter="0"/>
          <w:cols w:space="720"/>
          <w:formProt w:val="0"/>
          <w:docGrid w:linePitch="240" w:charSpace="-6145"/>
        </w:sectPr>
      </w:pPr>
      <w:r>
        <w:rPr>
          <w:noProof/>
          <w:lang w:eastAsia="ru-RU" w:bidi="ar-SA"/>
        </w:rPr>
        <w:pict>
          <v:rect id="147" o:spid="_x0000_s1152" style="position:absolute;margin-left:81.1pt;margin-top:30.15pt;width:464.8pt;height:789.65pt;z-index:251787264;mso-position-horizontal-relative:page;mso-position-vertical-relative:page" filled="f" stroked="f" strokecolor="#3465a4">
            <v:fill o:detectmouseclick="t"/>
            <v:stroke joinstyle="round"/>
            <v:textbox>
              <w:txbxContent>
                <w:p w:rsidR="009F3C5C" w:rsidRDefault="009F3C5C">
                  <w:pPr>
                    <w:pStyle w:val="2"/>
                    <w:tabs>
                      <w:tab w:val="left" w:pos="1162"/>
                    </w:tabs>
                    <w:spacing w:line="274" w:lineRule="exact"/>
                    <w:ind w:firstLine="660"/>
                    <w:jc w:val="both"/>
                  </w:pPr>
                  <w:r>
                    <w:rPr>
                      <w:rStyle w:val="CharStyle4"/>
                      <w:b/>
                      <w:bCs/>
                    </w:rPr>
                    <w:tab/>
                    <w:t>11.3 Формирование градостроительных условий при предоставлении земельных участков, находящихся в распоряжении органов местного самоуправления сельского поселения Петровский сельсовет муниципального района Ишимбайский район Республики Башкортостан</w:t>
                  </w:r>
                </w:p>
                <w:p w:rsidR="009F3C5C" w:rsidRDefault="009F3C5C" w:rsidP="009571C8">
                  <w:pPr>
                    <w:pStyle w:val="2"/>
                    <w:numPr>
                      <w:ilvl w:val="0"/>
                      <w:numId w:val="170"/>
                    </w:numPr>
                    <w:tabs>
                      <w:tab w:val="left" w:pos="893"/>
                    </w:tabs>
                    <w:spacing w:after="0" w:line="274" w:lineRule="exact"/>
                    <w:ind w:firstLine="660"/>
                    <w:jc w:val="both"/>
                  </w:pPr>
                  <w:r>
                    <w:rPr>
                      <w:rStyle w:val="CharStyle4"/>
                    </w:rPr>
                    <w:tab/>
                    <w:t>Формирование градостроительных условий при предоставлении земельных участков, находящихся в распоряжении органов местного самоуправления сельского поселения Петровский сельсовет муниципального района Ишимбайский район Республики Башкортостан, предусматривает подготовку и утверждение документов об использовании земельных участков в соответствии с настоящими Правилами, документацией территориального планирования и документацией по планировке территории.</w:t>
                  </w:r>
                </w:p>
                <w:p w:rsidR="009F3C5C" w:rsidRDefault="009F3C5C">
                  <w:pPr>
                    <w:pStyle w:val="2"/>
                    <w:spacing w:after="0" w:line="274" w:lineRule="exact"/>
                    <w:ind w:firstLine="660"/>
                    <w:jc w:val="both"/>
                  </w:pPr>
                  <w:r>
                    <w:rPr>
                      <w:rStyle w:val="CharStyle4"/>
                    </w:rPr>
                    <w:t>Подготовка документов об использовании земельных участков может осуществляться по инициативе лиц, заинтересованных в предоставлении земельных участков (в соответствии с частью 4 пункта 4.2. главы 4 раздела I настоящих Правил), либо по инициативе Администрации сельского поселения Петровский сельсовет муниципального района Ишимбайский района Республики Башкортостан.</w:t>
                  </w:r>
                </w:p>
                <w:p w:rsidR="009F3C5C" w:rsidRDefault="009F3C5C" w:rsidP="009571C8">
                  <w:pPr>
                    <w:pStyle w:val="2"/>
                    <w:numPr>
                      <w:ilvl w:val="0"/>
                      <w:numId w:val="170"/>
                    </w:numPr>
                    <w:tabs>
                      <w:tab w:val="left" w:pos="884"/>
                    </w:tabs>
                    <w:spacing w:after="0" w:line="274" w:lineRule="exact"/>
                    <w:ind w:firstLine="660"/>
                    <w:jc w:val="both"/>
                  </w:pPr>
                  <w:r>
                    <w:rPr>
                      <w:rStyle w:val="CharStyle4"/>
                    </w:rPr>
                    <w:tab/>
                    <w:t>В случае, если земельный участок не сформирован или его параметры не соответствуют требованиям и ограничениям, установленным градостроительным регламентом для соответствующей зоны (подзоны), то для подготовки градостроительного плана земельного участка необходимо разработать и утвердить проект межевания территории.</w:t>
                  </w:r>
                </w:p>
                <w:p w:rsidR="009F3C5C" w:rsidRDefault="009F3C5C" w:rsidP="009571C8">
                  <w:pPr>
                    <w:pStyle w:val="2"/>
                    <w:numPr>
                      <w:ilvl w:val="0"/>
                      <w:numId w:val="170"/>
                    </w:numPr>
                    <w:tabs>
                      <w:tab w:val="left" w:pos="883"/>
                    </w:tabs>
                    <w:spacing w:after="0" w:line="274" w:lineRule="exact"/>
                    <w:ind w:firstLine="660"/>
                    <w:jc w:val="both"/>
                  </w:pPr>
                  <w:r>
                    <w:rPr>
                      <w:rStyle w:val="CharStyle4"/>
                    </w:rPr>
                    <w:tab/>
                    <w:t>В случае, если в отношении предназначенного для предоставления сформированного земельного участка в соответствии с пунктом 7 статьи 36 Градостроительного кодекса РФ градостроительный регламент не распространяется либо не устанавливается, то документ об использовании земельного участка готовится и утверждается уполномоченными органами Администрации сельского поселения Петровский сельсовет муниципального района Ишим- байский район Республики Башкортостан в соответствии с федеральным законодательством.</w:t>
                  </w:r>
                </w:p>
                <w:p w:rsidR="009F3C5C" w:rsidRDefault="009F3C5C" w:rsidP="009571C8">
                  <w:pPr>
                    <w:pStyle w:val="2"/>
                    <w:numPr>
                      <w:ilvl w:val="0"/>
                      <w:numId w:val="170"/>
                    </w:numPr>
                    <w:tabs>
                      <w:tab w:val="left" w:pos="884"/>
                    </w:tabs>
                    <w:spacing w:after="0" w:line="274" w:lineRule="exact"/>
                    <w:ind w:firstLine="660"/>
                    <w:jc w:val="both"/>
                  </w:pPr>
                  <w:r>
                    <w:rPr>
                      <w:rStyle w:val="CharStyle4"/>
                    </w:rPr>
                    <w:tab/>
                    <w:t>В случае предоставления участка (в том числе в границах квартала) на условиях его комплексной подготовки для последующей застройки выделенных участков (включая инженерную подготовку территории, строительство объектов транспортной, инженерной и социальной инфраструктуры) градостроительные условия могут включать требования к уровню обеспеченности указанными объектами, к составу и параметрам подлежащих строительству (реконструкции) объектов регионального или муниципального значения, условия согласования проектов, обеспечивающих комплексную подготовку предоставляемого участка, сроки проведения работ, а также условия передачи построенных объектов эксплуатирующим организациям.</w:t>
                  </w:r>
                </w:p>
                <w:p w:rsidR="009F3C5C" w:rsidRDefault="009F3C5C">
                  <w:pPr>
                    <w:pStyle w:val="2"/>
                    <w:spacing w:after="0" w:line="274" w:lineRule="exact"/>
                    <w:ind w:firstLine="660"/>
                    <w:jc w:val="both"/>
                  </w:pPr>
                  <w:r>
                    <w:rPr>
                      <w:rStyle w:val="CharStyle4"/>
                    </w:rPr>
                    <w:t>Порядок оформления разрешительной документации под комплексное освоение в целях жилищного строительства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Совета МР Ишимбайский район Республики Башкортостан, а до их утверждения - временными положениями, утвержденными постановлениями главы сельского поселения Петровский сельсовет муниципального района Ишимбайский район Республики Башкортостан в развитие настоящих Правил.</w:t>
                  </w:r>
                </w:p>
              </w:txbxContent>
            </v:textbox>
            <w10:wrap type="square" anchorx="page" anchory="page"/>
          </v:rect>
        </w:pict>
      </w:r>
    </w:p>
    <w:p w:rsidR="009F3C5C" w:rsidRDefault="009F3C5C">
      <w:pPr>
        <w:pStyle w:val="Standard"/>
        <w:rPr>
          <w:sz w:val="2"/>
          <w:szCs w:val="2"/>
        </w:rPr>
        <w:sectPr w:rsidR="009F3C5C">
          <w:headerReference w:type="default" r:id="rId255"/>
          <w:footerReference w:type="default" r:id="rId256"/>
          <w:pgSz w:w="11906" w:h="16838"/>
          <w:pgMar w:top="360" w:right="360" w:bottom="360" w:left="360" w:header="0" w:footer="0" w:gutter="0"/>
          <w:cols w:space="720"/>
          <w:formProt w:val="0"/>
          <w:docGrid w:linePitch="240" w:charSpace="-6145"/>
        </w:sectPr>
      </w:pPr>
      <w:r>
        <w:rPr>
          <w:noProof/>
          <w:lang w:eastAsia="ru-RU" w:bidi="ar-SA"/>
        </w:rPr>
        <w:pict>
          <v:rect id="148" o:spid="_x0000_s1153" style="position:absolute;margin-left:81.35pt;margin-top:30.4pt;width:464.3pt;height:127.85pt;z-index:251788288;mso-position-horizontal-relative:page;mso-position-vertical-relative:page" filled="f" stroked="f" strokecolor="#3465a4">
            <v:fill o:detectmouseclick="t"/>
            <v:stroke joinstyle="round"/>
            <v:textbox>
              <w:txbxContent>
                <w:p w:rsidR="009F3C5C" w:rsidRDefault="009F3C5C" w:rsidP="009571C8">
                  <w:pPr>
                    <w:pStyle w:val="2"/>
                    <w:numPr>
                      <w:ilvl w:val="0"/>
                      <w:numId w:val="170"/>
                    </w:numPr>
                    <w:tabs>
                      <w:tab w:val="left" w:pos="889"/>
                    </w:tabs>
                    <w:spacing w:after="0" w:line="274" w:lineRule="exact"/>
                    <w:ind w:firstLine="640"/>
                    <w:jc w:val="both"/>
                  </w:pPr>
                  <w:r>
                    <w:rPr>
                      <w:rStyle w:val="CharStyle4"/>
                    </w:rPr>
                    <w:tab/>
                    <w:t>В случае, когда объектом передачи является подлежащее реконструкции (завершению строительством) или реставрации здание, сооружение, то градостроительные условия могут содержать требования к проектной документации, а также в установленных законом случаях требования к охране объектов культурного наследия.</w:t>
                  </w:r>
                </w:p>
                <w:p w:rsidR="009F3C5C" w:rsidRDefault="009F3C5C" w:rsidP="009571C8">
                  <w:pPr>
                    <w:pStyle w:val="2"/>
                    <w:numPr>
                      <w:ilvl w:val="0"/>
                      <w:numId w:val="170"/>
                    </w:numPr>
                    <w:tabs>
                      <w:tab w:val="left" w:pos="884"/>
                    </w:tabs>
                    <w:spacing w:after="0" w:line="274" w:lineRule="exact"/>
                    <w:ind w:firstLine="640"/>
                    <w:jc w:val="both"/>
                  </w:pPr>
                  <w:r>
                    <w:rPr>
                      <w:rStyle w:val="CharStyle4"/>
                    </w:rPr>
                    <w:tab/>
                    <w:t>При подготовке разрешительной документации на испрашиваемый вид использования земельного участка заявитель самостоятельно несет риск, связанный с отказом в согласовании правообладателей объектов недвижимости, расположенных на данной территории.</w:t>
                  </w:r>
                </w:p>
              </w:txbxContent>
            </v:textbox>
            <w10:wrap type="square" anchorx="page" anchory="page"/>
          </v:rect>
        </w:pict>
      </w:r>
    </w:p>
    <w:p w:rsidR="009F3C5C" w:rsidRDefault="009F3C5C">
      <w:pPr>
        <w:pStyle w:val="Standard"/>
        <w:rPr>
          <w:sz w:val="2"/>
          <w:szCs w:val="2"/>
        </w:rPr>
        <w:sectPr w:rsidR="009F3C5C">
          <w:headerReference w:type="default" r:id="rId257"/>
          <w:footerReference w:type="default" r:id="rId258"/>
          <w:pgSz w:w="11906" w:h="16838"/>
          <w:pgMar w:top="360" w:right="360" w:bottom="360" w:left="360" w:header="0" w:footer="0" w:gutter="0"/>
          <w:cols w:space="720"/>
          <w:formProt w:val="0"/>
          <w:docGrid w:linePitch="240" w:charSpace="-6145"/>
        </w:sectPr>
      </w:pPr>
      <w:r>
        <w:rPr>
          <w:noProof/>
          <w:lang w:eastAsia="ru-RU" w:bidi="ar-SA"/>
        </w:rPr>
        <w:pict>
          <v:rect id="149" o:spid="_x0000_s1154" style="position:absolute;margin-left:81pt;margin-top:31pt;width:464.8pt;height:770pt;z-index:251789312;mso-position-horizontal-relative:page;mso-position-vertical-relative:page" filled="f" stroked="f" strokecolor="#3465a4">
            <v:fill o:detectmouseclick="t"/>
            <v:stroke joinstyle="round"/>
            <v:textbox>
              <w:txbxContent>
                <w:p w:rsidR="009F3C5C" w:rsidRDefault="009F3C5C">
                  <w:pPr>
                    <w:pStyle w:val="2"/>
                    <w:tabs>
                      <w:tab w:val="left" w:pos="1247"/>
                    </w:tabs>
                    <w:spacing w:after="211" w:line="240" w:lineRule="exact"/>
                    <w:ind w:firstLine="660"/>
                    <w:jc w:val="both"/>
                  </w:pPr>
                  <w:r>
                    <w:rPr>
                      <w:rStyle w:val="CharStyle4"/>
                      <w:b/>
                      <w:bCs/>
                    </w:rPr>
                    <w:tab/>
                    <w:t>11.4 Установление публичных сервитутов</w:t>
                  </w:r>
                </w:p>
                <w:p w:rsidR="009F3C5C" w:rsidRDefault="009F3C5C" w:rsidP="009571C8">
                  <w:pPr>
                    <w:pStyle w:val="2"/>
                    <w:numPr>
                      <w:ilvl w:val="0"/>
                      <w:numId w:val="171"/>
                    </w:numPr>
                    <w:tabs>
                      <w:tab w:val="left" w:pos="899"/>
                    </w:tabs>
                    <w:spacing w:after="0" w:line="274" w:lineRule="exact"/>
                    <w:ind w:firstLine="660"/>
                    <w:jc w:val="both"/>
                  </w:pPr>
                  <w:r>
                    <w:rPr>
                      <w:rStyle w:val="CharStyle4"/>
                    </w:rPr>
                    <w:tab/>
                    <w:t>Публичный сервитут - право ограниченного пользования чужим земельным участком, которое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F3C5C" w:rsidRDefault="009F3C5C" w:rsidP="009571C8">
                  <w:pPr>
                    <w:pStyle w:val="2"/>
                    <w:numPr>
                      <w:ilvl w:val="0"/>
                      <w:numId w:val="171"/>
                    </w:numPr>
                    <w:tabs>
                      <w:tab w:val="left" w:pos="973"/>
                    </w:tabs>
                    <w:spacing w:after="0" w:line="274" w:lineRule="exact"/>
                    <w:ind w:firstLine="660"/>
                    <w:jc w:val="both"/>
                  </w:pPr>
                  <w:r>
                    <w:rPr>
                      <w:rStyle w:val="CharStyle4"/>
                    </w:rPr>
                    <w:tab/>
                    <w:t>Публичные сервитуты устанавливаются для:</w:t>
                  </w:r>
                </w:p>
                <w:p w:rsidR="009F3C5C" w:rsidRDefault="009F3C5C" w:rsidP="009571C8">
                  <w:pPr>
                    <w:pStyle w:val="2"/>
                    <w:numPr>
                      <w:ilvl w:val="0"/>
                      <w:numId w:val="172"/>
                    </w:numPr>
                    <w:tabs>
                      <w:tab w:val="left" w:pos="977"/>
                    </w:tabs>
                    <w:spacing w:after="0" w:line="274" w:lineRule="exact"/>
                    <w:ind w:firstLine="660"/>
                    <w:jc w:val="both"/>
                  </w:pPr>
                  <w:r>
                    <w:rPr>
                      <w:rStyle w:val="CharStyle4"/>
                    </w:rPr>
                    <w:tab/>
                    <w:t>прохода или проезда через земельный участок;</w:t>
                  </w:r>
                </w:p>
                <w:p w:rsidR="009F3C5C" w:rsidRDefault="009F3C5C" w:rsidP="009571C8">
                  <w:pPr>
                    <w:pStyle w:val="2"/>
                    <w:numPr>
                      <w:ilvl w:val="0"/>
                      <w:numId w:val="172"/>
                    </w:numPr>
                    <w:tabs>
                      <w:tab w:val="left" w:pos="913"/>
                    </w:tabs>
                    <w:spacing w:after="0" w:line="274" w:lineRule="exact"/>
                    <w:ind w:firstLine="660"/>
                    <w:jc w:val="both"/>
                  </w:pPr>
                  <w:r>
                    <w:rPr>
                      <w:rStyle w:val="CharStyle4"/>
                    </w:rPr>
                    <w:tab/>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F3C5C" w:rsidRDefault="009F3C5C" w:rsidP="009571C8">
                  <w:pPr>
                    <w:pStyle w:val="2"/>
                    <w:numPr>
                      <w:ilvl w:val="0"/>
                      <w:numId w:val="172"/>
                    </w:numPr>
                    <w:tabs>
                      <w:tab w:val="left" w:pos="899"/>
                    </w:tabs>
                    <w:spacing w:after="0" w:line="274" w:lineRule="exact"/>
                    <w:ind w:firstLine="660"/>
                    <w:jc w:val="both"/>
                  </w:pPr>
                  <w:r>
                    <w:rPr>
                      <w:rStyle w:val="CharStyle4"/>
                    </w:rPr>
                    <w:tab/>
                    <w:t>размещения на земельном участке межевых и геодезических знаков и подъездов к ним;</w:t>
                  </w:r>
                </w:p>
                <w:p w:rsidR="009F3C5C" w:rsidRDefault="009F3C5C" w:rsidP="009571C8">
                  <w:pPr>
                    <w:pStyle w:val="2"/>
                    <w:numPr>
                      <w:ilvl w:val="0"/>
                      <w:numId w:val="172"/>
                    </w:numPr>
                    <w:tabs>
                      <w:tab w:val="left" w:pos="997"/>
                    </w:tabs>
                    <w:spacing w:after="0" w:line="274" w:lineRule="exact"/>
                    <w:ind w:firstLine="660"/>
                    <w:jc w:val="both"/>
                  </w:pPr>
                  <w:r>
                    <w:rPr>
                      <w:rStyle w:val="CharStyle4"/>
                    </w:rPr>
                    <w:tab/>
                    <w:t>проведения дренажных работ на земельном участке;</w:t>
                  </w:r>
                </w:p>
                <w:p w:rsidR="009F3C5C" w:rsidRDefault="009F3C5C" w:rsidP="009571C8">
                  <w:pPr>
                    <w:pStyle w:val="2"/>
                    <w:numPr>
                      <w:ilvl w:val="0"/>
                      <w:numId w:val="172"/>
                    </w:numPr>
                    <w:tabs>
                      <w:tab w:val="left" w:pos="997"/>
                    </w:tabs>
                    <w:spacing w:after="0" w:line="274" w:lineRule="exact"/>
                    <w:ind w:firstLine="660"/>
                    <w:jc w:val="both"/>
                  </w:pPr>
                  <w:r>
                    <w:rPr>
                      <w:rStyle w:val="CharStyle4"/>
                    </w:rPr>
                    <w:tab/>
                    <w:t>забора воды и водопоя;</w:t>
                  </w:r>
                </w:p>
                <w:p w:rsidR="009F3C5C" w:rsidRDefault="009F3C5C" w:rsidP="009571C8">
                  <w:pPr>
                    <w:pStyle w:val="2"/>
                    <w:numPr>
                      <w:ilvl w:val="0"/>
                      <w:numId w:val="172"/>
                    </w:numPr>
                    <w:tabs>
                      <w:tab w:val="left" w:pos="997"/>
                    </w:tabs>
                    <w:spacing w:after="0" w:line="274" w:lineRule="exact"/>
                    <w:ind w:firstLine="660"/>
                    <w:jc w:val="both"/>
                  </w:pPr>
                  <w:r>
                    <w:rPr>
                      <w:rStyle w:val="CharStyle4"/>
                    </w:rPr>
                    <w:tab/>
                    <w:t>прогона скота через земельный участок;</w:t>
                  </w:r>
                </w:p>
                <w:p w:rsidR="009F3C5C" w:rsidRDefault="009F3C5C" w:rsidP="009571C8">
                  <w:pPr>
                    <w:pStyle w:val="2"/>
                    <w:numPr>
                      <w:ilvl w:val="0"/>
                      <w:numId w:val="172"/>
                    </w:numPr>
                    <w:tabs>
                      <w:tab w:val="left" w:pos="918"/>
                    </w:tabs>
                    <w:spacing w:after="0" w:line="274" w:lineRule="exact"/>
                    <w:ind w:firstLine="660"/>
                    <w:jc w:val="both"/>
                  </w:pPr>
                  <w:r>
                    <w:rPr>
                      <w:rStyle w:val="CharStyle4"/>
                    </w:rPr>
                    <w:tab/>
                    <w:t>сенокоса или выпаса скота на земельных участках в сроки, продолжительность которых соответствует местным условиям, обычаям, за исключением таких земельных участков в пределах земель лесного фонда;</w:t>
                  </w:r>
                </w:p>
                <w:p w:rsidR="009F3C5C" w:rsidRDefault="009F3C5C" w:rsidP="009571C8">
                  <w:pPr>
                    <w:pStyle w:val="2"/>
                    <w:numPr>
                      <w:ilvl w:val="0"/>
                      <w:numId w:val="172"/>
                    </w:numPr>
                    <w:tabs>
                      <w:tab w:val="left" w:pos="908"/>
                    </w:tabs>
                    <w:spacing w:after="0" w:line="274" w:lineRule="exact"/>
                    <w:ind w:firstLine="660"/>
                    <w:jc w:val="both"/>
                  </w:pPr>
                  <w:r>
                    <w:rPr>
                      <w:rStyle w:val="CharStyle4"/>
                    </w:rPr>
                    <w:tab/>
                    <w:t>использования земельного участка в целях охоты, ловли рыбы в расположенном на земельном участке водно м объекте, сбора дикорастущих растений в установленные сроки и в установленном порядке;</w:t>
                  </w:r>
                </w:p>
                <w:p w:rsidR="009F3C5C" w:rsidRDefault="009F3C5C" w:rsidP="009571C8">
                  <w:pPr>
                    <w:pStyle w:val="2"/>
                    <w:numPr>
                      <w:ilvl w:val="0"/>
                      <w:numId w:val="172"/>
                    </w:numPr>
                    <w:tabs>
                      <w:tab w:val="left" w:pos="899"/>
                    </w:tabs>
                    <w:spacing w:after="0" w:line="274" w:lineRule="exact"/>
                    <w:ind w:firstLine="660"/>
                    <w:jc w:val="both"/>
                  </w:pPr>
                  <w:r>
                    <w:rPr>
                      <w:rStyle w:val="CharStyle4"/>
                    </w:rPr>
                    <w:tab/>
                    <w:t>временного пользования земельным участком в целях проведения изыскательских, исследовательских и других работ;</w:t>
                  </w:r>
                </w:p>
                <w:p w:rsidR="009F3C5C" w:rsidRDefault="009F3C5C" w:rsidP="009571C8">
                  <w:pPr>
                    <w:pStyle w:val="2"/>
                    <w:numPr>
                      <w:ilvl w:val="0"/>
                      <w:numId w:val="172"/>
                    </w:numPr>
                    <w:tabs>
                      <w:tab w:val="left" w:pos="1121"/>
                    </w:tabs>
                    <w:spacing w:after="0" w:line="274" w:lineRule="exact"/>
                    <w:ind w:firstLine="660"/>
                    <w:jc w:val="both"/>
                  </w:pPr>
                  <w:r>
                    <w:rPr>
                      <w:rStyle w:val="CharStyle4"/>
                    </w:rPr>
                    <w:tab/>
                    <w:t>свободного доступа к прибрежной полосе.</w:t>
                  </w:r>
                </w:p>
                <w:p w:rsidR="009F3C5C" w:rsidRDefault="009F3C5C">
                  <w:pPr>
                    <w:pStyle w:val="2"/>
                    <w:tabs>
                      <w:tab w:val="left" w:pos="899"/>
                    </w:tabs>
                    <w:spacing w:after="0" w:line="274" w:lineRule="exact"/>
                    <w:ind w:firstLine="660"/>
                    <w:jc w:val="both"/>
                    <w:rPr>
                      <w:rStyle w:val="CharStyle4"/>
                    </w:rPr>
                  </w:pPr>
                  <w:r>
                    <w:rPr>
                      <w:rStyle w:val="CharStyle4"/>
                    </w:rPr>
                    <w:t>3.</w:t>
                  </w:r>
                  <w:r>
                    <w:rPr>
                      <w:rStyle w:val="CharStyle4"/>
                    </w:rPr>
                    <w:tab/>
                    <w:t>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9F3C5C" w:rsidRDefault="009F3C5C">
                  <w:pPr>
                    <w:pStyle w:val="2"/>
                    <w:tabs>
                      <w:tab w:val="left" w:pos="899"/>
                    </w:tabs>
                    <w:spacing w:after="0" w:line="274" w:lineRule="exact"/>
                    <w:ind w:firstLine="660"/>
                    <w:jc w:val="both"/>
                  </w:pPr>
                </w:p>
                <w:p w:rsidR="009F3C5C" w:rsidRDefault="009F3C5C">
                  <w:pPr>
                    <w:pStyle w:val="2"/>
                    <w:tabs>
                      <w:tab w:val="left" w:pos="899"/>
                    </w:tabs>
                    <w:spacing w:after="0" w:line="274" w:lineRule="exact"/>
                    <w:ind w:firstLine="660"/>
                    <w:jc w:val="both"/>
                  </w:pPr>
                  <w:r>
                    <w:rPr>
                      <w:rStyle w:val="CharStyle4"/>
                    </w:rPr>
                    <w:t>4.</w:t>
                  </w:r>
                  <w:r>
                    <w:rPr>
                      <w:rStyle w:val="CharStyle4"/>
                    </w:rPr>
                    <w:tab/>
                    <w:t>Глава сельского поселения Петровский сельсовет муниципального района Ишимбайский район Республики Башкортостан вправе принимать правовые акты об установлении применительно к земельным участкам и объектам капитального строительства, принадлежащим физическим 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9F3C5C" w:rsidRDefault="009F3C5C">
                  <w:pPr>
                    <w:pStyle w:val="2"/>
                    <w:tabs>
                      <w:tab w:val="left" w:pos="899"/>
                    </w:tabs>
                    <w:spacing w:after="0" w:line="274" w:lineRule="exact"/>
                    <w:ind w:firstLine="660"/>
                    <w:jc w:val="both"/>
                  </w:pPr>
                  <w:r>
                    <w:rPr>
                      <w:rStyle w:val="CharStyle4"/>
                    </w:rPr>
                    <w:t>5.</w:t>
                  </w:r>
                  <w:r>
                    <w:rPr>
                      <w:rStyle w:val="CharStyle4"/>
                    </w:rPr>
                    <w:tab/>
                    <w:t>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 и объектов капитального строительства.</w:t>
                  </w:r>
                </w:p>
              </w:txbxContent>
            </v:textbox>
            <w10:wrap type="square" anchorx="page" anchory="page"/>
          </v:rect>
        </w:pict>
      </w:r>
    </w:p>
    <w:p w:rsidR="009F3C5C" w:rsidRDefault="009F3C5C">
      <w:pPr>
        <w:pStyle w:val="Standard"/>
        <w:rPr>
          <w:sz w:val="2"/>
          <w:szCs w:val="2"/>
        </w:rPr>
        <w:sectPr w:rsidR="009F3C5C">
          <w:headerReference w:type="default" r:id="rId259"/>
          <w:footerReference w:type="default" r:id="rId260"/>
          <w:pgSz w:w="11906" w:h="16838"/>
          <w:pgMar w:top="360" w:right="360" w:bottom="360" w:left="360" w:header="0" w:footer="0" w:gutter="0"/>
          <w:cols w:space="720"/>
          <w:formProt w:val="0"/>
          <w:docGrid w:linePitch="240" w:charSpace="-6145"/>
        </w:sectPr>
      </w:pPr>
      <w:r>
        <w:rPr>
          <w:noProof/>
          <w:lang w:eastAsia="ru-RU" w:bidi="ar-SA"/>
        </w:rPr>
        <w:pict>
          <v:rect id="150" o:spid="_x0000_s1155" style="position:absolute;margin-left:81pt;margin-top:41.65pt;width:465.25pt;height:127.85pt;z-index:251790336;mso-position-horizontal-relative:page;mso-position-vertical-relative:page" filled="f" stroked="f" strokecolor="#3465a4">
            <v:fill o:detectmouseclick="t"/>
            <v:stroke joinstyle="round"/>
            <v:textbox>
              <w:txbxContent>
                <w:p w:rsidR="009F3C5C" w:rsidRDefault="009F3C5C">
                  <w:pPr>
                    <w:pStyle w:val="2"/>
                    <w:tabs>
                      <w:tab w:val="left" w:pos="889"/>
                    </w:tabs>
                    <w:spacing w:after="0" w:line="274" w:lineRule="exact"/>
                    <w:ind w:firstLine="660"/>
                    <w:jc w:val="both"/>
                  </w:pPr>
                  <w:r>
                    <w:rPr>
                      <w:rStyle w:val="CharStyle4"/>
                    </w:rPr>
                    <w:tab/>
                    <w:t>6.Установленные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9F3C5C" w:rsidRDefault="009F3C5C">
                  <w:pPr>
                    <w:pStyle w:val="2"/>
                    <w:tabs>
                      <w:tab w:val="left" w:pos="883"/>
                    </w:tabs>
                    <w:spacing w:after="0" w:line="274" w:lineRule="exact"/>
                    <w:ind w:firstLine="660"/>
                    <w:jc w:val="both"/>
                  </w:pPr>
                  <w:r>
                    <w:rPr>
                      <w:rStyle w:val="CharStyle4"/>
                    </w:rPr>
                    <w:tab/>
                    <w:t>7.Порядок установления публичных сервитутов определяется действующим законодательством, настоящими Правилами, а также соответствующими положениями, утверждаемыми решениями Совета МР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261"/>
          <w:footerReference w:type="default" r:id="rId262"/>
          <w:pgSz w:w="11906" w:h="16838"/>
          <w:pgMar w:top="360" w:right="360" w:bottom="360" w:left="360" w:header="0" w:footer="0" w:gutter="0"/>
          <w:cols w:space="720"/>
          <w:formProt w:val="0"/>
          <w:docGrid w:linePitch="240" w:charSpace="-6145"/>
        </w:sectPr>
      </w:pPr>
      <w:r>
        <w:rPr>
          <w:noProof/>
          <w:lang w:eastAsia="ru-RU" w:bidi="ar-SA"/>
        </w:rPr>
        <w:pict>
          <v:rect id="151" o:spid="_x0000_s1156" style="position:absolute;margin-left:81pt;margin-top:45pt;width:464.3pt;height:771.35pt;z-index:251791360;mso-position-horizontal-relative:page;mso-position-vertical-relative:page" filled="f" stroked="f" strokecolor="#3465a4">
            <v:fill o:detectmouseclick="t"/>
            <v:stroke joinstyle="round"/>
            <v:textbox>
              <w:txbxContent>
                <w:p w:rsidR="009F3C5C" w:rsidRDefault="009F3C5C">
                  <w:pPr>
                    <w:pStyle w:val="2"/>
                    <w:tabs>
                      <w:tab w:val="left" w:pos="1257"/>
                    </w:tabs>
                    <w:spacing w:line="274" w:lineRule="exact"/>
                    <w:ind w:firstLine="660"/>
                    <w:jc w:val="both"/>
                  </w:pPr>
                  <w:r>
                    <w:rPr>
                      <w:rStyle w:val="CharStyle4"/>
                      <w:b/>
                      <w:bCs/>
                    </w:rPr>
                    <w:t>11.5</w:t>
                  </w:r>
                  <w:r>
                    <w:rPr>
                      <w:rStyle w:val="CharStyle4"/>
                      <w:b/>
                      <w:bCs/>
                    </w:rPr>
                    <w:tab/>
                    <w:t>Правовое обеспечение использования земельных участков, необходимых для муниципальных нужд сельского поселения Янурусов- ский сельсовет муниципального района Ишимбайский район Республики Башкортостан, о резервировании земель, об изъятии земельных участков</w:t>
                  </w:r>
                </w:p>
                <w:p w:rsidR="009F3C5C" w:rsidRDefault="009F3C5C" w:rsidP="009571C8">
                  <w:pPr>
                    <w:pStyle w:val="2"/>
                    <w:numPr>
                      <w:ilvl w:val="0"/>
                      <w:numId w:val="173"/>
                    </w:numPr>
                    <w:tabs>
                      <w:tab w:val="left" w:pos="879"/>
                    </w:tabs>
                    <w:spacing w:after="0" w:line="274" w:lineRule="exact"/>
                    <w:ind w:firstLine="660"/>
                    <w:jc w:val="both"/>
                  </w:pPr>
                  <w:r>
                    <w:rPr>
                      <w:rStyle w:val="CharStyle4"/>
                    </w:rPr>
                    <w:tab/>
                    <w:t>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r>
                    <w:t xml:space="preserve"> </w:t>
                  </w:r>
                  <w:r>
                    <w:rPr>
                      <w:rStyle w:val="CharStyle4"/>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 законодательством Республики Башкортостан о градостроительной деятельности, настоящими Правилами.</w:t>
                  </w:r>
                </w:p>
                <w:p w:rsidR="009F3C5C" w:rsidRDefault="009F3C5C" w:rsidP="009571C8">
                  <w:pPr>
                    <w:pStyle w:val="2"/>
                    <w:numPr>
                      <w:ilvl w:val="0"/>
                      <w:numId w:val="173"/>
                    </w:numPr>
                    <w:tabs>
                      <w:tab w:val="left" w:pos="889"/>
                    </w:tabs>
                    <w:spacing w:after="0" w:line="274" w:lineRule="exact"/>
                    <w:ind w:firstLine="660"/>
                    <w:jc w:val="both"/>
                  </w:pPr>
                  <w:r>
                    <w:rPr>
                      <w:rStyle w:val="CharStyle4"/>
                    </w:rPr>
                    <w:tab/>
                    <w:t>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9F3C5C" w:rsidRDefault="009F3C5C" w:rsidP="009571C8">
                  <w:pPr>
                    <w:pStyle w:val="2"/>
                    <w:numPr>
                      <w:ilvl w:val="0"/>
                      <w:numId w:val="173"/>
                    </w:numPr>
                    <w:tabs>
                      <w:tab w:val="left" w:pos="884"/>
                    </w:tabs>
                    <w:spacing w:after="0" w:line="274" w:lineRule="exact"/>
                    <w:ind w:firstLine="660"/>
                    <w:jc w:val="both"/>
                  </w:pPr>
                  <w:r>
                    <w:rPr>
                      <w:rStyle w:val="CharStyle4"/>
                    </w:rPr>
                    <w:tab/>
                    <w:t>Изъятие земельных участков для муниципальных нужд сельского поселения Петровский сельсовет муниципального района Ишимбайский район Республики Башкортостан может производиться в следующих целях:</w:t>
                  </w:r>
                </w:p>
                <w:p w:rsidR="009F3C5C" w:rsidRDefault="009F3C5C" w:rsidP="009571C8">
                  <w:pPr>
                    <w:pStyle w:val="2"/>
                    <w:numPr>
                      <w:ilvl w:val="0"/>
                      <w:numId w:val="174"/>
                    </w:numPr>
                    <w:tabs>
                      <w:tab w:val="left" w:pos="795"/>
                    </w:tabs>
                    <w:spacing w:after="0" w:line="274" w:lineRule="exact"/>
                    <w:ind w:left="0" w:firstLine="660"/>
                    <w:jc w:val="both"/>
                  </w:pPr>
                  <w:r>
                    <w:rPr>
                      <w:rStyle w:val="CharStyle4"/>
                    </w:rPr>
                    <w:tab/>
                    <w:t>строительства новых или расширения существующих объектов транспортной и пешеходной инфраструктуры (улиц, дорог, площадей, стоянок, терминалов, парков подвижного состава общественного транспорта и т.д.);</w:t>
                  </w:r>
                </w:p>
                <w:p w:rsidR="009F3C5C" w:rsidRDefault="009F3C5C" w:rsidP="009571C8">
                  <w:pPr>
                    <w:pStyle w:val="2"/>
                    <w:numPr>
                      <w:ilvl w:val="0"/>
                      <w:numId w:val="162"/>
                    </w:numPr>
                    <w:tabs>
                      <w:tab w:val="left" w:pos="795"/>
                    </w:tabs>
                    <w:spacing w:after="0" w:line="274" w:lineRule="exact"/>
                    <w:ind w:left="0" w:firstLine="660"/>
                    <w:jc w:val="both"/>
                  </w:pPr>
                  <w:r>
                    <w:rPr>
                      <w:rStyle w:val="CharStyle4"/>
                    </w:rPr>
                    <w:tab/>
                    <w:t>строительства новых или расши рения существующих головных сооружений и сетей инженерной инфраструктуры (теплоснабжения, газоснабжения, электроснабжения, водоснабжения, канализации, связи, переработки отходов и т.д.);</w:t>
                  </w:r>
                </w:p>
                <w:p w:rsidR="009F3C5C" w:rsidRDefault="009F3C5C" w:rsidP="009571C8">
                  <w:pPr>
                    <w:pStyle w:val="2"/>
                    <w:numPr>
                      <w:ilvl w:val="0"/>
                      <w:numId w:val="162"/>
                    </w:numPr>
                    <w:tabs>
                      <w:tab w:val="left" w:pos="795"/>
                    </w:tabs>
                    <w:spacing w:after="0" w:line="274" w:lineRule="exact"/>
                    <w:ind w:left="0" w:firstLine="660"/>
                    <w:jc w:val="both"/>
                  </w:pPr>
                  <w:r>
                    <w:rPr>
                      <w:rStyle w:val="CharStyle4"/>
                    </w:rPr>
                    <w:tab/>
                    <w:t>строительства новых или расширения существующих объектов социальной инфраструктуры (детских дошкольных учреждений, школ, учреждений здравоохранения, социального жилья, домов престарелых и т.д.);</w:t>
                  </w:r>
                </w:p>
                <w:p w:rsidR="009F3C5C" w:rsidRDefault="009F3C5C" w:rsidP="009571C8">
                  <w:pPr>
                    <w:pStyle w:val="2"/>
                    <w:numPr>
                      <w:ilvl w:val="0"/>
                      <w:numId w:val="162"/>
                    </w:numPr>
                    <w:tabs>
                      <w:tab w:val="left" w:pos="795"/>
                    </w:tabs>
                    <w:spacing w:after="0" w:line="274" w:lineRule="exact"/>
                    <w:ind w:left="0" w:firstLine="660"/>
                    <w:jc w:val="both"/>
                  </w:pPr>
                  <w:r>
                    <w:rPr>
                      <w:rStyle w:val="CharStyle4"/>
                    </w:rPr>
                    <w:tab/>
                    <w:t>строительства новых или расширения существующих зеленых насаждений общего пользования (парков, садов, скверов, бульваров и т.д.);</w:t>
                  </w:r>
                </w:p>
                <w:p w:rsidR="009F3C5C" w:rsidRDefault="009F3C5C" w:rsidP="009571C8">
                  <w:pPr>
                    <w:pStyle w:val="2"/>
                    <w:numPr>
                      <w:ilvl w:val="0"/>
                      <w:numId w:val="162"/>
                    </w:numPr>
                    <w:tabs>
                      <w:tab w:val="left" w:pos="795"/>
                    </w:tabs>
                    <w:spacing w:after="0" w:line="274" w:lineRule="exact"/>
                    <w:ind w:left="0" w:firstLine="660"/>
                    <w:jc w:val="both"/>
                  </w:pPr>
                  <w:r>
                    <w:rPr>
                      <w:rStyle w:val="CharStyle4"/>
                    </w:rPr>
                    <w:tab/>
                    <w:t>строительства новых или расширения существующих объектов для размещения органов местного самоуправления;</w:t>
                  </w:r>
                </w:p>
                <w:p w:rsidR="009F3C5C" w:rsidRDefault="009F3C5C" w:rsidP="009571C8">
                  <w:pPr>
                    <w:pStyle w:val="2"/>
                    <w:numPr>
                      <w:ilvl w:val="0"/>
                      <w:numId w:val="162"/>
                    </w:numPr>
                    <w:tabs>
                      <w:tab w:val="left" w:pos="795"/>
                    </w:tabs>
                    <w:spacing w:after="0" w:line="274" w:lineRule="exact"/>
                    <w:ind w:left="0" w:firstLine="660"/>
                    <w:jc w:val="both"/>
                  </w:pPr>
                  <w:r>
                    <w:rPr>
                      <w:rStyle w:val="CharStyle4"/>
                    </w:rPr>
                    <w:tab/>
                    <w:t>строительства новых или расширения существующих объектов пожарной охраны, милиции, гражданской обороны и муниципальных учреждений;</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обеспечения сохранности уникальных природных территорий;</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иных муниципальных нужд.</w:t>
                  </w:r>
                </w:p>
                <w:p w:rsidR="009F3C5C" w:rsidRDefault="009F3C5C">
                  <w:pPr>
                    <w:pStyle w:val="2"/>
                    <w:tabs>
                      <w:tab w:val="left" w:pos="879"/>
                    </w:tabs>
                    <w:spacing w:after="0" w:line="274" w:lineRule="exact"/>
                    <w:ind w:firstLine="660"/>
                    <w:jc w:val="both"/>
                  </w:pPr>
                  <w:r>
                    <w:rPr>
                      <w:rStyle w:val="CharStyle4"/>
                    </w:rPr>
                    <w:t>4.</w:t>
                  </w:r>
                  <w:r>
                    <w:rPr>
                      <w:rStyle w:val="CharStyle4"/>
                    </w:rPr>
                    <w:tab/>
                    <w:t>Правовое обеспечение использования земельных участков для реализации муниципальных нужд может осуществляться путем принятия решений о резервировании земельных участков, необходимых для муниципальных нужд, и, в случае необходимости, последующего их изъятия.</w:t>
                  </w:r>
                </w:p>
                <w:p w:rsidR="009F3C5C" w:rsidRDefault="009F3C5C">
                  <w:pPr>
                    <w:pStyle w:val="2"/>
                    <w:tabs>
                      <w:tab w:val="left" w:pos="879"/>
                    </w:tabs>
                    <w:spacing w:after="0" w:line="274" w:lineRule="exact"/>
                    <w:ind w:firstLine="660"/>
                    <w:jc w:val="both"/>
                  </w:pPr>
                  <w:r>
                    <w:rPr>
                      <w:rStyle w:val="CharStyle4"/>
                    </w:rPr>
                    <w:t>5.Порядок резервирования земель для государственных или муниципальных нужд определяется земельным законодательством.</w:t>
                  </w:r>
                </w:p>
                <w:p w:rsidR="009F3C5C" w:rsidRDefault="009F3C5C">
                  <w:pPr>
                    <w:pStyle w:val="2"/>
                    <w:spacing w:after="0" w:line="274" w:lineRule="exact"/>
                    <w:ind w:firstLine="660"/>
                    <w:jc w:val="both"/>
                  </w:pPr>
                  <w:r>
                    <w:rPr>
                      <w:rStyle w:val="CharStyle4"/>
                    </w:rPr>
                    <w:t>Градостроительным основанием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 законодательством Республики Башкортостан о градостроительной деятельности, настоящими Правилами.</w:t>
                  </w:r>
                </w:p>
              </w:txbxContent>
            </v:textbox>
            <w10:wrap type="square" anchorx="page" anchory="page"/>
          </v:rect>
        </w:pict>
      </w:r>
    </w:p>
    <w:p w:rsidR="009F3C5C" w:rsidRDefault="009F3C5C">
      <w:pPr>
        <w:pStyle w:val="Standard"/>
        <w:rPr>
          <w:sz w:val="2"/>
          <w:szCs w:val="2"/>
        </w:rPr>
        <w:sectPr w:rsidR="009F3C5C">
          <w:headerReference w:type="default" r:id="rId263"/>
          <w:footerReference w:type="default" r:id="rId264"/>
          <w:pgSz w:w="11906" w:h="16838"/>
          <w:pgMar w:top="360" w:right="360" w:bottom="360" w:left="360" w:header="0" w:footer="0" w:gutter="0"/>
          <w:cols w:space="720"/>
          <w:formProt w:val="0"/>
          <w:docGrid w:linePitch="240" w:charSpace="-6145"/>
        </w:sectPr>
      </w:pPr>
      <w:r>
        <w:rPr>
          <w:noProof/>
          <w:lang w:eastAsia="ru-RU" w:bidi="ar-SA"/>
        </w:rPr>
        <w:pict>
          <v:rect id="152" o:spid="_x0000_s1157" style="position:absolute;margin-left:81pt;margin-top:30.65pt;width:465.25pt;height:783.65pt;z-index:251792384;mso-position-horizontal-relative:page;mso-position-vertical-relative:page" filled="f" stroked="f" strokecolor="#3465a4">
            <v:fill o:detectmouseclick="t"/>
            <v:stroke joinstyle="round"/>
            <v:textbox>
              <w:txbxContent>
                <w:p w:rsidR="009F3C5C" w:rsidRDefault="009F3C5C">
                  <w:pPr>
                    <w:pStyle w:val="2"/>
                    <w:tabs>
                      <w:tab w:val="left" w:pos="893"/>
                    </w:tabs>
                    <w:spacing w:after="0" w:line="274" w:lineRule="exact"/>
                    <w:ind w:firstLine="660"/>
                    <w:jc w:val="both"/>
                  </w:pPr>
                  <w:r>
                    <w:rPr>
                      <w:rStyle w:val="CharStyle4"/>
                    </w:rPr>
                    <w:t>6.</w:t>
                  </w:r>
                  <w:r>
                    <w:rPr>
                      <w:rStyle w:val="CharStyle4"/>
                    </w:rPr>
                    <w:tab/>
                    <w:t>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или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проекты планировки территории с проектами межевания территории, определяющие границы зон резервирования.</w:t>
                  </w:r>
                </w:p>
                <w:p w:rsidR="009F3C5C" w:rsidRDefault="009F3C5C">
                  <w:pPr>
                    <w:pStyle w:val="2"/>
                    <w:spacing w:after="0" w:line="274" w:lineRule="exact"/>
                    <w:ind w:firstLine="660"/>
                    <w:jc w:val="both"/>
                  </w:pPr>
                  <w:r>
                    <w:rPr>
                      <w:rStyle w:val="CharStyle4"/>
                    </w:rPr>
                    <w:t>Указанные документы и документация подготавливаются и утверждаются в порядке, установленном законодательством о градостроительной деятельности. В соответствии со следующим документами:</w:t>
                  </w:r>
                </w:p>
                <w:p w:rsidR="009F3C5C" w:rsidRDefault="009F3C5C" w:rsidP="009571C8">
                  <w:pPr>
                    <w:pStyle w:val="2"/>
                    <w:numPr>
                      <w:ilvl w:val="0"/>
                      <w:numId w:val="175"/>
                    </w:numPr>
                    <w:tabs>
                      <w:tab w:val="left" w:pos="893"/>
                    </w:tabs>
                    <w:spacing w:after="0" w:line="274" w:lineRule="exact"/>
                    <w:ind w:firstLine="660"/>
                    <w:jc w:val="both"/>
                  </w:pPr>
                  <w:r>
                    <w:rPr>
                      <w:rStyle w:val="CharStyle4"/>
                    </w:rPr>
                    <w:tab/>
                    <w:t>документами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9F3C5C" w:rsidRDefault="009F3C5C" w:rsidP="009571C8">
                  <w:pPr>
                    <w:pStyle w:val="2"/>
                    <w:numPr>
                      <w:ilvl w:val="0"/>
                      <w:numId w:val="175"/>
                    </w:numPr>
                    <w:tabs>
                      <w:tab w:val="left" w:pos="899"/>
                    </w:tabs>
                    <w:spacing w:after="0" w:line="274" w:lineRule="exact"/>
                    <w:ind w:firstLine="660"/>
                    <w:jc w:val="both"/>
                  </w:pPr>
                  <w:r>
                    <w:rPr>
                      <w:rStyle w:val="CharStyle4"/>
                    </w:rPr>
                    <w:tab/>
                    <w:t>решениями об утверждении границ зон планируемого размещения объектов капитального строительства федерального, регионального или местного значения;</w:t>
                  </w:r>
                </w:p>
                <w:p w:rsidR="009F3C5C" w:rsidRDefault="009F3C5C" w:rsidP="009571C8">
                  <w:pPr>
                    <w:pStyle w:val="2"/>
                    <w:numPr>
                      <w:ilvl w:val="0"/>
                      <w:numId w:val="175"/>
                    </w:numPr>
                    <w:tabs>
                      <w:tab w:val="left" w:pos="908"/>
                    </w:tabs>
                    <w:spacing w:after="0" w:line="274" w:lineRule="exact"/>
                    <w:ind w:firstLine="660"/>
                    <w:jc w:val="both"/>
                  </w:pPr>
                  <w:r>
                    <w:rPr>
                      <w:rStyle w:val="CharStyle4"/>
                    </w:rPr>
                    <w:tab/>
                    <w:t>государственными программами геологического изучение недр, воспроизводства минерально-сырьевой базы и рационального использования недр, утвержденного в установленном порядке.</w:t>
                  </w:r>
                </w:p>
                <w:p w:rsidR="009F3C5C" w:rsidRDefault="009F3C5C">
                  <w:pPr>
                    <w:pStyle w:val="2"/>
                    <w:tabs>
                      <w:tab w:val="left" w:pos="889"/>
                    </w:tabs>
                    <w:spacing w:after="0" w:line="274" w:lineRule="exact"/>
                    <w:ind w:firstLine="660"/>
                    <w:jc w:val="both"/>
                  </w:pPr>
                  <w:r>
                    <w:rPr>
                      <w:rStyle w:val="CharStyle4"/>
                    </w:rPr>
                    <w:t>7.</w:t>
                  </w:r>
                  <w:r>
                    <w:rPr>
                      <w:rStyle w:val="CharStyle4"/>
                    </w:rPr>
                    <w:tab/>
                    <w:t>Резервирование земель для нужд сельского поселения Петровский сельсовет муниципального района Ишимбайский допускается только в случаях, если указанные земельные участки не используются или не зарезервированы для федеральных нужд или нужд Республики Башкортостан.</w:t>
                  </w:r>
                </w:p>
                <w:p w:rsidR="009F3C5C" w:rsidRDefault="009F3C5C">
                  <w:pPr>
                    <w:pStyle w:val="2"/>
                    <w:spacing w:after="0" w:line="274" w:lineRule="exact"/>
                    <w:ind w:firstLine="660"/>
                    <w:jc w:val="both"/>
                  </w:pPr>
                  <w:r>
                    <w:rPr>
                      <w:rStyle w:val="CharStyle4"/>
                    </w:rPr>
                    <w:t>Резервирование земель для нужд сельского поселения Петровский сельсовет муниципального района Ишимбайский осуществляется на основании решений Совета МР Ишимбайский район Республики Башкортостан.</w:t>
                  </w:r>
                </w:p>
                <w:p w:rsidR="009F3C5C" w:rsidRDefault="009F3C5C">
                  <w:pPr>
                    <w:pStyle w:val="2"/>
                    <w:tabs>
                      <w:tab w:val="left" w:pos="889"/>
                    </w:tabs>
                    <w:spacing w:after="0" w:line="274" w:lineRule="exact"/>
                    <w:ind w:firstLine="660"/>
                    <w:jc w:val="both"/>
                  </w:pPr>
                  <w:r>
                    <w:rPr>
                      <w:rStyle w:val="CharStyle4"/>
                    </w:rPr>
                    <w:t>8.</w:t>
                  </w:r>
                  <w:r>
                    <w:rPr>
                      <w:rStyle w:val="CharStyle4"/>
                    </w:rPr>
                    <w:tab/>
                    <w:t>Решениями о резервировании земель устанавливаются: перечень резервируемых земельных участков, описание их границ и цели резервирования. В решении также указывается документация, в составе которой определена необходимость в выделении соответствующей территории (земельного участка) для государственных и муниципальных нужд и площадь резервируемых земельных участков, а также сроки резервирования.</w:t>
                  </w:r>
                </w:p>
                <w:p w:rsidR="009F3C5C" w:rsidRDefault="009F3C5C">
                  <w:pPr>
                    <w:pStyle w:val="2"/>
                    <w:spacing w:after="0" w:line="274" w:lineRule="exact"/>
                    <w:ind w:firstLine="660"/>
                    <w:jc w:val="both"/>
                  </w:pPr>
                  <w:r>
                    <w:rPr>
                      <w:rStyle w:val="CharStyle4"/>
                    </w:rPr>
                    <w:t>Решение о резервировании земель должно содержать:</w:t>
                  </w:r>
                </w:p>
                <w:p w:rsidR="009F3C5C" w:rsidRDefault="009F3C5C" w:rsidP="009571C8">
                  <w:pPr>
                    <w:pStyle w:val="2"/>
                    <w:numPr>
                      <w:ilvl w:val="0"/>
                      <w:numId w:val="176"/>
                    </w:numPr>
                    <w:tabs>
                      <w:tab w:val="left" w:pos="867"/>
                    </w:tabs>
                    <w:spacing w:after="0" w:line="274" w:lineRule="exact"/>
                    <w:ind w:left="0" w:firstLine="660"/>
                    <w:jc w:val="both"/>
                  </w:pPr>
                  <w:r>
                    <w:rPr>
                      <w:rStyle w:val="CharStyle4"/>
                    </w:rPr>
                    <w:tab/>
                    <w:t>цели и сроки резервирования земель;</w:t>
                  </w:r>
                </w:p>
                <w:p w:rsidR="009F3C5C" w:rsidRDefault="009F3C5C" w:rsidP="009571C8">
                  <w:pPr>
                    <w:pStyle w:val="2"/>
                    <w:numPr>
                      <w:ilvl w:val="0"/>
                      <w:numId w:val="162"/>
                    </w:numPr>
                    <w:tabs>
                      <w:tab w:val="left" w:pos="867"/>
                    </w:tabs>
                    <w:spacing w:after="0" w:line="274" w:lineRule="exact"/>
                    <w:ind w:left="0" w:firstLine="660"/>
                    <w:jc w:val="both"/>
                  </w:pPr>
                  <w:r>
                    <w:rPr>
                      <w:rStyle w:val="CharStyle4"/>
                    </w:rPr>
                    <w:tab/>
                    <w:t>реквизиты документов, в соответствии</w:t>
                  </w:r>
                </w:p>
                <w:p w:rsidR="009F3C5C" w:rsidRDefault="009F3C5C">
                  <w:pPr>
                    <w:pStyle w:val="2"/>
                    <w:spacing w:after="0" w:line="274" w:lineRule="exact"/>
                    <w:ind w:firstLine="660"/>
                    <w:jc w:val="both"/>
                  </w:pPr>
                  <w:r>
                    <w:rPr>
                      <w:rStyle w:val="CharStyle4"/>
                    </w:rPr>
                    <w:t>с которыми осуществляется резервирование земель;</w:t>
                  </w:r>
                </w:p>
                <w:p w:rsidR="009F3C5C" w:rsidRDefault="009F3C5C" w:rsidP="009571C8">
                  <w:pPr>
                    <w:pStyle w:val="2"/>
                    <w:numPr>
                      <w:ilvl w:val="0"/>
                      <w:numId w:val="162"/>
                    </w:numPr>
                    <w:tabs>
                      <w:tab w:val="left" w:pos="837"/>
                    </w:tabs>
                    <w:spacing w:after="0" w:line="274" w:lineRule="exact"/>
                    <w:ind w:left="0" w:firstLine="660"/>
                    <w:jc w:val="both"/>
                  </w:pPr>
                  <w:r>
                    <w:rPr>
                      <w:rStyle w:val="CharStyle4"/>
                    </w:rPr>
                    <w:tab/>
                    <w:t>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9F3C5C" w:rsidRDefault="009F3C5C" w:rsidP="009571C8">
                  <w:pPr>
                    <w:pStyle w:val="2"/>
                    <w:numPr>
                      <w:ilvl w:val="0"/>
                      <w:numId w:val="162"/>
                    </w:numPr>
                    <w:tabs>
                      <w:tab w:val="left" w:pos="837"/>
                    </w:tabs>
                    <w:spacing w:after="0" w:line="274" w:lineRule="exact"/>
                    <w:ind w:left="0" w:firstLine="660"/>
                    <w:jc w:val="both"/>
                  </w:pPr>
                  <w:r>
                    <w:rPr>
                      <w:rStyle w:val="CharStyle4"/>
                    </w:rPr>
                    <w:tab/>
                    <w:t>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резервируемых земель;</w:t>
                  </w:r>
                </w:p>
              </w:txbxContent>
            </v:textbox>
            <w10:wrap type="square" anchorx="page" anchory="page"/>
          </v:rect>
        </w:pict>
      </w:r>
    </w:p>
    <w:p w:rsidR="009F3C5C" w:rsidRDefault="009F3C5C">
      <w:pPr>
        <w:pStyle w:val="Standard"/>
        <w:rPr>
          <w:sz w:val="2"/>
          <w:szCs w:val="2"/>
        </w:rPr>
        <w:sectPr w:rsidR="009F3C5C">
          <w:headerReference w:type="default" r:id="rId265"/>
          <w:footerReference w:type="default" r:id="rId266"/>
          <w:pgSz w:w="11906" w:h="16838"/>
          <w:pgMar w:top="360" w:right="360" w:bottom="360" w:left="360" w:header="0" w:footer="0" w:gutter="0"/>
          <w:cols w:space="720"/>
          <w:formProt w:val="0"/>
          <w:docGrid w:linePitch="240" w:charSpace="-6145"/>
        </w:sectPr>
      </w:pPr>
      <w:r>
        <w:rPr>
          <w:noProof/>
          <w:lang w:eastAsia="ru-RU" w:bidi="ar-SA"/>
        </w:rPr>
        <w:pict>
          <v:rect id="153" o:spid="_x0000_s1158" style="position:absolute;margin-left:81.5pt;margin-top:30.15pt;width:464.3pt;height:788.65pt;z-index:251793408;mso-position-horizontal-relative:page;mso-position-vertical-relative:page" filled="f" stroked="f" strokecolor="#3465a4">
            <v:fill o:detectmouseclick="t"/>
            <v:stroke joinstyle="round"/>
            <v:textbox>
              <w:txbxContent>
                <w:p w:rsidR="009F3C5C" w:rsidRDefault="009F3C5C" w:rsidP="009571C8">
                  <w:pPr>
                    <w:pStyle w:val="2"/>
                    <w:numPr>
                      <w:ilvl w:val="0"/>
                      <w:numId w:val="162"/>
                    </w:numPr>
                    <w:tabs>
                      <w:tab w:val="left" w:pos="867"/>
                    </w:tabs>
                    <w:spacing w:after="0" w:line="274" w:lineRule="exact"/>
                    <w:ind w:left="0" w:firstLine="660"/>
                    <w:jc w:val="both"/>
                  </w:pPr>
                  <w:r>
                    <w:rPr>
                      <w:rStyle w:val="CharStyle4"/>
                    </w:rPr>
                    <w:tab/>
                    <w:t>обоснование наличия государственных или муниципальных нужд;</w:t>
                  </w:r>
                </w:p>
                <w:p w:rsidR="009F3C5C" w:rsidRDefault="009F3C5C" w:rsidP="009571C8">
                  <w:pPr>
                    <w:pStyle w:val="2"/>
                    <w:numPr>
                      <w:ilvl w:val="0"/>
                      <w:numId w:val="162"/>
                    </w:numPr>
                    <w:tabs>
                      <w:tab w:val="left" w:pos="813"/>
                    </w:tabs>
                    <w:spacing w:after="0" w:line="274" w:lineRule="exact"/>
                    <w:ind w:left="0" w:firstLine="660"/>
                    <w:jc w:val="both"/>
                  </w:pPr>
                  <w:r>
                    <w:rPr>
                      <w:rStyle w:val="CharStyle4"/>
                    </w:rPr>
                    <w:tab/>
                    <w:t>схему резервирования земель, а также перечень кадастровых номеров земельных участков, которые расположены в границах резервируемых земель;</w:t>
                  </w:r>
                </w:p>
                <w:p w:rsidR="009F3C5C" w:rsidRDefault="009F3C5C" w:rsidP="009571C8">
                  <w:pPr>
                    <w:pStyle w:val="2"/>
                    <w:numPr>
                      <w:ilvl w:val="0"/>
                      <w:numId w:val="162"/>
                    </w:numPr>
                    <w:tabs>
                      <w:tab w:val="left" w:pos="813"/>
                    </w:tabs>
                    <w:spacing w:after="0" w:line="274" w:lineRule="exact"/>
                    <w:ind w:left="0" w:firstLine="660"/>
                    <w:jc w:val="both"/>
                  </w:pPr>
                  <w:r>
                    <w:rPr>
                      <w:rStyle w:val="CharStyle4"/>
                    </w:rPr>
                    <w:tab/>
                    <w:t>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9F3C5C" w:rsidRDefault="009F3C5C">
                  <w:pPr>
                    <w:pStyle w:val="2"/>
                    <w:tabs>
                      <w:tab w:val="left" w:pos="879"/>
                    </w:tabs>
                    <w:spacing w:after="0" w:line="274" w:lineRule="exact"/>
                    <w:ind w:firstLine="660"/>
                    <w:jc w:val="both"/>
                  </w:pPr>
                  <w:r>
                    <w:rPr>
                      <w:rStyle w:val="CharStyle4"/>
                    </w:rPr>
                    <w:t>9.</w:t>
                  </w:r>
                  <w:r>
                    <w:rPr>
                      <w:rStyle w:val="CharStyle4"/>
                    </w:rPr>
                    <w:tab/>
                    <w:t>Решение о резервировании земельных участков может приниматься одновременно с решением об утверждении документации, в составе которой определена необходимость использования указанных участков для размещения объектов, необходимых для муниципальных нужд.</w:t>
                  </w:r>
                </w:p>
                <w:p w:rsidR="009F3C5C" w:rsidRDefault="009F3C5C">
                  <w:pPr>
                    <w:pStyle w:val="2"/>
                    <w:tabs>
                      <w:tab w:val="left" w:pos="1019"/>
                    </w:tabs>
                    <w:spacing w:after="0" w:line="274" w:lineRule="exact"/>
                    <w:ind w:firstLine="660"/>
                    <w:jc w:val="both"/>
                  </w:pPr>
                  <w:r>
                    <w:rPr>
                      <w:rStyle w:val="CharStyle4"/>
                    </w:rPr>
                    <w:t>10.</w:t>
                  </w:r>
                  <w:r>
                    <w:rPr>
                      <w:rStyle w:val="CharStyle4"/>
                    </w:rPr>
                    <w:tab/>
                    <w:t>Сведения о зарезервированных земельных участках учитываются в государственном градостроительном и земельном кадастрах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Для учета сведений о зарезервированных земельных участках в составе государственного градостроительного кадастра сельского поселения Петровский сельсовет муниципального района Ишимбайский район формируется и поддерживается в актуальном состоянии сводный план зарезервированных земельных участков.</w:t>
                  </w:r>
                </w:p>
                <w:p w:rsidR="009F3C5C" w:rsidRDefault="009F3C5C">
                  <w:pPr>
                    <w:pStyle w:val="2"/>
                    <w:spacing w:after="0" w:line="274" w:lineRule="exact"/>
                    <w:ind w:firstLine="660"/>
                    <w:jc w:val="both"/>
                  </w:pPr>
                  <w:r>
                    <w:rPr>
                      <w:rStyle w:val="CharStyle4"/>
                    </w:rPr>
                    <w:t>Сводный план зарезервированных земельных участков содержит:</w:t>
                  </w:r>
                </w:p>
                <w:p w:rsidR="009F3C5C" w:rsidRDefault="009F3C5C">
                  <w:pPr>
                    <w:pStyle w:val="2"/>
                    <w:tabs>
                      <w:tab w:val="left" w:pos="893"/>
                    </w:tabs>
                    <w:spacing w:after="0" w:line="274" w:lineRule="exact"/>
                    <w:ind w:firstLine="660"/>
                    <w:jc w:val="both"/>
                  </w:pPr>
                  <w:r>
                    <w:rPr>
                      <w:rStyle w:val="CharStyle4"/>
                    </w:rPr>
                    <w:t>а)</w:t>
                  </w:r>
                  <w:r>
                    <w:rPr>
                      <w:rStyle w:val="CharStyle4"/>
                    </w:rPr>
                    <w:tab/>
                    <w:t>графический материал - схема резервирования, на которой отображаются границы зарезервированных участков и их условное обозначение. Схема выполняется на топографической подоснове в масштабе 1:2000;</w:t>
                  </w:r>
                </w:p>
                <w:p w:rsidR="009F3C5C" w:rsidRDefault="009F3C5C">
                  <w:pPr>
                    <w:pStyle w:val="2"/>
                    <w:tabs>
                      <w:tab w:val="left" w:pos="903"/>
                    </w:tabs>
                    <w:spacing w:after="0" w:line="274" w:lineRule="exact"/>
                    <w:ind w:firstLine="660"/>
                    <w:jc w:val="both"/>
                  </w:pPr>
                  <w:r>
                    <w:rPr>
                      <w:rStyle w:val="CharStyle4"/>
                    </w:rPr>
                    <w:t>б)</w:t>
                  </w:r>
                  <w:r>
                    <w:rPr>
                      <w:rStyle w:val="CharStyle4"/>
                    </w:rPr>
                    <w:tab/>
                    <w:t>текстовый материал - реквизиты решения о резервировании земельных участков, цели резервирования и реквизиты документации, в составе которой определена необходимость в выделении соответствующей территории (земельного участка) для муниципальных нужд.</w:t>
                  </w:r>
                </w:p>
                <w:p w:rsidR="009F3C5C" w:rsidRDefault="009F3C5C">
                  <w:pPr>
                    <w:pStyle w:val="2"/>
                    <w:tabs>
                      <w:tab w:val="left" w:pos="1019"/>
                    </w:tabs>
                    <w:spacing w:after="0" w:line="274" w:lineRule="exact"/>
                    <w:ind w:firstLine="660"/>
                    <w:jc w:val="both"/>
                  </w:pPr>
                  <w:r>
                    <w:rPr>
                      <w:rStyle w:val="CharStyle4"/>
                    </w:rPr>
                    <w:t>11.</w:t>
                  </w:r>
                  <w:r>
                    <w:rPr>
                      <w:rStyle w:val="CharStyle4"/>
                    </w:rPr>
                    <w:tab/>
                    <w:t>Решение о резервировании земельного участка подлежит отмене в случае реализации муниципальных нужд, для обеспечения которых было принято соответствующее решение, а также в случае изменения или отмены документации, на основе которой было принято решение о резервировании, включающее отказ от необходимости использования участка для муниципальных нужд.</w:t>
                  </w:r>
                </w:p>
                <w:p w:rsidR="009F3C5C" w:rsidRDefault="009F3C5C">
                  <w:pPr>
                    <w:pStyle w:val="2"/>
                    <w:tabs>
                      <w:tab w:val="left" w:pos="1019"/>
                    </w:tabs>
                    <w:spacing w:after="0" w:line="274" w:lineRule="exact"/>
                    <w:jc w:val="both"/>
                  </w:pPr>
                  <w:r>
                    <w:rPr>
                      <w:rStyle w:val="CharStyle4"/>
                    </w:rPr>
                    <w:t xml:space="preserve">        12.Решение о резервировании земельных участков подлежит опубликованию в официальных средствах массовой информации сельского поселения Петровский сельсовет муниципального района Ишимбайский район Республики Башкортостан.</w:t>
                  </w:r>
                </w:p>
                <w:p w:rsidR="009F3C5C" w:rsidRDefault="009F3C5C">
                  <w:pPr>
                    <w:pStyle w:val="2"/>
                    <w:spacing w:after="0" w:line="274" w:lineRule="exact"/>
                    <w:ind w:firstLine="660"/>
                    <w:jc w:val="both"/>
                  </w:pPr>
                  <w:r>
                    <w:rPr>
                      <w:rStyle w:val="CharStyle4"/>
                    </w:rPr>
                    <w:t>Решение о резервировании земель вступает в силу не ранее его опубликования.</w:t>
                  </w:r>
                </w:p>
                <w:p w:rsidR="009F3C5C" w:rsidRDefault="009F3C5C">
                  <w:pPr>
                    <w:pStyle w:val="2"/>
                    <w:tabs>
                      <w:tab w:val="left" w:pos="1019"/>
                    </w:tabs>
                    <w:spacing w:after="0" w:line="274" w:lineRule="exact"/>
                    <w:ind w:firstLine="660"/>
                    <w:jc w:val="both"/>
                  </w:pPr>
                  <w:r>
                    <w:rPr>
                      <w:rStyle w:val="CharStyle4"/>
                    </w:rPr>
                    <w:t>13.Уполномоченный орган, осуществляющий функции распоряжения, владения и управления земельными участками, находящимися в собственности сельского поселения Петровский сельсовет муниципального района Ишим- байский район Республики Башкортостан, направляет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 государственном кадастре недвижимости».</w:t>
                  </w:r>
                </w:p>
                <w:p w:rsidR="009F3C5C" w:rsidRDefault="009F3C5C">
                  <w:pPr>
                    <w:pStyle w:val="2"/>
                    <w:tabs>
                      <w:tab w:val="left" w:pos="1019"/>
                    </w:tabs>
                    <w:spacing w:after="0" w:line="274" w:lineRule="exact"/>
                    <w:ind w:firstLine="660"/>
                    <w:jc w:val="both"/>
                  </w:pPr>
                  <w:r>
                    <w:rPr>
                      <w:rStyle w:val="CharStyle4"/>
                    </w:rPr>
                    <w:t>14.</w:t>
                  </w:r>
                  <w:r>
                    <w:rPr>
                      <w:rStyle w:val="CharStyle4"/>
                    </w:rPr>
                    <w:tab/>
                    <w:t>Государственная регистрация ограничения прав, установленных решением о резервировании земель, а также прекращения таких ограничений осуществляется в соответствии с Федеральн ым законом «О государственной регистрации прав на недвижимое имущество и сделок с ним».</w:t>
                  </w:r>
                </w:p>
              </w:txbxContent>
            </v:textbox>
            <w10:wrap type="square" anchorx="page" anchory="page"/>
          </v:rect>
        </w:pict>
      </w:r>
    </w:p>
    <w:p w:rsidR="009F3C5C" w:rsidRDefault="009F3C5C">
      <w:pPr>
        <w:pStyle w:val="Standard"/>
        <w:rPr>
          <w:sz w:val="2"/>
          <w:szCs w:val="2"/>
        </w:rPr>
        <w:sectPr w:rsidR="009F3C5C">
          <w:headerReference w:type="default" r:id="rId267"/>
          <w:footerReference w:type="default" r:id="rId268"/>
          <w:pgSz w:w="11906" w:h="16838"/>
          <w:pgMar w:top="360" w:right="360" w:bottom="360" w:left="360" w:header="0" w:footer="0" w:gutter="0"/>
          <w:cols w:space="720"/>
          <w:formProt w:val="0"/>
          <w:docGrid w:linePitch="240" w:charSpace="-6145"/>
        </w:sectPr>
      </w:pPr>
      <w:r>
        <w:rPr>
          <w:noProof/>
          <w:lang w:eastAsia="ru-RU" w:bidi="ar-SA"/>
        </w:rPr>
        <w:pict>
          <v:rect id="154" o:spid="_x0000_s1159" style="position:absolute;margin-left:81.5pt;margin-top:30.65pt;width:464.3pt;height:537.5pt;z-index:251794432;mso-position-horizontal-relative:page;mso-position-vertical-relative:page" filled="f" stroked="f" strokecolor="#3465a4">
            <v:fill o:detectmouseclick="t"/>
            <v:stroke joinstyle="round"/>
            <v:textbox>
              <w:txbxContent>
                <w:p w:rsidR="009F3C5C" w:rsidRDefault="009F3C5C">
                  <w:pPr>
                    <w:pStyle w:val="2"/>
                    <w:tabs>
                      <w:tab w:val="left" w:pos="1009"/>
                    </w:tabs>
                    <w:spacing w:after="0" w:line="274" w:lineRule="exact"/>
                    <w:ind w:firstLine="660"/>
                    <w:jc w:val="both"/>
                  </w:pPr>
                  <w:r>
                    <w:rPr>
                      <w:rStyle w:val="CharStyle4"/>
                    </w:rPr>
                    <w:t>15.</w:t>
                  </w:r>
                  <w:r>
                    <w:rPr>
                      <w:rStyle w:val="CharStyle4"/>
                    </w:rPr>
                    <w:tab/>
                    <w:t>Действие ограничений прав, установленных решением о резервировании земель, прекращается в связи со следующими обстоятельствами:</w:t>
                  </w:r>
                </w:p>
                <w:p w:rsidR="009F3C5C" w:rsidRDefault="009F3C5C" w:rsidP="009571C8">
                  <w:pPr>
                    <w:pStyle w:val="2"/>
                    <w:numPr>
                      <w:ilvl w:val="0"/>
                      <w:numId w:val="177"/>
                    </w:numPr>
                    <w:tabs>
                      <w:tab w:val="left" w:pos="977"/>
                    </w:tabs>
                    <w:spacing w:after="0" w:line="274" w:lineRule="exact"/>
                    <w:ind w:firstLine="660"/>
                    <w:jc w:val="both"/>
                  </w:pPr>
                  <w:r>
                    <w:rPr>
                      <w:rStyle w:val="CharStyle4"/>
                    </w:rPr>
                    <w:tab/>
                    <w:t>истечение указанного в решении срока резервирования земель;</w:t>
                  </w:r>
                </w:p>
                <w:p w:rsidR="009F3C5C" w:rsidRDefault="009F3C5C" w:rsidP="009571C8">
                  <w:pPr>
                    <w:pStyle w:val="2"/>
                    <w:numPr>
                      <w:ilvl w:val="0"/>
                      <w:numId w:val="177"/>
                    </w:numPr>
                    <w:tabs>
                      <w:tab w:val="left" w:pos="940"/>
                    </w:tabs>
                    <w:spacing w:after="0" w:line="274" w:lineRule="exact"/>
                    <w:ind w:firstLine="660"/>
                    <w:jc w:val="both"/>
                  </w:pPr>
                  <w:r>
                    <w:rPr>
                      <w:rStyle w:val="CharStyle4"/>
                    </w:rPr>
                    <w:tab/>
                    <w:t>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9F3C5C" w:rsidRDefault="009F3C5C" w:rsidP="009571C8">
                  <w:pPr>
                    <w:pStyle w:val="2"/>
                    <w:numPr>
                      <w:ilvl w:val="0"/>
                      <w:numId w:val="177"/>
                    </w:numPr>
                    <w:tabs>
                      <w:tab w:val="left" w:pos="940"/>
                    </w:tabs>
                    <w:spacing w:after="0" w:line="274" w:lineRule="exact"/>
                    <w:ind w:firstLine="660"/>
                    <w:jc w:val="both"/>
                  </w:pPr>
                  <w:r>
                    <w:rPr>
                      <w:rStyle w:val="CharStyle4"/>
                    </w:rPr>
                    <w:tab/>
                    <w:t>отмена решения о резервировании земель Советом МР Ишимбайский район Республики Башкортостан;</w:t>
                  </w:r>
                </w:p>
                <w:p w:rsidR="009F3C5C" w:rsidRDefault="009F3C5C" w:rsidP="009571C8">
                  <w:pPr>
                    <w:pStyle w:val="2"/>
                    <w:numPr>
                      <w:ilvl w:val="0"/>
                      <w:numId w:val="177"/>
                    </w:numPr>
                    <w:tabs>
                      <w:tab w:val="left" w:pos="940"/>
                    </w:tabs>
                    <w:spacing w:after="0" w:line="274" w:lineRule="exact"/>
                    <w:ind w:firstLine="660"/>
                    <w:jc w:val="both"/>
                  </w:pPr>
                  <w:r>
                    <w:rPr>
                      <w:rStyle w:val="CharStyle4"/>
                    </w:rPr>
                    <w:tab/>
                    <w:t>изъятие в установленном порядке, в том числе путем выкупа, зарезервированного земельного участка для государственных и (или) муниципальных нужд;</w:t>
                  </w:r>
                </w:p>
                <w:p w:rsidR="009F3C5C" w:rsidRDefault="009F3C5C" w:rsidP="009571C8">
                  <w:pPr>
                    <w:pStyle w:val="2"/>
                    <w:numPr>
                      <w:ilvl w:val="0"/>
                      <w:numId w:val="177"/>
                    </w:numPr>
                    <w:tabs>
                      <w:tab w:val="left" w:pos="997"/>
                    </w:tabs>
                    <w:spacing w:after="0" w:line="274" w:lineRule="exact"/>
                    <w:ind w:firstLine="660"/>
                    <w:jc w:val="both"/>
                  </w:pPr>
                  <w:r>
                    <w:rPr>
                      <w:rStyle w:val="CharStyle4"/>
                    </w:rPr>
                    <w:tab/>
                    <w:t>решение суда, вступившее в законную силу.</w:t>
                  </w:r>
                </w:p>
                <w:p w:rsidR="009F3C5C" w:rsidRDefault="009F3C5C">
                  <w:pPr>
                    <w:pStyle w:val="2"/>
                    <w:tabs>
                      <w:tab w:val="left" w:pos="1023"/>
                    </w:tabs>
                    <w:spacing w:after="0" w:line="274" w:lineRule="exact"/>
                    <w:ind w:firstLine="660"/>
                    <w:jc w:val="both"/>
                  </w:pPr>
                  <w:r>
                    <w:rPr>
                      <w:rStyle w:val="CharStyle4"/>
                    </w:rPr>
                    <w:t>16.В случае прекращения действия ограничения прав, установленных решением о резервировании земель, Совет МР Ишимбайский район Республики Башкортостан в течение тридцати дней с даты наступления обстоятельств, указанных в части 15 пункта 11.5 настоящих Правил, обращается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прекращении ограничений прав, вызванных резервированием земель.</w:t>
                  </w:r>
                </w:p>
                <w:p w:rsidR="009F3C5C" w:rsidRDefault="009F3C5C">
                  <w:pPr>
                    <w:pStyle w:val="2"/>
                    <w:tabs>
                      <w:tab w:val="left" w:pos="1023"/>
                    </w:tabs>
                    <w:spacing w:after="0" w:line="274" w:lineRule="exact"/>
                    <w:ind w:firstLine="660"/>
                    <w:jc w:val="both"/>
                  </w:pPr>
                  <w:r>
                    <w:rPr>
                      <w:rStyle w:val="CharStyle4"/>
                    </w:rPr>
                    <w:t>17. Порядок резервирования земельных участков для муниципальных нужд определяется действующим законодательством, настоящими Правилами, а также соответствующими положениями, утверждаемыми решениями Совета МР Ишимбайский район Республики Башкортостан, а до их утверждения - временными положениями, утвержденными постановлениями главы Администрации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269"/>
          <w:footerReference w:type="default" r:id="rId270"/>
          <w:pgSz w:w="11906" w:h="16838"/>
          <w:pgMar w:top="360" w:right="360" w:bottom="360" w:left="360" w:header="0" w:footer="0" w:gutter="0"/>
          <w:cols w:space="720"/>
          <w:formProt w:val="0"/>
          <w:docGrid w:linePitch="240" w:charSpace="-6145"/>
        </w:sectPr>
      </w:pPr>
      <w:r>
        <w:rPr>
          <w:noProof/>
          <w:lang w:eastAsia="ru-RU" w:bidi="ar-SA"/>
        </w:rPr>
        <w:pict>
          <v:rect id="155" o:spid="_x0000_s1160" style="position:absolute;margin-left:81.45pt;margin-top:30.15pt;width:464.8pt;height:789.65pt;z-index:251795456;mso-position-horizontal-relative:page;mso-position-vertical-relative:page" filled="f" stroked="f" strokecolor="#3465a4">
            <v:fill o:detectmouseclick="t"/>
            <v:stroke joinstyle="round"/>
            <v:textbox>
              <w:txbxContent>
                <w:p w:rsidR="009F3C5C" w:rsidRDefault="009F3C5C">
                  <w:pPr>
                    <w:pStyle w:val="2"/>
                    <w:spacing w:after="236" w:line="274" w:lineRule="exact"/>
                    <w:jc w:val="both"/>
                  </w:pPr>
                  <w:r>
                    <w:rPr>
                      <w:rStyle w:val="CharStyle4"/>
                      <w:b/>
                      <w:bCs/>
                    </w:rPr>
                    <w:t>Глава 12. Информационная система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129"/>
                    </w:tabs>
                    <w:spacing w:after="244" w:line="278" w:lineRule="exact"/>
                    <w:ind w:firstLine="660"/>
                    <w:jc w:val="both"/>
                  </w:pPr>
                  <w:r>
                    <w:rPr>
                      <w:rStyle w:val="CharStyle4"/>
                      <w:b/>
                      <w:bCs/>
                    </w:rPr>
                    <w:t xml:space="preserve">12.1 </w:t>
                  </w:r>
                  <w:r>
                    <w:rPr>
                      <w:rStyle w:val="CharStyle4"/>
                      <w:b/>
                      <w:bCs/>
                    </w:rPr>
                    <w:tab/>
                    <w:t>Общие положения об информационной системе обеспечения градостроительной деятельности</w:t>
                  </w:r>
                </w:p>
                <w:p w:rsidR="009F3C5C" w:rsidRDefault="009F3C5C" w:rsidP="009571C8">
                  <w:pPr>
                    <w:pStyle w:val="2"/>
                    <w:numPr>
                      <w:ilvl w:val="0"/>
                      <w:numId w:val="178"/>
                    </w:numPr>
                    <w:tabs>
                      <w:tab w:val="left" w:pos="889"/>
                    </w:tabs>
                    <w:spacing w:after="0" w:line="274" w:lineRule="exact"/>
                    <w:ind w:firstLine="660"/>
                    <w:jc w:val="both"/>
                  </w:pPr>
                  <w:r>
                    <w:rPr>
                      <w:rStyle w:val="CharStyle4"/>
                    </w:rPr>
                    <w:tab/>
                    <w:t>Информационная система обеспечения градостроительной деятельности сельского поселения Петровский сельсовет муниципального района Ишимбайский район Республики Башкортостан - организованный в соответствии с требованиями действующего законодательства о градостроительной деятельности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сведений.Сведения информационной системы обеспечения градостроительной деятельности являются открытыми и общедоступным, за исключением сведений, отнесенных федеральными законами к категории ограниченного доступа.</w:t>
                  </w:r>
                </w:p>
                <w:p w:rsidR="009F3C5C" w:rsidRDefault="009F3C5C" w:rsidP="009571C8">
                  <w:pPr>
                    <w:pStyle w:val="2"/>
                    <w:numPr>
                      <w:ilvl w:val="0"/>
                      <w:numId w:val="178"/>
                    </w:numPr>
                    <w:tabs>
                      <w:tab w:val="left" w:pos="1007"/>
                    </w:tabs>
                    <w:spacing w:after="0" w:line="274" w:lineRule="exact"/>
                    <w:ind w:firstLine="660"/>
                    <w:jc w:val="both"/>
                  </w:pPr>
                  <w:r>
                    <w:rPr>
                      <w:rStyle w:val="CharStyle4"/>
                    </w:rPr>
                    <w:tab/>
                    <w:t>Органом Администрации сельского поселения Петровский сельсовет муниципального района Ишимбайский район Республики Башкортостан, уполномоченным на ведение информационной системы обеспечения градостроительной деятельности, является орган, уполномоченный в области градостроительной деятельности.</w:t>
                  </w:r>
                </w:p>
                <w:p w:rsidR="009F3C5C" w:rsidRDefault="009F3C5C" w:rsidP="009571C8">
                  <w:pPr>
                    <w:pStyle w:val="2"/>
                    <w:numPr>
                      <w:ilvl w:val="0"/>
                      <w:numId w:val="178"/>
                    </w:numPr>
                    <w:tabs>
                      <w:tab w:val="left" w:pos="1007"/>
                    </w:tabs>
                    <w:spacing w:line="274" w:lineRule="exact"/>
                    <w:ind w:firstLine="660"/>
                    <w:jc w:val="both"/>
                  </w:pPr>
                  <w:r>
                    <w:rPr>
                      <w:rStyle w:val="CharStyle4"/>
                    </w:rPr>
                    <w:tab/>
                    <w:t>Ведение информационной системы обеспечения градостроительной деятельности, а также предоставление сведений из этой системы, в том числе за плату, осуществляется в соответствии с порядком, установленным правительством Российской Федерации, и в соответствии с таким порядком - правовым актом Администрации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158"/>
                    </w:tabs>
                    <w:spacing w:line="274" w:lineRule="exact"/>
                    <w:ind w:firstLine="660"/>
                    <w:jc w:val="both"/>
                  </w:pPr>
                  <w:r>
                    <w:rPr>
                      <w:rStyle w:val="CharStyle4"/>
                    </w:rPr>
                    <w:tab/>
                  </w:r>
                  <w:r>
                    <w:rPr>
                      <w:rStyle w:val="CharStyle4"/>
                      <w:b/>
                      <w:bCs/>
                    </w:rPr>
                    <w:t>12.2 Состав документов и материалов, направляемых в информационную систему обеспечения градостроительной деятельности и размещаемых в ней</w:t>
                  </w:r>
                </w:p>
                <w:p w:rsidR="009F3C5C" w:rsidRDefault="009F3C5C" w:rsidP="009571C8">
                  <w:pPr>
                    <w:pStyle w:val="2"/>
                    <w:numPr>
                      <w:ilvl w:val="0"/>
                      <w:numId w:val="179"/>
                    </w:numPr>
                    <w:spacing w:after="0" w:line="274" w:lineRule="exact"/>
                    <w:ind w:firstLine="1060"/>
                  </w:pPr>
                  <w:r>
                    <w:rPr>
                      <w:rStyle w:val="CharStyle4"/>
                    </w:rPr>
                    <w:t>В соответствии с Градостроительным кодексом Российской Федерации в информационную систему обеспечения градостроительной деятельности направляются и размещаются в этой системе сведения, копии документов и материалов, включая:</w:t>
                  </w:r>
                </w:p>
                <w:p w:rsidR="009F3C5C" w:rsidRDefault="009F3C5C" w:rsidP="009571C8">
                  <w:pPr>
                    <w:pStyle w:val="2"/>
                    <w:tabs>
                      <w:tab w:val="left" w:pos="977"/>
                    </w:tabs>
                    <w:spacing w:after="0" w:line="274" w:lineRule="exact"/>
                    <w:ind w:left="720"/>
                    <w:jc w:val="both"/>
                  </w:pPr>
                  <w:r>
                    <w:rPr>
                      <w:rStyle w:val="CharStyle4"/>
                    </w:rPr>
                    <w:t>1)сведения, в том числе в форме копий соответствующих документов:</w:t>
                  </w:r>
                </w:p>
                <w:p w:rsidR="009F3C5C" w:rsidRDefault="009F3C5C">
                  <w:pPr>
                    <w:pStyle w:val="2"/>
                    <w:tabs>
                      <w:tab w:val="left" w:pos="903"/>
                    </w:tabs>
                    <w:spacing w:after="0" w:line="274" w:lineRule="exact"/>
                    <w:ind w:firstLine="660"/>
                    <w:jc w:val="both"/>
                  </w:pPr>
                  <w:r>
                    <w:rPr>
                      <w:rStyle w:val="CharStyle4"/>
                    </w:rPr>
                    <w:t>а)</w:t>
                  </w:r>
                  <w:r>
                    <w:rPr>
                      <w:rStyle w:val="CharStyle4"/>
                    </w:rPr>
                    <w:tab/>
                    <w:t>о схемах территориального планирования Российской Федерации в части, касающейся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903"/>
                    </w:tabs>
                    <w:spacing w:after="0" w:line="274" w:lineRule="exact"/>
                    <w:ind w:firstLine="660"/>
                    <w:jc w:val="both"/>
                  </w:pPr>
                  <w:r>
                    <w:rPr>
                      <w:rStyle w:val="CharStyle4"/>
                    </w:rPr>
                    <w:t>б)</w:t>
                  </w:r>
                  <w:r>
                    <w:rPr>
                      <w:rStyle w:val="CharStyle4"/>
                    </w:rPr>
                    <w:tab/>
                    <w:t>о схемах территориального планирования Республики Башкортостан в части, касающейся территории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1007"/>
                    </w:tabs>
                    <w:spacing w:after="0" w:line="274" w:lineRule="exact"/>
                    <w:ind w:firstLine="660"/>
                    <w:jc w:val="both"/>
                  </w:pPr>
                  <w:r>
                    <w:rPr>
                      <w:rStyle w:val="CharStyle4"/>
                    </w:rPr>
                    <w:t>в)</w:t>
                  </w:r>
                  <w:r>
                    <w:rPr>
                      <w:rStyle w:val="CharStyle4"/>
                    </w:rPr>
                    <w:tab/>
                    <w:t>о Генеральном плане сельского поселения Петровский сельсовет муниципального района Ишимбайский район Республики Башкортостан;</w:t>
                  </w:r>
                </w:p>
                <w:p w:rsidR="009F3C5C" w:rsidRDefault="009F3C5C">
                  <w:pPr>
                    <w:pStyle w:val="2"/>
                    <w:tabs>
                      <w:tab w:val="left" w:pos="982"/>
                    </w:tabs>
                    <w:spacing w:after="0" w:line="274" w:lineRule="exact"/>
                    <w:ind w:firstLine="660"/>
                    <w:jc w:val="both"/>
                  </w:pPr>
                  <w:r>
                    <w:rPr>
                      <w:rStyle w:val="CharStyle4"/>
                    </w:rPr>
                    <w:t>г)</w:t>
                  </w:r>
                  <w:r>
                    <w:rPr>
                      <w:rStyle w:val="CharStyle4"/>
                    </w:rPr>
                    <w:tab/>
                    <w:t>о настоящих Правилах и внесении в них изменений;</w:t>
                  </w:r>
                </w:p>
              </w:txbxContent>
            </v:textbox>
            <w10:wrap type="square" anchorx="page" anchory="page"/>
          </v:rect>
        </w:pict>
      </w:r>
    </w:p>
    <w:p w:rsidR="009F3C5C" w:rsidRDefault="009F3C5C">
      <w:pPr>
        <w:pStyle w:val="Standard"/>
        <w:rPr>
          <w:sz w:val="2"/>
          <w:szCs w:val="2"/>
        </w:rPr>
        <w:sectPr w:rsidR="009F3C5C">
          <w:headerReference w:type="default" r:id="rId271"/>
          <w:footerReference w:type="default" r:id="rId272"/>
          <w:pgSz w:w="11906" w:h="16838"/>
          <w:pgMar w:top="360" w:right="360" w:bottom="360" w:left="360" w:header="0" w:footer="0" w:gutter="0"/>
          <w:cols w:space="720"/>
          <w:formProt w:val="0"/>
          <w:docGrid w:linePitch="240" w:charSpace="-6145"/>
        </w:sectPr>
      </w:pPr>
      <w:r>
        <w:rPr>
          <w:noProof/>
          <w:lang w:eastAsia="ru-RU" w:bidi="ar-SA"/>
        </w:rPr>
        <w:pict>
          <v:rect id="156" o:spid="_x0000_s1161" style="position:absolute;margin-left:81.5pt;margin-top:30.4pt;width:464.3pt;height:698.6pt;z-index:251796480;mso-position-horizontal-relative:page;mso-position-vertical-relative:page" filled="f" stroked="f" strokecolor="#3465a4">
            <v:fill o:detectmouseclick="t"/>
            <v:stroke joinstyle="round"/>
            <v:textbox>
              <w:txbxContent>
                <w:p w:rsidR="009F3C5C" w:rsidRDefault="009F3C5C">
                  <w:pPr>
                    <w:pStyle w:val="2"/>
                    <w:tabs>
                      <w:tab w:val="left" w:pos="1001"/>
                    </w:tabs>
                    <w:spacing w:after="0" w:line="274" w:lineRule="exact"/>
                    <w:ind w:firstLine="640"/>
                    <w:jc w:val="both"/>
                  </w:pPr>
                  <w:r>
                    <w:rPr>
                      <w:rStyle w:val="CharStyle4"/>
                    </w:rPr>
                    <w:t>д)</w:t>
                  </w:r>
                  <w:r>
                    <w:rPr>
                      <w:rStyle w:val="CharStyle4"/>
                    </w:rPr>
                    <w:tab/>
                    <w:t>о документации по планировке территории;</w:t>
                  </w:r>
                </w:p>
                <w:p w:rsidR="009F3C5C" w:rsidRDefault="009F3C5C">
                  <w:pPr>
                    <w:pStyle w:val="2"/>
                    <w:tabs>
                      <w:tab w:val="left" w:pos="918"/>
                    </w:tabs>
                    <w:spacing w:after="0" w:line="274" w:lineRule="exact"/>
                    <w:ind w:firstLine="640"/>
                    <w:jc w:val="both"/>
                  </w:pPr>
                  <w:r>
                    <w:rPr>
                      <w:rStyle w:val="CharStyle4"/>
                    </w:rPr>
                    <w:t>е)</w:t>
                  </w:r>
                  <w:r>
                    <w:rPr>
                      <w:rStyle w:val="CharStyle4"/>
                    </w:rPr>
                    <w:tab/>
                    <w:t>об изученности природных и техногенных условий на основании инженерных изысканий;</w:t>
                  </w:r>
                </w:p>
                <w:p w:rsidR="009F3C5C" w:rsidRDefault="009F3C5C">
                  <w:pPr>
                    <w:pStyle w:val="2"/>
                    <w:tabs>
                      <w:tab w:val="left" w:pos="937"/>
                    </w:tabs>
                    <w:spacing w:after="0" w:line="274" w:lineRule="exact"/>
                    <w:ind w:firstLine="640"/>
                    <w:jc w:val="both"/>
                  </w:pPr>
                  <w:r>
                    <w:rPr>
                      <w:rStyle w:val="CharStyle4"/>
                    </w:rPr>
                    <w:t>ж)</w:t>
                  </w:r>
                  <w:r>
                    <w:rPr>
                      <w:rStyle w:val="CharStyle4"/>
                    </w:rPr>
                    <w:tab/>
                    <w:t>о резервировании земель, об изъятии земельных участков для государственных или муниципальных нужд;</w:t>
                  </w:r>
                </w:p>
                <w:p w:rsidR="009F3C5C" w:rsidRDefault="009F3C5C">
                  <w:pPr>
                    <w:pStyle w:val="2"/>
                    <w:tabs>
                      <w:tab w:val="left" w:pos="1025"/>
                    </w:tabs>
                    <w:spacing w:after="0" w:line="274" w:lineRule="exact"/>
                    <w:ind w:firstLine="640"/>
                    <w:jc w:val="both"/>
                  </w:pPr>
                  <w:r>
                    <w:rPr>
                      <w:rStyle w:val="CharStyle4"/>
                    </w:rPr>
                    <w:t>з)</w:t>
                  </w:r>
                  <w:r>
                    <w:rPr>
                      <w:rStyle w:val="CharStyle4"/>
                    </w:rPr>
                    <w:tab/>
                    <w:t>о геодезических и картографических материалах;</w:t>
                  </w:r>
                </w:p>
                <w:p w:rsidR="009F3C5C" w:rsidRDefault="009F3C5C" w:rsidP="009571C8">
                  <w:pPr>
                    <w:pStyle w:val="2"/>
                    <w:tabs>
                      <w:tab w:val="left" w:pos="903"/>
                    </w:tabs>
                    <w:spacing w:after="0" w:line="274" w:lineRule="exact"/>
                    <w:ind w:left="720"/>
                    <w:jc w:val="both"/>
                  </w:pPr>
                  <w:r>
                    <w:rPr>
                      <w:rStyle w:val="CharStyle4"/>
                    </w:rPr>
                    <w:t>2)материалы о застроенных и подлежащих застройке земельных участках, включая:</w:t>
                  </w:r>
                </w:p>
                <w:p w:rsidR="009F3C5C" w:rsidRDefault="009F3C5C">
                  <w:pPr>
                    <w:pStyle w:val="2"/>
                    <w:tabs>
                      <w:tab w:val="left" w:pos="986"/>
                    </w:tabs>
                    <w:spacing w:after="0" w:line="274" w:lineRule="exact"/>
                    <w:ind w:firstLine="640"/>
                    <w:jc w:val="both"/>
                  </w:pPr>
                  <w:r>
                    <w:rPr>
                      <w:rStyle w:val="CharStyle4"/>
                    </w:rPr>
                    <w:t>а)</w:t>
                  </w:r>
                  <w:r>
                    <w:rPr>
                      <w:rStyle w:val="CharStyle4"/>
                    </w:rPr>
                    <w:tab/>
                    <w:t>результаты инженерных изысканий;</w:t>
                  </w:r>
                </w:p>
                <w:p w:rsidR="009F3C5C" w:rsidRDefault="009F3C5C">
                  <w:pPr>
                    <w:pStyle w:val="2"/>
                    <w:tabs>
                      <w:tab w:val="left" w:pos="922"/>
                    </w:tabs>
                    <w:spacing w:after="0" w:line="274" w:lineRule="exact"/>
                    <w:ind w:firstLine="640"/>
                    <w:jc w:val="both"/>
                  </w:pPr>
                  <w:r>
                    <w:rPr>
                      <w:rStyle w:val="CharStyle4"/>
                    </w:rPr>
                    <w:t>б)</w:t>
                  </w:r>
                  <w:r>
                    <w:rPr>
                      <w:rStyle w:val="CharStyle4"/>
                    </w:rPr>
                    <w:tab/>
                    <w:t>сведения о площади, высоте и этажности объекта капитального строительства, сетях инженерно-технического обеспечения, разделы проектной документации, предусмотренные пунктами 2,8 - 10 части 12 статьи 48 Градостроительного кодекса Российской Федерации, или схема планировочной организации земельного участка с обозначением места размещения объекта индивидуального жилищного строительства;</w:t>
                  </w:r>
                </w:p>
                <w:p w:rsidR="009F3C5C" w:rsidRDefault="009F3C5C">
                  <w:pPr>
                    <w:pStyle w:val="2"/>
                    <w:tabs>
                      <w:tab w:val="left" w:pos="922"/>
                    </w:tabs>
                    <w:spacing w:after="0" w:line="274" w:lineRule="exact"/>
                    <w:ind w:firstLine="640"/>
                    <w:jc w:val="both"/>
                  </w:pPr>
                  <w:r>
                    <w:rPr>
                      <w:rStyle w:val="CharStyle4"/>
                    </w:rPr>
                    <w:t>в)</w:t>
                  </w:r>
                  <w:r>
                    <w:rPr>
                      <w:rStyle w:val="CharStyle4"/>
                    </w:rPr>
                    <w:tab/>
                    <w:t>документы, подтверждающие соответствие проектной документации требованиям технических регламентов и результатам инженерных изысканий;</w:t>
                  </w:r>
                </w:p>
                <w:p w:rsidR="009F3C5C" w:rsidRDefault="009F3C5C">
                  <w:pPr>
                    <w:pStyle w:val="2"/>
                    <w:tabs>
                      <w:tab w:val="left" w:pos="894"/>
                    </w:tabs>
                    <w:spacing w:after="0" w:line="274" w:lineRule="exact"/>
                    <w:ind w:firstLine="640"/>
                    <w:jc w:val="both"/>
                  </w:pPr>
                  <w:r>
                    <w:rPr>
                      <w:rStyle w:val="CharStyle4"/>
                    </w:rPr>
                    <w:t>г)</w:t>
                  </w:r>
                  <w:r>
                    <w:rPr>
                      <w:rStyle w:val="CharStyle4"/>
                    </w:rPr>
                    <w:tab/>
                    <w:t>заключение государственной экспертизы проектной документации (при необходимости);</w:t>
                  </w:r>
                </w:p>
                <w:p w:rsidR="009F3C5C" w:rsidRDefault="009F3C5C">
                  <w:pPr>
                    <w:pStyle w:val="2"/>
                    <w:tabs>
                      <w:tab w:val="left" w:pos="908"/>
                    </w:tabs>
                    <w:spacing w:after="0" w:line="274" w:lineRule="exact"/>
                    <w:ind w:firstLine="640"/>
                    <w:jc w:val="both"/>
                  </w:pPr>
                  <w:r>
                    <w:rPr>
                      <w:rStyle w:val="CharStyle4"/>
                    </w:rPr>
                    <w:t>д)</w:t>
                  </w:r>
                  <w:r>
                    <w:rPr>
                      <w:rStyle w:val="CharStyle4"/>
                    </w:rPr>
                    <w:tab/>
                    <w:t>разрешение о предоставлении разрешения на отклонение от предельных параметров разрешенного строительства;</w:t>
                  </w:r>
                </w:p>
                <w:p w:rsidR="009F3C5C" w:rsidRDefault="009F3C5C">
                  <w:pPr>
                    <w:pStyle w:val="2"/>
                    <w:tabs>
                      <w:tab w:val="left" w:pos="918"/>
                    </w:tabs>
                    <w:spacing w:after="0" w:line="274" w:lineRule="exact"/>
                    <w:ind w:firstLine="640"/>
                    <w:jc w:val="both"/>
                  </w:pPr>
                  <w:r>
                    <w:rPr>
                      <w:rStyle w:val="CharStyle4"/>
                    </w:rPr>
                    <w:t>е)</w:t>
                  </w:r>
                  <w:r>
                    <w:rPr>
                      <w:rStyle w:val="CharStyle4"/>
                    </w:rPr>
                    <w:tab/>
                    <w:t>решение о предоставлении разрешения на условно разрешенный вид использования;</w:t>
                  </w:r>
                </w:p>
                <w:p w:rsidR="009F3C5C" w:rsidRDefault="009F3C5C">
                  <w:pPr>
                    <w:pStyle w:val="2"/>
                    <w:tabs>
                      <w:tab w:val="left" w:pos="942"/>
                    </w:tabs>
                    <w:spacing w:after="0" w:line="274" w:lineRule="exact"/>
                    <w:ind w:firstLine="640"/>
                    <w:jc w:val="both"/>
                  </w:pPr>
                  <w:r>
                    <w:rPr>
                      <w:rStyle w:val="CharStyle4"/>
                    </w:rPr>
                    <w:t>ж)</w:t>
                  </w:r>
                  <w:r>
                    <w:rPr>
                      <w:rStyle w:val="CharStyle4"/>
                    </w:rPr>
                    <w:tab/>
                    <w:t>документы, подтверждающие соответствие построенного, реконструированного, отремонтированного объекта капитального строительства проектной документации;</w:t>
                  </w:r>
                </w:p>
                <w:p w:rsidR="009F3C5C" w:rsidRDefault="009F3C5C" w:rsidP="009571C8">
                  <w:pPr>
                    <w:pStyle w:val="2"/>
                    <w:numPr>
                      <w:ilvl w:val="0"/>
                      <w:numId w:val="180"/>
                    </w:numPr>
                    <w:tabs>
                      <w:tab w:val="left" w:pos="986"/>
                    </w:tabs>
                    <w:spacing w:after="0" w:line="274" w:lineRule="exact"/>
                    <w:ind w:firstLine="640"/>
                    <w:jc w:val="both"/>
                  </w:pPr>
                  <w:r>
                    <w:rPr>
                      <w:rStyle w:val="CharStyle4"/>
                    </w:rPr>
                    <w:tab/>
                    <w:t>акт приемки объекта капитального строительства;</w:t>
                  </w:r>
                </w:p>
                <w:p w:rsidR="009F3C5C" w:rsidRDefault="009F3C5C">
                  <w:pPr>
                    <w:pStyle w:val="2"/>
                    <w:tabs>
                      <w:tab w:val="left" w:pos="977"/>
                    </w:tabs>
                    <w:spacing w:after="0" w:line="274" w:lineRule="exact"/>
                    <w:ind w:firstLine="640"/>
                    <w:jc w:val="both"/>
                  </w:pPr>
                  <w:r>
                    <w:rPr>
                      <w:rStyle w:val="CharStyle4"/>
                    </w:rPr>
                    <w:t>и)</w:t>
                  </w:r>
                  <w:r>
                    <w:rPr>
                      <w:rStyle w:val="CharStyle4"/>
                    </w:rPr>
                    <w:tab/>
                    <w:t>разрешение на ввод объекта в эксплуатации;</w:t>
                  </w:r>
                </w:p>
                <w:p w:rsidR="009F3C5C" w:rsidRDefault="009F3C5C">
                  <w:pPr>
                    <w:pStyle w:val="2"/>
                    <w:tabs>
                      <w:tab w:val="left" w:pos="903"/>
                    </w:tabs>
                    <w:spacing w:after="0" w:line="274" w:lineRule="exact"/>
                    <w:ind w:firstLine="640"/>
                    <w:jc w:val="both"/>
                  </w:pPr>
                  <w:r>
                    <w:rPr>
                      <w:rStyle w:val="CharStyle4"/>
                    </w:rPr>
                    <w:t>к)</w:t>
                  </w:r>
                  <w:r>
                    <w:rPr>
                      <w:rStyle w:val="CharStyle4"/>
                    </w:rPr>
                    <w:tab/>
                    <w:t>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9F3C5C" w:rsidRDefault="009F3C5C">
                  <w:pPr>
                    <w:pStyle w:val="2"/>
                    <w:tabs>
                      <w:tab w:val="left" w:pos="918"/>
                    </w:tabs>
                    <w:spacing w:after="0" w:line="274" w:lineRule="exact"/>
                    <w:ind w:firstLine="640"/>
                    <w:jc w:val="both"/>
                  </w:pPr>
                  <w:r>
                    <w:rPr>
                      <w:rStyle w:val="CharStyle4"/>
                    </w:rPr>
                    <w:t>л)</w:t>
                  </w:r>
                  <w:r>
                    <w:rPr>
                      <w:rStyle w:val="CharStyle4"/>
                    </w:rPr>
                    <w:tab/>
                    <w:t>иные документы и материалы, о застроенных и подлежащих застройке земельных участках;</w:t>
                  </w:r>
                </w:p>
                <w:p w:rsidR="009F3C5C" w:rsidRDefault="009F3C5C">
                  <w:pPr>
                    <w:pStyle w:val="2"/>
                    <w:tabs>
                      <w:tab w:val="left" w:pos="951"/>
                    </w:tabs>
                    <w:spacing w:after="0" w:line="274" w:lineRule="exact"/>
                    <w:ind w:firstLine="640"/>
                    <w:jc w:val="both"/>
                  </w:pPr>
                  <w:r>
                    <w:rPr>
                      <w:rStyle w:val="CharStyle4"/>
                    </w:rPr>
                    <w:t>м)</w:t>
                  </w:r>
                  <w:r>
                    <w:rPr>
                      <w:rStyle w:val="CharStyle4"/>
                    </w:rPr>
                    <w:tab/>
                    <w:t>иные документы и материалы, состав которых может определяться законами Республики Башкортостан о градостроительной деятельности, нормативными правовыми актами сельского поселения Петровский сельсовет муниципального района Ишимбайский район Республики Башкортостан.</w:t>
                  </w:r>
                </w:p>
              </w:txbxContent>
            </v:textbox>
            <w10:wrap type="square" anchorx="page" anchory="page"/>
          </v:rect>
        </w:pict>
      </w:r>
    </w:p>
    <w:p w:rsidR="009F3C5C" w:rsidRDefault="009F3C5C">
      <w:pPr>
        <w:pStyle w:val="Standard"/>
        <w:rPr>
          <w:sz w:val="2"/>
          <w:szCs w:val="2"/>
        </w:rPr>
        <w:sectPr w:rsidR="009F3C5C">
          <w:headerReference w:type="default" r:id="rId273"/>
          <w:footerReference w:type="default" r:id="rId274"/>
          <w:pgSz w:w="11906" w:h="16838"/>
          <w:pgMar w:top="360" w:right="360" w:bottom="360" w:left="360" w:header="0" w:footer="0" w:gutter="0"/>
          <w:cols w:space="720"/>
          <w:formProt w:val="0"/>
          <w:docGrid w:linePitch="240" w:charSpace="-6145"/>
        </w:sectPr>
      </w:pPr>
      <w:r>
        <w:rPr>
          <w:noProof/>
          <w:lang w:eastAsia="ru-RU" w:bidi="ar-SA"/>
        </w:rPr>
        <w:pict>
          <v:rect id="157" o:spid="_x0000_s1162" style="position:absolute;margin-left:75pt;margin-top:14.55pt;width:479.65pt;height:585.75pt;z-index:251797504;mso-position-horizontal-relative:page;mso-position-vertical-relative:page" filled="f" stroked="f" strokecolor="#3465a4">
            <v:fill o:detectmouseclick="t"/>
            <v:stroke joinstyle="round"/>
            <v:textbox>
              <w:txbxContent>
                <w:p w:rsidR="009F3C5C" w:rsidRDefault="009F3C5C">
                  <w:pPr>
                    <w:pStyle w:val="2"/>
                    <w:spacing w:after="236" w:line="274" w:lineRule="exact"/>
                    <w:ind w:left="220" w:right="260" w:firstLine="560"/>
                    <w:jc w:val="both"/>
                  </w:pPr>
                  <w:r>
                    <w:rPr>
                      <w:rStyle w:val="CharStyle4"/>
                      <w:b/>
                      <w:bCs/>
                    </w:rPr>
                    <w:t>Глава 13. Контроль за использованием земельных участков и объектов капитального строительства. Ответственность за нарушение настоящих правил</w:t>
                  </w:r>
                </w:p>
                <w:p w:rsidR="009F3C5C" w:rsidRDefault="009F3C5C">
                  <w:pPr>
                    <w:pStyle w:val="2"/>
                    <w:tabs>
                      <w:tab w:val="left" w:pos="1344"/>
                    </w:tabs>
                    <w:spacing w:after="244" w:line="278" w:lineRule="exact"/>
                    <w:ind w:left="220" w:right="260" w:firstLine="560"/>
                    <w:jc w:val="both"/>
                  </w:pPr>
                  <w:r>
                    <w:rPr>
                      <w:rStyle w:val="CharStyle4"/>
                      <w:b/>
                      <w:bCs/>
                    </w:rPr>
                    <w:tab/>
                    <w:t>13.1 Контроль за использованием земельных участков и объектов капитального строительства</w:t>
                  </w:r>
                </w:p>
                <w:p w:rsidR="009F3C5C" w:rsidRDefault="009F3C5C" w:rsidP="009571C8">
                  <w:pPr>
                    <w:pStyle w:val="2"/>
                    <w:numPr>
                      <w:ilvl w:val="0"/>
                      <w:numId w:val="181"/>
                    </w:numPr>
                    <w:tabs>
                      <w:tab w:val="left" w:pos="1109"/>
                    </w:tabs>
                    <w:spacing w:after="0" w:line="274" w:lineRule="exact"/>
                    <w:ind w:left="220" w:right="260" w:firstLine="560"/>
                    <w:jc w:val="both"/>
                  </w:pPr>
                  <w:r>
                    <w:rPr>
                      <w:rStyle w:val="CharStyle4"/>
                    </w:rPr>
                    <w:tab/>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F3C5C" w:rsidRDefault="009F3C5C" w:rsidP="009571C8">
                  <w:pPr>
                    <w:pStyle w:val="2"/>
                    <w:numPr>
                      <w:ilvl w:val="0"/>
                      <w:numId w:val="181"/>
                    </w:numPr>
                    <w:tabs>
                      <w:tab w:val="left" w:pos="1094"/>
                    </w:tabs>
                    <w:spacing w:after="0" w:line="274" w:lineRule="exact"/>
                    <w:ind w:left="220" w:right="260" w:firstLine="560"/>
                    <w:jc w:val="both"/>
                  </w:pPr>
                  <w:r>
                    <w:rPr>
                      <w:rStyle w:val="CharStyle4"/>
                    </w:rPr>
                    <w:tab/>
                    <w:t>Уполномоченный орган, осуществляющий функции распоряжения земельными участками:</w:t>
                  </w:r>
                </w:p>
                <w:p w:rsidR="009F3C5C" w:rsidRDefault="009F3C5C" w:rsidP="009571C8">
                  <w:pPr>
                    <w:pStyle w:val="2"/>
                    <w:numPr>
                      <w:ilvl w:val="0"/>
                      <w:numId w:val="182"/>
                    </w:numPr>
                    <w:tabs>
                      <w:tab w:val="left" w:pos="1057"/>
                    </w:tabs>
                    <w:spacing w:after="0" w:line="274" w:lineRule="exact"/>
                    <w:ind w:left="220" w:right="260" w:firstLine="560"/>
                    <w:jc w:val="both"/>
                  </w:pPr>
                  <w:r>
                    <w:rPr>
                      <w:rStyle w:val="CharStyle4"/>
                    </w:rPr>
                    <w:tab/>
                    <w:t>осуществляет контроль за использованием по назначению и сохранностью земельных участков на территории сельского поселения Петровский сельсовет муниципального района Ишимбайский район Республики Башкортостан (муниципальный земельный контроль);</w:t>
                  </w:r>
                </w:p>
                <w:p w:rsidR="009F3C5C" w:rsidRDefault="009F3C5C" w:rsidP="009571C8">
                  <w:pPr>
                    <w:pStyle w:val="2"/>
                    <w:numPr>
                      <w:ilvl w:val="0"/>
                      <w:numId w:val="162"/>
                    </w:numPr>
                    <w:tabs>
                      <w:tab w:val="left" w:pos="1057"/>
                    </w:tabs>
                    <w:spacing w:after="0" w:line="274" w:lineRule="exact"/>
                    <w:ind w:left="220" w:right="260" w:firstLine="560"/>
                    <w:jc w:val="both"/>
                  </w:pPr>
                  <w:r>
                    <w:rPr>
                      <w:rStyle w:val="CharStyle4"/>
                    </w:rPr>
                    <w:tab/>
                    <w:t>осуществляет в пределах своей компетенции необходимые действия по устранению выявленных нарушений в области управления земельными участками;</w:t>
                  </w:r>
                </w:p>
                <w:p w:rsidR="009F3C5C" w:rsidRDefault="009F3C5C" w:rsidP="009571C8">
                  <w:pPr>
                    <w:pStyle w:val="2"/>
                    <w:numPr>
                      <w:ilvl w:val="0"/>
                      <w:numId w:val="162"/>
                    </w:numPr>
                    <w:tabs>
                      <w:tab w:val="left" w:pos="1057"/>
                    </w:tabs>
                    <w:spacing w:after="0" w:line="274" w:lineRule="exact"/>
                    <w:ind w:left="220" w:right="260" w:firstLine="560"/>
                    <w:jc w:val="both"/>
                  </w:pPr>
                  <w:r>
                    <w:rPr>
                      <w:rStyle w:val="CharStyle4"/>
                    </w:rPr>
                    <w:tab/>
                    <w:t>обеспечивает в рамках имеющейся компетенции защиту интересов сельского поселения Петровский сельсовет муниципального района Ишим- байский район Республики Башкортостан в судах, в том числе путем направления заявлений, исковых заявлений и жалоб.</w:t>
                  </w:r>
                </w:p>
                <w:p w:rsidR="009F3C5C" w:rsidRDefault="009F3C5C">
                  <w:pPr>
                    <w:pStyle w:val="2"/>
                    <w:tabs>
                      <w:tab w:val="left" w:pos="1104"/>
                    </w:tabs>
                    <w:spacing w:after="507" w:line="274" w:lineRule="exact"/>
                    <w:ind w:left="220" w:right="260" w:firstLine="560"/>
                    <w:jc w:val="both"/>
                  </w:pPr>
                  <w:r>
                    <w:rPr>
                      <w:rStyle w:val="CharStyle4"/>
                    </w:rPr>
                    <w:t>3.</w:t>
                  </w:r>
                  <w:r>
                    <w:rPr>
                      <w:rStyle w:val="CharStyle4"/>
                    </w:rPr>
                    <w:tab/>
                    <w:t>Муниципальный контроль за использованием земель в сельском поселении Петровский сельсовет муниципального района Ишимбайский район Республики Башкортостан осуществляется в порядке, установленном соответствующим решением Совета муниципального района Ишимбайский район Республики Башкортостан.</w:t>
                  </w:r>
                </w:p>
                <w:p w:rsidR="009F3C5C" w:rsidRDefault="009F3C5C">
                  <w:pPr>
                    <w:pStyle w:val="2"/>
                    <w:tabs>
                      <w:tab w:val="left" w:pos="1362"/>
                    </w:tabs>
                    <w:spacing w:after="211" w:line="240" w:lineRule="exact"/>
                    <w:ind w:left="220" w:firstLine="560"/>
                    <w:jc w:val="both"/>
                  </w:pPr>
                  <w:r>
                    <w:rPr>
                      <w:rStyle w:val="CharStyle4"/>
                      <w:b/>
                      <w:bCs/>
                    </w:rPr>
                    <w:t>13.2</w:t>
                  </w:r>
                  <w:r>
                    <w:rPr>
                      <w:rStyle w:val="CharStyle4"/>
                      <w:b/>
                      <w:bCs/>
                    </w:rPr>
                    <w:tab/>
                    <w:t>Ответственность за нарушение Правил.</w:t>
                  </w:r>
                </w:p>
                <w:p w:rsidR="009F3C5C" w:rsidRDefault="009F3C5C">
                  <w:pPr>
                    <w:pStyle w:val="2"/>
                    <w:spacing w:after="0" w:line="274" w:lineRule="exact"/>
                    <w:ind w:left="220" w:right="260" w:firstLine="560"/>
                    <w:jc w:val="both"/>
                  </w:pPr>
                  <w:r>
                    <w:rPr>
                      <w:rStyle w:val="CharStyle4"/>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Республики Башкортостан, иными нормативными правовыми актами.</w:t>
                  </w:r>
                </w:p>
              </w:txbxContent>
            </v:textbox>
            <w10:wrap type="square" anchorx="page" anchory="page"/>
          </v:rect>
        </w:pict>
      </w:r>
    </w:p>
    <w:p w:rsidR="009F3C5C" w:rsidRDefault="009F3C5C"/>
    <w:sectPr w:rsidR="009F3C5C" w:rsidSect="003F6833">
      <w:headerReference w:type="default" r:id="rId275"/>
      <w:footerReference w:type="default" r:id="rId276"/>
      <w:pgSz w:w="11906" w:h="16838"/>
      <w:pgMar w:top="360" w:right="0" w:bottom="360" w:left="0" w:header="0" w:footer="0" w:gutter="0"/>
      <w:cols w:space="720"/>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C5C" w:rsidRDefault="009F3C5C" w:rsidP="003F6833">
      <w:r>
        <w:separator/>
      </w:r>
    </w:p>
  </w:endnote>
  <w:endnote w:type="continuationSeparator" w:id="0">
    <w:p w:rsidR="009F3C5C" w:rsidRDefault="009F3C5C" w:rsidP="003F683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DejaVu Sans">
    <w:panose1 w:val="020B0603030804020204"/>
    <w:charset w:val="CC"/>
    <w:family w:val="swiss"/>
    <w:pitch w:val="variable"/>
    <w:sig w:usb0="E7002EFF" w:usb1="5200FDFF" w:usb2="0A042021"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0000000000000000000"/>
    <w:charset w:val="CC"/>
    <w:family w:val="roman"/>
    <w:notTrueType/>
    <w:pitch w:val="variable"/>
    <w:sig w:usb0="00000201" w:usb1="00000000" w:usb2="00000000" w:usb3="00000000" w:csb0="00000004"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Helvetica, Arial, san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er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C5C" w:rsidRDefault="009F3C5C" w:rsidP="003F6833">
      <w:r>
        <w:separator/>
      </w:r>
    </w:p>
  </w:footnote>
  <w:footnote w:type="continuationSeparator" w:id="0">
    <w:p w:rsidR="009F3C5C" w:rsidRDefault="009F3C5C" w:rsidP="003F68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C5C" w:rsidRDefault="009F3C5C">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D50"/>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09E5BE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0FB55C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nsid w:val="0181504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nsid w:val="027D157C"/>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4A00CFB"/>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
    <w:nsid w:val="05692F7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nsid w:val="06372311"/>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
    <w:nsid w:val="06441C59"/>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9">
    <w:nsid w:val="069F34B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07C8321B"/>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nsid w:val="08C407D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08DE5AB4"/>
    <w:multiLevelType w:val="multilevel"/>
    <w:tmpl w:val="FFFFFFFF"/>
    <w:lvl w:ilvl="0">
      <w:start w:val="19"/>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0B75486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
    <w:nsid w:val="0BC7741D"/>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
    <w:nsid w:val="0BD464ED"/>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6">
    <w:nsid w:val="0DBB008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0DD00668"/>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nsid w:val="0F6D6A3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9">
    <w:nsid w:val="104B3558"/>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0">
    <w:nsid w:val="10774AE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1">
    <w:nsid w:val="10D165F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11300C8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nsid w:val="11440BEB"/>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nsid w:val="11FD3867"/>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5">
    <w:nsid w:val="14094FF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6">
    <w:nsid w:val="1415306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143D0C97"/>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8">
    <w:nsid w:val="14CA44F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9">
    <w:nsid w:val="150C173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0">
    <w:nsid w:val="1543627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nsid w:val="154A731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2">
    <w:nsid w:val="15D6769E"/>
    <w:multiLevelType w:val="multilevel"/>
    <w:tmpl w:val="434E64D4"/>
    <w:lvl w:ilvl="0">
      <w:start w:val="6"/>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000"/>
        </w:tabs>
        <w:ind w:left="1000" w:hanging="360"/>
      </w:pPr>
      <w:rPr>
        <w:rFonts w:cs="Times New Roman" w:hint="default"/>
        <w:b/>
      </w:rPr>
    </w:lvl>
    <w:lvl w:ilvl="2">
      <w:start w:val="1"/>
      <w:numFmt w:val="decimal"/>
      <w:lvlText w:val="%1.%2.%3"/>
      <w:lvlJc w:val="left"/>
      <w:pPr>
        <w:tabs>
          <w:tab w:val="num" w:pos="2000"/>
        </w:tabs>
        <w:ind w:left="2000" w:hanging="720"/>
      </w:pPr>
      <w:rPr>
        <w:rFonts w:cs="Times New Roman" w:hint="default"/>
        <w:b/>
      </w:rPr>
    </w:lvl>
    <w:lvl w:ilvl="3">
      <w:start w:val="1"/>
      <w:numFmt w:val="decimal"/>
      <w:lvlText w:val="%1.%2.%3.%4"/>
      <w:lvlJc w:val="left"/>
      <w:pPr>
        <w:tabs>
          <w:tab w:val="num" w:pos="3000"/>
        </w:tabs>
        <w:ind w:left="3000" w:hanging="1080"/>
      </w:pPr>
      <w:rPr>
        <w:rFonts w:cs="Times New Roman" w:hint="default"/>
        <w:b/>
      </w:rPr>
    </w:lvl>
    <w:lvl w:ilvl="4">
      <w:start w:val="1"/>
      <w:numFmt w:val="decimal"/>
      <w:lvlText w:val="%1.%2.%3.%4.%5"/>
      <w:lvlJc w:val="left"/>
      <w:pPr>
        <w:tabs>
          <w:tab w:val="num" w:pos="3640"/>
        </w:tabs>
        <w:ind w:left="3640" w:hanging="1080"/>
      </w:pPr>
      <w:rPr>
        <w:rFonts w:cs="Times New Roman" w:hint="default"/>
        <w:b/>
      </w:rPr>
    </w:lvl>
    <w:lvl w:ilvl="5">
      <w:start w:val="1"/>
      <w:numFmt w:val="decimal"/>
      <w:lvlText w:val="%1.%2.%3.%4.%5.%6"/>
      <w:lvlJc w:val="left"/>
      <w:pPr>
        <w:tabs>
          <w:tab w:val="num" w:pos="4640"/>
        </w:tabs>
        <w:ind w:left="4640" w:hanging="1440"/>
      </w:pPr>
      <w:rPr>
        <w:rFonts w:cs="Times New Roman" w:hint="default"/>
        <w:b/>
      </w:rPr>
    </w:lvl>
    <w:lvl w:ilvl="6">
      <w:start w:val="1"/>
      <w:numFmt w:val="decimal"/>
      <w:lvlText w:val="%1.%2.%3.%4.%5.%6.%7"/>
      <w:lvlJc w:val="left"/>
      <w:pPr>
        <w:tabs>
          <w:tab w:val="num" w:pos="5280"/>
        </w:tabs>
        <w:ind w:left="5280" w:hanging="1440"/>
      </w:pPr>
      <w:rPr>
        <w:rFonts w:cs="Times New Roman" w:hint="default"/>
        <w:b/>
      </w:rPr>
    </w:lvl>
    <w:lvl w:ilvl="7">
      <w:start w:val="1"/>
      <w:numFmt w:val="decimal"/>
      <w:lvlText w:val="%1.%2.%3.%4.%5.%6.%7.%8"/>
      <w:lvlJc w:val="left"/>
      <w:pPr>
        <w:tabs>
          <w:tab w:val="num" w:pos="6280"/>
        </w:tabs>
        <w:ind w:left="6280" w:hanging="1800"/>
      </w:pPr>
      <w:rPr>
        <w:rFonts w:cs="Times New Roman" w:hint="default"/>
        <w:b/>
      </w:rPr>
    </w:lvl>
    <w:lvl w:ilvl="8">
      <w:start w:val="1"/>
      <w:numFmt w:val="decimal"/>
      <w:lvlText w:val="%1.%2.%3.%4.%5.%6.%7.%8.%9"/>
      <w:lvlJc w:val="left"/>
      <w:pPr>
        <w:tabs>
          <w:tab w:val="num" w:pos="6920"/>
        </w:tabs>
        <w:ind w:left="6920" w:hanging="1800"/>
      </w:pPr>
      <w:rPr>
        <w:rFonts w:cs="Times New Roman" w:hint="default"/>
        <w:b/>
      </w:rPr>
    </w:lvl>
  </w:abstractNum>
  <w:abstractNum w:abstractNumId="33">
    <w:nsid w:val="17443BD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4">
    <w:nsid w:val="17BD5CA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nsid w:val="18B0526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6">
    <w:nsid w:val="19A04172"/>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nsid w:val="19BC65C7"/>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8">
    <w:nsid w:val="1A3B07E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9">
    <w:nsid w:val="1B571AF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0">
    <w:nsid w:val="1B5D7EFD"/>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1">
    <w:nsid w:val="1C2F6B1D"/>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2">
    <w:nsid w:val="1D7D6A7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3">
    <w:nsid w:val="1DAB511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4">
    <w:nsid w:val="1DB14872"/>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5">
    <w:nsid w:val="1DD067AF"/>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6">
    <w:nsid w:val="1E12604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7">
    <w:nsid w:val="1E265709"/>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8">
    <w:nsid w:val="1EA67B9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9">
    <w:nsid w:val="1FC2045F"/>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0">
    <w:nsid w:val="207F733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1">
    <w:nsid w:val="21C25559"/>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2">
    <w:nsid w:val="21DF217F"/>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3">
    <w:nsid w:val="23773512"/>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54">
    <w:nsid w:val="240160F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5">
    <w:nsid w:val="29195156"/>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6">
    <w:nsid w:val="2AE547C4"/>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7">
    <w:nsid w:val="2BAB038D"/>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8">
    <w:nsid w:val="2C37766B"/>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9">
    <w:nsid w:val="2CA62318"/>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0">
    <w:nsid w:val="2D4749C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1">
    <w:nsid w:val="2DF7147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2">
    <w:nsid w:val="2DFC603D"/>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3">
    <w:nsid w:val="2E8905F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4">
    <w:nsid w:val="2F975F00"/>
    <w:multiLevelType w:val="multilevel"/>
    <w:tmpl w:val="FFFFFFFF"/>
    <w:lvl w:ilvl="0">
      <w:start w:val="1"/>
      <w:numFmt w:val="decimal"/>
      <w:lvlText w:val="10.%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5">
    <w:nsid w:val="2FA63A0B"/>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6">
    <w:nsid w:val="30FB5A83"/>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7">
    <w:nsid w:val="32F52365"/>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8">
    <w:nsid w:val="33F02B4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9">
    <w:nsid w:val="35386CC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0">
    <w:nsid w:val="35437DD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1">
    <w:nsid w:val="35664BAD"/>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2">
    <w:nsid w:val="3585747E"/>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3">
    <w:nsid w:val="361B70A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4">
    <w:nsid w:val="36FF17A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5">
    <w:nsid w:val="37CD665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6">
    <w:nsid w:val="383A4377"/>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7">
    <w:nsid w:val="394D7AD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8">
    <w:nsid w:val="39595491"/>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9">
    <w:nsid w:val="396050AA"/>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0">
    <w:nsid w:val="3A4813E7"/>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1">
    <w:nsid w:val="3A4A793D"/>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2">
    <w:nsid w:val="3B4340F4"/>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3">
    <w:nsid w:val="3B712BA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4">
    <w:nsid w:val="3CDD1F1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5">
    <w:nsid w:val="3D0F33C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6">
    <w:nsid w:val="3D86014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7">
    <w:nsid w:val="3DEF45DA"/>
    <w:multiLevelType w:val="multilevel"/>
    <w:tmpl w:val="FFFFFFFF"/>
    <w:lvl w:ilvl="0">
      <w:start w:val="1"/>
      <w:numFmt w:val="decimal"/>
      <w:lvlText w:val="%1."/>
      <w:lvlJc w:val="left"/>
      <w:pPr>
        <w:ind w:left="1360" w:hanging="360"/>
      </w:pPr>
      <w:rPr>
        <w:rFonts w:eastAsia="Times New Roman" w:cs="Arial"/>
        <w:b w:val="0"/>
        <w:bCs w:val="0"/>
        <w:i w:val="0"/>
        <w:iCs w:val="0"/>
        <w:strike w:val="0"/>
        <w:dstrike w:val="0"/>
        <w:u w:val="none"/>
      </w:rPr>
    </w:lvl>
    <w:lvl w:ilvl="1">
      <w:start w:val="1"/>
      <w:numFmt w:val="decimal"/>
      <w:lvlText w:val="%2."/>
      <w:lvlJc w:val="left"/>
      <w:pPr>
        <w:ind w:left="1720" w:hanging="360"/>
      </w:pPr>
      <w:rPr>
        <w:rFonts w:cs="Times New Roman"/>
      </w:rPr>
    </w:lvl>
    <w:lvl w:ilvl="2">
      <w:start w:val="1"/>
      <w:numFmt w:val="decimal"/>
      <w:lvlText w:val="%3."/>
      <w:lvlJc w:val="left"/>
      <w:pPr>
        <w:ind w:left="2080" w:hanging="360"/>
      </w:pPr>
      <w:rPr>
        <w:rFonts w:cs="Times New Roman"/>
      </w:rPr>
    </w:lvl>
    <w:lvl w:ilvl="3">
      <w:start w:val="1"/>
      <w:numFmt w:val="decimal"/>
      <w:lvlText w:val="%4."/>
      <w:lvlJc w:val="left"/>
      <w:pPr>
        <w:ind w:left="2440" w:hanging="360"/>
      </w:pPr>
      <w:rPr>
        <w:rFonts w:cs="Times New Roman"/>
      </w:rPr>
    </w:lvl>
    <w:lvl w:ilvl="4">
      <w:start w:val="1"/>
      <w:numFmt w:val="decimal"/>
      <w:lvlText w:val="%5."/>
      <w:lvlJc w:val="left"/>
      <w:pPr>
        <w:ind w:left="2800" w:hanging="360"/>
      </w:pPr>
      <w:rPr>
        <w:rFonts w:cs="Times New Roman"/>
      </w:rPr>
    </w:lvl>
    <w:lvl w:ilvl="5">
      <w:start w:val="1"/>
      <w:numFmt w:val="decimal"/>
      <w:lvlText w:val="%6."/>
      <w:lvlJc w:val="left"/>
      <w:pPr>
        <w:ind w:left="3160" w:hanging="360"/>
      </w:pPr>
      <w:rPr>
        <w:rFonts w:cs="Times New Roman"/>
      </w:rPr>
    </w:lvl>
    <w:lvl w:ilvl="6">
      <w:start w:val="1"/>
      <w:numFmt w:val="decimal"/>
      <w:lvlText w:val="%7."/>
      <w:lvlJc w:val="left"/>
      <w:pPr>
        <w:ind w:left="3520" w:hanging="360"/>
      </w:pPr>
      <w:rPr>
        <w:rFonts w:cs="Times New Roman"/>
      </w:rPr>
    </w:lvl>
    <w:lvl w:ilvl="7">
      <w:start w:val="1"/>
      <w:numFmt w:val="decimal"/>
      <w:lvlText w:val="%8."/>
      <w:lvlJc w:val="left"/>
      <w:pPr>
        <w:ind w:left="3880" w:hanging="360"/>
      </w:pPr>
      <w:rPr>
        <w:rFonts w:cs="Times New Roman"/>
      </w:rPr>
    </w:lvl>
    <w:lvl w:ilvl="8">
      <w:start w:val="1"/>
      <w:numFmt w:val="decimal"/>
      <w:lvlText w:val="%9."/>
      <w:lvlJc w:val="left"/>
      <w:pPr>
        <w:ind w:left="4240" w:hanging="360"/>
      </w:pPr>
      <w:rPr>
        <w:rFonts w:cs="Times New Roman"/>
      </w:rPr>
    </w:lvl>
  </w:abstractNum>
  <w:abstractNum w:abstractNumId="88">
    <w:nsid w:val="3F1E2E3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9">
    <w:nsid w:val="3FB24AE0"/>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0">
    <w:nsid w:val="3FB425CD"/>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1">
    <w:nsid w:val="40B51CF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2">
    <w:nsid w:val="40B826C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3">
    <w:nsid w:val="40CB6D80"/>
    <w:multiLevelType w:val="hybridMultilevel"/>
    <w:tmpl w:val="3318A3E2"/>
    <w:lvl w:ilvl="0" w:tplc="F7CCDC12">
      <w:start w:val="6"/>
      <w:numFmt w:val="decimal"/>
      <w:lvlText w:val="%1"/>
      <w:lvlJc w:val="left"/>
      <w:pPr>
        <w:tabs>
          <w:tab w:val="num" w:pos="1360"/>
        </w:tabs>
        <w:ind w:left="1360" w:hanging="360"/>
      </w:pPr>
      <w:rPr>
        <w:rFonts w:cs="Times New Roman" w:hint="default"/>
      </w:rPr>
    </w:lvl>
    <w:lvl w:ilvl="1" w:tplc="04190019" w:tentative="1">
      <w:start w:val="1"/>
      <w:numFmt w:val="lowerLetter"/>
      <w:lvlText w:val="%2."/>
      <w:lvlJc w:val="left"/>
      <w:pPr>
        <w:tabs>
          <w:tab w:val="num" w:pos="2080"/>
        </w:tabs>
        <w:ind w:left="2080" w:hanging="360"/>
      </w:pPr>
      <w:rPr>
        <w:rFonts w:cs="Times New Roman"/>
      </w:rPr>
    </w:lvl>
    <w:lvl w:ilvl="2" w:tplc="0419001B" w:tentative="1">
      <w:start w:val="1"/>
      <w:numFmt w:val="lowerRoman"/>
      <w:lvlText w:val="%3."/>
      <w:lvlJc w:val="right"/>
      <w:pPr>
        <w:tabs>
          <w:tab w:val="num" w:pos="2800"/>
        </w:tabs>
        <w:ind w:left="2800" w:hanging="180"/>
      </w:pPr>
      <w:rPr>
        <w:rFonts w:cs="Times New Roman"/>
      </w:rPr>
    </w:lvl>
    <w:lvl w:ilvl="3" w:tplc="0419000F" w:tentative="1">
      <w:start w:val="1"/>
      <w:numFmt w:val="decimal"/>
      <w:lvlText w:val="%4."/>
      <w:lvlJc w:val="left"/>
      <w:pPr>
        <w:tabs>
          <w:tab w:val="num" w:pos="3520"/>
        </w:tabs>
        <w:ind w:left="3520" w:hanging="360"/>
      </w:pPr>
      <w:rPr>
        <w:rFonts w:cs="Times New Roman"/>
      </w:rPr>
    </w:lvl>
    <w:lvl w:ilvl="4" w:tplc="04190019" w:tentative="1">
      <w:start w:val="1"/>
      <w:numFmt w:val="lowerLetter"/>
      <w:lvlText w:val="%5."/>
      <w:lvlJc w:val="left"/>
      <w:pPr>
        <w:tabs>
          <w:tab w:val="num" w:pos="4240"/>
        </w:tabs>
        <w:ind w:left="4240" w:hanging="360"/>
      </w:pPr>
      <w:rPr>
        <w:rFonts w:cs="Times New Roman"/>
      </w:rPr>
    </w:lvl>
    <w:lvl w:ilvl="5" w:tplc="0419001B" w:tentative="1">
      <w:start w:val="1"/>
      <w:numFmt w:val="lowerRoman"/>
      <w:lvlText w:val="%6."/>
      <w:lvlJc w:val="right"/>
      <w:pPr>
        <w:tabs>
          <w:tab w:val="num" w:pos="4960"/>
        </w:tabs>
        <w:ind w:left="4960" w:hanging="180"/>
      </w:pPr>
      <w:rPr>
        <w:rFonts w:cs="Times New Roman"/>
      </w:rPr>
    </w:lvl>
    <w:lvl w:ilvl="6" w:tplc="0419000F" w:tentative="1">
      <w:start w:val="1"/>
      <w:numFmt w:val="decimal"/>
      <w:lvlText w:val="%7."/>
      <w:lvlJc w:val="left"/>
      <w:pPr>
        <w:tabs>
          <w:tab w:val="num" w:pos="5680"/>
        </w:tabs>
        <w:ind w:left="5680" w:hanging="360"/>
      </w:pPr>
      <w:rPr>
        <w:rFonts w:cs="Times New Roman"/>
      </w:rPr>
    </w:lvl>
    <w:lvl w:ilvl="7" w:tplc="04190019" w:tentative="1">
      <w:start w:val="1"/>
      <w:numFmt w:val="lowerLetter"/>
      <w:lvlText w:val="%8."/>
      <w:lvlJc w:val="left"/>
      <w:pPr>
        <w:tabs>
          <w:tab w:val="num" w:pos="6400"/>
        </w:tabs>
        <w:ind w:left="6400" w:hanging="360"/>
      </w:pPr>
      <w:rPr>
        <w:rFonts w:cs="Times New Roman"/>
      </w:rPr>
    </w:lvl>
    <w:lvl w:ilvl="8" w:tplc="0419001B" w:tentative="1">
      <w:start w:val="1"/>
      <w:numFmt w:val="lowerRoman"/>
      <w:lvlText w:val="%9."/>
      <w:lvlJc w:val="right"/>
      <w:pPr>
        <w:tabs>
          <w:tab w:val="num" w:pos="7120"/>
        </w:tabs>
        <w:ind w:left="7120" w:hanging="180"/>
      </w:pPr>
      <w:rPr>
        <w:rFonts w:cs="Times New Roman"/>
      </w:rPr>
    </w:lvl>
  </w:abstractNum>
  <w:abstractNum w:abstractNumId="94">
    <w:nsid w:val="42B7249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5">
    <w:nsid w:val="445C3E4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6">
    <w:nsid w:val="465C0A29"/>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7">
    <w:nsid w:val="46F56949"/>
    <w:multiLevelType w:val="multilevel"/>
    <w:tmpl w:val="FFFFFFFF"/>
    <w:lvl w:ilvl="0">
      <w:start w:val="1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8">
    <w:nsid w:val="47D87F4B"/>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99">
    <w:nsid w:val="47DA3E69"/>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0">
    <w:nsid w:val="48703A2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1">
    <w:nsid w:val="48BF7CA7"/>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2">
    <w:nsid w:val="4A2C4357"/>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3">
    <w:nsid w:val="4A641D9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4">
    <w:nsid w:val="4A6C48F1"/>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5">
    <w:nsid w:val="4B595E12"/>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6">
    <w:nsid w:val="4B942DA7"/>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7">
    <w:nsid w:val="4C3B3361"/>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8">
    <w:nsid w:val="4D4B7124"/>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09">
    <w:nsid w:val="4E141201"/>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10">
    <w:nsid w:val="4E27710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1">
    <w:nsid w:val="505F1A19"/>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2">
    <w:nsid w:val="507F6BB8"/>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3">
    <w:nsid w:val="524618A5"/>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4">
    <w:nsid w:val="526703E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5">
    <w:nsid w:val="52735A51"/>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6">
    <w:nsid w:val="53B05E03"/>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7">
    <w:nsid w:val="53F9340A"/>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8">
    <w:nsid w:val="55322193"/>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9">
    <w:nsid w:val="559D3810"/>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0">
    <w:nsid w:val="55DE700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1">
    <w:nsid w:val="56A0758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2">
    <w:nsid w:val="56D166F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3">
    <w:nsid w:val="57995E8B"/>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4">
    <w:nsid w:val="57F51B9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5">
    <w:nsid w:val="581F6E26"/>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6">
    <w:nsid w:val="586F58FC"/>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7">
    <w:nsid w:val="59833749"/>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8">
    <w:nsid w:val="5A3D2731"/>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9">
    <w:nsid w:val="5ADD2B67"/>
    <w:multiLevelType w:val="multilevel"/>
    <w:tmpl w:val="FFFFFFFF"/>
    <w:lvl w:ilvl="0">
      <w:start w:val="1"/>
      <w:numFmt w:val="upperRoman"/>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0">
    <w:nsid w:val="5B064E0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1">
    <w:nsid w:val="5B627D6D"/>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32">
    <w:nsid w:val="5B701FB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3">
    <w:nsid w:val="5C2E1332"/>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4">
    <w:nsid w:val="5C80720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5">
    <w:nsid w:val="5D7F0CE8"/>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6">
    <w:nsid w:val="5E652584"/>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7">
    <w:nsid w:val="5F017740"/>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8">
    <w:nsid w:val="5F1026C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9">
    <w:nsid w:val="608D5E4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0">
    <w:nsid w:val="61570FC1"/>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1">
    <w:nsid w:val="61983FDD"/>
    <w:multiLevelType w:val="multilevel"/>
    <w:tmpl w:val="FFFFFFFF"/>
    <w:lvl w:ilvl="0">
      <w:start w:val="1"/>
      <w:numFmt w:val="bullet"/>
      <w:lvlText w:val="-"/>
      <w:lvlJc w:val="left"/>
      <w:pPr>
        <w:ind w:left="360"/>
      </w:pPr>
      <w:rPr>
        <w:rFonts w:ascii="Arial" w:hAnsi="Arial" w:hint="default"/>
        <w:b w:val="0"/>
        <w:i w:val="0"/>
        <w:strike w:val="0"/>
        <w:dstrike w:val="0"/>
        <w:u w:val="none"/>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42">
    <w:nsid w:val="61C8790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3">
    <w:nsid w:val="61F2525C"/>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4">
    <w:nsid w:val="63C122E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5">
    <w:nsid w:val="64F2556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6">
    <w:nsid w:val="65DB3CD0"/>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7">
    <w:nsid w:val="66121E4F"/>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8">
    <w:nsid w:val="66535D6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9">
    <w:nsid w:val="66686C4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0">
    <w:nsid w:val="6A26113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1">
    <w:nsid w:val="6A870CD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2">
    <w:nsid w:val="6AF468E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3">
    <w:nsid w:val="6B1853BF"/>
    <w:multiLevelType w:val="multilevel"/>
    <w:tmpl w:val="FFFFFFFF"/>
    <w:lvl w:ilvl="0">
      <w:start w:val="4"/>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4">
    <w:nsid w:val="6B624A56"/>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5">
    <w:nsid w:val="6BA61A2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6">
    <w:nsid w:val="6C223281"/>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7">
    <w:nsid w:val="6CE02CA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8">
    <w:nsid w:val="6D0B109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9">
    <w:nsid w:val="6D425DA1"/>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0">
    <w:nsid w:val="6DED6F8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1">
    <w:nsid w:val="6E7F523E"/>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2">
    <w:nsid w:val="6ED95C63"/>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3">
    <w:nsid w:val="6F6F3BD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4">
    <w:nsid w:val="70094672"/>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5">
    <w:nsid w:val="71244BB5"/>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6">
    <w:nsid w:val="71517159"/>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7">
    <w:nsid w:val="734E3D3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8">
    <w:nsid w:val="737934DD"/>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9">
    <w:nsid w:val="7499602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0">
    <w:nsid w:val="74B350B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1">
    <w:nsid w:val="74DC680F"/>
    <w:multiLevelType w:val="multilevel"/>
    <w:tmpl w:val="FFFFFFFF"/>
    <w:lvl w:ilvl="0">
      <w:start w:val="4"/>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2">
    <w:nsid w:val="7595302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3">
    <w:nsid w:val="77555274"/>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4">
    <w:nsid w:val="77EF5ECA"/>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5">
    <w:nsid w:val="7A05629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6">
    <w:nsid w:val="7A6F478C"/>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7">
    <w:nsid w:val="7B2512EF"/>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8">
    <w:nsid w:val="7C0C3E2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9">
    <w:nsid w:val="7C1327E5"/>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0">
    <w:nsid w:val="7C8D7DA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1">
    <w:nsid w:val="7D9A5D4F"/>
    <w:multiLevelType w:val="multilevel"/>
    <w:tmpl w:val="FFFFFFFF"/>
    <w:lvl w:ilvl="0">
      <w:start w:val="1"/>
      <w:numFmt w:val="bullet"/>
      <w:lvlText w:val="-"/>
      <w:lvlJc w:val="left"/>
      <w:pPr>
        <w:ind w:left="720" w:hanging="360"/>
      </w:pPr>
      <w:rPr>
        <w:rFonts w:ascii="Arial" w:hAnsi="Arial" w:hint="default"/>
        <w:b w:val="0"/>
        <w:i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2">
    <w:nsid w:val="7DA87C50"/>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3">
    <w:nsid w:val="7E850318"/>
    <w:multiLevelType w:val="multilevel"/>
    <w:tmpl w:val="FFFFFFFF"/>
    <w:lvl w:ilvl="0">
      <w:start w:val="1"/>
      <w:numFmt w:val="decimal"/>
      <w:lvlText w:val="%1)"/>
      <w:lvlJc w:val="left"/>
      <w:pPr>
        <w:ind w:left="720" w:hanging="360"/>
      </w:pPr>
      <w:rPr>
        <w:rFonts w:eastAsia="Times New Roman" w:cs="Arial"/>
        <w:b w:val="0"/>
        <w:bCs w:val="0"/>
        <w:i w:val="0"/>
        <w:iCs w:val="0"/>
        <w:strike w:val="0"/>
        <w:dstrike w:val="0"/>
        <w:u w:val="none"/>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33"/>
  </w:num>
  <w:num w:numId="2">
    <w:abstractNumId w:val="56"/>
  </w:num>
  <w:num w:numId="3">
    <w:abstractNumId w:val="142"/>
  </w:num>
  <w:num w:numId="4">
    <w:abstractNumId w:val="135"/>
  </w:num>
  <w:num w:numId="5">
    <w:abstractNumId w:val="104"/>
  </w:num>
  <w:num w:numId="6">
    <w:abstractNumId w:val="17"/>
  </w:num>
  <w:num w:numId="7">
    <w:abstractNumId w:val="179"/>
  </w:num>
  <w:num w:numId="8">
    <w:abstractNumId w:val="79"/>
  </w:num>
  <w:num w:numId="9">
    <w:abstractNumId w:val="107"/>
  </w:num>
  <w:num w:numId="10">
    <w:abstractNumId w:val="84"/>
  </w:num>
  <w:num w:numId="11">
    <w:abstractNumId w:val="125"/>
  </w:num>
  <w:num w:numId="12">
    <w:abstractNumId w:val="158"/>
  </w:num>
  <w:num w:numId="13">
    <w:abstractNumId w:val="52"/>
  </w:num>
  <w:num w:numId="14">
    <w:abstractNumId w:val="101"/>
  </w:num>
  <w:num w:numId="15">
    <w:abstractNumId w:val="160"/>
  </w:num>
  <w:num w:numId="16">
    <w:abstractNumId w:val="127"/>
  </w:num>
  <w:num w:numId="17">
    <w:abstractNumId w:val="83"/>
  </w:num>
  <w:num w:numId="18">
    <w:abstractNumId w:val="138"/>
  </w:num>
  <w:num w:numId="19">
    <w:abstractNumId w:val="112"/>
  </w:num>
  <w:num w:numId="20">
    <w:abstractNumId w:val="60"/>
  </w:num>
  <w:num w:numId="21">
    <w:abstractNumId w:val="118"/>
  </w:num>
  <w:num w:numId="22">
    <w:abstractNumId w:val="59"/>
  </w:num>
  <w:num w:numId="23">
    <w:abstractNumId w:val="30"/>
  </w:num>
  <w:num w:numId="24">
    <w:abstractNumId w:val="10"/>
  </w:num>
  <w:num w:numId="25">
    <w:abstractNumId w:val="181"/>
  </w:num>
  <w:num w:numId="26">
    <w:abstractNumId w:val="144"/>
  </w:num>
  <w:num w:numId="27">
    <w:abstractNumId w:val="42"/>
  </w:num>
  <w:num w:numId="28">
    <w:abstractNumId w:val="119"/>
  </w:num>
  <w:num w:numId="29">
    <w:abstractNumId w:val="171"/>
  </w:num>
  <w:num w:numId="30">
    <w:abstractNumId w:val="111"/>
  </w:num>
  <w:num w:numId="31">
    <w:abstractNumId w:val="136"/>
  </w:num>
  <w:num w:numId="32">
    <w:abstractNumId w:val="172"/>
  </w:num>
  <w:num w:numId="33">
    <w:abstractNumId w:val="67"/>
  </w:num>
  <w:num w:numId="34">
    <w:abstractNumId w:val="14"/>
  </w:num>
  <w:num w:numId="35">
    <w:abstractNumId w:val="102"/>
  </w:num>
  <w:num w:numId="36">
    <w:abstractNumId w:val="45"/>
  </w:num>
  <w:num w:numId="37">
    <w:abstractNumId w:val="177"/>
  </w:num>
  <w:num w:numId="38">
    <w:abstractNumId w:val="24"/>
  </w:num>
  <w:num w:numId="39">
    <w:abstractNumId w:val="4"/>
  </w:num>
  <w:num w:numId="40">
    <w:abstractNumId w:val="150"/>
  </w:num>
  <w:num w:numId="41">
    <w:abstractNumId w:val="71"/>
  </w:num>
  <w:num w:numId="42">
    <w:abstractNumId w:val="0"/>
  </w:num>
  <w:num w:numId="43">
    <w:abstractNumId w:val="77"/>
  </w:num>
  <w:num w:numId="44">
    <w:abstractNumId w:val="7"/>
  </w:num>
  <w:num w:numId="45">
    <w:abstractNumId w:val="170"/>
  </w:num>
  <w:num w:numId="46">
    <w:abstractNumId w:val="82"/>
  </w:num>
  <w:num w:numId="47">
    <w:abstractNumId w:val="41"/>
  </w:num>
  <w:num w:numId="48">
    <w:abstractNumId w:val="13"/>
  </w:num>
  <w:num w:numId="49">
    <w:abstractNumId w:val="130"/>
  </w:num>
  <w:num w:numId="50">
    <w:abstractNumId w:val="46"/>
  </w:num>
  <w:num w:numId="51">
    <w:abstractNumId w:val="16"/>
  </w:num>
  <w:num w:numId="52">
    <w:abstractNumId w:val="147"/>
  </w:num>
  <w:num w:numId="53">
    <w:abstractNumId w:val="152"/>
  </w:num>
  <w:num w:numId="54">
    <w:abstractNumId w:val="12"/>
  </w:num>
  <w:num w:numId="55">
    <w:abstractNumId w:val="145"/>
  </w:num>
  <w:num w:numId="56">
    <w:abstractNumId w:val="35"/>
  </w:num>
  <w:num w:numId="57">
    <w:abstractNumId w:val="68"/>
  </w:num>
  <w:num w:numId="58">
    <w:abstractNumId w:val="167"/>
  </w:num>
  <w:num w:numId="59">
    <w:abstractNumId w:val="129"/>
  </w:num>
  <w:num w:numId="60">
    <w:abstractNumId w:val="110"/>
  </w:num>
  <w:num w:numId="61">
    <w:abstractNumId w:val="123"/>
  </w:num>
  <w:num w:numId="62">
    <w:abstractNumId w:val="76"/>
  </w:num>
  <w:num w:numId="63">
    <w:abstractNumId w:val="154"/>
  </w:num>
  <w:num w:numId="64">
    <w:abstractNumId w:val="28"/>
  </w:num>
  <w:num w:numId="65">
    <w:abstractNumId w:val="156"/>
  </w:num>
  <w:num w:numId="66">
    <w:abstractNumId w:val="72"/>
  </w:num>
  <w:num w:numId="67">
    <w:abstractNumId w:val="105"/>
  </w:num>
  <w:num w:numId="68">
    <w:abstractNumId w:val="48"/>
  </w:num>
  <w:num w:numId="69">
    <w:abstractNumId w:val="44"/>
  </w:num>
  <w:num w:numId="70">
    <w:abstractNumId w:val="173"/>
  </w:num>
  <w:num w:numId="71">
    <w:abstractNumId w:val="164"/>
  </w:num>
  <w:num w:numId="72">
    <w:abstractNumId w:val="87"/>
  </w:num>
  <w:num w:numId="73">
    <w:abstractNumId w:val="11"/>
  </w:num>
  <w:num w:numId="74">
    <w:abstractNumId w:val="9"/>
  </w:num>
  <w:num w:numId="75">
    <w:abstractNumId w:val="122"/>
  </w:num>
  <w:num w:numId="76">
    <w:abstractNumId w:val="99"/>
  </w:num>
  <w:num w:numId="77">
    <w:abstractNumId w:val="176"/>
  </w:num>
  <w:num w:numId="78">
    <w:abstractNumId w:val="23"/>
  </w:num>
  <w:num w:numId="79">
    <w:abstractNumId w:val="151"/>
  </w:num>
  <w:num w:numId="80">
    <w:abstractNumId w:val="180"/>
  </w:num>
  <w:num w:numId="81">
    <w:abstractNumId w:val="81"/>
  </w:num>
  <w:num w:numId="82">
    <w:abstractNumId w:val="178"/>
  </w:num>
  <w:num w:numId="83">
    <w:abstractNumId w:val="113"/>
  </w:num>
  <w:num w:numId="84">
    <w:abstractNumId w:val="43"/>
  </w:num>
  <w:num w:numId="85">
    <w:abstractNumId w:val="62"/>
  </w:num>
  <w:num w:numId="86">
    <w:abstractNumId w:val="106"/>
  </w:num>
  <w:num w:numId="87">
    <w:abstractNumId w:val="36"/>
  </w:num>
  <w:num w:numId="88">
    <w:abstractNumId w:val="168"/>
  </w:num>
  <w:num w:numId="89">
    <w:abstractNumId w:val="78"/>
  </w:num>
  <w:num w:numId="90">
    <w:abstractNumId w:val="19"/>
  </w:num>
  <w:num w:numId="91">
    <w:abstractNumId w:val="89"/>
  </w:num>
  <w:num w:numId="92">
    <w:abstractNumId w:val="97"/>
  </w:num>
  <w:num w:numId="93">
    <w:abstractNumId w:val="149"/>
  </w:num>
  <w:num w:numId="94">
    <w:abstractNumId w:val="20"/>
  </w:num>
  <w:num w:numId="95">
    <w:abstractNumId w:val="174"/>
  </w:num>
  <w:num w:numId="96">
    <w:abstractNumId w:val="85"/>
  </w:num>
  <w:num w:numId="97">
    <w:abstractNumId w:val="146"/>
  </w:num>
  <w:num w:numId="98">
    <w:abstractNumId w:val="90"/>
  </w:num>
  <w:num w:numId="99">
    <w:abstractNumId w:val="115"/>
  </w:num>
  <w:num w:numId="100">
    <w:abstractNumId w:val="61"/>
  </w:num>
  <w:num w:numId="101">
    <w:abstractNumId w:val="34"/>
  </w:num>
  <w:num w:numId="102">
    <w:abstractNumId w:val="148"/>
  </w:num>
  <w:num w:numId="103">
    <w:abstractNumId w:val="137"/>
  </w:num>
  <w:num w:numId="104">
    <w:abstractNumId w:val="57"/>
  </w:num>
  <w:num w:numId="105">
    <w:abstractNumId w:val="175"/>
  </w:num>
  <w:num w:numId="106">
    <w:abstractNumId w:val="120"/>
  </w:num>
  <w:num w:numId="107">
    <w:abstractNumId w:val="22"/>
  </w:num>
  <w:num w:numId="108">
    <w:abstractNumId w:val="18"/>
  </w:num>
  <w:num w:numId="109">
    <w:abstractNumId w:val="91"/>
  </w:num>
  <w:num w:numId="110">
    <w:abstractNumId w:val="126"/>
  </w:num>
  <w:num w:numId="111">
    <w:abstractNumId w:val="166"/>
  </w:num>
  <w:num w:numId="112">
    <w:abstractNumId w:val="74"/>
  </w:num>
  <w:num w:numId="113">
    <w:abstractNumId w:val="143"/>
  </w:num>
  <w:num w:numId="114">
    <w:abstractNumId w:val="100"/>
  </w:num>
  <w:num w:numId="115">
    <w:abstractNumId w:val="116"/>
  </w:num>
  <w:num w:numId="116">
    <w:abstractNumId w:val="139"/>
  </w:num>
  <w:num w:numId="117">
    <w:abstractNumId w:val="155"/>
  </w:num>
  <w:num w:numId="118">
    <w:abstractNumId w:val="114"/>
  </w:num>
  <w:num w:numId="119">
    <w:abstractNumId w:val="86"/>
  </w:num>
  <w:num w:numId="120">
    <w:abstractNumId w:val="157"/>
  </w:num>
  <w:num w:numId="121">
    <w:abstractNumId w:val="92"/>
  </w:num>
  <w:num w:numId="122">
    <w:abstractNumId w:val="50"/>
  </w:num>
  <w:num w:numId="123">
    <w:abstractNumId w:val="162"/>
  </w:num>
  <w:num w:numId="124">
    <w:abstractNumId w:val="47"/>
  </w:num>
  <w:num w:numId="125">
    <w:abstractNumId w:val="70"/>
  </w:num>
  <w:num w:numId="126">
    <w:abstractNumId w:val="25"/>
  </w:num>
  <w:num w:numId="127">
    <w:abstractNumId w:val="29"/>
  </w:num>
  <w:num w:numId="128">
    <w:abstractNumId w:val="27"/>
  </w:num>
  <w:num w:numId="129">
    <w:abstractNumId w:val="55"/>
  </w:num>
  <w:num w:numId="130">
    <w:abstractNumId w:val="26"/>
  </w:num>
  <w:num w:numId="131">
    <w:abstractNumId w:val="5"/>
  </w:num>
  <w:num w:numId="132">
    <w:abstractNumId w:val="37"/>
  </w:num>
  <w:num w:numId="133">
    <w:abstractNumId w:val="133"/>
  </w:num>
  <w:num w:numId="134">
    <w:abstractNumId w:val="40"/>
  </w:num>
  <w:num w:numId="135">
    <w:abstractNumId w:val="1"/>
  </w:num>
  <w:num w:numId="136">
    <w:abstractNumId w:val="51"/>
  </w:num>
  <w:num w:numId="137">
    <w:abstractNumId w:val="21"/>
  </w:num>
  <w:num w:numId="138">
    <w:abstractNumId w:val="128"/>
  </w:num>
  <w:num w:numId="139">
    <w:abstractNumId w:val="69"/>
  </w:num>
  <w:num w:numId="140">
    <w:abstractNumId w:val="169"/>
  </w:num>
  <w:num w:numId="141">
    <w:abstractNumId w:val="49"/>
  </w:num>
  <w:num w:numId="142">
    <w:abstractNumId w:val="140"/>
  </w:num>
  <w:num w:numId="143">
    <w:abstractNumId w:val="39"/>
  </w:num>
  <w:num w:numId="144">
    <w:abstractNumId w:val="64"/>
  </w:num>
  <w:num w:numId="145">
    <w:abstractNumId w:val="134"/>
  </w:num>
  <w:num w:numId="146">
    <w:abstractNumId w:val="117"/>
  </w:num>
  <w:num w:numId="147">
    <w:abstractNumId w:val="58"/>
  </w:num>
  <w:num w:numId="148">
    <w:abstractNumId w:val="96"/>
  </w:num>
  <w:num w:numId="149">
    <w:abstractNumId w:val="159"/>
  </w:num>
  <w:num w:numId="150">
    <w:abstractNumId w:val="65"/>
  </w:num>
  <w:num w:numId="151">
    <w:abstractNumId w:val="6"/>
  </w:num>
  <w:num w:numId="152">
    <w:abstractNumId w:val="103"/>
  </w:num>
  <w:num w:numId="153">
    <w:abstractNumId w:val="80"/>
  </w:num>
  <w:num w:numId="154">
    <w:abstractNumId w:val="66"/>
  </w:num>
  <w:num w:numId="155">
    <w:abstractNumId w:val="54"/>
  </w:num>
  <w:num w:numId="156">
    <w:abstractNumId w:val="94"/>
  </w:num>
  <w:num w:numId="157">
    <w:abstractNumId w:val="121"/>
  </w:num>
  <w:num w:numId="158">
    <w:abstractNumId w:val="153"/>
  </w:num>
  <w:num w:numId="159">
    <w:abstractNumId w:val="183"/>
  </w:num>
  <w:num w:numId="160">
    <w:abstractNumId w:val="165"/>
  </w:num>
  <w:num w:numId="161">
    <w:abstractNumId w:val="38"/>
  </w:num>
  <w:num w:numId="162">
    <w:abstractNumId w:val="8"/>
  </w:num>
  <w:num w:numId="163">
    <w:abstractNumId w:val="63"/>
  </w:num>
  <w:num w:numId="164">
    <w:abstractNumId w:val="2"/>
  </w:num>
  <w:num w:numId="165">
    <w:abstractNumId w:val="15"/>
  </w:num>
  <w:num w:numId="166">
    <w:abstractNumId w:val="161"/>
  </w:num>
  <w:num w:numId="167">
    <w:abstractNumId w:val="141"/>
  </w:num>
  <w:num w:numId="168">
    <w:abstractNumId w:val="108"/>
  </w:num>
  <w:num w:numId="169">
    <w:abstractNumId w:val="98"/>
  </w:num>
  <w:num w:numId="170">
    <w:abstractNumId w:val="73"/>
  </w:num>
  <w:num w:numId="171">
    <w:abstractNumId w:val="3"/>
  </w:num>
  <w:num w:numId="172">
    <w:abstractNumId w:val="95"/>
  </w:num>
  <w:num w:numId="173">
    <w:abstractNumId w:val="124"/>
  </w:num>
  <w:num w:numId="174">
    <w:abstractNumId w:val="53"/>
  </w:num>
  <w:num w:numId="175">
    <w:abstractNumId w:val="75"/>
  </w:num>
  <w:num w:numId="176">
    <w:abstractNumId w:val="109"/>
  </w:num>
  <w:num w:numId="177">
    <w:abstractNumId w:val="163"/>
  </w:num>
  <w:num w:numId="178">
    <w:abstractNumId w:val="31"/>
  </w:num>
  <w:num w:numId="179">
    <w:abstractNumId w:val="88"/>
  </w:num>
  <w:num w:numId="180">
    <w:abstractNumId w:val="132"/>
  </w:num>
  <w:num w:numId="181">
    <w:abstractNumId w:val="182"/>
  </w:num>
  <w:num w:numId="182">
    <w:abstractNumId w:val="131"/>
  </w:num>
  <w:num w:numId="183">
    <w:abstractNumId w:val="32"/>
  </w:num>
  <w:num w:numId="184">
    <w:abstractNumId w:val="93"/>
  </w:num>
  <w:numIdMacAtCleanup w:val="1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6833"/>
    <w:rsid w:val="001B7736"/>
    <w:rsid w:val="001D45ED"/>
    <w:rsid w:val="003F6833"/>
    <w:rsid w:val="00761A37"/>
    <w:rsid w:val="00933B63"/>
    <w:rsid w:val="009571C8"/>
    <w:rsid w:val="009F3C5C"/>
    <w:rsid w:val="00BB3613"/>
    <w:rsid w:val="00F524A8"/>
    <w:rsid w:val="00FD79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jaVu Sans" w:eastAsia="DejaVu Sans" w:hAnsi="DejaVu Sans" w:cs="DejaVu San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833"/>
    <w:pPr>
      <w:suppressAutoHyphens/>
      <w:textAlignment w:val="baseline"/>
    </w:pPr>
    <w:rPr>
      <w:color w:val="000000"/>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FontStyle">
    <w:name w:val="DefaultFontStyle"/>
    <w:uiPriority w:val="99"/>
    <w:rsid w:val="003F6833"/>
    <w:rPr>
      <w:rFonts w:ascii="DejaVu Sans" w:hAnsi="DejaVu Sans"/>
      <w:color w:val="000000"/>
      <w:spacing w:val="0"/>
      <w:w w:val="100"/>
      <w:position w:val="0"/>
      <w:sz w:val="24"/>
      <w:vertAlign w:val="baseline"/>
    </w:rPr>
  </w:style>
  <w:style w:type="character" w:customStyle="1" w:styleId="-">
    <w:name w:val="Интернет-ссылка"/>
    <w:basedOn w:val="DefaultFontStyle"/>
    <w:uiPriority w:val="99"/>
    <w:rsid w:val="003F6833"/>
    <w:rPr>
      <w:rFonts w:cs="DejaVu Sans"/>
      <w:color w:val="0066CC"/>
      <w:szCs w:val="24"/>
      <w:u w:val="single"/>
    </w:rPr>
  </w:style>
  <w:style w:type="character" w:customStyle="1" w:styleId="CharStyle4">
    <w:name w:val="CharStyle4"/>
    <w:basedOn w:val="DefaultFontStyle"/>
    <w:uiPriority w:val="99"/>
    <w:rsid w:val="003F6833"/>
    <w:rPr>
      <w:rFonts w:ascii="Arial" w:hAnsi="Arial" w:cs="Arial"/>
      <w:szCs w:val="24"/>
      <w:u w:val="none"/>
    </w:rPr>
  </w:style>
  <w:style w:type="character" w:customStyle="1" w:styleId="CharStyle6">
    <w:name w:val="CharStyle6"/>
    <w:basedOn w:val="DefaultFontStyle"/>
    <w:uiPriority w:val="99"/>
    <w:rsid w:val="003F6833"/>
    <w:rPr>
      <w:rFonts w:ascii="Times New Roman" w:hAnsi="Times New Roman" w:cs="Times New Roman"/>
      <w:b/>
      <w:bCs/>
      <w:sz w:val="19"/>
      <w:szCs w:val="19"/>
      <w:u w:val="none"/>
    </w:rPr>
  </w:style>
  <w:style w:type="character" w:customStyle="1" w:styleId="CharStyle8">
    <w:name w:val="CharStyle8"/>
    <w:basedOn w:val="DefaultFontStyle"/>
    <w:uiPriority w:val="99"/>
    <w:rsid w:val="003F6833"/>
    <w:rPr>
      <w:rFonts w:ascii="Times New Roman" w:hAnsi="Times New Roman" w:cs="Times New Roman"/>
      <w:sz w:val="16"/>
      <w:szCs w:val="16"/>
      <w:u w:val="none"/>
    </w:rPr>
  </w:style>
  <w:style w:type="character" w:customStyle="1" w:styleId="CharStyle9">
    <w:name w:val="CharStyle9"/>
    <w:basedOn w:val="CharStyle8"/>
    <w:uiPriority w:val="99"/>
    <w:rsid w:val="003F6833"/>
    <w:rPr>
      <w:b/>
      <w:bCs/>
      <w:sz w:val="19"/>
      <w:szCs w:val="19"/>
    </w:rPr>
  </w:style>
  <w:style w:type="character" w:customStyle="1" w:styleId="CharStyle10">
    <w:name w:val="CharStyle10"/>
    <w:basedOn w:val="CharStyle4"/>
    <w:uiPriority w:val="99"/>
    <w:rsid w:val="003F6833"/>
    <w:rPr>
      <w:sz w:val="11"/>
      <w:szCs w:val="11"/>
    </w:rPr>
  </w:style>
  <w:style w:type="character" w:customStyle="1" w:styleId="Internetlink">
    <w:name w:val="Internet link"/>
    <w:uiPriority w:val="99"/>
    <w:rsid w:val="003F6833"/>
    <w:rPr>
      <w:color w:val="000080"/>
      <w:u w:val="single"/>
    </w:rPr>
  </w:style>
  <w:style w:type="character" w:customStyle="1" w:styleId="a">
    <w:name w:val="Маркеры списка"/>
    <w:uiPriority w:val="99"/>
    <w:rsid w:val="003F6833"/>
    <w:rPr>
      <w:rFonts w:ascii="OpenSymbol" w:hAnsi="OpenSymbol"/>
    </w:rPr>
  </w:style>
  <w:style w:type="character" w:customStyle="1" w:styleId="a0">
    <w:name w:val="Символ нумерации"/>
    <w:uiPriority w:val="99"/>
    <w:rsid w:val="003F6833"/>
  </w:style>
  <w:style w:type="character" w:customStyle="1" w:styleId="ListLabel1">
    <w:name w:val="ListLabel 1"/>
    <w:uiPriority w:val="99"/>
    <w:rsid w:val="003F6833"/>
    <w:rPr>
      <w:rFonts w:eastAsia="Times New Roman"/>
      <w:u w:val="none"/>
    </w:rPr>
  </w:style>
  <w:style w:type="character" w:customStyle="1" w:styleId="ListLabel2">
    <w:name w:val="ListLabel 2"/>
    <w:uiPriority w:val="99"/>
    <w:rsid w:val="003F6833"/>
    <w:rPr>
      <w:rFonts w:eastAsia="Times New Roman"/>
      <w:u w:val="none"/>
    </w:rPr>
  </w:style>
  <w:style w:type="character" w:customStyle="1" w:styleId="ListLabel3">
    <w:name w:val="ListLabel 3"/>
    <w:uiPriority w:val="99"/>
    <w:rsid w:val="003F6833"/>
    <w:rPr>
      <w:rFonts w:eastAsia="Times New Roman"/>
      <w:u w:val="none"/>
    </w:rPr>
  </w:style>
  <w:style w:type="character" w:customStyle="1" w:styleId="ListLabel4">
    <w:name w:val="ListLabel 4"/>
    <w:uiPriority w:val="99"/>
    <w:rsid w:val="003F6833"/>
    <w:rPr>
      <w:rFonts w:eastAsia="Times New Roman"/>
      <w:u w:val="none"/>
    </w:rPr>
  </w:style>
  <w:style w:type="character" w:customStyle="1" w:styleId="ListLabel5">
    <w:name w:val="ListLabel 5"/>
    <w:uiPriority w:val="99"/>
    <w:rsid w:val="003F6833"/>
    <w:rPr>
      <w:rFonts w:eastAsia="Times New Roman"/>
      <w:u w:val="none"/>
    </w:rPr>
  </w:style>
  <w:style w:type="character" w:customStyle="1" w:styleId="ListLabel6">
    <w:name w:val="ListLabel 6"/>
    <w:uiPriority w:val="99"/>
    <w:rsid w:val="003F6833"/>
    <w:rPr>
      <w:rFonts w:eastAsia="Times New Roman"/>
      <w:u w:val="none"/>
    </w:rPr>
  </w:style>
  <w:style w:type="character" w:customStyle="1" w:styleId="ListLabel7">
    <w:name w:val="ListLabel 7"/>
    <w:uiPriority w:val="99"/>
    <w:rsid w:val="003F6833"/>
    <w:rPr>
      <w:rFonts w:eastAsia="Times New Roman"/>
      <w:u w:val="none"/>
    </w:rPr>
  </w:style>
  <w:style w:type="character" w:customStyle="1" w:styleId="ListLabel8">
    <w:name w:val="ListLabel 8"/>
    <w:uiPriority w:val="99"/>
    <w:rsid w:val="003F6833"/>
    <w:rPr>
      <w:rFonts w:eastAsia="Times New Roman"/>
      <w:u w:val="none"/>
    </w:rPr>
  </w:style>
  <w:style w:type="character" w:customStyle="1" w:styleId="ListLabel9">
    <w:name w:val="ListLabel 9"/>
    <w:uiPriority w:val="99"/>
    <w:rsid w:val="003F6833"/>
    <w:rPr>
      <w:rFonts w:eastAsia="Times New Roman"/>
      <w:u w:val="none"/>
    </w:rPr>
  </w:style>
  <w:style w:type="character" w:customStyle="1" w:styleId="ListLabel10">
    <w:name w:val="ListLabel 10"/>
    <w:uiPriority w:val="99"/>
    <w:rsid w:val="003F6833"/>
    <w:rPr>
      <w:rFonts w:eastAsia="Times New Roman"/>
      <w:u w:val="none"/>
    </w:rPr>
  </w:style>
  <w:style w:type="character" w:customStyle="1" w:styleId="ListLabel11">
    <w:name w:val="ListLabel 11"/>
    <w:uiPriority w:val="99"/>
    <w:rsid w:val="003F6833"/>
    <w:rPr>
      <w:rFonts w:eastAsia="Times New Roman"/>
      <w:u w:val="none"/>
    </w:rPr>
  </w:style>
  <w:style w:type="character" w:customStyle="1" w:styleId="ListLabel12">
    <w:name w:val="ListLabel 12"/>
    <w:uiPriority w:val="99"/>
    <w:rsid w:val="003F6833"/>
    <w:rPr>
      <w:rFonts w:eastAsia="Times New Roman"/>
      <w:u w:val="none"/>
    </w:rPr>
  </w:style>
  <w:style w:type="character" w:customStyle="1" w:styleId="ListLabel13">
    <w:name w:val="ListLabel 13"/>
    <w:uiPriority w:val="99"/>
    <w:rsid w:val="003F6833"/>
    <w:rPr>
      <w:rFonts w:eastAsia="Times New Roman"/>
      <w:u w:val="none"/>
    </w:rPr>
  </w:style>
  <w:style w:type="character" w:customStyle="1" w:styleId="ListLabel14">
    <w:name w:val="ListLabel 14"/>
    <w:uiPriority w:val="99"/>
    <w:rsid w:val="003F6833"/>
    <w:rPr>
      <w:rFonts w:eastAsia="Times New Roman"/>
      <w:u w:val="none"/>
    </w:rPr>
  </w:style>
  <w:style w:type="character" w:customStyle="1" w:styleId="ListLabel15">
    <w:name w:val="ListLabel 15"/>
    <w:uiPriority w:val="99"/>
    <w:rsid w:val="003F6833"/>
    <w:rPr>
      <w:rFonts w:eastAsia="Times New Roman"/>
      <w:u w:val="none"/>
    </w:rPr>
  </w:style>
  <w:style w:type="character" w:customStyle="1" w:styleId="ListLabel16">
    <w:name w:val="ListLabel 16"/>
    <w:uiPriority w:val="99"/>
    <w:rsid w:val="003F6833"/>
    <w:rPr>
      <w:rFonts w:eastAsia="Times New Roman"/>
      <w:u w:val="none"/>
    </w:rPr>
  </w:style>
  <w:style w:type="character" w:customStyle="1" w:styleId="ListLabel17">
    <w:name w:val="ListLabel 17"/>
    <w:uiPriority w:val="99"/>
    <w:rsid w:val="003F6833"/>
    <w:rPr>
      <w:rFonts w:eastAsia="Times New Roman"/>
      <w:u w:val="none"/>
    </w:rPr>
  </w:style>
  <w:style w:type="character" w:customStyle="1" w:styleId="ListLabel18">
    <w:name w:val="ListLabel 18"/>
    <w:uiPriority w:val="99"/>
    <w:rsid w:val="003F6833"/>
    <w:rPr>
      <w:rFonts w:eastAsia="Times New Roman"/>
      <w:u w:val="none"/>
    </w:rPr>
  </w:style>
  <w:style w:type="character" w:customStyle="1" w:styleId="ListLabel19">
    <w:name w:val="ListLabel 19"/>
    <w:uiPriority w:val="99"/>
    <w:rsid w:val="003F6833"/>
    <w:rPr>
      <w:rFonts w:eastAsia="Times New Roman"/>
      <w:u w:val="none"/>
    </w:rPr>
  </w:style>
  <w:style w:type="character" w:customStyle="1" w:styleId="ListLabel20">
    <w:name w:val="ListLabel 20"/>
    <w:uiPriority w:val="99"/>
    <w:rsid w:val="003F6833"/>
    <w:rPr>
      <w:rFonts w:eastAsia="Times New Roman"/>
      <w:u w:val="none"/>
    </w:rPr>
  </w:style>
  <w:style w:type="character" w:customStyle="1" w:styleId="ListLabel21">
    <w:name w:val="ListLabel 21"/>
    <w:uiPriority w:val="99"/>
    <w:rsid w:val="003F6833"/>
    <w:rPr>
      <w:rFonts w:eastAsia="Times New Roman"/>
      <w:u w:val="none"/>
    </w:rPr>
  </w:style>
  <w:style w:type="character" w:customStyle="1" w:styleId="ListLabel22">
    <w:name w:val="ListLabel 22"/>
    <w:uiPriority w:val="99"/>
    <w:rsid w:val="003F6833"/>
    <w:rPr>
      <w:rFonts w:eastAsia="Times New Roman"/>
      <w:u w:val="none"/>
    </w:rPr>
  </w:style>
  <w:style w:type="character" w:customStyle="1" w:styleId="ListLabel23">
    <w:name w:val="ListLabel 23"/>
    <w:uiPriority w:val="99"/>
    <w:rsid w:val="003F6833"/>
    <w:rPr>
      <w:rFonts w:eastAsia="Times New Roman"/>
      <w:u w:val="none"/>
    </w:rPr>
  </w:style>
  <w:style w:type="character" w:customStyle="1" w:styleId="ListLabel24">
    <w:name w:val="ListLabel 24"/>
    <w:uiPriority w:val="99"/>
    <w:rsid w:val="003F6833"/>
    <w:rPr>
      <w:rFonts w:eastAsia="Times New Roman"/>
      <w:u w:val="none"/>
    </w:rPr>
  </w:style>
  <w:style w:type="character" w:customStyle="1" w:styleId="ListLabel25">
    <w:name w:val="ListLabel 25"/>
    <w:uiPriority w:val="99"/>
    <w:rsid w:val="003F6833"/>
    <w:rPr>
      <w:rFonts w:eastAsia="Times New Roman"/>
      <w:u w:val="none"/>
    </w:rPr>
  </w:style>
  <w:style w:type="character" w:customStyle="1" w:styleId="ListLabel26">
    <w:name w:val="ListLabel 26"/>
    <w:uiPriority w:val="99"/>
    <w:rsid w:val="003F6833"/>
    <w:rPr>
      <w:rFonts w:eastAsia="Times New Roman"/>
      <w:u w:val="none"/>
    </w:rPr>
  </w:style>
  <w:style w:type="character" w:customStyle="1" w:styleId="ListLabel27">
    <w:name w:val="ListLabel 27"/>
    <w:uiPriority w:val="99"/>
    <w:rsid w:val="003F6833"/>
    <w:rPr>
      <w:rFonts w:eastAsia="Times New Roman"/>
      <w:u w:val="none"/>
    </w:rPr>
  </w:style>
  <w:style w:type="character" w:customStyle="1" w:styleId="ListLabel28">
    <w:name w:val="ListLabel 28"/>
    <w:uiPriority w:val="99"/>
    <w:rsid w:val="003F6833"/>
    <w:rPr>
      <w:rFonts w:eastAsia="Times New Roman"/>
      <w:u w:val="none"/>
    </w:rPr>
  </w:style>
  <w:style w:type="character" w:customStyle="1" w:styleId="ListLabel29">
    <w:name w:val="ListLabel 29"/>
    <w:uiPriority w:val="99"/>
    <w:rsid w:val="003F6833"/>
    <w:rPr>
      <w:rFonts w:eastAsia="Times New Roman"/>
      <w:u w:val="none"/>
    </w:rPr>
  </w:style>
  <w:style w:type="character" w:customStyle="1" w:styleId="ListLabel30">
    <w:name w:val="ListLabel 30"/>
    <w:uiPriority w:val="99"/>
    <w:rsid w:val="003F6833"/>
    <w:rPr>
      <w:rFonts w:eastAsia="Times New Roman"/>
      <w:u w:val="none"/>
    </w:rPr>
  </w:style>
  <w:style w:type="character" w:customStyle="1" w:styleId="ListLabel31">
    <w:name w:val="ListLabel 31"/>
    <w:uiPriority w:val="99"/>
    <w:rsid w:val="003F6833"/>
    <w:rPr>
      <w:rFonts w:eastAsia="Times New Roman"/>
      <w:u w:val="none"/>
    </w:rPr>
  </w:style>
  <w:style w:type="character" w:customStyle="1" w:styleId="ListLabel32">
    <w:name w:val="ListLabel 32"/>
    <w:uiPriority w:val="99"/>
    <w:rsid w:val="003F6833"/>
    <w:rPr>
      <w:rFonts w:eastAsia="Times New Roman"/>
      <w:u w:val="none"/>
    </w:rPr>
  </w:style>
  <w:style w:type="character" w:customStyle="1" w:styleId="ListLabel33">
    <w:name w:val="ListLabel 33"/>
    <w:uiPriority w:val="99"/>
    <w:rsid w:val="003F6833"/>
    <w:rPr>
      <w:rFonts w:eastAsia="Times New Roman"/>
      <w:u w:val="none"/>
    </w:rPr>
  </w:style>
  <w:style w:type="character" w:customStyle="1" w:styleId="ListLabel34">
    <w:name w:val="ListLabel 34"/>
    <w:uiPriority w:val="99"/>
    <w:rsid w:val="003F6833"/>
    <w:rPr>
      <w:rFonts w:eastAsia="Times New Roman"/>
      <w:u w:val="none"/>
    </w:rPr>
  </w:style>
  <w:style w:type="character" w:customStyle="1" w:styleId="ListLabel35">
    <w:name w:val="ListLabel 35"/>
    <w:uiPriority w:val="99"/>
    <w:rsid w:val="003F6833"/>
    <w:rPr>
      <w:rFonts w:eastAsia="Times New Roman"/>
      <w:u w:val="none"/>
    </w:rPr>
  </w:style>
  <w:style w:type="character" w:customStyle="1" w:styleId="ListLabel36">
    <w:name w:val="ListLabel 36"/>
    <w:uiPriority w:val="99"/>
    <w:rsid w:val="003F6833"/>
    <w:rPr>
      <w:rFonts w:eastAsia="Times New Roman"/>
      <w:u w:val="none"/>
    </w:rPr>
  </w:style>
  <w:style w:type="character" w:customStyle="1" w:styleId="ListLabel37">
    <w:name w:val="ListLabel 37"/>
    <w:uiPriority w:val="99"/>
    <w:rsid w:val="003F6833"/>
    <w:rPr>
      <w:rFonts w:eastAsia="Times New Roman"/>
      <w:u w:val="none"/>
    </w:rPr>
  </w:style>
  <w:style w:type="character" w:customStyle="1" w:styleId="ListLabel38">
    <w:name w:val="ListLabel 38"/>
    <w:uiPriority w:val="99"/>
    <w:rsid w:val="003F6833"/>
    <w:rPr>
      <w:rFonts w:eastAsia="Times New Roman"/>
      <w:u w:val="none"/>
    </w:rPr>
  </w:style>
  <w:style w:type="character" w:customStyle="1" w:styleId="ListLabel39">
    <w:name w:val="ListLabel 39"/>
    <w:uiPriority w:val="99"/>
    <w:rsid w:val="003F6833"/>
    <w:rPr>
      <w:rFonts w:eastAsia="Times New Roman"/>
      <w:u w:val="none"/>
    </w:rPr>
  </w:style>
  <w:style w:type="character" w:customStyle="1" w:styleId="ListLabel40">
    <w:name w:val="ListLabel 40"/>
    <w:uiPriority w:val="99"/>
    <w:rsid w:val="003F6833"/>
    <w:rPr>
      <w:rFonts w:eastAsia="Times New Roman"/>
      <w:u w:val="none"/>
    </w:rPr>
  </w:style>
  <w:style w:type="character" w:customStyle="1" w:styleId="ListLabel41">
    <w:name w:val="ListLabel 41"/>
    <w:uiPriority w:val="99"/>
    <w:rsid w:val="003F6833"/>
    <w:rPr>
      <w:rFonts w:eastAsia="Times New Roman"/>
      <w:u w:val="none"/>
    </w:rPr>
  </w:style>
  <w:style w:type="character" w:customStyle="1" w:styleId="ListLabel42">
    <w:name w:val="ListLabel 42"/>
    <w:uiPriority w:val="99"/>
    <w:rsid w:val="003F6833"/>
    <w:rPr>
      <w:rFonts w:eastAsia="Times New Roman"/>
      <w:u w:val="none"/>
    </w:rPr>
  </w:style>
  <w:style w:type="character" w:customStyle="1" w:styleId="ListLabel43">
    <w:name w:val="ListLabel 43"/>
    <w:uiPriority w:val="99"/>
    <w:rsid w:val="003F6833"/>
    <w:rPr>
      <w:rFonts w:eastAsia="Times New Roman"/>
      <w:u w:val="none"/>
    </w:rPr>
  </w:style>
  <w:style w:type="character" w:customStyle="1" w:styleId="ListLabel44">
    <w:name w:val="ListLabel 44"/>
    <w:uiPriority w:val="99"/>
    <w:rsid w:val="003F6833"/>
    <w:rPr>
      <w:rFonts w:eastAsia="Times New Roman"/>
      <w:u w:val="none"/>
    </w:rPr>
  </w:style>
  <w:style w:type="character" w:customStyle="1" w:styleId="ListLabel45">
    <w:name w:val="ListLabel 45"/>
    <w:uiPriority w:val="99"/>
    <w:rsid w:val="003F6833"/>
    <w:rPr>
      <w:rFonts w:eastAsia="Times New Roman"/>
      <w:u w:val="none"/>
    </w:rPr>
  </w:style>
  <w:style w:type="character" w:customStyle="1" w:styleId="ListLabel46">
    <w:name w:val="ListLabel 46"/>
    <w:uiPriority w:val="99"/>
    <w:rsid w:val="003F6833"/>
    <w:rPr>
      <w:rFonts w:eastAsia="Times New Roman"/>
      <w:u w:val="none"/>
    </w:rPr>
  </w:style>
  <w:style w:type="character" w:customStyle="1" w:styleId="ListLabel47">
    <w:name w:val="ListLabel 47"/>
    <w:uiPriority w:val="99"/>
    <w:rsid w:val="003F6833"/>
    <w:rPr>
      <w:rFonts w:eastAsia="Times New Roman"/>
      <w:u w:val="none"/>
    </w:rPr>
  </w:style>
  <w:style w:type="character" w:customStyle="1" w:styleId="ListLabel48">
    <w:name w:val="ListLabel 48"/>
    <w:uiPriority w:val="99"/>
    <w:rsid w:val="003F6833"/>
    <w:rPr>
      <w:rFonts w:eastAsia="Times New Roman"/>
      <w:u w:val="none"/>
    </w:rPr>
  </w:style>
  <w:style w:type="character" w:customStyle="1" w:styleId="ListLabel49">
    <w:name w:val="ListLabel 49"/>
    <w:uiPriority w:val="99"/>
    <w:rsid w:val="003F6833"/>
    <w:rPr>
      <w:rFonts w:eastAsia="Times New Roman"/>
      <w:u w:val="none"/>
    </w:rPr>
  </w:style>
  <w:style w:type="character" w:customStyle="1" w:styleId="ListLabel50">
    <w:name w:val="ListLabel 50"/>
    <w:uiPriority w:val="99"/>
    <w:rsid w:val="003F6833"/>
    <w:rPr>
      <w:rFonts w:eastAsia="Times New Roman"/>
      <w:u w:val="none"/>
    </w:rPr>
  </w:style>
  <w:style w:type="character" w:customStyle="1" w:styleId="ListLabel51">
    <w:name w:val="ListLabel 51"/>
    <w:uiPriority w:val="99"/>
    <w:rsid w:val="003F6833"/>
    <w:rPr>
      <w:rFonts w:eastAsia="Times New Roman"/>
      <w:u w:val="none"/>
    </w:rPr>
  </w:style>
  <w:style w:type="character" w:customStyle="1" w:styleId="ListLabel52">
    <w:name w:val="ListLabel 52"/>
    <w:uiPriority w:val="99"/>
    <w:rsid w:val="003F6833"/>
    <w:rPr>
      <w:rFonts w:eastAsia="Times New Roman"/>
      <w:u w:val="none"/>
    </w:rPr>
  </w:style>
  <w:style w:type="character" w:customStyle="1" w:styleId="ListLabel53">
    <w:name w:val="ListLabel 53"/>
    <w:uiPriority w:val="99"/>
    <w:rsid w:val="003F6833"/>
    <w:rPr>
      <w:rFonts w:eastAsia="Times New Roman"/>
      <w:u w:val="none"/>
    </w:rPr>
  </w:style>
  <w:style w:type="character" w:customStyle="1" w:styleId="ListLabel54">
    <w:name w:val="ListLabel 54"/>
    <w:uiPriority w:val="99"/>
    <w:rsid w:val="003F6833"/>
    <w:rPr>
      <w:rFonts w:eastAsia="Times New Roman"/>
      <w:u w:val="none"/>
    </w:rPr>
  </w:style>
  <w:style w:type="character" w:customStyle="1" w:styleId="ListLabel55">
    <w:name w:val="ListLabel 55"/>
    <w:uiPriority w:val="99"/>
    <w:rsid w:val="003F6833"/>
    <w:rPr>
      <w:rFonts w:eastAsia="Times New Roman"/>
      <w:u w:val="none"/>
    </w:rPr>
  </w:style>
  <w:style w:type="character" w:customStyle="1" w:styleId="ListLabel56">
    <w:name w:val="ListLabel 56"/>
    <w:uiPriority w:val="99"/>
    <w:rsid w:val="003F6833"/>
    <w:rPr>
      <w:rFonts w:eastAsia="Times New Roman"/>
      <w:u w:val="none"/>
    </w:rPr>
  </w:style>
  <w:style w:type="character" w:customStyle="1" w:styleId="ListLabel57">
    <w:name w:val="ListLabel 57"/>
    <w:uiPriority w:val="99"/>
    <w:rsid w:val="003F6833"/>
    <w:rPr>
      <w:rFonts w:eastAsia="Times New Roman"/>
      <w:u w:val="none"/>
    </w:rPr>
  </w:style>
  <w:style w:type="character" w:customStyle="1" w:styleId="ListLabel58">
    <w:name w:val="ListLabel 58"/>
    <w:uiPriority w:val="99"/>
    <w:rsid w:val="003F6833"/>
    <w:rPr>
      <w:rFonts w:eastAsia="Times New Roman"/>
      <w:u w:val="none"/>
    </w:rPr>
  </w:style>
  <w:style w:type="character" w:customStyle="1" w:styleId="ListLabel59">
    <w:name w:val="ListLabel 59"/>
    <w:uiPriority w:val="99"/>
    <w:rsid w:val="003F6833"/>
    <w:rPr>
      <w:rFonts w:eastAsia="Times New Roman"/>
      <w:u w:val="none"/>
    </w:rPr>
  </w:style>
  <w:style w:type="character" w:customStyle="1" w:styleId="ListLabel60">
    <w:name w:val="ListLabel 60"/>
    <w:uiPriority w:val="99"/>
    <w:rsid w:val="003F6833"/>
    <w:rPr>
      <w:rFonts w:eastAsia="Times New Roman"/>
      <w:u w:val="none"/>
    </w:rPr>
  </w:style>
  <w:style w:type="character" w:customStyle="1" w:styleId="ListLabel61">
    <w:name w:val="ListLabel 61"/>
    <w:uiPriority w:val="99"/>
    <w:rsid w:val="003F6833"/>
    <w:rPr>
      <w:rFonts w:eastAsia="Times New Roman"/>
      <w:u w:val="none"/>
    </w:rPr>
  </w:style>
  <w:style w:type="character" w:customStyle="1" w:styleId="ListLabel62">
    <w:name w:val="ListLabel 62"/>
    <w:uiPriority w:val="99"/>
    <w:rsid w:val="003F6833"/>
    <w:rPr>
      <w:rFonts w:eastAsia="Times New Roman"/>
      <w:u w:val="none"/>
    </w:rPr>
  </w:style>
  <w:style w:type="character" w:customStyle="1" w:styleId="ListLabel63">
    <w:name w:val="ListLabel 63"/>
    <w:uiPriority w:val="99"/>
    <w:rsid w:val="003F6833"/>
    <w:rPr>
      <w:rFonts w:eastAsia="Times New Roman"/>
      <w:u w:val="none"/>
    </w:rPr>
  </w:style>
  <w:style w:type="character" w:customStyle="1" w:styleId="ListLabel64">
    <w:name w:val="ListLabel 64"/>
    <w:uiPriority w:val="99"/>
    <w:rsid w:val="003F6833"/>
    <w:rPr>
      <w:rFonts w:eastAsia="Times New Roman"/>
      <w:u w:val="none"/>
    </w:rPr>
  </w:style>
  <w:style w:type="character" w:customStyle="1" w:styleId="ListLabel65">
    <w:name w:val="ListLabel 65"/>
    <w:uiPriority w:val="99"/>
    <w:rsid w:val="003F6833"/>
    <w:rPr>
      <w:rFonts w:eastAsia="Times New Roman"/>
      <w:u w:val="none"/>
    </w:rPr>
  </w:style>
  <w:style w:type="character" w:customStyle="1" w:styleId="ListLabel66">
    <w:name w:val="ListLabel 66"/>
    <w:uiPriority w:val="99"/>
    <w:rsid w:val="003F6833"/>
    <w:rPr>
      <w:rFonts w:eastAsia="Times New Roman"/>
      <w:u w:val="none"/>
    </w:rPr>
  </w:style>
  <w:style w:type="character" w:customStyle="1" w:styleId="ListLabel67">
    <w:name w:val="ListLabel 67"/>
    <w:uiPriority w:val="99"/>
    <w:rsid w:val="003F6833"/>
    <w:rPr>
      <w:rFonts w:eastAsia="Times New Roman"/>
      <w:u w:val="none"/>
    </w:rPr>
  </w:style>
  <w:style w:type="character" w:customStyle="1" w:styleId="ListLabel68">
    <w:name w:val="ListLabel 68"/>
    <w:uiPriority w:val="99"/>
    <w:rsid w:val="003F6833"/>
    <w:rPr>
      <w:rFonts w:eastAsia="Times New Roman"/>
      <w:u w:val="none"/>
    </w:rPr>
  </w:style>
  <w:style w:type="character" w:customStyle="1" w:styleId="ListLabel69">
    <w:name w:val="ListLabel 69"/>
    <w:uiPriority w:val="99"/>
    <w:rsid w:val="003F6833"/>
    <w:rPr>
      <w:rFonts w:eastAsia="Times New Roman"/>
      <w:u w:val="none"/>
    </w:rPr>
  </w:style>
  <w:style w:type="character" w:customStyle="1" w:styleId="ListLabel70">
    <w:name w:val="ListLabel 70"/>
    <w:uiPriority w:val="99"/>
    <w:rsid w:val="003F6833"/>
    <w:rPr>
      <w:rFonts w:eastAsia="Times New Roman"/>
      <w:u w:val="none"/>
    </w:rPr>
  </w:style>
  <w:style w:type="character" w:customStyle="1" w:styleId="ListLabel71">
    <w:name w:val="ListLabel 71"/>
    <w:uiPriority w:val="99"/>
    <w:rsid w:val="003F6833"/>
    <w:rPr>
      <w:rFonts w:eastAsia="Times New Roman"/>
      <w:u w:val="none"/>
    </w:rPr>
  </w:style>
  <w:style w:type="character" w:customStyle="1" w:styleId="ListLabel72">
    <w:name w:val="ListLabel 72"/>
    <w:uiPriority w:val="99"/>
    <w:rsid w:val="003F6833"/>
    <w:rPr>
      <w:rFonts w:eastAsia="Times New Roman"/>
      <w:u w:val="none"/>
    </w:rPr>
  </w:style>
  <w:style w:type="character" w:customStyle="1" w:styleId="ListLabel73">
    <w:name w:val="ListLabel 73"/>
    <w:uiPriority w:val="99"/>
    <w:rsid w:val="003F6833"/>
    <w:rPr>
      <w:rFonts w:eastAsia="Times New Roman"/>
      <w:u w:val="none"/>
    </w:rPr>
  </w:style>
  <w:style w:type="character" w:customStyle="1" w:styleId="ListLabel74">
    <w:name w:val="ListLabel 74"/>
    <w:uiPriority w:val="99"/>
    <w:rsid w:val="003F6833"/>
    <w:rPr>
      <w:rFonts w:eastAsia="Times New Roman"/>
      <w:u w:val="none"/>
    </w:rPr>
  </w:style>
  <w:style w:type="character" w:customStyle="1" w:styleId="ListLabel75">
    <w:name w:val="ListLabel 75"/>
    <w:uiPriority w:val="99"/>
    <w:rsid w:val="003F6833"/>
    <w:rPr>
      <w:rFonts w:eastAsia="Times New Roman"/>
      <w:u w:val="none"/>
    </w:rPr>
  </w:style>
  <w:style w:type="character" w:customStyle="1" w:styleId="ListLabel76">
    <w:name w:val="ListLabel 76"/>
    <w:uiPriority w:val="99"/>
    <w:rsid w:val="003F6833"/>
    <w:rPr>
      <w:rFonts w:eastAsia="Times New Roman"/>
      <w:u w:val="none"/>
    </w:rPr>
  </w:style>
  <w:style w:type="character" w:customStyle="1" w:styleId="ListLabel77">
    <w:name w:val="ListLabel 77"/>
    <w:uiPriority w:val="99"/>
    <w:rsid w:val="003F6833"/>
    <w:rPr>
      <w:rFonts w:eastAsia="Times New Roman"/>
      <w:u w:val="none"/>
    </w:rPr>
  </w:style>
  <w:style w:type="character" w:customStyle="1" w:styleId="ListLabel78">
    <w:name w:val="ListLabel 78"/>
    <w:uiPriority w:val="99"/>
    <w:rsid w:val="003F6833"/>
    <w:rPr>
      <w:rFonts w:eastAsia="Times New Roman"/>
      <w:u w:val="none"/>
    </w:rPr>
  </w:style>
  <w:style w:type="character" w:customStyle="1" w:styleId="ListLabel79">
    <w:name w:val="ListLabel 79"/>
    <w:uiPriority w:val="99"/>
    <w:rsid w:val="003F6833"/>
    <w:rPr>
      <w:rFonts w:eastAsia="Times New Roman"/>
      <w:u w:val="none"/>
    </w:rPr>
  </w:style>
  <w:style w:type="character" w:customStyle="1" w:styleId="ListLabel80">
    <w:name w:val="ListLabel 80"/>
    <w:uiPriority w:val="99"/>
    <w:rsid w:val="003F6833"/>
    <w:rPr>
      <w:rFonts w:eastAsia="Times New Roman"/>
      <w:u w:val="none"/>
    </w:rPr>
  </w:style>
  <w:style w:type="character" w:customStyle="1" w:styleId="ListLabel81">
    <w:name w:val="ListLabel 81"/>
    <w:uiPriority w:val="99"/>
    <w:rsid w:val="003F6833"/>
    <w:rPr>
      <w:rFonts w:eastAsia="Times New Roman"/>
      <w:u w:val="none"/>
    </w:rPr>
  </w:style>
  <w:style w:type="character" w:customStyle="1" w:styleId="ListLabel82">
    <w:name w:val="ListLabel 82"/>
    <w:uiPriority w:val="99"/>
    <w:rsid w:val="003F6833"/>
    <w:rPr>
      <w:rFonts w:eastAsia="Times New Roman"/>
      <w:u w:val="none"/>
    </w:rPr>
  </w:style>
  <w:style w:type="character" w:customStyle="1" w:styleId="ListLabel83">
    <w:name w:val="ListLabel 83"/>
    <w:uiPriority w:val="99"/>
    <w:rsid w:val="003F6833"/>
    <w:rPr>
      <w:rFonts w:eastAsia="Times New Roman"/>
      <w:u w:val="none"/>
    </w:rPr>
  </w:style>
  <w:style w:type="character" w:customStyle="1" w:styleId="ListLabel84">
    <w:name w:val="ListLabel 84"/>
    <w:uiPriority w:val="99"/>
    <w:rsid w:val="003F6833"/>
    <w:rPr>
      <w:rFonts w:eastAsia="Times New Roman"/>
      <w:u w:val="none"/>
    </w:rPr>
  </w:style>
  <w:style w:type="character" w:customStyle="1" w:styleId="ListLabel85">
    <w:name w:val="ListLabel 85"/>
    <w:uiPriority w:val="99"/>
    <w:rsid w:val="003F6833"/>
    <w:rPr>
      <w:rFonts w:eastAsia="Times New Roman"/>
      <w:u w:val="none"/>
    </w:rPr>
  </w:style>
  <w:style w:type="character" w:customStyle="1" w:styleId="ListLabel86">
    <w:name w:val="ListLabel 86"/>
    <w:uiPriority w:val="99"/>
    <w:rsid w:val="003F6833"/>
    <w:rPr>
      <w:rFonts w:eastAsia="Times New Roman"/>
      <w:u w:val="none"/>
    </w:rPr>
  </w:style>
  <w:style w:type="character" w:customStyle="1" w:styleId="ListLabel87">
    <w:name w:val="ListLabel 87"/>
    <w:uiPriority w:val="99"/>
    <w:rsid w:val="003F6833"/>
    <w:rPr>
      <w:rFonts w:eastAsia="Times New Roman"/>
      <w:u w:val="none"/>
    </w:rPr>
  </w:style>
  <w:style w:type="character" w:customStyle="1" w:styleId="ListLabel88">
    <w:name w:val="ListLabel 88"/>
    <w:uiPriority w:val="99"/>
    <w:rsid w:val="003F6833"/>
    <w:rPr>
      <w:rFonts w:eastAsia="Times New Roman"/>
      <w:u w:val="none"/>
    </w:rPr>
  </w:style>
  <w:style w:type="character" w:customStyle="1" w:styleId="ListLabel89">
    <w:name w:val="ListLabel 89"/>
    <w:uiPriority w:val="99"/>
    <w:rsid w:val="003F6833"/>
    <w:rPr>
      <w:rFonts w:eastAsia="Times New Roman"/>
      <w:u w:val="none"/>
    </w:rPr>
  </w:style>
  <w:style w:type="character" w:customStyle="1" w:styleId="ListLabel90">
    <w:name w:val="ListLabel 90"/>
    <w:uiPriority w:val="99"/>
    <w:rsid w:val="003F6833"/>
    <w:rPr>
      <w:rFonts w:eastAsia="Times New Roman"/>
      <w:u w:val="none"/>
    </w:rPr>
  </w:style>
  <w:style w:type="character" w:customStyle="1" w:styleId="ListLabel91">
    <w:name w:val="ListLabel 91"/>
    <w:uiPriority w:val="99"/>
    <w:rsid w:val="003F6833"/>
    <w:rPr>
      <w:rFonts w:eastAsia="Times New Roman"/>
      <w:u w:val="none"/>
    </w:rPr>
  </w:style>
  <w:style w:type="character" w:customStyle="1" w:styleId="ListLabel92">
    <w:name w:val="ListLabel 92"/>
    <w:uiPriority w:val="99"/>
    <w:rsid w:val="003F6833"/>
    <w:rPr>
      <w:rFonts w:eastAsia="Times New Roman"/>
      <w:u w:val="none"/>
    </w:rPr>
  </w:style>
  <w:style w:type="character" w:customStyle="1" w:styleId="ListLabel93">
    <w:name w:val="ListLabel 93"/>
    <w:uiPriority w:val="99"/>
    <w:rsid w:val="003F6833"/>
    <w:rPr>
      <w:rFonts w:eastAsia="Times New Roman"/>
      <w:u w:val="none"/>
    </w:rPr>
  </w:style>
  <w:style w:type="character" w:customStyle="1" w:styleId="ListLabel94">
    <w:name w:val="ListLabel 94"/>
    <w:uiPriority w:val="99"/>
    <w:rsid w:val="003F6833"/>
    <w:rPr>
      <w:rFonts w:eastAsia="Times New Roman"/>
      <w:u w:val="none"/>
    </w:rPr>
  </w:style>
  <w:style w:type="character" w:customStyle="1" w:styleId="ListLabel95">
    <w:name w:val="ListLabel 95"/>
    <w:uiPriority w:val="99"/>
    <w:rsid w:val="003F6833"/>
    <w:rPr>
      <w:rFonts w:eastAsia="Times New Roman"/>
      <w:u w:val="none"/>
    </w:rPr>
  </w:style>
  <w:style w:type="character" w:customStyle="1" w:styleId="ListLabel96">
    <w:name w:val="ListLabel 96"/>
    <w:uiPriority w:val="99"/>
    <w:rsid w:val="003F6833"/>
    <w:rPr>
      <w:rFonts w:eastAsia="Times New Roman"/>
      <w:u w:val="none"/>
    </w:rPr>
  </w:style>
  <w:style w:type="character" w:customStyle="1" w:styleId="ListLabel97">
    <w:name w:val="ListLabel 97"/>
    <w:uiPriority w:val="99"/>
    <w:rsid w:val="003F6833"/>
    <w:rPr>
      <w:rFonts w:eastAsia="Times New Roman"/>
      <w:u w:val="none"/>
    </w:rPr>
  </w:style>
  <w:style w:type="character" w:customStyle="1" w:styleId="ListLabel98">
    <w:name w:val="ListLabel 98"/>
    <w:uiPriority w:val="99"/>
    <w:rsid w:val="003F6833"/>
    <w:rPr>
      <w:rFonts w:eastAsia="Times New Roman"/>
      <w:u w:val="none"/>
    </w:rPr>
  </w:style>
  <w:style w:type="character" w:customStyle="1" w:styleId="ListLabel99">
    <w:name w:val="ListLabel 99"/>
    <w:uiPriority w:val="99"/>
    <w:rsid w:val="003F6833"/>
    <w:rPr>
      <w:rFonts w:eastAsia="Times New Roman"/>
      <w:u w:val="none"/>
    </w:rPr>
  </w:style>
  <w:style w:type="character" w:customStyle="1" w:styleId="ListLabel100">
    <w:name w:val="ListLabel 100"/>
    <w:uiPriority w:val="99"/>
    <w:rsid w:val="003F6833"/>
    <w:rPr>
      <w:rFonts w:eastAsia="Times New Roman"/>
      <w:u w:val="none"/>
    </w:rPr>
  </w:style>
  <w:style w:type="character" w:customStyle="1" w:styleId="ListLabel101">
    <w:name w:val="ListLabel 101"/>
    <w:uiPriority w:val="99"/>
    <w:rsid w:val="003F6833"/>
    <w:rPr>
      <w:rFonts w:eastAsia="Times New Roman"/>
      <w:u w:val="none"/>
    </w:rPr>
  </w:style>
  <w:style w:type="character" w:customStyle="1" w:styleId="ListLabel102">
    <w:name w:val="ListLabel 102"/>
    <w:uiPriority w:val="99"/>
    <w:rsid w:val="003F6833"/>
    <w:rPr>
      <w:rFonts w:eastAsia="Times New Roman"/>
      <w:u w:val="none"/>
    </w:rPr>
  </w:style>
  <w:style w:type="character" w:customStyle="1" w:styleId="ListLabel103">
    <w:name w:val="ListLabel 103"/>
    <w:uiPriority w:val="99"/>
    <w:rsid w:val="003F6833"/>
    <w:rPr>
      <w:rFonts w:eastAsia="Times New Roman"/>
      <w:u w:val="none"/>
    </w:rPr>
  </w:style>
  <w:style w:type="character" w:customStyle="1" w:styleId="ListLabel104">
    <w:name w:val="ListLabel 104"/>
    <w:uiPriority w:val="99"/>
    <w:rsid w:val="003F6833"/>
    <w:rPr>
      <w:rFonts w:eastAsia="Times New Roman"/>
      <w:u w:val="none"/>
    </w:rPr>
  </w:style>
  <w:style w:type="character" w:customStyle="1" w:styleId="ListLabel105">
    <w:name w:val="ListLabel 105"/>
    <w:uiPriority w:val="99"/>
    <w:rsid w:val="003F6833"/>
    <w:rPr>
      <w:rFonts w:eastAsia="Times New Roman"/>
      <w:u w:val="none"/>
    </w:rPr>
  </w:style>
  <w:style w:type="character" w:customStyle="1" w:styleId="ListLabel106">
    <w:name w:val="ListLabel 106"/>
    <w:uiPriority w:val="99"/>
    <w:rsid w:val="003F6833"/>
    <w:rPr>
      <w:rFonts w:eastAsia="Times New Roman"/>
      <w:u w:val="none"/>
    </w:rPr>
  </w:style>
  <w:style w:type="character" w:customStyle="1" w:styleId="ListLabel107">
    <w:name w:val="ListLabel 107"/>
    <w:uiPriority w:val="99"/>
    <w:rsid w:val="003F6833"/>
    <w:rPr>
      <w:rFonts w:eastAsia="Times New Roman"/>
      <w:u w:val="none"/>
    </w:rPr>
  </w:style>
  <w:style w:type="character" w:customStyle="1" w:styleId="ListLabel108">
    <w:name w:val="ListLabel 108"/>
    <w:uiPriority w:val="99"/>
    <w:rsid w:val="003F6833"/>
    <w:rPr>
      <w:rFonts w:eastAsia="Times New Roman"/>
      <w:u w:val="none"/>
    </w:rPr>
  </w:style>
  <w:style w:type="character" w:customStyle="1" w:styleId="ListLabel109">
    <w:name w:val="ListLabel 109"/>
    <w:uiPriority w:val="99"/>
    <w:rsid w:val="003F6833"/>
    <w:rPr>
      <w:rFonts w:eastAsia="Times New Roman"/>
      <w:u w:val="none"/>
    </w:rPr>
  </w:style>
  <w:style w:type="character" w:customStyle="1" w:styleId="ListLabel110">
    <w:name w:val="ListLabel 110"/>
    <w:uiPriority w:val="99"/>
    <w:rsid w:val="003F6833"/>
    <w:rPr>
      <w:rFonts w:eastAsia="Times New Roman"/>
      <w:u w:val="none"/>
    </w:rPr>
  </w:style>
  <w:style w:type="character" w:customStyle="1" w:styleId="ListLabel111">
    <w:name w:val="ListLabel 111"/>
    <w:uiPriority w:val="99"/>
    <w:rsid w:val="003F6833"/>
    <w:rPr>
      <w:rFonts w:eastAsia="Times New Roman"/>
      <w:u w:val="none"/>
    </w:rPr>
  </w:style>
  <w:style w:type="character" w:customStyle="1" w:styleId="ListLabel112">
    <w:name w:val="ListLabel 112"/>
    <w:uiPriority w:val="99"/>
    <w:rsid w:val="003F6833"/>
    <w:rPr>
      <w:rFonts w:eastAsia="Times New Roman"/>
      <w:u w:val="none"/>
    </w:rPr>
  </w:style>
  <w:style w:type="character" w:customStyle="1" w:styleId="ListLabel113">
    <w:name w:val="ListLabel 113"/>
    <w:uiPriority w:val="99"/>
    <w:rsid w:val="003F6833"/>
    <w:rPr>
      <w:rFonts w:eastAsia="Times New Roman"/>
      <w:u w:val="none"/>
    </w:rPr>
  </w:style>
  <w:style w:type="character" w:customStyle="1" w:styleId="ListLabel114">
    <w:name w:val="ListLabel 114"/>
    <w:uiPriority w:val="99"/>
    <w:rsid w:val="003F6833"/>
    <w:rPr>
      <w:rFonts w:eastAsia="Times New Roman"/>
      <w:u w:val="none"/>
    </w:rPr>
  </w:style>
  <w:style w:type="character" w:customStyle="1" w:styleId="ListLabel115">
    <w:name w:val="ListLabel 115"/>
    <w:uiPriority w:val="99"/>
    <w:rsid w:val="003F6833"/>
    <w:rPr>
      <w:rFonts w:eastAsia="Times New Roman"/>
      <w:u w:val="none"/>
    </w:rPr>
  </w:style>
  <w:style w:type="character" w:customStyle="1" w:styleId="ListLabel116">
    <w:name w:val="ListLabel 116"/>
    <w:uiPriority w:val="99"/>
    <w:rsid w:val="003F6833"/>
    <w:rPr>
      <w:rFonts w:eastAsia="Times New Roman"/>
      <w:u w:val="none"/>
    </w:rPr>
  </w:style>
  <w:style w:type="character" w:customStyle="1" w:styleId="ListLabel117">
    <w:name w:val="ListLabel 117"/>
    <w:uiPriority w:val="99"/>
    <w:rsid w:val="003F6833"/>
    <w:rPr>
      <w:rFonts w:eastAsia="Times New Roman"/>
      <w:u w:val="none"/>
    </w:rPr>
  </w:style>
  <w:style w:type="character" w:customStyle="1" w:styleId="ListLabel118">
    <w:name w:val="ListLabel 118"/>
    <w:uiPriority w:val="99"/>
    <w:rsid w:val="003F6833"/>
    <w:rPr>
      <w:rFonts w:eastAsia="Times New Roman"/>
      <w:u w:val="none"/>
    </w:rPr>
  </w:style>
  <w:style w:type="character" w:customStyle="1" w:styleId="ListLabel119">
    <w:name w:val="ListLabel 119"/>
    <w:uiPriority w:val="99"/>
    <w:rsid w:val="003F6833"/>
    <w:rPr>
      <w:rFonts w:eastAsia="Times New Roman"/>
      <w:u w:val="none"/>
    </w:rPr>
  </w:style>
  <w:style w:type="character" w:customStyle="1" w:styleId="ListLabel120">
    <w:name w:val="ListLabel 120"/>
    <w:uiPriority w:val="99"/>
    <w:rsid w:val="003F6833"/>
    <w:rPr>
      <w:rFonts w:eastAsia="Times New Roman"/>
      <w:u w:val="none"/>
    </w:rPr>
  </w:style>
  <w:style w:type="character" w:customStyle="1" w:styleId="ListLabel121">
    <w:name w:val="ListLabel 121"/>
    <w:uiPriority w:val="99"/>
    <w:rsid w:val="003F6833"/>
    <w:rPr>
      <w:rFonts w:eastAsia="Times New Roman"/>
      <w:u w:val="none"/>
    </w:rPr>
  </w:style>
  <w:style w:type="character" w:customStyle="1" w:styleId="ListLabel122">
    <w:name w:val="ListLabel 122"/>
    <w:uiPriority w:val="99"/>
    <w:rsid w:val="003F6833"/>
    <w:rPr>
      <w:rFonts w:eastAsia="Times New Roman"/>
      <w:u w:val="none"/>
    </w:rPr>
  </w:style>
  <w:style w:type="character" w:customStyle="1" w:styleId="ListLabel123">
    <w:name w:val="ListLabel 123"/>
    <w:uiPriority w:val="99"/>
    <w:rsid w:val="003F6833"/>
    <w:rPr>
      <w:rFonts w:eastAsia="Times New Roman"/>
      <w:u w:val="none"/>
    </w:rPr>
  </w:style>
  <w:style w:type="character" w:customStyle="1" w:styleId="ListLabel124">
    <w:name w:val="ListLabel 124"/>
    <w:uiPriority w:val="99"/>
    <w:rsid w:val="003F6833"/>
    <w:rPr>
      <w:rFonts w:eastAsia="Times New Roman"/>
      <w:u w:val="none"/>
    </w:rPr>
  </w:style>
  <w:style w:type="character" w:customStyle="1" w:styleId="ListLabel125">
    <w:name w:val="ListLabel 125"/>
    <w:uiPriority w:val="99"/>
    <w:rsid w:val="003F6833"/>
    <w:rPr>
      <w:rFonts w:eastAsia="Times New Roman"/>
      <w:u w:val="none"/>
    </w:rPr>
  </w:style>
  <w:style w:type="character" w:customStyle="1" w:styleId="ListLabel126">
    <w:name w:val="ListLabel 126"/>
    <w:uiPriority w:val="99"/>
    <w:rsid w:val="003F6833"/>
    <w:rPr>
      <w:rFonts w:eastAsia="Times New Roman"/>
      <w:u w:val="none"/>
    </w:rPr>
  </w:style>
  <w:style w:type="character" w:customStyle="1" w:styleId="ListLabel127">
    <w:name w:val="ListLabel 127"/>
    <w:uiPriority w:val="99"/>
    <w:rsid w:val="003F6833"/>
    <w:rPr>
      <w:rFonts w:eastAsia="Times New Roman"/>
      <w:u w:val="none"/>
    </w:rPr>
  </w:style>
  <w:style w:type="character" w:customStyle="1" w:styleId="ListLabel128">
    <w:name w:val="ListLabel 128"/>
    <w:uiPriority w:val="99"/>
    <w:rsid w:val="003F6833"/>
    <w:rPr>
      <w:rFonts w:eastAsia="Times New Roman"/>
      <w:u w:val="none"/>
    </w:rPr>
  </w:style>
  <w:style w:type="character" w:customStyle="1" w:styleId="ListLabel129">
    <w:name w:val="ListLabel 129"/>
    <w:uiPriority w:val="99"/>
    <w:rsid w:val="003F6833"/>
    <w:rPr>
      <w:rFonts w:eastAsia="Times New Roman"/>
      <w:u w:val="none"/>
    </w:rPr>
  </w:style>
  <w:style w:type="character" w:customStyle="1" w:styleId="ListLabel130">
    <w:name w:val="ListLabel 130"/>
    <w:uiPriority w:val="99"/>
    <w:rsid w:val="003F6833"/>
    <w:rPr>
      <w:rFonts w:eastAsia="Times New Roman"/>
      <w:u w:val="none"/>
    </w:rPr>
  </w:style>
  <w:style w:type="character" w:customStyle="1" w:styleId="ListLabel131">
    <w:name w:val="ListLabel 131"/>
    <w:uiPriority w:val="99"/>
    <w:rsid w:val="003F6833"/>
    <w:rPr>
      <w:rFonts w:eastAsia="Times New Roman"/>
      <w:u w:val="none"/>
    </w:rPr>
  </w:style>
  <w:style w:type="character" w:customStyle="1" w:styleId="ListLabel132">
    <w:name w:val="ListLabel 132"/>
    <w:uiPriority w:val="99"/>
    <w:rsid w:val="003F6833"/>
    <w:rPr>
      <w:rFonts w:eastAsia="Times New Roman"/>
      <w:u w:val="none"/>
    </w:rPr>
  </w:style>
  <w:style w:type="character" w:customStyle="1" w:styleId="ListLabel133">
    <w:name w:val="ListLabel 133"/>
    <w:uiPriority w:val="99"/>
    <w:rsid w:val="003F6833"/>
    <w:rPr>
      <w:rFonts w:eastAsia="Times New Roman"/>
      <w:u w:val="none"/>
    </w:rPr>
  </w:style>
  <w:style w:type="character" w:customStyle="1" w:styleId="ListLabel134">
    <w:name w:val="ListLabel 134"/>
    <w:uiPriority w:val="99"/>
    <w:rsid w:val="003F6833"/>
    <w:rPr>
      <w:rFonts w:eastAsia="Times New Roman"/>
      <w:u w:val="none"/>
    </w:rPr>
  </w:style>
  <w:style w:type="character" w:customStyle="1" w:styleId="ListLabel135">
    <w:name w:val="ListLabel 135"/>
    <w:uiPriority w:val="99"/>
    <w:rsid w:val="003F6833"/>
    <w:rPr>
      <w:rFonts w:eastAsia="Times New Roman"/>
      <w:u w:val="none"/>
    </w:rPr>
  </w:style>
  <w:style w:type="character" w:customStyle="1" w:styleId="ListLabel136">
    <w:name w:val="ListLabel 136"/>
    <w:uiPriority w:val="99"/>
    <w:rsid w:val="003F6833"/>
    <w:rPr>
      <w:rFonts w:eastAsia="Times New Roman"/>
      <w:u w:val="none"/>
    </w:rPr>
  </w:style>
  <w:style w:type="character" w:customStyle="1" w:styleId="ListLabel137">
    <w:name w:val="ListLabel 137"/>
    <w:uiPriority w:val="99"/>
    <w:rsid w:val="003F6833"/>
    <w:rPr>
      <w:rFonts w:eastAsia="Times New Roman"/>
      <w:u w:val="none"/>
    </w:rPr>
  </w:style>
  <w:style w:type="character" w:customStyle="1" w:styleId="ListLabel138">
    <w:name w:val="ListLabel 138"/>
    <w:uiPriority w:val="99"/>
    <w:rsid w:val="003F6833"/>
    <w:rPr>
      <w:rFonts w:eastAsia="Times New Roman"/>
      <w:u w:val="none"/>
    </w:rPr>
  </w:style>
  <w:style w:type="character" w:customStyle="1" w:styleId="ListLabel139">
    <w:name w:val="ListLabel 139"/>
    <w:uiPriority w:val="99"/>
    <w:rsid w:val="003F6833"/>
    <w:rPr>
      <w:rFonts w:eastAsia="Times New Roman"/>
      <w:u w:val="none"/>
    </w:rPr>
  </w:style>
  <w:style w:type="character" w:customStyle="1" w:styleId="ListLabel140">
    <w:name w:val="ListLabel 140"/>
    <w:uiPriority w:val="99"/>
    <w:rsid w:val="003F6833"/>
    <w:rPr>
      <w:rFonts w:eastAsia="Times New Roman"/>
      <w:u w:val="none"/>
    </w:rPr>
  </w:style>
  <w:style w:type="character" w:customStyle="1" w:styleId="ListLabel141">
    <w:name w:val="ListLabel 141"/>
    <w:uiPriority w:val="99"/>
    <w:rsid w:val="003F6833"/>
    <w:rPr>
      <w:rFonts w:eastAsia="Times New Roman"/>
      <w:u w:val="none"/>
    </w:rPr>
  </w:style>
  <w:style w:type="character" w:customStyle="1" w:styleId="ListLabel142">
    <w:name w:val="ListLabel 142"/>
    <w:uiPriority w:val="99"/>
    <w:rsid w:val="003F6833"/>
    <w:rPr>
      <w:rFonts w:eastAsia="Times New Roman"/>
      <w:u w:val="none"/>
    </w:rPr>
  </w:style>
  <w:style w:type="character" w:customStyle="1" w:styleId="ListLabel143">
    <w:name w:val="ListLabel 143"/>
    <w:uiPriority w:val="99"/>
    <w:rsid w:val="003F6833"/>
    <w:rPr>
      <w:rFonts w:eastAsia="Times New Roman"/>
      <w:u w:val="none"/>
    </w:rPr>
  </w:style>
  <w:style w:type="character" w:customStyle="1" w:styleId="ListLabel144">
    <w:name w:val="ListLabel 144"/>
    <w:uiPriority w:val="99"/>
    <w:rsid w:val="003F6833"/>
    <w:rPr>
      <w:rFonts w:eastAsia="Times New Roman"/>
      <w:u w:val="none"/>
    </w:rPr>
  </w:style>
  <w:style w:type="character" w:customStyle="1" w:styleId="ListLabel145">
    <w:name w:val="ListLabel 145"/>
    <w:uiPriority w:val="99"/>
    <w:rsid w:val="003F6833"/>
    <w:rPr>
      <w:rFonts w:eastAsia="Times New Roman"/>
      <w:u w:val="none"/>
    </w:rPr>
  </w:style>
  <w:style w:type="character" w:customStyle="1" w:styleId="ListLabel146">
    <w:name w:val="ListLabel 146"/>
    <w:uiPriority w:val="99"/>
    <w:rsid w:val="003F6833"/>
    <w:rPr>
      <w:rFonts w:eastAsia="Times New Roman"/>
      <w:u w:val="none"/>
    </w:rPr>
  </w:style>
  <w:style w:type="character" w:customStyle="1" w:styleId="ListLabel147">
    <w:name w:val="ListLabel 147"/>
    <w:uiPriority w:val="99"/>
    <w:rsid w:val="003F6833"/>
    <w:rPr>
      <w:rFonts w:eastAsia="Times New Roman"/>
      <w:u w:val="none"/>
    </w:rPr>
  </w:style>
  <w:style w:type="character" w:customStyle="1" w:styleId="ListLabel148">
    <w:name w:val="ListLabel 148"/>
    <w:uiPriority w:val="99"/>
    <w:rsid w:val="003F6833"/>
    <w:rPr>
      <w:rFonts w:eastAsia="Times New Roman"/>
      <w:u w:val="none"/>
    </w:rPr>
  </w:style>
  <w:style w:type="character" w:customStyle="1" w:styleId="ListLabel149">
    <w:name w:val="ListLabel 149"/>
    <w:uiPriority w:val="99"/>
    <w:rsid w:val="003F6833"/>
    <w:rPr>
      <w:rFonts w:eastAsia="Times New Roman"/>
      <w:u w:val="none"/>
    </w:rPr>
  </w:style>
  <w:style w:type="character" w:customStyle="1" w:styleId="ListLabel150">
    <w:name w:val="ListLabel 150"/>
    <w:uiPriority w:val="99"/>
    <w:rsid w:val="003F6833"/>
    <w:rPr>
      <w:rFonts w:eastAsia="Times New Roman"/>
      <w:u w:val="none"/>
    </w:rPr>
  </w:style>
  <w:style w:type="character" w:customStyle="1" w:styleId="ListLabel151">
    <w:name w:val="ListLabel 151"/>
    <w:uiPriority w:val="99"/>
    <w:rsid w:val="003F6833"/>
    <w:rPr>
      <w:rFonts w:eastAsia="Times New Roman"/>
      <w:u w:val="none"/>
    </w:rPr>
  </w:style>
  <w:style w:type="character" w:customStyle="1" w:styleId="ListLabel152">
    <w:name w:val="ListLabel 152"/>
    <w:uiPriority w:val="99"/>
    <w:rsid w:val="003F6833"/>
    <w:rPr>
      <w:rFonts w:eastAsia="Times New Roman"/>
      <w:u w:val="none"/>
    </w:rPr>
  </w:style>
  <w:style w:type="character" w:customStyle="1" w:styleId="ListLabel153">
    <w:name w:val="ListLabel 153"/>
    <w:uiPriority w:val="99"/>
    <w:rsid w:val="003F6833"/>
    <w:rPr>
      <w:rFonts w:eastAsia="Times New Roman"/>
      <w:u w:val="none"/>
    </w:rPr>
  </w:style>
  <w:style w:type="character" w:customStyle="1" w:styleId="ListLabel154">
    <w:name w:val="ListLabel 154"/>
    <w:uiPriority w:val="99"/>
    <w:rsid w:val="003F6833"/>
    <w:rPr>
      <w:rFonts w:eastAsia="Times New Roman"/>
      <w:u w:val="none"/>
    </w:rPr>
  </w:style>
  <w:style w:type="character" w:customStyle="1" w:styleId="ListLabel155">
    <w:name w:val="ListLabel 155"/>
    <w:uiPriority w:val="99"/>
    <w:rsid w:val="003F6833"/>
    <w:rPr>
      <w:rFonts w:eastAsia="Times New Roman"/>
      <w:u w:val="none"/>
    </w:rPr>
  </w:style>
  <w:style w:type="character" w:customStyle="1" w:styleId="ListLabel156">
    <w:name w:val="ListLabel 156"/>
    <w:uiPriority w:val="99"/>
    <w:rsid w:val="003F6833"/>
    <w:rPr>
      <w:rFonts w:eastAsia="Times New Roman"/>
      <w:u w:val="none"/>
    </w:rPr>
  </w:style>
  <w:style w:type="character" w:customStyle="1" w:styleId="ListLabel157">
    <w:name w:val="ListLabel 157"/>
    <w:uiPriority w:val="99"/>
    <w:rsid w:val="003F6833"/>
    <w:rPr>
      <w:rFonts w:eastAsia="Times New Roman"/>
      <w:u w:val="none"/>
    </w:rPr>
  </w:style>
  <w:style w:type="character" w:customStyle="1" w:styleId="ListLabel158">
    <w:name w:val="ListLabel 158"/>
    <w:uiPriority w:val="99"/>
    <w:rsid w:val="003F6833"/>
    <w:rPr>
      <w:rFonts w:eastAsia="Times New Roman"/>
      <w:u w:val="none"/>
    </w:rPr>
  </w:style>
  <w:style w:type="character" w:customStyle="1" w:styleId="ListLabel159">
    <w:name w:val="ListLabel 159"/>
    <w:uiPriority w:val="99"/>
    <w:rsid w:val="003F6833"/>
    <w:rPr>
      <w:rFonts w:eastAsia="Times New Roman"/>
      <w:u w:val="none"/>
    </w:rPr>
  </w:style>
  <w:style w:type="character" w:customStyle="1" w:styleId="ListLabel160">
    <w:name w:val="ListLabel 160"/>
    <w:uiPriority w:val="99"/>
    <w:rsid w:val="003F6833"/>
    <w:rPr>
      <w:rFonts w:eastAsia="Times New Roman"/>
      <w:u w:val="none"/>
    </w:rPr>
  </w:style>
  <w:style w:type="character" w:customStyle="1" w:styleId="ListLabel161">
    <w:name w:val="ListLabel 161"/>
    <w:uiPriority w:val="99"/>
    <w:rsid w:val="003F6833"/>
    <w:rPr>
      <w:rFonts w:eastAsia="Times New Roman"/>
      <w:u w:val="none"/>
    </w:rPr>
  </w:style>
  <w:style w:type="character" w:customStyle="1" w:styleId="ListLabel162">
    <w:name w:val="ListLabel 162"/>
    <w:uiPriority w:val="99"/>
    <w:rsid w:val="003F6833"/>
    <w:rPr>
      <w:rFonts w:eastAsia="Times New Roman"/>
      <w:u w:val="none"/>
    </w:rPr>
  </w:style>
  <w:style w:type="character" w:customStyle="1" w:styleId="ListLabel163">
    <w:name w:val="ListLabel 163"/>
    <w:uiPriority w:val="99"/>
    <w:rsid w:val="003F6833"/>
    <w:rPr>
      <w:rFonts w:eastAsia="Times New Roman"/>
      <w:u w:val="none"/>
    </w:rPr>
  </w:style>
  <w:style w:type="character" w:customStyle="1" w:styleId="ListLabel164">
    <w:name w:val="ListLabel 164"/>
    <w:uiPriority w:val="99"/>
    <w:rsid w:val="003F6833"/>
    <w:rPr>
      <w:rFonts w:eastAsia="Times New Roman"/>
      <w:u w:val="none"/>
    </w:rPr>
  </w:style>
  <w:style w:type="character" w:customStyle="1" w:styleId="ListLabel165">
    <w:name w:val="ListLabel 165"/>
    <w:uiPriority w:val="99"/>
    <w:rsid w:val="003F6833"/>
    <w:rPr>
      <w:rFonts w:eastAsia="Times New Roman"/>
      <w:u w:val="none"/>
    </w:rPr>
  </w:style>
  <w:style w:type="character" w:customStyle="1" w:styleId="ListLabel166">
    <w:name w:val="ListLabel 166"/>
    <w:uiPriority w:val="99"/>
    <w:rsid w:val="003F6833"/>
    <w:rPr>
      <w:rFonts w:eastAsia="Times New Roman"/>
      <w:u w:val="none"/>
    </w:rPr>
  </w:style>
  <w:style w:type="character" w:customStyle="1" w:styleId="ListLabel167">
    <w:name w:val="ListLabel 167"/>
    <w:uiPriority w:val="99"/>
    <w:rsid w:val="003F6833"/>
    <w:rPr>
      <w:rFonts w:eastAsia="Times New Roman"/>
      <w:u w:val="none"/>
    </w:rPr>
  </w:style>
  <w:style w:type="character" w:customStyle="1" w:styleId="ListLabel168">
    <w:name w:val="ListLabel 168"/>
    <w:uiPriority w:val="99"/>
    <w:rsid w:val="003F6833"/>
    <w:rPr>
      <w:rFonts w:eastAsia="Times New Roman"/>
      <w:u w:val="none"/>
    </w:rPr>
  </w:style>
  <w:style w:type="character" w:customStyle="1" w:styleId="ListLabel169">
    <w:name w:val="ListLabel 169"/>
    <w:uiPriority w:val="99"/>
    <w:rsid w:val="003F6833"/>
    <w:rPr>
      <w:rFonts w:eastAsia="Times New Roman"/>
      <w:u w:val="none"/>
    </w:rPr>
  </w:style>
  <w:style w:type="character" w:customStyle="1" w:styleId="ListLabel170">
    <w:name w:val="ListLabel 170"/>
    <w:uiPriority w:val="99"/>
    <w:rsid w:val="003F6833"/>
    <w:rPr>
      <w:rFonts w:eastAsia="Times New Roman"/>
      <w:u w:val="none"/>
    </w:rPr>
  </w:style>
  <w:style w:type="character" w:customStyle="1" w:styleId="ListLabel171">
    <w:name w:val="ListLabel 171"/>
    <w:uiPriority w:val="99"/>
    <w:rsid w:val="003F6833"/>
    <w:rPr>
      <w:rFonts w:eastAsia="Times New Roman"/>
      <w:u w:val="none"/>
    </w:rPr>
  </w:style>
  <w:style w:type="character" w:customStyle="1" w:styleId="ListLabel172">
    <w:name w:val="ListLabel 172"/>
    <w:uiPriority w:val="99"/>
    <w:rsid w:val="003F6833"/>
    <w:rPr>
      <w:rFonts w:eastAsia="Times New Roman"/>
      <w:u w:val="none"/>
    </w:rPr>
  </w:style>
  <w:style w:type="character" w:customStyle="1" w:styleId="ListLabel173">
    <w:name w:val="ListLabel 173"/>
    <w:uiPriority w:val="99"/>
    <w:rsid w:val="003F6833"/>
    <w:rPr>
      <w:rFonts w:eastAsia="Times New Roman"/>
      <w:u w:val="none"/>
    </w:rPr>
  </w:style>
  <w:style w:type="character" w:customStyle="1" w:styleId="ListLabel174">
    <w:name w:val="ListLabel 174"/>
    <w:uiPriority w:val="99"/>
    <w:rsid w:val="003F6833"/>
    <w:rPr>
      <w:rFonts w:eastAsia="Times New Roman"/>
      <w:u w:val="none"/>
    </w:rPr>
  </w:style>
  <w:style w:type="character" w:customStyle="1" w:styleId="ListLabel175">
    <w:name w:val="ListLabel 175"/>
    <w:uiPriority w:val="99"/>
    <w:rsid w:val="003F6833"/>
    <w:rPr>
      <w:rFonts w:eastAsia="Times New Roman"/>
      <w:u w:val="none"/>
    </w:rPr>
  </w:style>
  <w:style w:type="character" w:customStyle="1" w:styleId="ListLabel176">
    <w:name w:val="ListLabel 176"/>
    <w:uiPriority w:val="99"/>
    <w:rsid w:val="003F6833"/>
    <w:rPr>
      <w:rFonts w:eastAsia="Times New Roman"/>
      <w:u w:val="none"/>
    </w:rPr>
  </w:style>
  <w:style w:type="character" w:customStyle="1" w:styleId="ListLabel177">
    <w:name w:val="ListLabel 177"/>
    <w:uiPriority w:val="99"/>
    <w:rsid w:val="003F6833"/>
    <w:rPr>
      <w:rFonts w:eastAsia="Times New Roman"/>
      <w:u w:val="none"/>
    </w:rPr>
  </w:style>
  <w:style w:type="character" w:customStyle="1" w:styleId="ListLabel178">
    <w:name w:val="ListLabel 178"/>
    <w:uiPriority w:val="99"/>
    <w:rsid w:val="003F6833"/>
    <w:rPr>
      <w:rFonts w:eastAsia="Times New Roman"/>
      <w:u w:val="none"/>
    </w:rPr>
  </w:style>
  <w:style w:type="character" w:customStyle="1" w:styleId="ListLabel179">
    <w:name w:val="ListLabel 179"/>
    <w:uiPriority w:val="99"/>
    <w:rsid w:val="003F6833"/>
    <w:rPr>
      <w:rFonts w:eastAsia="Times New Roman"/>
      <w:u w:val="none"/>
    </w:rPr>
  </w:style>
  <w:style w:type="character" w:customStyle="1" w:styleId="ListLabel180">
    <w:name w:val="ListLabel 180"/>
    <w:uiPriority w:val="99"/>
    <w:rsid w:val="003F6833"/>
    <w:rPr>
      <w:rFonts w:eastAsia="Times New Roman"/>
      <w:u w:val="none"/>
    </w:rPr>
  </w:style>
  <w:style w:type="character" w:customStyle="1" w:styleId="ListLabel181">
    <w:name w:val="ListLabel 181"/>
    <w:uiPriority w:val="99"/>
    <w:rsid w:val="003F6833"/>
    <w:rPr>
      <w:rFonts w:eastAsia="Times New Roman"/>
      <w:u w:val="none"/>
    </w:rPr>
  </w:style>
  <w:style w:type="character" w:customStyle="1" w:styleId="ListLabel182">
    <w:name w:val="ListLabel 182"/>
    <w:uiPriority w:val="99"/>
    <w:rsid w:val="003F6833"/>
    <w:rPr>
      <w:rFonts w:eastAsia="Times New Roman"/>
      <w:u w:val="none"/>
    </w:rPr>
  </w:style>
  <w:style w:type="character" w:customStyle="1" w:styleId="ListLabel183">
    <w:name w:val="ListLabel 183"/>
    <w:uiPriority w:val="99"/>
    <w:rsid w:val="003F6833"/>
    <w:rPr>
      <w:rFonts w:eastAsia="Times New Roman"/>
      <w:u w:val="none"/>
    </w:rPr>
  </w:style>
  <w:style w:type="character" w:customStyle="1" w:styleId="ListLabel184">
    <w:name w:val="ListLabel 184"/>
    <w:uiPriority w:val="99"/>
    <w:rsid w:val="003F6833"/>
    <w:rPr>
      <w:rFonts w:eastAsia="Times New Roman"/>
      <w:u w:val="none"/>
    </w:rPr>
  </w:style>
  <w:style w:type="character" w:customStyle="1" w:styleId="ListLabel185">
    <w:name w:val="ListLabel 185"/>
    <w:uiPriority w:val="99"/>
    <w:rsid w:val="003F6833"/>
    <w:rPr>
      <w:rFonts w:eastAsia="Times New Roman"/>
      <w:u w:val="none"/>
    </w:rPr>
  </w:style>
  <w:style w:type="character" w:customStyle="1" w:styleId="ListLabel186">
    <w:name w:val="ListLabel 186"/>
    <w:uiPriority w:val="99"/>
    <w:rsid w:val="003F6833"/>
    <w:rPr>
      <w:rFonts w:eastAsia="Times New Roman"/>
      <w:u w:val="none"/>
    </w:rPr>
  </w:style>
  <w:style w:type="character" w:customStyle="1" w:styleId="ListLabel187">
    <w:name w:val="ListLabel 187"/>
    <w:uiPriority w:val="99"/>
    <w:rsid w:val="003F6833"/>
    <w:rPr>
      <w:rFonts w:eastAsia="Times New Roman"/>
      <w:u w:val="none"/>
    </w:rPr>
  </w:style>
  <w:style w:type="character" w:customStyle="1" w:styleId="ListLabel188">
    <w:name w:val="ListLabel 188"/>
    <w:uiPriority w:val="99"/>
    <w:rsid w:val="003F6833"/>
    <w:rPr>
      <w:u w:val="none"/>
    </w:rPr>
  </w:style>
  <w:style w:type="character" w:customStyle="1" w:styleId="ListLabel189">
    <w:name w:val="ListLabel 189"/>
    <w:uiPriority w:val="99"/>
    <w:rsid w:val="003F6833"/>
    <w:rPr>
      <w:rFonts w:eastAsia="Times New Roman"/>
      <w:u w:val="none"/>
    </w:rPr>
  </w:style>
  <w:style w:type="character" w:customStyle="1" w:styleId="ListLabel190">
    <w:name w:val="ListLabel 190"/>
    <w:uiPriority w:val="99"/>
    <w:rsid w:val="003F6833"/>
    <w:rPr>
      <w:u w:val="none"/>
    </w:rPr>
  </w:style>
  <w:style w:type="character" w:customStyle="1" w:styleId="ListLabel191">
    <w:name w:val="ListLabel 191"/>
    <w:uiPriority w:val="99"/>
    <w:rsid w:val="003F6833"/>
    <w:rPr>
      <w:u w:val="none"/>
    </w:rPr>
  </w:style>
  <w:style w:type="character" w:customStyle="1" w:styleId="ListLabel192">
    <w:name w:val="ListLabel 192"/>
    <w:uiPriority w:val="99"/>
    <w:rsid w:val="003F6833"/>
    <w:rPr>
      <w:u w:val="none"/>
    </w:rPr>
  </w:style>
  <w:style w:type="character" w:customStyle="1" w:styleId="ListLabel193">
    <w:name w:val="ListLabel 193"/>
    <w:uiPriority w:val="99"/>
    <w:rsid w:val="003F6833"/>
    <w:rPr>
      <w:u w:val="none"/>
    </w:rPr>
  </w:style>
  <w:style w:type="character" w:customStyle="1" w:styleId="ListLabel194">
    <w:name w:val="ListLabel 194"/>
    <w:uiPriority w:val="99"/>
    <w:rsid w:val="003F6833"/>
    <w:rPr>
      <w:u w:val="none"/>
    </w:rPr>
  </w:style>
  <w:style w:type="character" w:customStyle="1" w:styleId="ListLabel195">
    <w:name w:val="ListLabel 195"/>
    <w:uiPriority w:val="99"/>
    <w:rsid w:val="003F6833"/>
    <w:rPr>
      <w:u w:val="none"/>
    </w:rPr>
  </w:style>
  <w:style w:type="character" w:customStyle="1" w:styleId="ListLabel196">
    <w:name w:val="ListLabel 196"/>
    <w:uiPriority w:val="99"/>
    <w:rsid w:val="003F6833"/>
    <w:rPr>
      <w:rFonts w:eastAsia="Times New Roman"/>
      <w:u w:val="none"/>
    </w:rPr>
  </w:style>
  <w:style w:type="character" w:customStyle="1" w:styleId="ListLabel197">
    <w:name w:val="ListLabel 197"/>
    <w:uiPriority w:val="99"/>
    <w:rsid w:val="003F6833"/>
    <w:rPr>
      <w:u w:val="none"/>
    </w:rPr>
  </w:style>
  <w:style w:type="character" w:customStyle="1" w:styleId="ListLabel198">
    <w:name w:val="ListLabel 198"/>
    <w:uiPriority w:val="99"/>
    <w:rsid w:val="003F6833"/>
    <w:rPr>
      <w:rFonts w:eastAsia="Times New Roman"/>
      <w:u w:val="none"/>
    </w:rPr>
  </w:style>
  <w:style w:type="character" w:customStyle="1" w:styleId="ListLabel199">
    <w:name w:val="ListLabel 199"/>
    <w:uiPriority w:val="99"/>
    <w:rsid w:val="003F6833"/>
    <w:rPr>
      <w:u w:val="none"/>
    </w:rPr>
  </w:style>
  <w:style w:type="character" w:customStyle="1" w:styleId="ListLabel200">
    <w:name w:val="ListLabel 200"/>
    <w:uiPriority w:val="99"/>
    <w:rsid w:val="003F6833"/>
    <w:rPr>
      <w:u w:val="none"/>
    </w:rPr>
  </w:style>
  <w:style w:type="character" w:customStyle="1" w:styleId="ListLabel201">
    <w:name w:val="ListLabel 201"/>
    <w:uiPriority w:val="99"/>
    <w:rsid w:val="003F6833"/>
    <w:rPr>
      <w:rFonts w:eastAsia="Times New Roman"/>
      <w:u w:val="none"/>
    </w:rPr>
  </w:style>
  <w:style w:type="character" w:customStyle="1" w:styleId="ListLabel202">
    <w:name w:val="ListLabel 202"/>
    <w:uiPriority w:val="99"/>
    <w:rsid w:val="003F6833"/>
    <w:rPr>
      <w:u w:val="none"/>
    </w:rPr>
  </w:style>
  <w:style w:type="character" w:customStyle="1" w:styleId="ListLabel203">
    <w:name w:val="ListLabel 203"/>
    <w:uiPriority w:val="99"/>
    <w:rsid w:val="003F6833"/>
    <w:rPr>
      <w:rFonts w:eastAsia="Times New Roman"/>
      <w:u w:val="none"/>
    </w:rPr>
  </w:style>
  <w:style w:type="character" w:customStyle="1" w:styleId="ListLabel204">
    <w:name w:val="ListLabel 204"/>
    <w:uiPriority w:val="99"/>
    <w:rsid w:val="003F6833"/>
    <w:rPr>
      <w:rFonts w:eastAsia="Times New Roman"/>
      <w:u w:val="none"/>
    </w:rPr>
  </w:style>
  <w:style w:type="character" w:customStyle="1" w:styleId="ListLabel205">
    <w:name w:val="ListLabel 205"/>
    <w:uiPriority w:val="99"/>
    <w:rsid w:val="003F6833"/>
    <w:rPr>
      <w:u w:val="none"/>
    </w:rPr>
  </w:style>
  <w:style w:type="character" w:customStyle="1" w:styleId="ListLabel206">
    <w:name w:val="ListLabel 206"/>
    <w:uiPriority w:val="99"/>
    <w:rsid w:val="003F6833"/>
    <w:rPr>
      <w:rFonts w:eastAsia="Times New Roman"/>
      <w:u w:val="none"/>
    </w:rPr>
  </w:style>
  <w:style w:type="character" w:customStyle="1" w:styleId="ListLabel207">
    <w:name w:val="ListLabel 207"/>
    <w:uiPriority w:val="99"/>
    <w:rsid w:val="003F6833"/>
    <w:rPr>
      <w:u w:val="none"/>
    </w:rPr>
  </w:style>
  <w:style w:type="character" w:customStyle="1" w:styleId="ListLabel208">
    <w:name w:val="ListLabel 208"/>
    <w:uiPriority w:val="99"/>
    <w:rsid w:val="003F6833"/>
    <w:rPr>
      <w:u w:val="none"/>
    </w:rPr>
  </w:style>
  <w:style w:type="character" w:customStyle="1" w:styleId="ListLabel209">
    <w:name w:val="ListLabel 209"/>
    <w:uiPriority w:val="99"/>
    <w:rsid w:val="003F6833"/>
    <w:rPr>
      <w:rFonts w:eastAsia="Times New Roman"/>
      <w:u w:val="none"/>
    </w:rPr>
  </w:style>
  <w:style w:type="character" w:customStyle="1" w:styleId="ListLabel210">
    <w:name w:val="ListLabel 210"/>
    <w:uiPriority w:val="99"/>
    <w:rsid w:val="003F6833"/>
    <w:rPr>
      <w:rFonts w:eastAsia="Times New Roman"/>
      <w:u w:val="none"/>
    </w:rPr>
  </w:style>
  <w:style w:type="character" w:customStyle="1" w:styleId="ListLabel211">
    <w:name w:val="ListLabel 211"/>
    <w:uiPriority w:val="99"/>
    <w:rsid w:val="003F6833"/>
    <w:rPr>
      <w:u w:val="none"/>
    </w:rPr>
  </w:style>
  <w:style w:type="character" w:customStyle="1" w:styleId="ListLabel212">
    <w:name w:val="ListLabel 212"/>
    <w:uiPriority w:val="99"/>
    <w:rsid w:val="003F6833"/>
    <w:rPr>
      <w:rFonts w:eastAsia="Times New Roman"/>
      <w:u w:val="none"/>
    </w:rPr>
  </w:style>
  <w:style w:type="character" w:customStyle="1" w:styleId="ListLabel213">
    <w:name w:val="ListLabel 213"/>
    <w:uiPriority w:val="99"/>
    <w:rsid w:val="003F6833"/>
    <w:rPr>
      <w:rFonts w:eastAsia="Times New Roman"/>
      <w:u w:val="none"/>
    </w:rPr>
  </w:style>
  <w:style w:type="character" w:customStyle="1" w:styleId="ListLabel214">
    <w:name w:val="ListLabel 214"/>
    <w:uiPriority w:val="99"/>
    <w:rsid w:val="003F6833"/>
    <w:rPr>
      <w:u w:val="none"/>
    </w:rPr>
  </w:style>
  <w:style w:type="character" w:customStyle="1" w:styleId="ListLabel215">
    <w:name w:val="ListLabel 215"/>
    <w:uiPriority w:val="99"/>
    <w:rsid w:val="003F6833"/>
    <w:rPr>
      <w:rFonts w:eastAsia="Times New Roman"/>
      <w:u w:val="none"/>
    </w:rPr>
  </w:style>
  <w:style w:type="character" w:customStyle="1" w:styleId="ListLabel216">
    <w:name w:val="ListLabel 216"/>
    <w:uiPriority w:val="99"/>
    <w:rsid w:val="003F6833"/>
    <w:rPr>
      <w:u w:val="none"/>
    </w:rPr>
  </w:style>
  <w:style w:type="character" w:customStyle="1" w:styleId="ListLabel217">
    <w:name w:val="ListLabel 217"/>
    <w:uiPriority w:val="99"/>
    <w:rsid w:val="003F6833"/>
    <w:rPr>
      <w:u w:val="none"/>
    </w:rPr>
  </w:style>
  <w:style w:type="character" w:customStyle="1" w:styleId="ListLabel218">
    <w:name w:val="ListLabel 218"/>
    <w:uiPriority w:val="99"/>
    <w:rsid w:val="003F6833"/>
    <w:rPr>
      <w:rFonts w:eastAsia="Times New Roman"/>
      <w:u w:val="none"/>
    </w:rPr>
  </w:style>
  <w:style w:type="character" w:customStyle="1" w:styleId="ListLabel219">
    <w:name w:val="ListLabel 219"/>
    <w:uiPriority w:val="99"/>
    <w:rsid w:val="003F6833"/>
    <w:rPr>
      <w:u w:val="none"/>
    </w:rPr>
  </w:style>
  <w:style w:type="character" w:customStyle="1" w:styleId="ListLabel220">
    <w:name w:val="ListLabel 220"/>
    <w:uiPriority w:val="99"/>
    <w:rsid w:val="003F6833"/>
    <w:rPr>
      <w:u w:val="none"/>
    </w:rPr>
  </w:style>
  <w:style w:type="character" w:customStyle="1" w:styleId="ListLabel221">
    <w:name w:val="ListLabel 221"/>
    <w:uiPriority w:val="99"/>
    <w:rsid w:val="003F6833"/>
    <w:rPr>
      <w:u w:val="none"/>
    </w:rPr>
  </w:style>
  <w:style w:type="character" w:customStyle="1" w:styleId="ListLabel222">
    <w:name w:val="ListLabel 222"/>
    <w:uiPriority w:val="99"/>
    <w:rsid w:val="003F6833"/>
    <w:rPr>
      <w:u w:val="none"/>
    </w:rPr>
  </w:style>
  <w:style w:type="character" w:customStyle="1" w:styleId="ListLabel223">
    <w:name w:val="ListLabel 223"/>
    <w:uiPriority w:val="99"/>
    <w:rsid w:val="003F6833"/>
    <w:rPr>
      <w:rFonts w:eastAsia="Times New Roman"/>
      <w:u w:val="none"/>
    </w:rPr>
  </w:style>
  <w:style w:type="character" w:customStyle="1" w:styleId="ListLabel224">
    <w:name w:val="ListLabel 224"/>
    <w:uiPriority w:val="99"/>
    <w:rsid w:val="003F6833"/>
    <w:rPr>
      <w:u w:val="none"/>
    </w:rPr>
  </w:style>
  <w:style w:type="character" w:customStyle="1" w:styleId="ListLabel225">
    <w:name w:val="ListLabel 225"/>
    <w:uiPriority w:val="99"/>
    <w:rsid w:val="003F6833"/>
    <w:rPr>
      <w:u w:val="none"/>
    </w:rPr>
  </w:style>
  <w:style w:type="character" w:customStyle="1" w:styleId="ListLabel226">
    <w:name w:val="ListLabel 226"/>
    <w:uiPriority w:val="99"/>
    <w:rsid w:val="003F6833"/>
    <w:rPr>
      <w:rFonts w:eastAsia="Times New Roman"/>
      <w:u w:val="none"/>
    </w:rPr>
  </w:style>
  <w:style w:type="character" w:customStyle="1" w:styleId="ListLabel227">
    <w:name w:val="ListLabel 227"/>
    <w:uiPriority w:val="99"/>
    <w:rsid w:val="003F6833"/>
    <w:rPr>
      <w:u w:val="none"/>
    </w:rPr>
  </w:style>
  <w:style w:type="character" w:customStyle="1" w:styleId="ListLabel228">
    <w:name w:val="ListLabel 228"/>
    <w:uiPriority w:val="99"/>
    <w:rsid w:val="003F6833"/>
    <w:rPr>
      <w:u w:val="none"/>
    </w:rPr>
  </w:style>
  <w:style w:type="character" w:customStyle="1" w:styleId="ListLabel229">
    <w:name w:val="ListLabel 229"/>
    <w:uiPriority w:val="99"/>
    <w:rsid w:val="003F6833"/>
    <w:rPr>
      <w:rFonts w:eastAsia="Times New Roman"/>
      <w:u w:val="none"/>
    </w:rPr>
  </w:style>
  <w:style w:type="character" w:customStyle="1" w:styleId="ListLabel230">
    <w:name w:val="ListLabel 230"/>
    <w:uiPriority w:val="99"/>
    <w:rsid w:val="003F6833"/>
    <w:rPr>
      <w:rFonts w:eastAsia="Times New Roman"/>
      <w:u w:val="none"/>
    </w:rPr>
  </w:style>
  <w:style w:type="character" w:customStyle="1" w:styleId="ListLabel231">
    <w:name w:val="ListLabel 231"/>
    <w:uiPriority w:val="99"/>
    <w:rsid w:val="003F6833"/>
    <w:rPr>
      <w:rFonts w:eastAsia="Times New Roman"/>
      <w:u w:val="none"/>
    </w:rPr>
  </w:style>
  <w:style w:type="character" w:customStyle="1" w:styleId="ListLabel232">
    <w:name w:val="ListLabel 232"/>
    <w:uiPriority w:val="99"/>
    <w:rsid w:val="003F6833"/>
    <w:rPr>
      <w:u w:val="none"/>
    </w:rPr>
  </w:style>
  <w:style w:type="character" w:customStyle="1" w:styleId="ListLabel233">
    <w:name w:val="ListLabel 233"/>
    <w:uiPriority w:val="99"/>
    <w:rsid w:val="003F6833"/>
    <w:rPr>
      <w:rFonts w:eastAsia="Times New Roman"/>
      <w:u w:val="none"/>
    </w:rPr>
  </w:style>
  <w:style w:type="character" w:customStyle="1" w:styleId="ListLabel234">
    <w:name w:val="ListLabel 234"/>
    <w:uiPriority w:val="99"/>
    <w:rsid w:val="003F6833"/>
    <w:rPr>
      <w:rFonts w:eastAsia="Times New Roman"/>
      <w:u w:val="none"/>
    </w:rPr>
  </w:style>
  <w:style w:type="character" w:customStyle="1" w:styleId="ListLabel235">
    <w:name w:val="ListLabel 235"/>
    <w:uiPriority w:val="99"/>
    <w:rsid w:val="003F6833"/>
    <w:rPr>
      <w:rFonts w:eastAsia="Times New Roman"/>
      <w:u w:val="none"/>
    </w:rPr>
  </w:style>
  <w:style w:type="character" w:customStyle="1" w:styleId="ListLabel236">
    <w:name w:val="ListLabel 236"/>
    <w:uiPriority w:val="99"/>
    <w:rsid w:val="003F6833"/>
    <w:rPr>
      <w:rFonts w:eastAsia="Times New Roman"/>
      <w:u w:val="none"/>
    </w:rPr>
  </w:style>
  <w:style w:type="character" w:customStyle="1" w:styleId="ListLabel237">
    <w:name w:val="ListLabel 237"/>
    <w:uiPriority w:val="99"/>
    <w:rsid w:val="003F6833"/>
    <w:rPr>
      <w:rFonts w:eastAsia="Times New Roman"/>
      <w:u w:val="none"/>
    </w:rPr>
  </w:style>
  <w:style w:type="character" w:customStyle="1" w:styleId="ListLabel238">
    <w:name w:val="ListLabel 238"/>
    <w:uiPriority w:val="99"/>
    <w:rsid w:val="003F6833"/>
    <w:rPr>
      <w:u w:val="none"/>
    </w:rPr>
  </w:style>
  <w:style w:type="character" w:customStyle="1" w:styleId="ListLabel239">
    <w:name w:val="ListLabel 239"/>
    <w:uiPriority w:val="99"/>
    <w:rsid w:val="003F6833"/>
    <w:rPr>
      <w:rFonts w:eastAsia="Times New Roman"/>
      <w:u w:val="none"/>
    </w:rPr>
  </w:style>
  <w:style w:type="character" w:customStyle="1" w:styleId="ListLabel240">
    <w:name w:val="ListLabel 240"/>
    <w:uiPriority w:val="99"/>
    <w:rsid w:val="003F6833"/>
    <w:rPr>
      <w:rFonts w:eastAsia="Times New Roman"/>
      <w:u w:val="none"/>
    </w:rPr>
  </w:style>
  <w:style w:type="character" w:customStyle="1" w:styleId="ListLabel241">
    <w:name w:val="ListLabel 241"/>
    <w:uiPriority w:val="99"/>
    <w:rsid w:val="003F6833"/>
    <w:rPr>
      <w:rFonts w:eastAsia="Times New Roman"/>
      <w:u w:val="none"/>
    </w:rPr>
  </w:style>
  <w:style w:type="character" w:customStyle="1" w:styleId="ListLabel242">
    <w:name w:val="ListLabel 242"/>
    <w:uiPriority w:val="99"/>
    <w:rsid w:val="003F6833"/>
    <w:rPr>
      <w:rFonts w:eastAsia="Times New Roman"/>
      <w:u w:val="none"/>
    </w:rPr>
  </w:style>
  <w:style w:type="character" w:customStyle="1" w:styleId="ListLabel243">
    <w:name w:val="ListLabel 243"/>
    <w:uiPriority w:val="99"/>
    <w:rsid w:val="003F6833"/>
    <w:rPr>
      <w:rFonts w:eastAsia="Times New Roman"/>
      <w:u w:val="none"/>
    </w:rPr>
  </w:style>
  <w:style w:type="character" w:customStyle="1" w:styleId="ListLabel244">
    <w:name w:val="ListLabel 244"/>
    <w:uiPriority w:val="99"/>
    <w:rsid w:val="003F6833"/>
    <w:rPr>
      <w:rFonts w:eastAsia="Times New Roman"/>
      <w:u w:val="none"/>
    </w:rPr>
  </w:style>
  <w:style w:type="character" w:customStyle="1" w:styleId="ListLabel245">
    <w:name w:val="ListLabel 245"/>
    <w:uiPriority w:val="99"/>
    <w:rsid w:val="003F6833"/>
    <w:rPr>
      <w:rFonts w:eastAsia="Times New Roman"/>
      <w:u w:val="none"/>
    </w:rPr>
  </w:style>
  <w:style w:type="character" w:customStyle="1" w:styleId="ListLabel246">
    <w:name w:val="ListLabel 246"/>
    <w:uiPriority w:val="99"/>
    <w:rsid w:val="003F6833"/>
    <w:rPr>
      <w:rFonts w:eastAsia="Times New Roman"/>
      <w:u w:val="none"/>
    </w:rPr>
  </w:style>
  <w:style w:type="character" w:customStyle="1" w:styleId="ListLabel247">
    <w:name w:val="ListLabel 247"/>
    <w:uiPriority w:val="99"/>
    <w:rsid w:val="003F6833"/>
    <w:rPr>
      <w:rFonts w:eastAsia="Times New Roman"/>
      <w:u w:val="none"/>
    </w:rPr>
  </w:style>
  <w:style w:type="character" w:customStyle="1" w:styleId="ListLabel248">
    <w:name w:val="ListLabel 248"/>
    <w:uiPriority w:val="99"/>
    <w:rsid w:val="003F6833"/>
    <w:rPr>
      <w:rFonts w:eastAsia="Times New Roman"/>
      <w:u w:val="none"/>
    </w:rPr>
  </w:style>
  <w:style w:type="character" w:customStyle="1" w:styleId="ListLabel249">
    <w:name w:val="ListLabel 249"/>
    <w:uiPriority w:val="99"/>
    <w:rsid w:val="003F6833"/>
    <w:rPr>
      <w:rFonts w:eastAsia="Times New Roman"/>
      <w:u w:val="none"/>
    </w:rPr>
  </w:style>
  <w:style w:type="character" w:customStyle="1" w:styleId="ListLabel250">
    <w:name w:val="ListLabel 250"/>
    <w:uiPriority w:val="99"/>
    <w:rsid w:val="003F6833"/>
    <w:rPr>
      <w:rFonts w:eastAsia="Times New Roman"/>
      <w:u w:val="none"/>
    </w:rPr>
  </w:style>
  <w:style w:type="character" w:customStyle="1" w:styleId="ListLabel251">
    <w:name w:val="ListLabel 251"/>
    <w:uiPriority w:val="99"/>
    <w:rsid w:val="003F6833"/>
    <w:rPr>
      <w:u w:val="none"/>
    </w:rPr>
  </w:style>
  <w:style w:type="character" w:customStyle="1" w:styleId="ListLabel252">
    <w:name w:val="ListLabel 252"/>
    <w:uiPriority w:val="99"/>
    <w:rsid w:val="003F6833"/>
    <w:rPr>
      <w:rFonts w:eastAsia="Times New Roman"/>
      <w:u w:val="none"/>
    </w:rPr>
  </w:style>
  <w:style w:type="character" w:customStyle="1" w:styleId="ListLabel253">
    <w:name w:val="ListLabel 253"/>
    <w:uiPriority w:val="99"/>
    <w:rsid w:val="003F6833"/>
    <w:rPr>
      <w:u w:val="none"/>
    </w:rPr>
  </w:style>
  <w:style w:type="character" w:customStyle="1" w:styleId="ListLabel254">
    <w:name w:val="ListLabel 254"/>
    <w:uiPriority w:val="99"/>
    <w:rsid w:val="003F6833"/>
    <w:rPr>
      <w:u w:val="none"/>
    </w:rPr>
  </w:style>
  <w:style w:type="character" w:customStyle="1" w:styleId="ListLabel255">
    <w:name w:val="ListLabel 255"/>
    <w:uiPriority w:val="99"/>
    <w:rsid w:val="003F6833"/>
    <w:rPr>
      <w:rFonts w:eastAsia="Times New Roman"/>
      <w:u w:val="none"/>
    </w:rPr>
  </w:style>
  <w:style w:type="character" w:customStyle="1" w:styleId="ListLabel256">
    <w:name w:val="ListLabel 256"/>
    <w:uiPriority w:val="99"/>
    <w:rsid w:val="003F6833"/>
    <w:rPr>
      <w:u w:val="none"/>
    </w:rPr>
  </w:style>
  <w:style w:type="character" w:customStyle="1" w:styleId="ListLabel257">
    <w:name w:val="ListLabel 257"/>
    <w:uiPriority w:val="99"/>
    <w:rsid w:val="003F6833"/>
    <w:rPr>
      <w:rFonts w:eastAsia="Times New Roman"/>
      <w:u w:val="none"/>
    </w:rPr>
  </w:style>
  <w:style w:type="character" w:customStyle="1" w:styleId="ListLabel258">
    <w:name w:val="ListLabel 258"/>
    <w:uiPriority w:val="99"/>
    <w:rsid w:val="003F6833"/>
    <w:rPr>
      <w:u w:val="none"/>
    </w:rPr>
  </w:style>
  <w:style w:type="character" w:customStyle="1" w:styleId="ListLabel259">
    <w:name w:val="ListLabel 259"/>
    <w:uiPriority w:val="99"/>
    <w:rsid w:val="003F6833"/>
    <w:rPr>
      <w:rFonts w:eastAsia="Times New Roman"/>
      <w:u w:val="none"/>
    </w:rPr>
  </w:style>
  <w:style w:type="character" w:customStyle="1" w:styleId="ListLabel260">
    <w:name w:val="ListLabel 260"/>
    <w:uiPriority w:val="99"/>
    <w:rsid w:val="003F6833"/>
    <w:rPr>
      <w:rFonts w:eastAsia="Times New Roman"/>
      <w:u w:val="none"/>
    </w:rPr>
  </w:style>
  <w:style w:type="character" w:customStyle="1" w:styleId="ListLabel261">
    <w:name w:val="ListLabel 261"/>
    <w:uiPriority w:val="99"/>
    <w:rsid w:val="003F6833"/>
    <w:rPr>
      <w:rFonts w:eastAsia="Times New Roman"/>
      <w:u w:val="none"/>
    </w:rPr>
  </w:style>
  <w:style w:type="character" w:customStyle="1" w:styleId="ListLabel262">
    <w:name w:val="ListLabel 262"/>
    <w:uiPriority w:val="99"/>
    <w:rsid w:val="003F6833"/>
    <w:rPr>
      <w:rFonts w:eastAsia="Times New Roman"/>
      <w:u w:val="none"/>
    </w:rPr>
  </w:style>
  <w:style w:type="character" w:customStyle="1" w:styleId="ListLabel263">
    <w:name w:val="ListLabel 263"/>
    <w:uiPriority w:val="99"/>
    <w:rsid w:val="003F6833"/>
    <w:rPr>
      <w:rFonts w:eastAsia="Times New Roman"/>
      <w:u w:val="none"/>
    </w:rPr>
  </w:style>
  <w:style w:type="character" w:customStyle="1" w:styleId="ListLabel264">
    <w:name w:val="ListLabel 264"/>
    <w:uiPriority w:val="99"/>
    <w:rsid w:val="003F6833"/>
    <w:rPr>
      <w:rFonts w:eastAsia="Times New Roman"/>
      <w:u w:val="none"/>
    </w:rPr>
  </w:style>
  <w:style w:type="character" w:customStyle="1" w:styleId="ListLabel265">
    <w:name w:val="ListLabel 265"/>
    <w:uiPriority w:val="99"/>
    <w:rsid w:val="003F6833"/>
    <w:rPr>
      <w:rFonts w:eastAsia="Times New Roman"/>
      <w:u w:val="none"/>
    </w:rPr>
  </w:style>
  <w:style w:type="character" w:customStyle="1" w:styleId="ListLabel266">
    <w:name w:val="ListLabel 266"/>
    <w:uiPriority w:val="99"/>
    <w:rsid w:val="003F6833"/>
    <w:rPr>
      <w:rFonts w:eastAsia="Times New Roman"/>
      <w:u w:val="none"/>
    </w:rPr>
  </w:style>
  <w:style w:type="character" w:customStyle="1" w:styleId="ListLabel267">
    <w:name w:val="ListLabel 267"/>
    <w:uiPriority w:val="99"/>
    <w:rsid w:val="003F6833"/>
    <w:rPr>
      <w:rFonts w:eastAsia="Times New Roman"/>
      <w:u w:val="none"/>
    </w:rPr>
  </w:style>
  <w:style w:type="character" w:customStyle="1" w:styleId="ListLabel268">
    <w:name w:val="ListLabel 268"/>
    <w:uiPriority w:val="99"/>
    <w:rsid w:val="003F6833"/>
    <w:rPr>
      <w:rFonts w:eastAsia="Times New Roman"/>
      <w:u w:val="none"/>
    </w:rPr>
  </w:style>
  <w:style w:type="character" w:customStyle="1" w:styleId="ListLabel269">
    <w:name w:val="ListLabel 269"/>
    <w:uiPriority w:val="99"/>
    <w:rsid w:val="003F6833"/>
    <w:rPr>
      <w:rFonts w:eastAsia="Times New Roman"/>
      <w:u w:val="none"/>
    </w:rPr>
  </w:style>
  <w:style w:type="character" w:customStyle="1" w:styleId="ListLabel270">
    <w:name w:val="ListLabel 270"/>
    <w:uiPriority w:val="99"/>
    <w:rsid w:val="003F6833"/>
    <w:rPr>
      <w:u w:val="none"/>
    </w:rPr>
  </w:style>
  <w:style w:type="character" w:customStyle="1" w:styleId="ListLabel271">
    <w:name w:val="ListLabel 271"/>
    <w:uiPriority w:val="99"/>
    <w:rsid w:val="003F6833"/>
    <w:rPr>
      <w:rFonts w:eastAsia="Times New Roman"/>
      <w:u w:val="none"/>
    </w:rPr>
  </w:style>
  <w:style w:type="character" w:customStyle="1" w:styleId="ListLabel272">
    <w:name w:val="ListLabel 272"/>
    <w:uiPriority w:val="99"/>
    <w:rsid w:val="003F6833"/>
    <w:rPr>
      <w:u w:val="none"/>
    </w:rPr>
  </w:style>
  <w:style w:type="character" w:customStyle="1" w:styleId="ListLabel273">
    <w:name w:val="ListLabel 273"/>
    <w:uiPriority w:val="99"/>
    <w:rsid w:val="003F6833"/>
    <w:rPr>
      <w:u w:val="none"/>
    </w:rPr>
  </w:style>
  <w:style w:type="character" w:customStyle="1" w:styleId="ListLabel274">
    <w:name w:val="ListLabel 274"/>
    <w:uiPriority w:val="99"/>
    <w:rsid w:val="003F6833"/>
    <w:rPr>
      <w:u w:val="none"/>
    </w:rPr>
  </w:style>
  <w:style w:type="character" w:customStyle="1" w:styleId="ListLabel275">
    <w:name w:val="ListLabel 275"/>
    <w:uiPriority w:val="99"/>
    <w:rsid w:val="003F6833"/>
    <w:rPr>
      <w:u w:val="none"/>
    </w:rPr>
  </w:style>
  <w:style w:type="character" w:customStyle="1" w:styleId="ListLabel276">
    <w:name w:val="ListLabel 276"/>
    <w:uiPriority w:val="99"/>
    <w:rsid w:val="003F6833"/>
    <w:rPr>
      <w:rFonts w:eastAsia="Times New Roman"/>
      <w:u w:val="none"/>
    </w:rPr>
  </w:style>
  <w:style w:type="character" w:customStyle="1" w:styleId="ListLabel277">
    <w:name w:val="ListLabel 277"/>
    <w:uiPriority w:val="99"/>
    <w:rsid w:val="003F6833"/>
    <w:rPr>
      <w:u w:val="none"/>
    </w:rPr>
  </w:style>
  <w:style w:type="character" w:customStyle="1" w:styleId="ListLabel278">
    <w:name w:val="ListLabel 278"/>
    <w:uiPriority w:val="99"/>
    <w:rsid w:val="003F6833"/>
    <w:rPr>
      <w:u w:val="none"/>
    </w:rPr>
  </w:style>
  <w:style w:type="character" w:customStyle="1" w:styleId="ListLabel279">
    <w:name w:val="ListLabel 279"/>
    <w:uiPriority w:val="99"/>
    <w:rsid w:val="003F6833"/>
    <w:rPr>
      <w:rFonts w:eastAsia="Times New Roman"/>
      <w:u w:val="none"/>
    </w:rPr>
  </w:style>
  <w:style w:type="character" w:customStyle="1" w:styleId="ListLabel280">
    <w:name w:val="ListLabel 280"/>
    <w:uiPriority w:val="99"/>
    <w:rsid w:val="003F6833"/>
    <w:rPr>
      <w:rFonts w:eastAsia="Times New Roman"/>
      <w:u w:val="none"/>
    </w:rPr>
  </w:style>
  <w:style w:type="character" w:customStyle="1" w:styleId="ListLabel281">
    <w:name w:val="ListLabel 281"/>
    <w:uiPriority w:val="99"/>
    <w:rsid w:val="003F6833"/>
    <w:rPr>
      <w:rFonts w:eastAsia="Times New Roman"/>
      <w:u w:val="none"/>
    </w:rPr>
  </w:style>
  <w:style w:type="character" w:customStyle="1" w:styleId="ListLabel282">
    <w:name w:val="ListLabel 282"/>
    <w:uiPriority w:val="99"/>
    <w:rsid w:val="003F6833"/>
    <w:rPr>
      <w:rFonts w:eastAsia="Times New Roman"/>
      <w:u w:val="none"/>
    </w:rPr>
  </w:style>
  <w:style w:type="character" w:customStyle="1" w:styleId="ListLabel283">
    <w:name w:val="ListLabel 283"/>
    <w:uiPriority w:val="99"/>
    <w:rsid w:val="003F6833"/>
    <w:rPr>
      <w:rFonts w:eastAsia="Times New Roman"/>
      <w:u w:val="none"/>
    </w:rPr>
  </w:style>
  <w:style w:type="character" w:customStyle="1" w:styleId="ListLabel284">
    <w:name w:val="ListLabel 284"/>
    <w:uiPriority w:val="99"/>
    <w:rsid w:val="003F6833"/>
    <w:rPr>
      <w:u w:val="none"/>
    </w:rPr>
  </w:style>
  <w:style w:type="character" w:customStyle="1" w:styleId="ListLabel285">
    <w:name w:val="ListLabel 285"/>
    <w:uiPriority w:val="99"/>
    <w:rsid w:val="003F6833"/>
    <w:rPr>
      <w:rFonts w:eastAsia="Times New Roman"/>
      <w:u w:val="none"/>
    </w:rPr>
  </w:style>
  <w:style w:type="character" w:customStyle="1" w:styleId="ListLabel286">
    <w:name w:val="ListLabel 286"/>
    <w:uiPriority w:val="99"/>
    <w:rsid w:val="003F6833"/>
    <w:rPr>
      <w:rFonts w:eastAsia="Times New Roman"/>
      <w:u w:val="none"/>
    </w:rPr>
  </w:style>
  <w:style w:type="character" w:customStyle="1" w:styleId="ListLabel287">
    <w:name w:val="ListLabel 287"/>
    <w:uiPriority w:val="99"/>
    <w:rsid w:val="003F6833"/>
    <w:rPr>
      <w:rFonts w:eastAsia="Times New Roman"/>
      <w:u w:val="none"/>
    </w:rPr>
  </w:style>
  <w:style w:type="character" w:customStyle="1" w:styleId="ListLabel288">
    <w:name w:val="ListLabel 288"/>
    <w:uiPriority w:val="99"/>
    <w:rsid w:val="003F6833"/>
    <w:rPr>
      <w:rFonts w:eastAsia="Times New Roman"/>
      <w:u w:val="none"/>
    </w:rPr>
  </w:style>
  <w:style w:type="character" w:customStyle="1" w:styleId="ListLabel289">
    <w:name w:val="ListLabel 289"/>
    <w:uiPriority w:val="99"/>
    <w:rsid w:val="003F6833"/>
    <w:rPr>
      <w:rFonts w:eastAsia="Times New Roman"/>
      <w:u w:val="none"/>
    </w:rPr>
  </w:style>
  <w:style w:type="character" w:customStyle="1" w:styleId="ListLabel290">
    <w:name w:val="ListLabel 290"/>
    <w:uiPriority w:val="99"/>
    <w:rsid w:val="003F6833"/>
    <w:rPr>
      <w:u w:val="none"/>
    </w:rPr>
  </w:style>
  <w:style w:type="character" w:customStyle="1" w:styleId="ListLabel291">
    <w:name w:val="ListLabel 291"/>
    <w:uiPriority w:val="99"/>
    <w:rsid w:val="003F6833"/>
    <w:rPr>
      <w:rFonts w:eastAsia="Times New Roman"/>
      <w:u w:val="none"/>
    </w:rPr>
  </w:style>
  <w:style w:type="character" w:customStyle="1" w:styleId="ListLabel292">
    <w:name w:val="ListLabel 292"/>
    <w:uiPriority w:val="99"/>
    <w:rsid w:val="003F6833"/>
    <w:rPr>
      <w:rFonts w:eastAsia="Times New Roman"/>
      <w:u w:val="none"/>
    </w:rPr>
  </w:style>
  <w:style w:type="character" w:customStyle="1" w:styleId="ListLabel293">
    <w:name w:val="ListLabel 293"/>
    <w:uiPriority w:val="99"/>
    <w:rsid w:val="003F6833"/>
    <w:rPr>
      <w:rFonts w:eastAsia="Times New Roman"/>
      <w:u w:val="none"/>
    </w:rPr>
  </w:style>
  <w:style w:type="character" w:customStyle="1" w:styleId="ListLabel294">
    <w:name w:val="ListLabel 294"/>
    <w:uiPriority w:val="99"/>
    <w:rsid w:val="003F6833"/>
    <w:rPr>
      <w:rFonts w:eastAsia="Times New Roman"/>
      <w:u w:val="none"/>
    </w:rPr>
  </w:style>
  <w:style w:type="character" w:customStyle="1" w:styleId="ListLabel295">
    <w:name w:val="ListLabel 295"/>
    <w:uiPriority w:val="99"/>
    <w:rsid w:val="003F6833"/>
    <w:rPr>
      <w:rFonts w:eastAsia="Times New Roman"/>
      <w:u w:val="none"/>
    </w:rPr>
  </w:style>
  <w:style w:type="character" w:customStyle="1" w:styleId="ListLabel296">
    <w:name w:val="ListLabel 296"/>
    <w:uiPriority w:val="99"/>
    <w:rsid w:val="003F6833"/>
    <w:rPr>
      <w:rFonts w:eastAsia="Times New Roman"/>
      <w:u w:val="none"/>
    </w:rPr>
  </w:style>
  <w:style w:type="character" w:customStyle="1" w:styleId="ListLabel297">
    <w:name w:val="ListLabel 297"/>
    <w:uiPriority w:val="99"/>
    <w:rsid w:val="003F6833"/>
    <w:rPr>
      <w:u w:val="none"/>
    </w:rPr>
  </w:style>
  <w:style w:type="character" w:customStyle="1" w:styleId="ListLabel298">
    <w:name w:val="ListLabel 298"/>
    <w:uiPriority w:val="99"/>
    <w:rsid w:val="003F6833"/>
    <w:rPr>
      <w:rFonts w:eastAsia="Times New Roman"/>
      <w:u w:val="none"/>
    </w:rPr>
  </w:style>
  <w:style w:type="character" w:customStyle="1" w:styleId="ListLabel299">
    <w:name w:val="ListLabel 299"/>
    <w:uiPriority w:val="99"/>
    <w:rsid w:val="003F6833"/>
    <w:rPr>
      <w:rFonts w:eastAsia="Times New Roman"/>
      <w:u w:val="none"/>
    </w:rPr>
  </w:style>
  <w:style w:type="character" w:customStyle="1" w:styleId="ListLabel300">
    <w:name w:val="ListLabel 300"/>
    <w:uiPriority w:val="99"/>
    <w:rsid w:val="003F6833"/>
    <w:rPr>
      <w:u w:val="none"/>
    </w:rPr>
  </w:style>
  <w:style w:type="character" w:customStyle="1" w:styleId="ListLabel301">
    <w:name w:val="ListLabel 301"/>
    <w:uiPriority w:val="99"/>
    <w:rsid w:val="003F6833"/>
    <w:rPr>
      <w:rFonts w:eastAsia="Times New Roman"/>
      <w:u w:val="none"/>
    </w:rPr>
  </w:style>
  <w:style w:type="character" w:customStyle="1" w:styleId="ListLabel302">
    <w:name w:val="ListLabel 302"/>
    <w:uiPriority w:val="99"/>
    <w:rsid w:val="003F6833"/>
    <w:rPr>
      <w:u w:val="none"/>
    </w:rPr>
  </w:style>
  <w:style w:type="character" w:customStyle="1" w:styleId="ListLabel303">
    <w:name w:val="ListLabel 303"/>
    <w:uiPriority w:val="99"/>
    <w:rsid w:val="003F6833"/>
    <w:rPr>
      <w:rFonts w:eastAsia="Times New Roman"/>
      <w:u w:val="none"/>
    </w:rPr>
  </w:style>
  <w:style w:type="character" w:customStyle="1" w:styleId="ListLabel304">
    <w:name w:val="ListLabel 304"/>
    <w:uiPriority w:val="99"/>
    <w:rsid w:val="003F6833"/>
    <w:rPr>
      <w:rFonts w:eastAsia="Times New Roman"/>
      <w:u w:val="none"/>
    </w:rPr>
  </w:style>
  <w:style w:type="character" w:customStyle="1" w:styleId="ListLabel305">
    <w:name w:val="ListLabel 305"/>
    <w:uiPriority w:val="99"/>
    <w:rsid w:val="003F6833"/>
    <w:rPr>
      <w:rFonts w:eastAsia="Times New Roman"/>
      <w:u w:val="none"/>
    </w:rPr>
  </w:style>
  <w:style w:type="character" w:customStyle="1" w:styleId="ListLabel306">
    <w:name w:val="ListLabel 306"/>
    <w:uiPriority w:val="99"/>
    <w:rsid w:val="003F6833"/>
    <w:rPr>
      <w:rFonts w:eastAsia="Times New Roman"/>
      <w:u w:val="none"/>
    </w:rPr>
  </w:style>
  <w:style w:type="character" w:customStyle="1" w:styleId="ListLabel307">
    <w:name w:val="ListLabel 307"/>
    <w:uiPriority w:val="99"/>
    <w:rsid w:val="003F6833"/>
    <w:rPr>
      <w:rFonts w:eastAsia="Times New Roman"/>
      <w:u w:val="none"/>
    </w:rPr>
  </w:style>
  <w:style w:type="character" w:customStyle="1" w:styleId="ListLabel308">
    <w:name w:val="ListLabel 308"/>
    <w:uiPriority w:val="99"/>
    <w:rsid w:val="003F6833"/>
    <w:rPr>
      <w:rFonts w:eastAsia="Times New Roman"/>
      <w:u w:val="none"/>
    </w:rPr>
  </w:style>
  <w:style w:type="character" w:customStyle="1" w:styleId="ListLabel309">
    <w:name w:val="ListLabel 309"/>
    <w:uiPriority w:val="99"/>
    <w:rsid w:val="003F6833"/>
    <w:rPr>
      <w:rFonts w:eastAsia="Times New Roman"/>
      <w:u w:val="none"/>
    </w:rPr>
  </w:style>
  <w:style w:type="character" w:customStyle="1" w:styleId="ListLabel310">
    <w:name w:val="ListLabel 310"/>
    <w:uiPriority w:val="99"/>
    <w:rsid w:val="003F6833"/>
    <w:rPr>
      <w:rFonts w:eastAsia="Times New Roman"/>
      <w:u w:val="none"/>
    </w:rPr>
  </w:style>
  <w:style w:type="character" w:customStyle="1" w:styleId="ListLabel311">
    <w:name w:val="ListLabel 311"/>
    <w:uiPriority w:val="99"/>
    <w:rsid w:val="003F6833"/>
    <w:rPr>
      <w:rFonts w:eastAsia="Times New Roman"/>
      <w:u w:val="none"/>
    </w:rPr>
  </w:style>
  <w:style w:type="character" w:customStyle="1" w:styleId="ListLabel312">
    <w:name w:val="ListLabel 312"/>
    <w:uiPriority w:val="99"/>
    <w:rsid w:val="003F6833"/>
    <w:rPr>
      <w:rFonts w:eastAsia="Times New Roman"/>
      <w:u w:val="none"/>
    </w:rPr>
  </w:style>
  <w:style w:type="character" w:customStyle="1" w:styleId="ListLabel313">
    <w:name w:val="ListLabel 313"/>
    <w:uiPriority w:val="99"/>
    <w:rsid w:val="003F6833"/>
    <w:rPr>
      <w:rFonts w:eastAsia="Times New Roman"/>
      <w:u w:val="none"/>
    </w:rPr>
  </w:style>
  <w:style w:type="character" w:customStyle="1" w:styleId="ListLabel314">
    <w:name w:val="ListLabel 314"/>
    <w:uiPriority w:val="99"/>
    <w:rsid w:val="003F6833"/>
    <w:rPr>
      <w:rFonts w:eastAsia="Times New Roman"/>
      <w:u w:val="none"/>
    </w:rPr>
  </w:style>
  <w:style w:type="character" w:customStyle="1" w:styleId="ListLabel315">
    <w:name w:val="ListLabel 315"/>
    <w:uiPriority w:val="99"/>
    <w:rsid w:val="003F6833"/>
    <w:rPr>
      <w:rFonts w:eastAsia="Times New Roman"/>
      <w:u w:val="none"/>
    </w:rPr>
  </w:style>
  <w:style w:type="character" w:customStyle="1" w:styleId="ListLabel316">
    <w:name w:val="ListLabel 316"/>
    <w:uiPriority w:val="99"/>
    <w:rsid w:val="003F6833"/>
    <w:rPr>
      <w:u w:val="none"/>
    </w:rPr>
  </w:style>
  <w:style w:type="character" w:customStyle="1" w:styleId="ListLabel317">
    <w:name w:val="ListLabel 317"/>
    <w:uiPriority w:val="99"/>
    <w:rsid w:val="003F6833"/>
    <w:rPr>
      <w:rFonts w:eastAsia="Times New Roman"/>
      <w:u w:val="none"/>
    </w:rPr>
  </w:style>
  <w:style w:type="character" w:customStyle="1" w:styleId="ListLabel318">
    <w:name w:val="ListLabel 318"/>
    <w:uiPriority w:val="99"/>
    <w:rsid w:val="003F6833"/>
    <w:rPr>
      <w:u w:val="none"/>
    </w:rPr>
  </w:style>
  <w:style w:type="character" w:customStyle="1" w:styleId="ListLabel319">
    <w:name w:val="ListLabel 319"/>
    <w:uiPriority w:val="99"/>
    <w:rsid w:val="003F6833"/>
    <w:rPr>
      <w:rFonts w:eastAsia="Times New Roman"/>
      <w:u w:val="none"/>
    </w:rPr>
  </w:style>
  <w:style w:type="character" w:customStyle="1" w:styleId="ListLabel320">
    <w:name w:val="ListLabel 320"/>
    <w:uiPriority w:val="99"/>
    <w:rsid w:val="003F6833"/>
    <w:rPr>
      <w:rFonts w:eastAsia="Times New Roman"/>
      <w:u w:val="none"/>
    </w:rPr>
  </w:style>
  <w:style w:type="character" w:customStyle="1" w:styleId="ListLabel321">
    <w:name w:val="ListLabel 321"/>
    <w:uiPriority w:val="99"/>
    <w:rsid w:val="003F6833"/>
    <w:rPr>
      <w:rFonts w:eastAsia="Times New Roman"/>
      <w:u w:val="none"/>
    </w:rPr>
  </w:style>
  <w:style w:type="character" w:customStyle="1" w:styleId="ListLabel322">
    <w:name w:val="ListLabel 322"/>
    <w:uiPriority w:val="99"/>
    <w:rsid w:val="003F6833"/>
    <w:rPr>
      <w:rFonts w:eastAsia="Times New Roman"/>
      <w:u w:val="none"/>
    </w:rPr>
  </w:style>
  <w:style w:type="character" w:customStyle="1" w:styleId="ListLabel323">
    <w:name w:val="ListLabel 323"/>
    <w:uiPriority w:val="99"/>
    <w:rsid w:val="003F6833"/>
    <w:rPr>
      <w:rFonts w:eastAsia="Times New Roman"/>
      <w:u w:val="none"/>
    </w:rPr>
  </w:style>
  <w:style w:type="character" w:customStyle="1" w:styleId="ListLabel324">
    <w:name w:val="ListLabel 324"/>
    <w:uiPriority w:val="99"/>
    <w:rsid w:val="003F6833"/>
    <w:rPr>
      <w:rFonts w:eastAsia="Times New Roman"/>
      <w:u w:val="none"/>
    </w:rPr>
  </w:style>
  <w:style w:type="character" w:customStyle="1" w:styleId="ListLabel325">
    <w:name w:val="ListLabel 325"/>
    <w:uiPriority w:val="99"/>
    <w:rsid w:val="003F6833"/>
    <w:rPr>
      <w:rFonts w:eastAsia="Times New Roman"/>
      <w:u w:val="none"/>
    </w:rPr>
  </w:style>
  <w:style w:type="character" w:customStyle="1" w:styleId="ListLabel326">
    <w:name w:val="ListLabel 326"/>
    <w:uiPriority w:val="99"/>
    <w:rsid w:val="003F6833"/>
    <w:rPr>
      <w:rFonts w:eastAsia="Times New Roman"/>
      <w:u w:val="none"/>
    </w:rPr>
  </w:style>
  <w:style w:type="character" w:customStyle="1" w:styleId="ListLabel327">
    <w:name w:val="ListLabel 327"/>
    <w:uiPriority w:val="99"/>
    <w:rsid w:val="003F6833"/>
    <w:rPr>
      <w:rFonts w:eastAsia="Times New Roman"/>
      <w:u w:val="none"/>
    </w:rPr>
  </w:style>
  <w:style w:type="character" w:customStyle="1" w:styleId="ListLabel328">
    <w:name w:val="ListLabel 328"/>
    <w:uiPriority w:val="99"/>
    <w:rsid w:val="003F6833"/>
    <w:rPr>
      <w:u w:val="none"/>
    </w:rPr>
  </w:style>
  <w:style w:type="character" w:customStyle="1" w:styleId="ListLabel329">
    <w:name w:val="ListLabel 329"/>
    <w:uiPriority w:val="99"/>
    <w:rsid w:val="003F6833"/>
    <w:rPr>
      <w:rFonts w:eastAsia="Times New Roman"/>
      <w:u w:val="none"/>
    </w:rPr>
  </w:style>
  <w:style w:type="character" w:customStyle="1" w:styleId="ListLabel330">
    <w:name w:val="ListLabel 330"/>
    <w:uiPriority w:val="99"/>
    <w:rsid w:val="003F6833"/>
    <w:rPr>
      <w:rFonts w:eastAsia="Times New Roman"/>
      <w:u w:val="none"/>
    </w:rPr>
  </w:style>
  <w:style w:type="character" w:customStyle="1" w:styleId="ListLabel331">
    <w:name w:val="ListLabel 331"/>
    <w:uiPriority w:val="99"/>
    <w:rsid w:val="003F6833"/>
    <w:rPr>
      <w:rFonts w:eastAsia="Times New Roman"/>
      <w:u w:val="none"/>
    </w:rPr>
  </w:style>
  <w:style w:type="character" w:customStyle="1" w:styleId="ListLabel332">
    <w:name w:val="ListLabel 332"/>
    <w:uiPriority w:val="99"/>
    <w:rsid w:val="003F6833"/>
    <w:rPr>
      <w:rFonts w:eastAsia="Times New Roman"/>
      <w:u w:val="none"/>
    </w:rPr>
  </w:style>
  <w:style w:type="character" w:customStyle="1" w:styleId="ListLabel333">
    <w:name w:val="ListLabel 333"/>
    <w:uiPriority w:val="99"/>
    <w:rsid w:val="003F6833"/>
    <w:rPr>
      <w:u w:val="none"/>
    </w:rPr>
  </w:style>
  <w:style w:type="character" w:customStyle="1" w:styleId="ListLabel334">
    <w:name w:val="ListLabel 334"/>
    <w:uiPriority w:val="99"/>
    <w:rsid w:val="003F6833"/>
    <w:rPr>
      <w:rFonts w:eastAsia="Times New Roman"/>
      <w:u w:val="none"/>
    </w:rPr>
  </w:style>
  <w:style w:type="character" w:customStyle="1" w:styleId="ListLabel335">
    <w:name w:val="ListLabel 335"/>
    <w:uiPriority w:val="99"/>
    <w:rsid w:val="003F6833"/>
    <w:rPr>
      <w:u w:val="none"/>
    </w:rPr>
  </w:style>
  <w:style w:type="character" w:customStyle="1" w:styleId="ListLabel336">
    <w:name w:val="ListLabel 336"/>
    <w:uiPriority w:val="99"/>
    <w:rsid w:val="003F6833"/>
    <w:rPr>
      <w:u w:val="none"/>
    </w:rPr>
  </w:style>
  <w:style w:type="character" w:customStyle="1" w:styleId="ListLabel337">
    <w:name w:val="ListLabel 337"/>
    <w:uiPriority w:val="99"/>
    <w:rsid w:val="003F6833"/>
    <w:rPr>
      <w:rFonts w:eastAsia="Times New Roman"/>
      <w:u w:val="none"/>
    </w:rPr>
  </w:style>
  <w:style w:type="character" w:customStyle="1" w:styleId="ListLabel338">
    <w:name w:val="ListLabel 338"/>
    <w:uiPriority w:val="99"/>
    <w:rsid w:val="003F6833"/>
    <w:rPr>
      <w:rFonts w:eastAsia="Times New Roman"/>
      <w:u w:val="none"/>
    </w:rPr>
  </w:style>
  <w:style w:type="character" w:customStyle="1" w:styleId="ListLabel339">
    <w:name w:val="ListLabel 339"/>
    <w:uiPriority w:val="99"/>
    <w:rsid w:val="003F6833"/>
    <w:rPr>
      <w:rFonts w:eastAsia="Times New Roman"/>
      <w:u w:val="none"/>
    </w:rPr>
  </w:style>
  <w:style w:type="character" w:customStyle="1" w:styleId="ListLabel340">
    <w:name w:val="ListLabel 340"/>
    <w:uiPriority w:val="99"/>
    <w:rsid w:val="003F6833"/>
    <w:rPr>
      <w:u w:val="none"/>
    </w:rPr>
  </w:style>
  <w:style w:type="character" w:customStyle="1" w:styleId="ListLabel341">
    <w:name w:val="ListLabel 341"/>
    <w:uiPriority w:val="99"/>
    <w:rsid w:val="003F6833"/>
    <w:rPr>
      <w:u w:val="none"/>
    </w:rPr>
  </w:style>
  <w:style w:type="character" w:customStyle="1" w:styleId="ListLabel342">
    <w:name w:val="ListLabel 342"/>
    <w:uiPriority w:val="99"/>
    <w:rsid w:val="003F6833"/>
    <w:rPr>
      <w:rFonts w:eastAsia="Times New Roman"/>
      <w:u w:val="none"/>
    </w:rPr>
  </w:style>
  <w:style w:type="character" w:customStyle="1" w:styleId="ListLabel343">
    <w:name w:val="ListLabel 343"/>
    <w:uiPriority w:val="99"/>
    <w:rsid w:val="003F6833"/>
    <w:rPr>
      <w:rFonts w:eastAsia="Times New Roman"/>
      <w:u w:val="none"/>
    </w:rPr>
  </w:style>
  <w:style w:type="character" w:customStyle="1" w:styleId="ListLabel344">
    <w:name w:val="ListLabel 344"/>
    <w:uiPriority w:val="99"/>
    <w:rsid w:val="003F6833"/>
    <w:rPr>
      <w:rFonts w:eastAsia="Times New Roman"/>
      <w:u w:val="none"/>
    </w:rPr>
  </w:style>
  <w:style w:type="character" w:customStyle="1" w:styleId="ListLabel345">
    <w:name w:val="ListLabel 345"/>
    <w:uiPriority w:val="99"/>
    <w:rsid w:val="003F6833"/>
    <w:rPr>
      <w:rFonts w:eastAsia="Times New Roman"/>
      <w:u w:val="none"/>
    </w:rPr>
  </w:style>
  <w:style w:type="character" w:customStyle="1" w:styleId="ListLabel346">
    <w:name w:val="ListLabel 346"/>
    <w:uiPriority w:val="99"/>
    <w:rsid w:val="003F6833"/>
    <w:rPr>
      <w:rFonts w:eastAsia="Times New Roman"/>
      <w:u w:val="none"/>
    </w:rPr>
  </w:style>
  <w:style w:type="character" w:customStyle="1" w:styleId="ListLabel347">
    <w:name w:val="ListLabel 347"/>
    <w:uiPriority w:val="99"/>
    <w:rsid w:val="003F6833"/>
    <w:rPr>
      <w:rFonts w:eastAsia="Times New Roman"/>
      <w:u w:val="none"/>
    </w:rPr>
  </w:style>
  <w:style w:type="character" w:customStyle="1" w:styleId="ListLabel348">
    <w:name w:val="ListLabel 348"/>
    <w:uiPriority w:val="99"/>
    <w:rsid w:val="003F6833"/>
    <w:rPr>
      <w:rFonts w:eastAsia="Times New Roman"/>
      <w:u w:val="none"/>
    </w:rPr>
  </w:style>
  <w:style w:type="character" w:customStyle="1" w:styleId="ListLabel349">
    <w:name w:val="ListLabel 349"/>
    <w:uiPriority w:val="99"/>
    <w:rsid w:val="003F6833"/>
    <w:rPr>
      <w:rFonts w:eastAsia="Times New Roman"/>
      <w:u w:val="none"/>
    </w:rPr>
  </w:style>
  <w:style w:type="character" w:customStyle="1" w:styleId="ListLabel350">
    <w:name w:val="ListLabel 350"/>
    <w:uiPriority w:val="99"/>
    <w:rsid w:val="003F6833"/>
    <w:rPr>
      <w:rFonts w:eastAsia="Times New Roman"/>
      <w:u w:val="none"/>
    </w:rPr>
  </w:style>
  <w:style w:type="character" w:customStyle="1" w:styleId="ListLabel351">
    <w:name w:val="ListLabel 351"/>
    <w:uiPriority w:val="99"/>
    <w:rsid w:val="003F6833"/>
    <w:rPr>
      <w:u w:val="none"/>
    </w:rPr>
  </w:style>
  <w:style w:type="character" w:customStyle="1" w:styleId="ListLabel352">
    <w:name w:val="ListLabel 352"/>
    <w:uiPriority w:val="99"/>
    <w:rsid w:val="003F6833"/>
    <w:rPr>
      <w:rFonts w:eastAsia="Times New Roman"/>
      <w:u w:val="none"/>
    </w:rPr>
  </w:style>
  <w:style w:type="character" w:customStyle="1" w:styleId="ListLabel353">
    <w:name w:val="ListLabel 353"/>
    <w:uiPriority w:val="99"/>
    <w:rsid w:val="003F6833"/>
    <w:rPr>
      <w:rFonts w:eastAsia="Times New Roman"/>
      <w:u w:val="none"/>
    </w:rPr>
  </w:style>
  <w:style w:type="character" w:customStyle="1" w:styleId="ListLabel354">
    <w:name w:val="ListLabel 354"/>
    <w:uiPriority w:val="99"/>
    <w:rsid w:val="003F6833"/>
    <w:rPr>
      <w:u w:val="none"/>
    </w:rPr>
  </w:style>
  <w:style w:type="character" w:customStyle="1" w:styleId="ListLabel355">
    <w:name w:val="ListLabel 355"/>
    <w:uiPriority w:val="99"/>
    <w:rsid w:val="003F6833"/>
    <w:rPr>
      <w:rFonts w:eastAsia="Times New Roman"/>
      <w:u w:val="none"/>
    </w:rPr>
  </w:style>
  <w:style w:type="character" w:customStyle="1" w:styleId="ListLabel356">
    <w:name w:val="ListLabel 356"/>
    <w:uiPriority w:val="99"/>
    <w:rsid w:val="003F6833"/>
    <w:rPr>
      <w:rFonts w:eastAsia="Times New Roman"/>
      <w:u w:val="none"/>
    </w:rPr>
  </w:style>
  <w:style w:type="character" w:customStyle="1" w:styleId="ListLabel357">
    <w:name w:val="ListLabel 357"/>
    <w:uiPriority w:val="99"/>
    <w:rsid w:val="003F6833"/>
    <w:rPr>
      <w:u w:val="none"/>
    </w:rPr>
  </w:style>
  <w:style w:type="character" w:customStyle="1" w:styleId="ListLabel358">
    <w:name w:val="ListLabel 358"/>
    <w:uiPriority w:val="99"/>
    <w:rsid w:val="003F6833"/>
    <w:rPr>
      <w:u w:val="none"/>
    </w:rPr>
  </w:style>
  <w:style w:type="character" w:customStyle="1" w:styleId="ListLabel359">
    <w:name w:val="ListLabel 359"/>
    <w:uiPriority w:val="99"/>
    <w:rsid w:val="003F6833"/>
    <w:rPr>
      <w:u w:val="none"/>
    </w:rPr>
  </w:style>
  <w:style w:type="character" w:customStyle="1" w:styleId="ListLabel360">
    <w:name w:val="ListLabel 360"/>
    <w:uiPriority w:val="99"/>
    <w:rsid w:val="003F6833"/>
    <w:rPr>
      <w:rFonts w:eastAsia="Times New Roman"/>
      <w:u w:val="none"/>
    </w:rPr>
  </w:style>
  <w:style w:type="character" w:customStyle="1" w:styleId="ListLabel361">
    <w:name w:val="ListLabel 361"/>
    <w:uiPriority w:val="99"/>
    <w:rsid w:val="003F6833"/>
    <w:rPr>
      <w:rFonts w:eastAsia="Times New Roman"/>
      <w:u w:val="none"/>
    </w:rPr>
  </w:style>
  <w:style w:type="character" w:customStyle="1" w:styleId="ListLabel362">
    <w:name w:val="ListLabel 362"/>
    <w:uiPriority w:val="99"/>
    <w:rsid w:val="003F6833"/>
    <w:rPr>
      <w:rFonts w:eastAsia="Times New Roman"/>
      <w:u w:val="none"/>
    </w:rPr>
  </w:style>
  <w:style w:type="character" w:customStyle="1" w:styleId="ListLabel363">
    <w:name w:val="ListLabel 363"/>
    <w:uiPriority w:val="99"/>
    <w:rsid w:val="003F6833"/>
    <w:rPr>
      <w:rFonts w:eastAsia="Times New Roman"/>
      <w:u w:val="none"/>
    </w:rPr>
  </w:style>
  <w:style w:type="character" w:customStyle="1" w:styleId="ListLabel364">
    <w:name w:val="ListLabel 364"/>
    <w:uiPriority w:val="99"/>
    <w:rsid w:val="003F6833"/>
    <w:rPr>
      <w:u w:val="none"/>
    </w:rPr>
  </w:style>
  <w:style w:type="character" w:customStyle="1" w:styleId="ListLabel365">
    <w:name w:val="ListLabel 365"/>
    <w:uiPriority w:val="99"/>
    <w:rsid w:val="003F6833"/>
    <w:rPr>
      <w:rFonts w:eastAsia="Times New Roman"/>
      <w:u w:val="none"/>
    </w:rPr>
  </w:style>
  <w:style w:type="character" w:customStyle="1" w:styleId="ListLabel366">
    <w:name w:val="ListLabel 366"/>
    <w:uiPriority w:val="99"/>
    <w:rsid w:val="003F6833"/>
    <w:rPr>
      <w:u w:val="none"/>
    </w:rPr>
  </w:style>
  <w:style w:type="character" w:customStyle="1" w:styleId="ListLabel367">
    <w:name w:val="ListLabel 367"/>
    <w:uiPriority w:val="99"/>
    <w:rsid w:val="003F6833"/>
    <w:rPr>
      <w:rFonts w:eastAsia="Times New Roman"/>
      <w:u w:val="none"/>
    </w:rPr>
  </w:style>
  <w:style w:type="character" w:customStyle="1" w:styleId="ListLabel368">
    <w:name w:val="ListLabel 368"/>
    <w:uiPriority w:val="99"/>
    <w:rsid w:val="003F6833"/>
    <w:rPr>
      <w:rFonts w:eastAsia="Times New Roman"/>
      <w:u w:val="none"/>
    </w:rPr>
  </w:style>
  <w:style w:type="character" w:customStyle="1" w:styleId="ListLabel369">
    <w:name w:val="ListLabel 369"/>
    <w:uiPriority w:val="99"/>
    <w:rsid w:val="003F6833"/>
    <w:rPr>
      <w:rFonts w:eastAsia="Times New Roman"/>
      <w:u w:val="none"/>
    </w:rPr>
  </w:style>
  <w:style w:type="character" w:customStyle="1" w:styleId="ListLabel370">
    <w:name w:val="ListLabel 370"/>
    <w:uiPriority w:val="99"/>
    <w:rsid w:val="003F6833"/>
    <w:rPr>
      <w:rFonts w:eastAsia="Times New Roman"/>
      <w:u w:val="none"/>
    </w:rPr>
  </w:style>
  <w:style w:type="character" w:customStyle="1" w:styleId="ListLabel371">
    <w:name w:val="ListLabel 371"/>
    <w:uiPriority w:val="99"/>
    <w:rsid w:val="003F6833"/>
    <w:rPr>
      <w:rFonts w:eastAsia="Times New Roman"/>
      <w:u w:val="none"/>
    </w:rPr>
  </w:style>
  <w:style w:type="character" w:customStyle="1" w:styleId="ListLabel372">
    <w:name w:val="ListLabel 372"/>
    <w:uiPriority w:val="99"/>
    <w:rsid w:val="003F6833"/>
    <w:rPr>
      <w:u w:val="none"/>
    </w:rPr>
  </w:style>
  <w:style w:type="character" w:customStyle="1" w:styleId="ListLabel373">
    <w:name w:val="ListLabel 373"/>
    <w:uiPriority w:val="99"/>
    <w:rsid w:val="003F6833"/>
    <w:rPr>
      <w:rFonts w:eastAsia="Times New Roman"/>
      <w:u w:val="none"/>
    </w:rPr>
  </w:style>
  <w:style w:type="character" w:customStyle="1" w:styleId="ListLabel374">
    <w:name w:val="ListLabel 374"/>
    <w:uiPriority w:val="99"/>
    <w:rsid w:val="003F6833"/>
    <w:rPr>
      <w:u w:val="none"/>
    </w:rPr>
  </w:style>
  <w:style w:type="character" w:customStyle="1" w:styleId="ListLabel375">
    <w:name w:val="ListLabel 375"/>
    <w:uiPriority w:val="99"/>
    <w:rsid w:val="003F6833"/>
    <w:rPr>
      <w:rFonts w:eastAsia="Times New Roman"/>
      <w:u w:val="none"/>
    </w:rPr>
  </w:style>
  <w:style w:type="character" w:customStyle="1" w:styleId="ListLabel376">
    <w:name w:val="ListLabel 376"/>
    <w:uiPriority w:val="99"/>
    <w:rsid w:val="003F6833"/>
    <w:rPr>
      <w:u w:val="none"/>
    </w:rPr>
  </w:style>
  <w:style w:type="character" w:customStyle="1" w:styleId="ListLabel377">
    <w:name w:val="ListLabel 377"/>
    <w:uiPriority w:val="99"/>
    <w:rsid w:val="003F6833"/>
    <w:rPr>
      <w:u w:val="none"/>
    </w:rPr>
  </w:style>
  <w:style w:type="character" w:customStyle="1" w:styleId="ListLabel378">
    <w:name w:val="ListLabel 378"/>
    <w:uiPriority w:val="99"/>
    <w:rsid w:val="003F6833"/>
    <w:rPr>
      <w:u w:val="none"/>
    </w:rPr>
  </w:style>
  <w:style w:type="character" w:customStyle="1" w:styleId="ListLabel379">
    <w:name w:val="ListLabel 379"/>
    <w:uiPriority w:val="99"/>
    <w:rsid w:val="003F6833"/>
    <w:rPr>
      <w:u w:val="none"/>
    </w:rPr>
  </w:style>
  <w:style w:type="character" w:customStyle="1" w:styleId="ListLabel380">
    <w:name w:val="ListLabel 380"/>
    <w:uiPriority w:val="99"/>
    <w:rsid w:val="003F6833"/>
    <w:rPr>
      <w:u w:val="none"/>
    </w:rPr>
  </w:style>
  <w:style w:type="character" w:customStyle="1" w:styleId="ListLabel381">
    <w:name w:val="ListLabel 381"/>
    <w:uiPriority w:val="99"/>
    <w:rsid w:val="003F6833"/>
    <w:rPr>
      <w:u w:val="none"/>
    </w:rPr>
  </w:style>
  <w:style w:type="character" w:customStyle="1" w:styleId="ListLabel382">
    <w:name w:val="ListLabel 382"/>
    <w:uiPriority w:val="99"/>
    <w:rsid w:val="003F6833"/>
    <w:rPr>
      <w:rFonts w:eastAsia="Times New Roman"/>
      <w:u w:val="none"/>
    </w:rPr>
  </w:style>
  <w:style w:type="character" w:customStyle="1" w:styleId="ListLabel383">
    <w:name w:val="ListLabel 383"/>
    <w:uiPriority w:val="99"/>
    <w:rsid w:val="003F6833"/>
    <w:rPr>
      <w:u w:val="none"/>
    </w:rPr>
  </w:style>
  <w:style w:type="character" w:customStyle="1" w:styleId="ListLabel384">
    <w:name w:val="ListLabel 384"/>
    <w:uiPriority w:val="99"/>
    <w:rsid w:val="003F6833"/>
    <w:rPr>
      <w:rFonts w:eastAsia="Times New Roman"/>
      <w:u w:val="none"/>
    </w:rPr>
  </w:style>
  <w:style w:type="character" w:customStyle="1" w:styleId="ListLabel385">
    <w:name w:val="ListLabel 385"/>
    <w:uiPriority w:val="99"/>
    <w:rsid w:val="003F6833"/>
    <w:rPr>
      <w:u w:val="none"/>
    </w:rPr>
  </w:style>
  <w:style w:type="character" w:customStyle="1" w:styleId="ListLabel386">
    <w:name w:val="ListLabel 386"/>
    <w:uiPriority w:val="99"/>
    <w:rsid w:val="003F6833"/>
    <w:rPr>
      <w:u w:val="none"/>
    </w:rPr>
  </w:style>
  <w:style w:type="character" w:customStyle="1" w:styleId="ListLabel387">
    <w:name w:val="ListLabel 387"/>
    <w:uiPriority w:val="99"/>
    <w:rsid w:val="003F6833"/>
    <w:rPr>
      <w:rFonts w:eastAsia="Times New Roman"/>
      <w:u w:val="none"/>
    </w:rPr>
  </w:style>
  <w:style w:type="character" w:customStyle="1" w:styleId="ListLabel388">
    <w:name w:val="ListLabel 388"/>
    <w:uiPriority w:val="99"/>
    <w:rsid w:val="003F6833"/>
    <w:rPr>
      <w:u w:val="none"/>
    </w:rPr>
  </w:style>
  <w:style w:type="character" w:customStyle="1" w:styleId="ListLabel389">
    <w:name w:val="ListLabel 389"/>
    <w:uiPriority w:val="99"/>
    <w:rsid w:val="003F6833"/>
    <w:rPr>
      <w:rFonts w:eastAsia="Times New Roman"/>
      <w:u w:val="none"/>
    </w:rPr>
  </w:style>
  <w:style w:type="character" w:customStyle="1" w:styleId="ListLabel390">
    <w:name w:val="ListLabel 390"/>
    <w:uiPriority w:val="99"/>
    <w:rsid w:val="003F6833"/>
    <w:rPr>
      <w:rFonts w:eastAsia="Times New Roman"/>
      <w:u w:val="none"/>
    </w:rPr>
  </w:style>
  <w:style w:type="character" w:customStyle="1" w:styleId="ListLabel391">
    <w:name w:val="ListLabel 391"/>
    <w:uiPriority w:val="99"/>
    <w:rsid w:val="003F6833"/>
    <w:rPr>
      <w:u w:val="none"/>
    </w:rPr>
  </w:style>
  <w:style w:type="character" w:customStyle="1" w:styleId="ListLabel392">
    <w:name w:val="ListLabel 392"/>
    <w:uiPriority w:val="99"/>
    <w:rsid w:val="003F6833"/>
    <w:rPr>
      <w:rFonts w:eastAsia="Times New Roman"/>
      <w:u w:val="none"/>
    </w:rPr>
  </w:style>
  <w:style w:type="character" w:customStyle="1" w:styleId="ListLabel393">
    <w:name w:val="ListLabel 393"/>
    <w:uiPriority w:val="99"/>
    <w:rsid w:val="003F6833"/>
    <w:rPr>
      <w:u w:val="none"/>
    </w:rPr>
  </w:style>
  <w:style w:type="character" w:customStyle="1" w:styleId="ListLabel394">
    <w:name w:val="ListLabel 394"/>
    <w:uiPriority w:val="99"/>
    <w:rsid w:val="003F6833"/>
    <w:rPr>
      <w:u w:val="none"/>
    </w:rPr>
  </w:style>
  <w:style w:type="character" w:customStyle="1" w:styleId="ListLabel395">
    <w:name w:val="ListLabel 395"/>
    <w:uiPriority w:val="99"/>
    <w:rsid w:val="003F6833"/>
    <w:rPr>
      <w:rFonts w:eastAsia="Times New Roman"/>
      <w:u w:val="none"/>
    </w:rPr>
  </w:style>
  <w:style w:type="character" w:customStyle="1" w:styleId="ListLabel396">
    <w:name w:val="ListLabel 396"/>
    <w:uiPriority w:val="99"/>
    <w:rsid w:val="003F6833"/>
    <w:rPr>
      <w:rFonts w:eastAsia="Times New Roman"/>
      <w:u w:val="none"/>
    </w:rPr>
  </w:style>
  <w:style w:type="character" w:customStyle="1" w:styleId="ListLabel397">
    <w:name w:val="ListLabel 397"/>
    <w:uiPriority w:val="99"/>
    <w:rsid w:val="003F6833"/>
    <w:rPr>
      <w:u w:val="none"/>
    </w:rPr>
  </w:style>
  <w:style w:type="character" w:customStyle="1" w:styleId="ListLabel398">
    <w:name w:val="ListLabel 398"/>
    <w:uiPriority w:val="99"/>
    <w:rsid w:val="003F6833"/>
    <w:rPr>
      <w:rFonts w:eastAsia="Times New Roman"/>
      <w:u w:val="none"/>
    </w:rPr>
  </w:style>
  <w:style w:type="character" w:customStyle="1" w:styleId="ListLabel399">
    <w:name w:val="ListLabel 399"/>
    <w:uiPriority w:val="99"/>
    <w:rsid w:val="003F6833"/>
    <w:rPr>
      <w:rFonts w:eastAsia="Times New Roman"/>
      <w:u w:val="none"/>
    </w:rPr>
  </w:style>
  <w:style w:type="character" w:customStyle="1" w:styleId="ListLabel400">
    <w:name w:val="ListLabel 400"/>
    <w:uiPriority w:val="99"/>
    <w:rsid w:val="003F6833"/>
    <w:rPr>
      <w:u w:val="none"/>
    </w:rPr>
  </w:style>
  <w:style w:type="character" w:customStyle="1" w:styleId="ListLabel401">
    <w:name w:val="ListLabel 401"/>
    <w:uiPriority w:val="99"/>
    <w:rsid w:val="003F6833"/>
    <w:rPr>
      <w:rFonts w:eastAsia="Times New Roman"/>
      <w:u w:val="none"/>
    </w:rPr>
  </w:style>
  <w:style w:type="character" w:customStyle="1" w:styleId="ListLabel402">
    <w:name w:val="ListLabel 402"/>
    <w:uiPriority w:val="99"/>
    <w:rsid w:val="003F6833"/>
    <w:rPr>
      <w:u w:val="none"/>
    </w:rPr>
  </w:style>
  <w:style w:type="character" w:customStyle="1" w:styleId="ListLabel403">
    <w:name w:val="ListLabel 403"/>
    <w:uiPriority w:val="99"/>
    <w:rsid w:val="003F6833"/>
    <w:rPr>
      <w:u w:val="none"/>
    </w:rPr>
  </w:style>
  <w:style w:type="character" w:customStyle="1" w:styleId="ListLabel404">
    <w:name w:val="ListLabel 404"/>
    <w:uiPriority w:val="99"/>
    <w:rsid w:val="003F6833"/>
    <w:rPr>
      <w:rFonts w:eastAsia="Times New Roman"/>
      <w:u w:val="none"/>
    </w:rPr>
  </w:style>
  <w:style w:type="character" w:customStyle="1" w:styleId="ListLabel405">
    <w:name w:val="ListLabel 405"/>
    <w:uiPriority w:val="99"/>
    <w:rsid w:val="003F6833"/>
    <w:rPr>
      <w:u w:val="none"/>
    </w:rPr>
  </w:style>
  <w:style w:type="character" w:customStyle="1" w:styleId="ListLabel406">
    <w:name w:val="ListLabel 406"/>
    <w:uiPriority w:val="99"/>
    <w:rsid w:val="003F6833"/>
    <w:rPr>
      <w:u w:val="none"/>
    </w:rPr>
  </w:style>
  <w:style w:type="character" w:customStyle="1" w:styleId="ListLabel407">
    <w:name w:val="ListLabel 407"/>
    <w:uiPriority w:val="99"/>
    <w:rsid w:val="003F6833"/>
    <w:rPr>
      <w:u w:val="none"/>
    </w:rPr>
  </w:style>
  <w:style w:type="character" w:customStyle="1" w:styleId="ListLabel408">
    <w:name w:val="ListLabel 408"/>
    <w:uiPriority w:val="99"/>
    <w:rsid w:val="003F6833"/>
    <w:rPr>
      <w:u w:val="none"/>
    </w:rPr>
  </w:style>
  <w:style w:type="character" w:customStyle="1" w:styleId="ListLabel409">
    <w:name w:val="ListLabel 409"/>
    <w:uiPriority w:val="99"/>
    <w:rsid w:val="003F6833"/>
    <w:rPr>
      <w:rFonts w:eastAsia="Times New Roman"/>
      <w:u w:val="none"/>
    </w:rPr>
  </w:style>
  <w:style w:type="character" w:customStyle="1" w:styleId="ListLabel410">
    <w:name w:val="ListLabel 410"/>
    <w:uiPriority w:val="99"/>
    <w:rsid w:val="003F6833"/>
    <w:rPr>
      <w:u w:val="none"/>
    </w:rPr>
  </w:style>
  <w:style w:type="character" w:customStyle="1" w:styleId="ListLabel411">
    <w:name w:val="ListLabel 411"/>
    <w:uiPriority w:val="99"/>
    <w:rsid w:val="003F6833"/>
    <w:rPr>
      <w:u w:val="none"/>
    </w:rPr>
  </w:style>
  <w:style w:type="character" w:customStyle="1" w:styleId="ListLabel412">
    <w:name w:val="ListLabel 412"/>
    <w:uiPriority w:val="99"/>
    <w:rsid w:val="003F6833"/>
    <w:rPr>
      <w:rFonts w:eastAsia="Times New Roman"/>
      <w:u w:val="none"/>
    </w:rPr>
  </w:style>
  <w:style w:type="character" w:customStyle="1" w:styleId="ListLabel413">
    <w:name w:val="ListLabel 413"/>
    <w:uiPriority w:val="99"/>
    <w:rsid w:val="003F6833"/>
    <w:rPr>
      <w:u w:val="none"/>
    </w:rPr>
  </w:style>
  <w:style w:type="character" w:customStyle="1" w:styleId="ListLabel414">
    <w:name w:val="ListLabel 414"/>
    <w:uiPriority w:val="99"/>
    <w:rsid w:val="003F6833"/>
    <w:rPr>
      <w:u w:val="none"/>
    </w:rPr>
  </w:style>
  <w:style w:type="character" w:customStyle="1" w:styleId="ListLabel415">
    <w:name w:val="ListLabel 415"/>
    <w:uiPriority w:val="99"/>
    <w:rsid w:val="003F6833"/>
    <w:rPr>
      <w:rFonts w:eastAsia="Times New Roman"/>
      <w:u w:val="none"/>
    </w:rPr>
  </w:style>
  <w:style w:type="character" w:customStyle="1" w:styleId="ListLabel416">
    <w:name w:val="ListLabel 416"/>
    <w:uiPriority w:val="99"/>
    <w:rsid w:val="003F6833"/>
    <w:rPr>
      <w:rFonts w:eastAsia="Times New Roman"/>
      <w:u w:val="none"/>
    </w:rPr>
  </w:style>
  <w:style w:type="character" w:customStyle="1" w:styleId="ListLabel417">
    <w:name w:val="ListLabel 417"/>
    <w:uiPriority w:val="99"/>
    <w:rsid w:val="003F6833"/>
    <w:rPr>
      <w:rFonts w:eastAsia="Times New Roman"/>
      <w:u w:val="none"/>
    </w:rPr>
  </w:style>
  <w:style w:type="character" w:customStyle="1" w:styleId="ListLabel418">
    <w:name w:val="ListLabel 418"/>
    <w:uiPriority w:val="99"/>
    <w:rsid w:val="003F6833"/>
    <w:rPr>
      <w:u w:val="none"/>
    </w:rPr>
  </w:style>
  <w:style w:type="character" w:customStyle="1" w:styleId="ListLabel419">
    <w:name w:val="ListLabel 419"/>
    <w:uiPriority w:val="99"/>
    <w:rsid w:val="003F6833"/>
    <w:rPr>
      <w:rFonts w:eastAsia="Times New Roman"/>
      <w:u w:val="none"/>
    </w:rPr>
  </w:style>
  <w:style w:type="character" w:customStyle="1" w:styleId="ListLabel420">
    <w:name w:val="ListLabel 420"/>
    <w:uiPriority w:val="99"/>
    <w:rsid w:val="003F6833"/>
    <w:rPr>
      <w:rFonts w:eastAsia="Times New Roman"/>
      <w:u w:val="none"/>
    </w:rPr>
  </w:style>
  <w:style w:type="character" w:customStyle="1" w:styleId="ListLabel421">
    <w:name w:val="ListLabel 421"/>
    <w:uiPriority w:val="99"/>
    <w:rsid w:val="003F6833"/>
    <w:rPr>
      <w:rFonts w:eastAsia="Times New Roman"/>
      <w:u w:val="none"/>
    </w:rPr>
  </w:style>
  <w:style w:type="character" w:customStyle="1" w:styleId="ListLabel422">
    <w:name w:val="ListLabel 422"/>
    <w:uiPriority w:val="99"/>
    <w:rsid w:val="003F6833"/>
    <w:rPr>
      <w:rFonts w:eastAsia="Times New Roman"/>
      <w:u w:val="none"/>
    </w:rPr>
  </w:style>
  <w:style w:type="character" w:customStyle="1" w:styleId="ListLabel423">
    <w:name w:val="ListLabel 423"/>
    <w:uiPriority w:val="99"/>
    <w:rsid w:val="003F6833"/>
    <w:rPr>
      <w:rFonts w:eastAsia="Times New Roman"/>
      <w:u w:val="none"/>
    </w:rPr>
  </w:style>
  <w:style w:type="character" w:customStyle="1" w:styleId="ListLabel424">
    <w:name w:val="ListLabel 424"/>
    <w:uiPriority w:val="99"/>
    <w:rsid w:val="003F6833"/>
    <w:rPr>
      <w:u w:val="none"/>
    </w:rPr>
  </w:style>
  <w:style w:type="character" w:customStyle="1" w:styleId="ListLabel425">
    <w:name w:val="ListLabel 425"/>
    <w:uiPriority w:val="99"/>
    <w:rsid w:val="003F6833"/>
    <w:rPr>
      <w:rFonts w:eastAsia="Times New Roman"/>
      <w:u w:val="none"/>
    </w:rPr>
  </w:style>
  <w:style w:type="character" w:customStyle="1" w:styleId="ListLabel426">
    <w:name w:val="ListLabel 426"/>
    <w:uiPriority w:val="99"/>
    <w:rsid w:val="003F6833"/>
    <w:rPr>
      <w:rFonts w:eastAsia="Times New Roman"/>
      <w:u w:val="none"/>
    </w:rPr>
  </w:style>
  <w:style w:type="character" w:customStyle="1" w:styleId="ListLabel427">
    <w:name w:val="ListLabel 427"/>
    <w:uiPriority w:val="99"/>
    <w:rsid w:val="003F6833"/>
    <w:rPr>
      <w:rFonts w:eastAsia="Times New Roman"/>
      <w:u w:val="none"/>
    </w:rPr>
  </w:style>
  <w:style w:type="character" w:customStyle="1" w:styleId="ListLabel428">
    <w:name w:val="ListLabel 428"/>
    <w:uiPriority w:val="99"/>
    <w:rsid w:val="003F6833"/>
    <w:rPr>
      <w:rFonts w:eastAsia="Times New Roman"/>
      <w:u w:val="none"/>
    </w:rPr>
  </w:style>
  <w:style w:type="character" w:customStyle="1" w:styleId="ListLabel429">
    <w:name w:val="ListLabel 429"/>
    <w:uiPriority w:val="99"/>
    <w:rsid w:val="003F6833"/>
    <w:rPr>
      <w:rFonts w:eastAsia="Times New Roman"/>
      <w:u w:val="none"/>
    </w:rPr>
  </w:style>
  <w:style w:type="character" w:customStyle="1" w:styleId="ListLabel430">
    <w:name w:val="ListLabel 430"/>
    <w:uiPriority w:val="99"/>
    <w:rsid w:val="003F6833"/>
    <w:rPr>
      <w:rFonts w:eastAsia="Times New Roman"/>
      <w:u w:val="none"/>
    </w:rPr>
  </w:style>
  <w:style w:type="character" w:customStyle="1" w:styleId="ListLabel431">
    <w:name w:val="ListLabel 431"/>
    <w:uiPriority w:val="99"/>
    <w:rsid w:val="003F6833"/>
    <w:rPr>
      <w:rFonts w:eastAsia="Times New Roman"/>
      <w:u w:val="none"/>
    </w:rPr>
  </w:style>
  <w:style w:type="character" w:customStyle="1" w:styleId="ListLabel432">
    <w:name w:val="ListLabel 432"/>
    <w:uiPriority w:val="99"/>
    <w:rsid w:val="003F6833"/>
    <w:rPr>
      <w:rFonts w:eastAsia="Times New Roman"/>
      <w:u w:val="none"/>
    </w:rPr>
  </w:style>
  <w:style w:type="character" w:customStyle="1" w:styleId="ListLabel433">
    <w:name w:val="ListLabel 433"/>
    <w:uiPriority w:val="99"/>
    <w:rsid w:val="003F6833"/>
    <w:rPr>
      <w:rFonts w:eastAsia="Times New Roman"/>
      <w:u w:val="none"/>
    </w:rPr>
  </w:style>
  <w:style w:type="character" w:customStyle="1" w:styleId="ListLabel434">
    <w:name w:val="ListLabel 434"/>
    <w:uiPriority w:val="99"/>
    <w:rsid w:val="003F6833"/>
    <w:rPr>
      <w:rFonts w:eastAsia="Times New Roman"/>
      <w:u w:val="none"/>
    </w:rPr>
  </w:style>
  <w:style w:type="character" w:customStyle="1" w:styleId="ListLabel435">
    <w:name w:val="ListLabel 435"/>
    <w:uiPriority w:val="99"/>
    <w:rsid w:val="003F6833"/>
    <w:rPr>
      <w:rFonts w:eastAsia="Times New Roman"/>
      <w:u w:val="none"/>
    </w:rPr>
  </w:style>
  <w:style w:type="character" w:customStyle="1" w:styleId="ListLabel436">
    <w:name w:val="ListLabel 436"/>
    <w:uiPriority w:val="99"/>
    <w:rsid w:val="003F6833"/>
    <w:rPr>
      <w:rFonts w:eastAsia="Times New Roman"/>
      <w:u w:val="none"/>
    </w:rPr>
  </w:style>
  <w:style w:type="character" w:customStyle="1" w:styleId="ListLabel437">
    <w:name w:val="ListLabel 437"/>
    <w:uiPriority w:val="99"/>
    <w:rsid w:val="003F6833"/>
    <w:rPr>
      <w:u w:val="none"/>
    </w:rPr>
  </w:style>
  <w:style w:type="character" w:customStyle="1" w:styleId="ListLabel438">
    <w:name w:val="ListLabel 438"/>
    <w:uiPriority w:val="99"/>
    <w:rsid w:val="003F6833"/>
    <w:rPr>
      <w:u w:val="none"/>
    </w:rPr>
  </w:style>
  <w:style w:type="character" w:customStyle="1" w:styleId="ListLabel439">
    <w:name w:val="ListLabel 439"/>
    <w:uiPriority w:val="99"/>
    <w:rsid w:val="003F6833"/>
    <w:rPr>
      <w:u w:val="none"/>
    </w:rPr>
  </w:style>
  <w:style w:type="character" w:customStyle="1" w:styleId="ListLabel440">
    <w:name w:val="ListLabel 440"/>
    <w:uiPriority w:val="99"/>
    <w:rsid w:val="003F6833"/>
    <w:rPr>
      <w:rFonts w:eastAsia="Times New Roman"/>
      <w:u w:val="none"/>
    </w:rPr>
  </w:style>
  <w:style w:type="character" w:customStyle="1" w:styleId="ListLabel441">
    <w:name w:val="ListLabel 441"/>
    <w:uiPriority w:val="99"/>
    <w:rsid w:val="003F6833"/>
    <w:rPr>
      <w:u w:val="none"/>
    </w:rPr>
  </w:style>
  <w:style w:type="character" w:customStyle="1" w:styleId="ListLabel442">
    <w:name w:val="ListLabel 442"/>
    <w:uiPriority w:val="99"/>
    <w:rsid w:val="003F6833"/>
    <w:rPr>
      <w:rFonts w:eastAsia="Times New Roman"/>
      <w:u w:val="none"/>
    </w:rPr>
  </w:style>
  <w:style w:type="character" w:customStyle="1" w:styleId="ListLabel443">
    <w:name w:val="ListLabel 443"/>
    <w:uiPriority w:val="99"/>
    <w:rsid w:val="003F6833"/>
    <w:rPr>
      <w:u w:val="none"/>
    </w:rPr>
  </w:style>
  <w:style w:type="character" w:customStyle="1" w:styleId="ListLabel444">
    <w:name w:val="ListLabel 444"/>
    <w:uiPriority w:val="99"/>
    <w:rsid w:val="003F6833"/>
    <w:rPr>
      <w:rFonts w:eastAsia="Times New Roman"/>
      <w:u w:val="none"/>
    </w:rPr>
  </w:style>
  <w:style w:type="character" w:customStyle="1" w:styleId="ListLabel445">
    <w:name w:val="ListLabel 445"/>
    <w:uiPriority w:val="99"/>
    <w:rsid w:val="003F6833"/>
    <w:rPr>
      <w:rFonts w:eastAsia="Times New Roman"/>
      <w:u w:val="none"/>
    </w:rPr>
  </w:style>
  <w:style w:type="character" w:customStyle="1" w:styleId="ListLabel446">
    <w:name w:val="ListLabel 446"/>
    <w:uiPriority w:val="99"/>
    <w:rsid w:val="003F6833"/>
    <w:rPr>
      <w:rFonts w:eastAsia="Times New Roman"/>
      <w:u w:val="none"/>
    </w:rPr>
  </w:style>
  <w:style w:type="character" w:customStyle="1" w:styleId="ListLabel447">
    <w:name w:val="ListLabel 447"/>
    <w:uiPriority w:val="99"/>
    <w:rsid w:val="003F6833"/>
    <w:rPr>
      <w:rFonts w:eastAsia="Times New Roman"/>
      <w:u w:val="none"/>
    </w:rPr>
  </w:style>
  <w:style w:type="character" w:customStyle="1" w:styleId="ListLabel448">
    <w:name w:val="ListLabel 448"/>
    <w:uiPriority w:val="99"/>
    <w:rsid w:val="003F6833"/>
    <w:rPr>
      <w:rFonts w:eastAsia="Times New Roman"/>
      <w:u w:val="none"/>
    </w:rPr>
  </w:style>
  <w:style w:type="character" w:customStyle="1" w:styleId="ListLabel449">
    <w:name w:val="ListLabel 449"/>
    <w:uiPriority w:val="99"/>
    <w:rsid w:val="003F6833"/>
    <w:rPr>
      <w:rFonts w:eastAsia="Times New Roman"/>
      <w:u w:val="none"/>
    </w:rPr>
  </w:style>
  <w:style w:type="character" w:customStyle="1" w:styleId="ListLabel450">
    <w:name w:val="ListLabel 450"/>
    <w:uiPriority w:val="99"/>
    <w:rsid w:val="003F6833"/>
    <w:rPr>
      <w:rFonts w:eastAsia="Times New Roman"/>
      <w:u w:val="none"/>
    </w:rPr>
  </w:style>
  <w:style w:type="character" w:customStyle="1" w:styleId="ListLabel451">
    <w:name w:val="ListLabel 451"/>
    <w:uiPriority w:val="99"/>
    <w:rsid w:val="003F6833"/>
    <w:rPr>
      <w:rFonts w:eastAsia="Times New Roman"/>
      <w:u w:val="none"/>
    </w:rPr>
  </w:style>
  <w:style w:type="character" w:customStyle="1" w:styleId="ListLabel452">
    <w:name w:val="ListLabel 452"/>
    <w:uiPriority w:val="99"/>
    <w:rsid w:val="003F6833"/>
    <w:rPr>
      <w:rFonts w:eastAsia="Times New Roman"/>
      <w:u w:val="none"/>
    </w:rPr>
  </w:style>
  <w:style w:type="character" w:customStyle="1" w:styleId="ListLabel453">
    <w:name w:val="ListLabel 453"/>
    <w:uiPriority w:val="99"/>
    <w:rsid w:val="003F6833"/>
    <w:rPr>
      <w:rFonts w:eastAsia="Times New Roman"/>
      <w:u w:val="none"/>
    </w:rPr>
  </w:style>
  <w:style w:type="character" w:customStyle="1" w:styleId="ListLabel454">
    <w:name w:val="ListLabel 454"/>
    <w:uiPriority w:val="99"/>
    <w:rsid w:val="003F6833"/>
    <w:rPr>
      <w:rFonts w:eastAsia="Times New Roman"/>
      <w:u w:val="none"/>
    </w:rPr>
  </w:style>
  <w:style w:type="character" w:customStyle="1" w:styleId="ListLabel455">
    <w:name w:val="ListLabel 455"/>
    <w:uiPriority w:val="99"/>
    <w:rsid w:val="003F6833"/>
    <w:rPr>
      <w:u w:val="none"/>
    </w:rPr>
  </w:style>
  <w:style w:type="character" w:customStyle="1" w:styleId="ListLabel456">
    <w:name w:val="ListLabel 456"/>
    <w:uiPriority w:val="99"/>
    <w:rsid w:val="003F6833"/>
    <w:rPr>
      <w:rFonts w:eastAsia="Times New Roman"/>
      <w:u w:val="none"/>
    </w:rPr>
  </w:style>
  <w:style w:type="character" w:customStyle="1" w:styleId="ListLabel457">
    <w:name w:val="ListLabel 457"/>
    <w:uiPriority w:val="99"/>
    <w:rsid w:val="003F6833"/>
    <w:rPr>
      <w:u w:val="none"/>
    </w:rPr>
  </w:style>
  <w:style w:type="character" w:customStyle="1" w:styleId="ListLabel458">
    <w:name w:val="ListLabel 458"/>
    <w:uiPriority w:val="99"/>
    <w:rsid w:val="003F6833"/>
    <w:rPr>
      <w:u w:val="none"/>
    </w:rPr>
  </w:style>
  <w:style w:type="character" w:customStyle="1" w:styleId="ListLabel459">
    <w:name w:val="ListLabel 459"/>
    <w:uiPriority w:val="99"/>
    <w:rsid w:val="003F6833"/>
    <w:rPr>
      <w:u w:val="none"/>
    </w:rPr>
  </w:style>
  <w:style w:type="character" w:customStyle="1" w:styleId="ListLabel460">
    <w:name w:val="ListLabel 460"/>
    <w:uiPriority w:val="99"/>
    <w:rsid w:val="003F6833"/>
    <w:rPr>
      <w:u w:val="none"/>
    </w:rPr>
  </w:style>
  <w:style w:type="character" w:customStyle="1" w:styleId="ListLabel461">
    <w:name w:val="ListLabel 461"/>
    <w:uiPriority w:val="99"/>
    <w:rsid w:val="003F6833"/>
    <w:rPr>
      <w:rFonts w:eastAsia="Times New Roman"/>
      <w:u w:val="none"/>
    </w:rPr>
  </w:style>
  <w:style w:type="character" w:customStyle="1" w:styleId="ListLabel462">
    <w:name w:val="ListLabel 462"/>
    <w:uiPriority w:val="99"/>
    <w:rsid w:val="003F6833"/>
    <w:rPr>
      <w:u w:val="none"/>
    </w:rPr>
  </w:style>
  <w:style w:type="character" w:customStyle="1" w:styleId="ListLabel463">
    <w:name w:val="ListLabel 463"/>
    <w:uiPriority w:val="99"/>
    <w:rsid w:val="003F6833"/>
    <w:rPr>
      <w:u w:val="none"/>
    </w:rPr>
  </w:style>
  <w:style w:type="character" w:customStyle="1" w:styleId="ListLabel464">
    <w:name w:val="ListLabel 464"/>
    <w:uiPriority w:val="99"/>
    <w:rsid w:val="003F6833"/>
    <w:rPr>
      <w:rFonts w:eastAsia="Times New Roman"/>
      <w:u w:val="none"/>
    </w:rPr>
  </w:style>
  <w:style w:type="character" w:customStyle="1" w:styleId="ListLabel465">
    <w:name w:val="ListLabel 465"/>
    <w:uiPriority w:val="99"/>
    <w:rsid w:val="003F6833"/>
    <w:rPr>
      <w:rFonts w:eastAsia="Times New Roman"/>
      <w:u w:val="none"/>
    </w:rPr>
  </w:style>
  <w:style w:type="character" w:customStyle="1" w:styleId="ListLabel466">
    <w:name w:val="ListLabel 466"/>
    <w:uiPriority w:val="99"/>
    <w:rsid w:val="003F6833"/>
    <w:rPr>
      <w:rFonts w:eastAsia="Times New Roman"/>
      <w:u w:val="none"/>
    </w:rPr>
  </w:style>
  <w:style w:type="character" w:customStyle="1" w:styleId="ListLabel467">
    <w:name w:val="ListLabel 467"/>
    <w:uiPriority w:val="99"/>
    <w:rsid w:val="003F6833"/>
    <w:rPr>
      <w:rFonts w:eastAsia="Times New Roman"/>
      <w:u w:val="none"/>
    </w:rPr>
  </w:style>
  <w:style w:type="character" w:customStyle="1" w:styleId="ListLabel468">
    <w:name w:val="ListLabel 468"/>
    <w:uiPriority w:val="99"/>
    <w:rsid w:val="003F6833"/>
    <w:rPr>
      <w:rFonts w:eastAsia="Times New Roman"/>
      <w:u w:val="none"/>
    </w:rPr>
  </w:style>
  <w:style w:type="character" w:customStyle="1" w:styleId="ListLabel469">
    <w:name w:val="ListLabel 469"/>
    <w:uiPriority w:val="99"/>
    <w:rsid w:val="003F6833"/>
    <w:rPr>
      <w:u w:val="none"/>
    </w:rPr>
  </w:style>
  <w:style w:type="character" w:customStyle="1" w:styleId="ListLabel470">
    <w:name w:val="ListLabel 470"/>
    <w:uiPriority w:val="99"/>
    <w:rsid w:val="003F6833"/>
    <w:rPr>
      <w:rFonts w:eastAsia="Times New Roman"/>
      <w:u w:val="none"/>
    </w:rPr>
  </w:style>
  <w:style w:type="character" w:customStyle="1" w:styleId="ListLabel471">
    <w:name w:val="ListLabel 471"/>
    <w:uiPriority w:val="99"/>
    <w:rsid w:val="003F6833"/>
    <w:rPr>
      <w:rFonts w:eastAsia="Times New Roman"/>
      <w:u w:val="none"/>
    </w:rPr>
  </w:style>
  <w:style w:type="character" w:customStyle="1" w:styleId="ListLabel472">
    <w:name w:val="ListLabel 472"/>
    <w:uiPriority w:val="99"/>
    <w:rsid w:val="003F6833"/>
    <w:rPr>
      <w:rFonts w:eastAsia="Times New Roman"/>
      <w:u w:val="none"/>
    </w:rPr>
  </w:style>
  <w:style w:type="character" w:customStyle="1" w:styleId="ListLabel473">
    <w:name w:val="ListLabel 473"/>
    <w:uiPriority w:val="99"/>
    <w:rsid w:val="003F6833"/>
    <w:rPr>
      <w:rFonts w:eastAsia="Times New Roman"/>
      <w:u w:val="none"/>
    </w:rPr>
  </w:style>
  <w:style w:type="character" w:customStyle="1" w:styleId="ListLabel474">
    <w:name w:val="ListLabel 474"/>
    <w:uiPriority w:val="99"/>
    <w:rsid w:val="003F6833"/>
    <w:rPr>
      <w:rFonts w:eastAsia="Times New Roman"/>
      <w:u w:val="none"/>
    </w:rPr>
  </w:style>
  <w:style w:type="character" w:customStyle="1" w:styleId="ListLabel475">
    <w:name w:val="ListLabel 475"/>
    <w:uiPriority w:val="99"/>
    <w:rsid w:val="003F6833"/>
    <w:rPr>
      <w:u w:val="none"/>
    </w:rPr>
  </w:style>
  <w:style w:type="character" w:customStyle="1" w:styleId="ListLabel476">
    <w:name w:val="ListLabel 476"/>
    <w:uiPriority w:val="99"/>
    <w:rsid w:val="003F6833"/>
    <w:rPr>
      <w:rFonts w:eastAsia="Times New Roman"/>
      <w:u w:val="none"/>
    </w:rPr>
  </w:style>
  <w:style w:type="character" w:customStyle="1" w:styleId="ListLabel477">
    <w:name w:val="ListLabel 477"/>
    <w:uiPriority w:val="99"/>
    <w:rsid w:val="003F6833"/>
    <w:rPr>
      <w:rFonts w:eastAsia="Times New Roman"/>
      <w:u w:val="none"/>
    </w:rPr>
  </w:style>
  <w:style w:type="character" w:customStyle="1" w:styleId="ListLabel478">
    <w:name w:val="ListLabel 478"/>
    <w:uiPriority w:val="99"/>
    <w:rsid w:val="003F6833"/>
    <w:rPr>
      <w:rFonts w:eastAsia="Times New Roman"/>
      <w:u w:val="none"/>
    </w:rPr>
  </w:style>
  <w:style w:type="character" w:customStyle="1" w:styleId="ListLabel479">
    <w:name w:val="ListLabel 479"/>
    <w:uiPriority w:val="99"/>
    <w:rsid w:val="003F6833"/>
    <w:rPr>
      <w:rFonts w:eastAsia="Times New Roman"/>
      <w:u w:val="none"/>
    </w:rPr>
  </w:style>
  <w:style w:type="character" w:customStyle="1" w:styleId="ListLabel480">
    <w:name w:val="ListLabel 480"/>
    <w:uiPriority w:val="99"/>
    <w:rsid w:val="003F6833"/>
    <w:rPr>
      <w:rFonts w:eastAsia="Times New Roman"/>
      <w:u w:val="none"/>
    </w:rPr>
  </w:style>
  <w:style w:type="character" w:customStyle="1" w:styleId="ListLabel481">
    <w:name w:val="ListLabel 481"/>
    <w:uiPriority w:val="99"/>
    <w:rsid w:val="003F6833"/>
    <w:rPr>
      <w:rFonts w:eastAsia="Times New Roman"/>
      <w:u w:val="none"/>
    </w:rPr>
  </w:style>
  <w:style w:type="character" w:customStyle="1" w:styleId="ListLabel482">
    <w:name w:val="ListLabel 482"/>
    <w:uiPriority w:val="99"/>
    <w:rsid w:val="003F6833"/>
    <w:rPr>
      <w:u w:val="none"/>
    </w:rPr>
  </w:style>
  <w:style w:type="character" w:customStyle="1" w:styleId="ListLabel483">
    <w:name w:val="ListLabel 483"/>
    <w:uiPriority w:val="99"/>
    <w:rsid w:val="003F6833"/>
    <w:rPr>
      <w:rFonts w:eastAsia="Times New Roman"/>
      <w:u w:val="none"/>
    </w:rPr>
  </w:style>
  <w:style w:type="character" w:customStyle="1" w:styleId="ListLabel484">
    <w:name w:val="ListLabel 484"/>
    <w:uiPriority w:val="99"/>
    <w:rsid w:val="003F6833"/>
    <w:rPr>
      <w:rFonts w:eastAsia="Times New Roman"/>
      <w:u w:val="none"/>
    </w:rPr>
  </w:style>
  <w:style w:type="character" w:customStyle="1" w:styleId="ListLabel485">
    <w:name w:val="ListLabel 485"/>
    <w:uiPriority w:val="99"/>
    <w:rsid w:val="003F6833"/>
    <w:rPr>
      <w:u w:val="none"/>
    </w:rPr>
  </w:style>
  <w:style w:type="character" w:customStyle="1" w:styleId="ListLabel486">
    <w:name w:val="ListLabel 486"/>
    <w:uiPriority w:val="99"/>
    <w:rsid w:val="003F6833"/>
    <w:rPr>
      <w:rFonts w:eastAsia="Times New Roman"/>
      <w:u w:val="none"/>
    </w:rPr>
  </w:style>
  <w:style w:type="character" w:customStyle="1" w:styleId="ListLabel487">
    <w:name w:val="ListLabel 487"/>
    <w:uiPriority w:val="99"/>
    <w:rsid w:val="003F6833"/>
    <w:rPr>
      <w:u w:val="none"/>
    </w:rPr>
  </w:style>
  <w:style w:type="character" w:customStyle="1" w:styleId="ListLabel488">
    <w:name w:val="ListLabel 488"/>
    <w:uiPriority w:val="99"/>
    <w:rsid w:val="003F6833"/>
    <w:rPr>
      <w:rFonts w:eastAsia="Times New Roman"/>
      <w:u w:val="none"/>
    </w:rPr>
  </w:style>
  <w:style w:type="character" w:customStyle="1" w:styleId="ListLabel489">
    <w:name w:val="ListLabel 489"/>
    <w:uiPriority w:val="99"/>
    <w:rsid w:val="003F6833"/>
    <w:rPr>
      <w:rFonts w:eastAsia="Times New Roman"/>
      <w:u w:val="none"/>
    </w:rPr>
  </w:style>
  <w:style w:type="character" w:customStyle="1" w:styleId="ListLabel490">
    <w:name w:val="ListLabel 490"/>
    <w:uiPriority w:val="99"/>
    <w:rsid w:val="003F6833"/>
    <w:rPr>
      <w:rFonts w:eastAsia="Times New Roman"/>
      <w:u w:val="none"/>
    </w:rPr>
  </w:style>
  <w:style w:type="character" w:customStyle="1" w:styleId="ListLabel491">
    <w:name w:val="ListLabel 491"/>
    <w:uiPriority w:val="99"/>
    <w:rsid w:val="003F6833"/>
    <w:rPr>
      <w:rFonts w:eastAsia="Times New Roman"/>
      <w:u w:val="none"/>
    </w:rPr>
  </w:style>
  <w:style w:type="character" w:customStyle="1" w:styleId="ListLabel492">
    <w:name w:val="ListLabel 492"/>
    <w:uiPriority w:val="99"/>
    <w:rsid w:val="003F6833"/>
    <w:rPr>
      <w:rFonts w:eastAsia="Times New Roman"/>
      <w:u w:val="none"/>
    </w:rPr>
  </w:style>
  <w:style w:type="character" w:customStyle="1" w:styleId="ListLabel493">
    <w:name w:val="ListLabel 493"/>
    <w:uiPriority w:val="99"/>
    <w:rsid w:val="003F6833"/>
    <w:rPr>
      <w:rFonts w:eastAsia="Times New Roman"/>
      <w:u w:val="none"/>
    </w:rPr>
  </w:style>
  <w:style w:type="character" w:customStyle="1" w:styleId="ListLabel494">
    <w:name w:val="ListLabel 494"/>
    <w:uiPriority w:val="99"/>
    <w:rsid w:val="003F6833"/>
    <w:rPr>
      <w:rFonts w:eastAsia="Times New Roman"/>
      <w:u w:val="none"/>
    </w:rPr>
  </w:style>
  <w:style w:type="character" w:customStyle="1" w:styleId="ListLabel495">
    <w:name w:val="ListLabel 495"/>
    <w:uiPriority w:val="99"/>
    <w:rsid w:val="003F6833"/>
    <w:rPr>
      <w:rFonts w:eastAsia="Times New Roman"/>
      <w:u w:val="none"/>
    </w:rPr>
  </w:style>
  <w:style w:type="character" w:customStyle="1" w:styleId="ListLabel496">
    <w:name w:val="ListLabel 496"/>
    <w:uiPriority w:val="99"/>
    <w:rsid w:val="003F6833"/>
    <w:rPr>
      <w:rFonts w:eastAsia="Times New Roman"/>
      <w:u w:val="none"/>
    </w:rPr>
  </w:style>
  <w:style w:type="character" w:customStyle="1" w:styleId="ListLabel497">
    <w:name w:val="ListLabel 497"/>
    <w:uiPriority w:val="99"/>
    <w:rsid w:val="003F6833"/>
    <w:rPr>
      <w:rFonts w:eastAsia="Times New Roman"/>
      <w:u w:val="none"/>
    </w:rPr>
  </w:style>
  <w:style w:type="character" w:customStyle="1" w:styleId="ListLabel498">
    <w:name w:val="ListLabel 498"/>
    <w:uiPriority w:val="99"/>
    <w:rsid w:val="003F6833"/>
    <w:rPr>
      <w:rFonts w:eastAsia="Times New Roman"/>
      <w:u w:val="none"/>
    </w:rPr>
  </w:style>
  <w:style w:type="character" w:customStyle="1" w:styleId="ListLabel499">
    <w:name w:val="ListLabel 499"/>
    <w:uiPriority w:val="99"/>
    <w:rsid w:val="003F6833"/>
    <w:rPr>
      <w:rFonts w:eastAsia="Times New Roman"/>
      <w:u w:val="none"/>
    </w:rPr>
  </w:style>
  <w:style w:type="character" w:customStyle="1" w:styleId="ListLabel500">
    <w:name w:val="ListLabel 500"/>
    <w:uiPriority w:val="99"/>
    <w:rsid w:val="003F6833"/>
    <w:rPr>
      <w:rFonts w:eastAsia="Times New Roman"/>
      <w:u w:val="none"/>
    </w:rPr>
  </w:style>
  <w:style w:type="character" w:customStyle="1" w:styleId="ListLabel501">
    <w:name w:val="ListLabel 501"/>
    <w:uiPriority w:val="99"/>
    <w:rsid w:val="003F6833"/>
    <w:rPr>
      <w:u w:val="none"/>
    </w:rPr>
  </w:style>
  <w:style w:type="character" w:customStyle="1" w:styleId="ListLabel502">
    <w:name w:val="ListLabel 502"/>
    <w:uiPriority w:val="99"/>
    <w:rsid w:val="003F6833"/>
    <w:rPr>
      <w:rFonts w:eastAsia="Times New Roman"/>
      <w:u w:val="none"/>
    </w:rPr>
  </w:style>
  <w:style w:type="character" w:customStyle="1" w:styleId="ListLabel503">
    <w:name w:val="ListLabel 503"/>
    <w:uiPriority w:val="99"/>
    <w:rsid w:val="003F6833"/>
    <w:rPr>
      <w:u w:val="none"/>
    </w:rPr>
  </w:style>
  <w:style w:type="character" w:customStyle="1" w:styleId="ListLabel504">
    <w:name w:val="ListLabel 504"/>
    <w:uiPriority w:val="99"/>
    <w:rsid w:val="003F6833"/>
    <w:rPr>
      <w:rFonts w:eastAsia="Times New Roman"/>
      <w:u w:val="none"/>
    </w:rPr>
  </w:style>
  <w:style w:type="character" w:customStyle="1" w:styleId="ListLabel505">
    <w:name w:val="ListLabel 505"/>
    <w:uiPriority w:val="99"/>
    <w:rsid w:val="003F6833"/>
    <w:rPr>
      <w:rFonts w:eastAsia="Times New Roman"/>
      <w:u w:val="none"/>
    </w:rPr>
  </w:style>
  <w:style w:type="character" w:customStyle="1" w:styleId="ListLabel506">
    <w:name w:val="ListLabel 506"/>
    <w:uiPriority w:val="99"/>
    <w:rsid w:val="003F6833"/>
    <w:rPr>
      <w:rFonts w:eastAsia="Times New Roman"/>
      <w:u w:val="none"/>
    </w:rPr>
  </w:style>
  <w:style w:type="character" w:customStyle="1" w:styleId="ListLabel507">
    <w:name w:val="ListLabel 507"/>
    <w:uiPriority w:val="99"/>
    <w:rsid w:val="003F6833"/>
    <w:rPr>
      <w:rFonts w:eastAsia="Times New Roman"/>
      <w:u w:val="none"/>
    </w:rPr>
  </w:style>
  <w:style w:type="character" w:customStyle="1" w:styleId="ListLabel508">
    <w:name w:val="ListLabel 508"/>
    <w:uiPriority w:val="99"/>
    <w:rsid w:val="003F6833"/>
    <w:rPr>
      <w:rFonts w:eastAsia="Times New Roman"/>
      <w:u w:val="none"/>
    </w:rPr>
  </w:style>
  <w:style w:type="character" w:customStyle="1" w:styleId="ListLabel509">
    <w:name w:val="ListLabel 509"/>
    <w:uiPriority w:val="99"/>
    <w:rsid w:val="003F6833"/>
    <w:rPr>
      <w:rFonts w:eastAsia="Times New Roman"/>
      <w:u w:val="none"/>
    </w:rPr>
  </w:style>
  <w:style w:type="character" w:customStyle="1" w:styleId="ListLabel510">
    <w:name w:val="ListLabel 510"/>
    <w:uiPriority w:val="99"/>
    <w:rsid w:val="003F6833"/>
    <w:rPr>
      <w:rFonts w:eastAsia="Times New Roman"/>
      <w:u w:val="none"/>
    </w:rPr>
  </w:style>
  <w:style w:type="character" w:customStyle="1" w:styleId="ListLabel511">
    <w:name w:val="ListLabel 511"/>
    <w:uiPriority w:val="99"/>
    <w:rsid w:val="003F6833"/>
    <w:rPr>
      <w:rFonts w:eastAsia="Times New Roman"/>
      <w:u w:val="none"/>
    </w:rPr>
  </w:style>
  <w:style w:type="character" w:customStyle="1" w:styleId="ListLabel512">
    <w:name w:val="ListLabel 512"/>
    <w:uiPriority w:val="99"/>
    <w:rsid w:val="003F6833"/>
    <w:rPr>
      <w:rFonts w:eastAsia="Times New Roman"/>
      <w:u w:val="none"/>
    </w:rPr>
  </w:style>
  <w:style w:type="character" w:customStyle="1" w:styleId="ListLabel513">
    <w:name w:val="ListLabel 513"/>
    <w:uiPriority w:val="99"/>
    <w:rsid w:val="003F6833"/>
    <w:rPr>
      <w:u w:val="none"/>
    </w:rPr>
  </w:style>
  <w:style w:type="character" w:customStyle="1" w:styleId="ListLabel514">
    <w:name w:val="ListLabel 514"/>
    <w:uiPriority w:val="99"/>
    <w:rsid w:val="003F6833"/>
    <w:rPr>
      <w:rFonts w:eastAsia="Times New Roman"/>
      <w:u w:val="none"/>
    </w:rPr>
  </w:style>
  <w:style w:type="character" w:customStyle="1" w:styleId="ListLabel515">
    <w:name w:val="ListLabel 515"/>
    <w:uiPriority w:val="99"/>
    <w:rsid w:val="003F6833"/>
    <w:rPr>
      <w:rFonts w:eastAsia="Times New Roman"/>
      <w:u w:val="none"/>
    </w:rPr>
  </w:style>
  <w:style w:type="character" w:customStyle="1" w:styleId="ListLabel516">
    <w:name w:val="ListLabel 516"/>
    <w:uiPriority w:val="99"/>
    <w:rsid w:val="003F6833"/>
    <w:rPr>
      <w:rFonts w:eastAsia="Times New Roman"/>
      <w:u w:val="none"/>
    </w:rPr>
  </w:style>
  <w:style w:type="character" w:customStyle="1" w:styleId="ListLabel517">
    <w:name w:val="ListLabel 517"/>
    <w:uiPriority w:val="99"/>
    <w:rsid w:val="003F6833"/>
    <w:rPr>
      <w:rFonts w:eastAsia="Times New Roman"/>
      <w:u w:val="none"/>
    </w:rPr>
  </w:style>
  <w:style w:type="character" w:customStyle="1" w:styleId="ListLabel518">
    <w:name w:val="ListLabel 518"/>
    <w:uiPriority w:val="99"/>
    <w:rsid w:val="003F6833"/>
    <w:rPr>
      <w:u w:val="none"/>
    </w:rPr>
  </w:style>
  <w:style w:type="character" w:customStyle="1" w:styleId="ListLabel519">
    <w:name w:val="ListLabel 519"/>
    <w:uiPriority w:val="99"/>
    <w:rsid w:val="003F6833"/>
    <w:rPr>
      <w:rFonts w:eastAsia="Times New Roman"/>
      <w:u w:val="none"/>
    </w:rPr>
  </w:style>
  <w:style w:type="character" w:customStyle="1" w:styleId="ListLabel520">
    <w:name w:val="ListLabel 520"/>
    <w:uiPriority w:val="99"/>
    <w:rsid w:val="003F6833"/>
    <w:rPr>
      <w:u w:val="none"/>
    </w:rPr>
  </w:style>
  <w:style w:type="character" w:customStyle="1" w:styleId="ListLabel521">
    <w:name w:val="ListLabel 521"/>
    <w:uiPriority w:val="99"/>
    <w:rsid w:val="003F6833"/>
    <w:rPr>
      <w:u w:val="none"/>
    </w:rPr>
  </w:style>
  <w:style w:type="character" w:customStyle="1" w:styleId="ListLabel522">
    <w:name w:val="ListLabel 522"/>
    <w:uiPriority w:val="99"/>
    <w:rsid w:val="003F6833"/>
    <w:rPr>
      <w:rFonts w:eastAsia="Times New Roman"/>
      <w:u w:val="none"/>
    </w:rPr>
  </w:style>
  <w:style w:type="character" w:customStyle="1" w:styleId="ListLabel523">
    <w:name w:val="ListLabel 523"/>
    <w:uiPriority w:val="99"/>
    <w:rsid w:val="003F6833"/>
    <w:rPr>
      <w:rFonts w:eastAsia="Times New Roman"/>
      <w:u w:val="none"/>
    </w:rPr>
  </w:style>
  <w:style w:type="character" w:customStyle="1" w:styleId="ListLabel524">
    <w:name w:val="ListLabel 524"/>
    <w:uiPriority w:val="99"/>
    <w:rsid w:val="003F6833"/>
    <w:rPr>
      <w:rFonts w:eastAsia="Times New Roman"/>
      <w:u w:val="none"/>
    </w:rPr>
  </w:style>
  <w:style w:type="character" w:customStyle="1" w:styleId="ListLabel525">
    <w:name w:val="ListLabel 525"/>
    <w:uiPriority w:val="99"/>
    <w:rsid w:val="003F6833"/>
    <w:rPr>
      <w:u w:val="none"/>
    </w:rPr>
  </w:style>
  <w:style w:type="character" w:customStyle="1" w:styleId="ListLabel526">
    <w:name w:val="ListLabel 526"/>
    <w:uiPriority w:val="99"/>
    <w:rsid w:val="003F6833"/>
    <w:rPr>
      <w:u w:val="none"/>
    </w:rPr>
  </w:style>
  <w:style w:type="character" w:customStyle="1" w:styleId="ListLabel527">
    <w:name w:val="ListLabel 527"/>
    <w:uiPriority w:val="99"/>
    <w:rsid w:val="003F6833"/>
    <w:rPr>
      <w:rFonts w:eastAsia="Times New Roman"/>
      <w:u w:val="none"/>
    </w:rPr>
  </w:style>
  <w:style w:type="character" w:customStyle="1" w:styleId="ListLabel528">
    <w:name w:val="ListLabel 528"/>
    <w:uiPriority w:val="99"/>
    <w:rsid w:val="003F6833"/>
    <w:rPr>
      <w:rFonts w:eastAsia="Times New Roman"/>
      <w:u w:val="none"/>
    </w:rPr>
  </w:style>
  <w:style w:type="character" w:customStyle="1" w:styleId="ListLabel529">
    <w:name w:val="ListLabel 529"/>
    <w:uiPriority w:val="99"/>
    <w:rsid w:val="003F6833"/>
    <w:rPr>
      <w:rFonts w:eastAsia="Times New Roman"/>
      <w:u w:val="none"/>
    </w:rPr>
  </w:style>
  <w:style w:type="character" w:customStyle="1" w:styleId="ListLabel530">
    <w:name w:val="ListLabel 530"/>
    <w:uiPriority w:val="99"/>
    <w:rsid w:val="003F6833"/>
    <w:rPr>
      <w:rFonts w:eastAsia="Times New Roman"/>
      <w:u w:val="none"/>
    </w:rPr>
  </w:style>
  <w:style w:type="character" w:customStyle="1" w:styleId="ListLabel531">
    <w:name w:val="ListLabel 531"/>
    <w:uiPriority w:val="99"/>
    <w:rsid w:val="003F6833"/>
    <w:rPr>
      <w:rFonts w:eastAsia="Times New Roman"/>
      <w:u w:val="none"/>
    </w:rPr>
  </w:style>
  <w:style w:type="character" w:customStyle="1" w:styleId="ListLabel532">
    <w:name w:val="ListLabel 532"/>
    <w:uiPriority w:val="99"/>
    <w:rsid w:val="003F6833"/>
    <w:rPr>
      <w:rFonts w:eastAsia="Times New Roman"/>
      <w:u w:val="none"/>
    </w:rPr>
  </w:style>
  <w:style w:type="character" w:customStyle="1" w:styleId="ListLabel533">
    <w:name w:val="ListLabel 533"/>
    <w:uiPriority w:val="99"/>
    <w:rsid w:val="003F6833"/>
    <w:rPr>
      <w:rFonts w:eastAsia="Times New Roman"/>
      <w:u w:val="none"/>
    </w:rPr>
  </w:style>
  <w:style w:type="character" w:customStyle="1" w:styleId="ListLabel534">
    <w:name w:val="ListLabel 534"/>
    <w:uiPriority w:val="99"/>
    <w:rsid w:val="003F6833"/>
    <w:rPr>
      <w:rFonts w:eastAsia="Times New Roman"/>
      <w:u w:val="none"/>
    </w:rPr>
  </w:style>
  <w:style w:type="character" w:customStyle="1" w:styleId="ListLabel535">
    <w:name w:val="ListLabel 535"/>
    <w:uiPriority w:val="99"/>
    <w:rsid w:val="003F6833"/>
    <w:rPr>
      <w:u w:val="none"/>
    </w:rPr>
  </w:style>
  <w:style w:type="character" w:customStyle="1" w:styleId="ListLabel536">
    <w:name w:val="ListLabel 536"/>
    <w:uiPriority w:val="99"/>
    <w:rsid w:val="003F6833"/>
    <w:rPr>
      <w:rFonts w:eastAsia="Times New Roman"/>
      <w:u w:val="none"/>
    </w:rPr>
  </w:style>
  <w:style w:type="character" w:customStyle="1" w:styleId="ListLabel537">
    <w:name w:val="ListLabel 537"/>
    <w:uiPriority w:val="99"/>
    <w:rsid w:val="003F6833"/>
    <w:rPr>
      <w:rFonts w:eastAsia="Times New Roman"/>
      <w:u w:val="none"/>
    </w:rPr>
  </w:style>
  <w:style w:type="character" w:customStyle="1" w:styleId="ListLabel538">
    <w:name w:val="ListLabel 538"/>
    <w:uiPriority w:val="99"/>
    <w:rsid w:val="003F6833"/>
    <w:rPr>
      <w:u w:val="none"/>
    </w:rPr>
  </w:style>
  <w:style w:type="character" w:customStyle="1" w:styleId="ListLabel539">
    <w:name w:val="ListLabel 539"/>
    <w:uiPriority w:val="99"/>
    <w:rsid w:val="003F6833"/>
    <w:rPr>
      <w:rFonts w:eastAsia="Times New Roman"/>
      <w:u w:val="none"/>
    </w:rPr>
  </w:style>
  <w:style w:type="character" w:customStyle="1" w:styleId="ListLabel540">
    <w:name w:val="ListLabel 540"/>
    <w:uiPriority w:val="99"/>
    <w:rsid w:val="003F6833"/>
    <w:rPr>
      <w:rFonts w:eastAsia="Times New Roman"/>
      <w:u w:val="none"/>
    </w:rPr>
  </w:style>
  <w:style w:type="character" w:customStyle="1" w:styleId="ListLabel541">
    <w:name w:val="ListLabel 541"/>
    <w:uiPriority w:val="99"/>
    <w:rsid w:val="003F6833"/>
    <w:rPr>
      <w:u w:val="none"/>
    </w:rPr>
  </w:style>
  <w:style w:type="character" w:customStyle="1" w:styleId="ListLabel542">
    <w:name w:val="ListLabel 542"/>
    <w:uiPriority w:val="99"/>
    <w:rsid w:val="003F6833"/>
    <w:rPr>
      <w:u w:val="none"/>
    </w:rPr>
  </w:style>
  <w:style w:type="character" w:customStyle="1" w:styleId="ListLabel543">
    <w:name w:val="ListLabel 543"/>
    <w:uiPriority w:val="99"/>
    <w:rsid w:val="003F6833"/>
    <w:rPr>
      <w:u w:val="none"/>
    </w:rPr>
  </w:style>
  <w:style w:type="character" w:customStyle="1" w:styleId="ListLabel544">
    <w:name w:val="ListLabel 544"/>
    <w:uiPriority w:val="99"/>
    <w:rsid w:val="003F6833"/>
    <w:rPr>
      <w:rFonts w:eastAsia="Times New Roman"/>
      <w:u w:val="none"/>
    </w:rPr>
  </w:style>
  <w:style w:type="character" w:customStyle="1" w:styleId="ListLabel545">
    <w:name w:val="ListLabel 545"/>
    <w:uiPriority w:val="99"/>
    <w:rsid w:val="003F6833"/>
    <w:rPr>
      <w:rFonts w:eastAsia="Times New Roman"/>
      <w:u w:val="none"/>
    </w:rPr>
  </w:style>
  <w:style w:type="character" w:customStyle="1" w:styleId="ListLabel546">
    <w:name w:val="ListLabel 546"/>
    <w:uiPriority w:val="99"/>
    <w:rsid w:val="003F6833"/>
    <w:rPr>
      <w:rFonts w:eastAsia="Times New Roman"/>
      <w:u w:val="none"/>
    </w:rPr>
  </w:style>
  <w:style w:type="character" w:customStyle="1" w:styleId="ListLabel547">
    <w:name w:val="ListLabel 547"/>
    <w:uiPriority w:val="99"/>
    <w:rsid w:val="003F6833"/>
    <w:rPr>
      <w:rFonts w:eastAsia="Times New Roman"/>
      <w:u w:val="none"/>
    </w:rPr>
  </w:style>
  <w:style w:type="character" w:customStyle="1" w:styleId="ListLabel548">
    <w:name w:val="ListLabel 548"/>
    <w:uiPriority w:val="99"/>
    <w:rsid w:val="003F6833"/>
    <w:rPr>
      <w:u w:val="none"/>
    </w:rPr>
  </w:style>
  <w:style w:type="character" w:customStyle="1" w:styleId="ListLabel549">
    <w:name w:val="ListLabel 549"/>
    <w:uiPriority w:val="99"/>
    <w:rsid w:val="003F6833"/>
    <w:rPr>
      <w:rFonts w:eastAsia="Times New Roman"/>
      <w:u w:val="none"/>
    </w:rPr>
  </w:style>
  <w:style w:type="character" w:customStyle="1" w:styleId="ListLabel550">
    <w:name w:val="ListLabel 550"/>
    <w:uiPriority w:val="99"/>
    <w:rsid w:val="003F6833"/>
    <w:rPr>
      <w:u w:val="none"/>
    </w:rPr>
  </w:style>
  <w:style w:type="character" w:customStyle="1" w:styleId="ListLabel551">
    <w:name w:val="ListLabel 551"/>
    <w:uiPriority w:val="99"/>
    <w:rsid w:val="003F6833"/>
    <w:rPr>
      <w:rFonts w:eastAsia="Times New Roman"/>
      <w:u w:val="none"/>
    </w:rPr>
  </w:style>
  <w:style w:type="character" w:customStyle="1" w:styleId="ListLabel552">
    <w:name w:val="ListLabel 552"/>
    <w:uiPriority w:val="99"/>
    <w:rsid w:val="003F6833"/>
    <w:rPr>
      <w:rFonts w:eastAsia="Times New Roman"/>
      <w:u w:val="none"/>
    </w:rPr>
  </w:style>
  <w:style w:type="character" w:customStyle="1" w:styleId="ListLabel553">
    <w:name w:val="ListLabel 553"/>
    <w:uiPriority w:val="99"/>
    <w:rsid w:val="003F6833"/>
    <w:rPr>
      <w:rFonts w:eastAsia="Times New Roman"/>
      <w:u w:val="none"/>
    </w:rPr>
  </w:style>
  <w:style w:type="character" w:customStyle="1" w:styleId="ListLabel554">
    <w:name w:val="ListLabel 554"/>
    <w:uiPriority w:val="99"/>
    <w:rsid w:val="003F6833"/>
    <w:rPr>
      <w:rFonts w:eastAsia="Times New Roman"/>
      <w:u w:val="none"/>
    </w:rPr>
  </w:style>
  <w:style w:type="character" w:customStyle="1" w:styleId="ListLabel555">
    <w:name w:val="ListLabel 555"/>
    <w:uiPriority w:val="99"/>
    <w:rsid w:val="003F6833"/>
    <w:rPr>
      <w:rFonts w:eastAsia="Times New Roman"/>
      <w:u w:val="none"/>
    </w:rPr>
  </w:style>
  <w:style w:type="character" w:customStyle="1" w:styleId="ListLabel556">
    <w:name w:val="ListLabel 556"/>
    <w:uiPriority w:val="99"/>
    <w:rsid w:val="003F6833"/>
    <w:rPr>
      <w:u w:val="none"/>
    </w:rPr>
  </w:style>
  <w:style w:type="character" w:customStyle="1" w:styleId="ListLabel557">
    <w:name w:val="ListLabel 557"/>
    <w:uiPriority w:val="99"/>
    <w:rsid w:val="003F6833"/>
    <w:rPr>
      <w:rFonts w:eastAsia="Times New Roman"/>
      <w:u w:val="none"/>
    </w:rPr>
  </w:style>
  <w:style w:type="character" w:customStyle="1" w:styleId="ListLabel558">
    <w:name w:val="ListLabel 558"/>
    <w:uiPriority w:val="99"/>
    <w:rsid w:val="003F6833"/>
    <w:rPr>
      <w:u w:val="none"/>
    </w:rPr>
  </w:style>
  <w:style w:type="character" w:customStyle="1" w:styleId="ListLabel559">
    <w:name w:val="ListLabel 559"/>
    <w:uiPriority w:val="99"/>
    <w:rsid w:val="003F6833"/>
    <w:rPr>
      <w:rFonts w:eastAsia="Times New Roman"/>
      <w:u w:val="none"/>
    </w:rPr>
  </w:style>
  <w:style w:type="character" w:customStyle="1" w:styleId="ListLabel560">
    <w:name w:val="ListLabel 560"/>
    <w:uiPriority w:val="99"/>
    <w:rsid w:val="003F6833"/>
    <w:rPr>
      <w:u w:val="none"/>
    </w:rPr>
  </w:style>
  <w:style w:type="character" w:customStyle="1" w:styleId="ListLabel561">
    <w:name w:val="ListLabel 561"/>
    <w:uiPriority w:val="99"/>
    <w:rsid w:val="003F6833"/>
    <w:rPr>
      <w:u w:val="none"/>
    </w:rPr>
  </w:style>
  <w:style w:type="character" w:customStyle="1" w:styleId="ListLabel562">
    <w:name w:val="ListLabel 562"/>
    <w:uiPriority w:val="99"/>
    <w:rsid w:val="003F6833"/>
    <w:rPr>
      <w:u w:val="none"/>
    </w:rPr>
  </w:style>
  <w:style w:type="character" w:customStyle="1" w:styleId="ListLabel563">
    <w:name w:val="ListLabel 563"/>
    <w:uiPriority w:val="99"/>
    <w:rsid w:val="003F6833"/>
    <w:rPr>
      <w:u w:val="none"/>
    </w:rPr>
  </w:style>
  <w:style w:type="character" w:customStyle="1" w:styleId="ListLabel564">
    <w:name w:val="ListLabel 564"/>
    <w:uiPriority w:val="99"/>
    <w:rsid w:val="003F6833"/>
    <w:rPr>
      <w:u w:val="none"/>
    </w:rPr>
  </w:style>
  <w:style w:type="character" w:customStyle="1" w:styleId="ListLabel565">
    <w:name w:val="ListLabel 565"/>
    <w:uiPriority w:val="99"/>
    <w:rsid w:val="003F6833"/>
    <w:rPr>
      <w:u w:val="none"/>
    </w:rPr>
  </w:style>
  <w:style w:type="character" w:customStyle="1" w:styleId="ListLabel566">
    <w:name w:val="ListLabel 566"/>
    <w:uiPriority w:val="99"/>
    <w:rsid w:val="003F6833"/>
    <w:rPr>
      <w:rFonts w:eastAsia="Times New Roman"/>
      <w:u w:val="none"/>
    </w:rPr>
  </w:style>
  <w:style w:type="character" w:customStyle="1" w:styleId="ListLabel567">
    <w:name w:val="ListLabel 567"/>
    <w:uiPriority w:val="99"/>
    <w:rsid w:val="003F6833"/>
    <w:rPr>
      <w:u w:val="none"/>
    </w:rPr>
  </w:style>
  <w:style w:type="character" w:customStyle="1" w:styleId="ListLabel568">
    <w:name w:val="ListLabel 568"/>
    <w:uiPriority w:val="99"/>
    <w:rsid w:val="003F6833"/>
    <w:rPr>
      <w:rFonts w:eastAsia="Times New Roman"/>
      <w:u w:val="none"/>
    </w:rPr>
  </w:style>
  <w:style w:type="character" w:customStyle="1" w:styleId="ListLabel569">
    <w:name w:val="ListLabel 569"/>
    <w:uiPriority w:val="99"/>
    <w:rsid w:val="003F6833"/>
    <w:rPr>
      <w:u w:val="none"/>
    </w:rPr>
  </w:style>
  <w:style w:type="character" w:customStyle="1" w:styleId="ListLabel570">
    <w:name w:val="ListLabel 570"/>
    <w:uiPriority w:val="99"/>
    <w:rsid w:val="003F6833"/>
    <w:rPr>
      <w:u w:val="none"/>
    </w:rPr>
  </w:style>
  <w:style w:type="character" w:customStyle="1" w:styleId="ListLabel571">
    <w:name w:val="ListLabel 571"/>
    <w:uiPriority w:val="99"/>
    <w:rsid w:val="003F6833"/>
    <w:rPr>
      <w:rFonts w:eastAsia="Times New Roman"/>
      <w:u w:val="none"/>
    </w:rPr>
  </w:style>
  <w:style w:type="character" w:customStyle="1" w:styleId="ListLabel572">
    <w:name w:val="ListLabel 572"/>
    <w:uiPriority w:val="99"/>
    <w:rsid w:val="003F6833"/>
    <w:rPr>
      <w:u w:val="none"/>
    </w:rPr>
  </w:style>
  <w:style w:type="character" w:customStyle="1" w:styleId="ListLabel573">
    <w:name w:val="ListLabel 573"/>
    <w:uiPriority w:val="99"/>
    <w:rsid w:val="003F6833"/>
    <w:rPr>
      <w:rFonts w:eastAsia="Times New Roman"/>
      <w:u w:val="none"/>
    </w:rPr>
  </w:style>
  <w:style w:type="character" w:customStyle="1" w:styleId="ListLabel574">
    <w:name w:val="ListLabel 574"/>
    <w:uiPriority w:val="99"/>
    <w:rsid w:val="003F6833"/>
    <w:rPr>
      <w:rFonts w:eastAsia="Times New Roman"/>
      <w:u w:val="none"/>
    </w:rPr>
  </w:style>
  <w:style w:type="character" w:customStyle="1" w:styleId="ListLabel575">
    <w:name w:val="ListLabel 575"/>
    <w:uiPriority w:val="99"/>
    <w:rsid w:val="003F6833"/>
    <w:rPr>
      <w:u w:val="none"/>
    </w:rPr>
  </w:style>
  <w:style w:type="character" w:customStyle="1" w:styleId="ListLabel576">
    <w:name w:val="ListLabel 576"/>
    <w:uiPriority w:val="99"/>
    <w:rsid w:val="003F6833"/>
    <w:rPr>
      <w:rFonts w:eastAsia="Times New Roman"/>
      <w:u w:val="none"/>
    </w:rPr>
  </w:style>
  <w:style w:type="character" w:customStyle="1" w:styleId="ListLabel577">
    <w:name w:val="ListLabel 577"/>
    <w:uiPriority w:val="99"/>
    <w:rsid w:val="003F6833"/>
    <w:rPr>
      <w:u w:val="none"/>
    </w:rPr>
  </w:style>
  <w:style w:type="character" w:customStyle="1" w:styleId="ListLabel578">
    <w:name w:val="ListLabel 578"/>
    <w:uiPriority w:val="99"/>
    <w:rsid w:val="003F6833"/>
    <w:rPr>
      <w:u w:val="none"/>
    </w:rPr>
  </w:style>
  <w:style w:type="character" w:customStyle="1" w:styleId="ListLabel579">
    <w:name w:val="ListLabel 579"/>
    <w:uiPriority w:val="99"/>
    <w:rsid w:val="003F6833"/>
    <w:rPr>
      <w:rFonts w:eastAsia="Times New Roman"/>
      <w:u w:val="none"/>
    </w:rPr>
  </w:style>
  <w:style w:type="character" w:customStyle="1" w:styleId="ListLabel580">
    <w:name w:val="ListLabel 580"/>
    <w:uiPriority w:val="99"/>
    <w:rsid w:val="003F6833"/>
    <w:rPr>
      <w:rFonts w:eastAsia="Times New Roman"/>
      <w:u w:val="none"/>
    </w:rPr>
  </w:style>
  <w:style w:type="character" w:customStyle="1" w:styleId="ListLabel581">
    <w:name w:val="ListLabel 581"/>
    <w:uiPriority w:val="99"/>
    <w:rsid w:val="003F6833"/>
    <w:rPr>
      <w:u w:val="none"/>
    </w:rPr>
  </w:style>
  <w:style w:type="character" w:customStyle="1" w:styleId="ListLabel582">
    <w:name w:val="ListLabel 582"/>
    <w:uiPriority w:val="99"/>
    <w:rsid w:val="003F6833"/>
    <w:rPr>
      <w:rFonts w:eastAsia="Times New Roman"/>
      <w:u w:val="none"/>
    </w:rPr>
  </w:style>
  <w:style w:type="character" w:customStyle="1" w:styleId="ListLabel583">
    <w:name w:val="ListLabel 583"/>
    <w:uiPriority w:val="99"/>
    <w:rsid w:val="003F6833"/>
    <w:rPr>
      <w:rFonts w:eastAsia="Times New Roman"/>
      <w:u w:val="none"/>
    </w:rPr>
  </w:style>
  <w:style w:type="character" w:customStyle="1" w:styleId="ListLabel584">
    <w:name w:val="ListLabel 584"/>
    <w:uiPriority w:val="99"/>
    <w:rsid w:val="003F6833"/>
    <w:rPr>
      <w:u w:val="none"/>
    </w:rPr>
  </w:style>
  <w:style w:type="character" w:customStyle="1" w:styleId="ListLabel585">
    <w:name w:val="ListLabel 585"/>
    <w:uiPriority w:val="99"/>
    <w:rsid w:val="003F6833"/>
    <w:rPr>
      <w:rFonts w:eastAsia="Times New Roman"/>
      <w:u w:val="none"/>
    </w:rPr>
  </w:style>
  <w:style w:type="character" w:customStyle="1" w:styleId="ListLabel586">
    <w:name w:val="ListLabel 586"/>
    <w:uiPriority w:val="99"/>
    <w:rsid w:val="003F6833"/>
    <w:rPr>
      <w:u w:val="none"/>
    </w:rPr>
  </w:style>
  <w:style w:type="character" w:customStyle="1" w:styleId="ListLabel587">
    <w:name w:val="ListLabel 587"/>
    <w:uiPriority w:val="99"/>
    <w:rsid w:val="003F6833"/>
    <w:rPr>
      <w:u w:val="none"/>
    </w:rPr>
  </w:style>
  <w:style w:type="character" w:customStyle="1" w:styleId="ListLabel588">
    <w:name w:val="ListLabel 588"/>
    <w:uiPriority w:val="99"/>
    <w:rsid w:val="003F6833"/>
    <w:rPr>
      <w:rFonts w:eastAsia="Times New Roman"/>
      <w:u w:val="none"/>
    </w:rPr>
  </w:style>
  <w:style w:type="character" w:customStyle="1" w:styleId="ListLabel589">
    <w:name w:val="ListLabel 589"/>
    <w:uiPriority w:val="99"/>
    <w:rsid w:val="003F6833"/>
    <w:rPr>
      <w:u w:val="none"/>
    </w:rPr>
  </w:style>
  <w:style w:type="character" w:customStyle="1" w:styleId="ListLabel590">
    <w:name w:val="ListLabel 590"/>
    <w:uiPriority w:val="99"/>
    <w:rsid w:val="003F6833"/>
    <w:rPr>
      <w:u w:val="none"/>
    </w:rPr>
  </w:style>
  <w:style w:type="character" w:customStyle="1" w:styleId="ListLabel591">
    <w:name w:val="ListLabel 591"/>
    <w:uiPriority w:val="99"/>
    <w:rsid w:val="003F6833"/>
    <w:rPr>
      <w:u w:val="none"/>
    </w:rPr>
  </w:style>
  <w:style w:type="character" w:customStyle="1" w:styleId="ListLabel592">
    <w:name w:val="ListLabel 592"/>
    <w:uiPriority w:val="99"/>
    <w:rsid w:val="003F6833"/>
    <w:rPr>
      <w:u w:val="none"/>
    </w:rPr>
  </w:style>
  <w:style w:type="character" w:customStyle="1" w:styleId="ListLabel593">
    <w:name w:val="ListLabel 593"/>
    <w:uiPriority w:val="99"/>
    <w:rsid w:val="003F6833"/>
    <w:rPr>
      <w:rFonts w:eastAsia="Times New Roman"/>
      <w:u w:val="none"/>
    </w:rPr>
  </w:style>
  <w:style w:type="character" w:customStyle="1" w:styleId="ListLabel594">
    <w:name w:val="ListLabel 594"/>
    <w:uiPriority w:val="99"/>
    <w:rsid w:val="003F6833"/>
    <w:rPr>
      <w:u w:val="none"/>
    </w:rPr>
  </w:style>
  <w:style w:type="character" w:customStyle="1" w:styleId="ListLabel595">
    <w:name w:val="ListLabel 595"/>
    <w:uiPriority w:val="99"/>
    <w:rsid w:val="003F6833"/>
    <w:rPr>
      <w:u w:val="none"/>
    </w:rPr>
  </w:style>
  <w:style w:type="character" w:customStyle="1" w:styleId="ListLabel596">
    <w:name w:val="ListLabel 596"/>
    <w:uiPriority w:val="99"/>
    <w:rsid w:val="003F6833"/>
    <w:rPr>
      <w:rFonts w:eastAsia="Times New Roman"/>
      <w:u w:val="none"/>
    </w:rPr>
  </w:style>
  <w:style w:type="character" w:customStyle="1" w:styleId="ListLabel597">
    <w:name w:val="ListLabel 597"/>
    <w:uiPriority w:val="99"/>
    <w:rsid w:val="003F6833"/>
    <w:rPr>
      <w:u w:val="none"/>
    </w:rPr>
  </w:style>
  <w:style w:type="character" w:customStyle="1" w:styleId="ListLabel598">
    <w:name w:val="ListLabel 598"/>
    <w:uiPriority w:val="99"/>
    <w:rsid w:val="003F6833"/>
    <w:rPr>
      <w:u w:val="none"/>
    </w:rPr>
  </w:style>
  <w:style w:type="character" w:customStyle="1" w:styleId="ListLabel599">
    <w:name w:val="ListLabel 599"/>
    <w:uiPriority w:val="99"/>
    <w:rsid w:val="003F6833"/>
    <w:rPr>
      <w:rFonts w:eastAsia="Times New Roman"/>
      <w:u w:val="none"/>
    </w:rPr>
  </w:style>
  <w:style w:type="character" w:customStyle="1" w:styleId="ListLabel600">
    <w:name w:val="ListLabel 600"/>
    <w:uiPriority w:val="99"/>
    <w:rsid w:val="003F6833"/>
    <w:rPr>
      <w:rFonts w:eastAsia="Times New Roman"/>
      <w:u w:val="none"/>
    </w:rPr>
  </w:style>
  <w:style w:type="character" w:customStyle="1" w:styleId="ListLabel601">
    <w:name w:val="ListLabel 601"/>
    <w:uiPriority w:val="99"/>
    <w:rsid w:val="003F6833"/>
    <w:rPr>
      <w:rFonts w:eastAsia="Times New Roman"/>
      <w:u w:val="none"/>
    </w:rPr>
  </w:style>
  <w:style w:type="character" w:customStyle="1" w:styleId="ListLabel602">
    <w:name w:val="ListLabel 602"/>
    <w:uiPriority w:val="99"/>
    <w:rsid w:val="003F6833"/>
    <w:rPr>
      <w:u w:val="none"/>
    </w:rPr>
  </w:style>
  <w:style w:type="character" w:customStyle="1" w:styleId="ListLabel603">
    <w:name w:val="ListLabel 603"/>
    <w:uiPriority w:val="99"/>
    <w:rsid w:val="003F6833"/>
    <w:rPr>
      <w:rFonts w:eastAsia="Times New Roman"/>
      <w:u w:val="none"/>
    </w:rPr>
  </w:style>
  <w:style w:type="character" w:customStyle="1" w:styleId="ListLabel604">
    <w:name w:val="ListLabel 604"/>
    <w:uiPriority w:val="99"/>
    <w:rsid w:val="003F6833"/>
    <w:rPr>
      <w:rFonts w:eastAsia="Times New Roman"/>
      <w:u w:val="none"/>
    </w:rPr>
  </w:style>
  <w:style w:type="character" w:customStyle="1" w:styleId="ListLabel605">
    <w:name w:val="ListLabel 605"/>
    <w:uiPriority w:val="99"/>
    <w:rsid w:val="003F6833"/>
    <w:rPr>
      <w:rFonts w:eastAsia="Times New Roman"/>
      <w:u w:val="none"/>
    </w:rPr>
  </w:style>
  <w:style w:type="character" w:customStyle="1" w:styleId="ListLabel606">
    <w:name w:val="ListLabel 606"/>
    <w:uiPriority w:val="99"/>
    <w:rsid w:val="003F6833"/>
    <w:rPr>
      <w:rFonts w:eastAsia="Times New Roman"/>
      <w:u w:val="none"/>
    </w:rPr>
  </w:style>
  <w:style w:type="character" w:customStyle="1" w:styleId="ListLabel607">
    <w:name w:val="ListLabel 607"/>
    <w:uiPriority w:val="99"/>
    <w:rsid w:val="003F6833"/>
    <w:rPr>
      <w:rFonts w:eastAsia="Times New Roman"/>
      <w:u w:val="none"/>
    </w:rPr>
  </w:style>
  <w:style w:type="character" w:customStyle="1" w:styleId="ListLabel608">
    <w:name w:val="ListLabel 608"/>
    <w:uiPriority w:val="99"/>
    <w:rsid w:val="003F6833"/>
    <w:rPr>
      <w:u w:val="none"/>
    </w:rPr>
  </w:style>
  <w:style w:type="character" w:customStyle="1" w:styleId="ListLabel609">
    <w:name w:val="ListLabel 609"/>
    <w:uiPriority w:val="99"/>
    <w:rsid w:val="003F6833"/>
    <w:rPr>
      <w:rFonts w:eastAsia="Times New Roman"/>
      <w:u w:val="none"/>
    </w:rPr>
  </w:style>
  <w:style w:type="character" w:customStyle="1" w:styleId="ListLabel610">
    <w:name w:val="ListLabel 610"/>
    <w:uiPriority w:val="99"/>
    <w:rsid w:val="003F6833"/>
    <w:rPr>
      <w:rFonts w:eastAsia="Times New Roman"/>
      <w:u w:val="none"/>
    </w:rPr>
  </w:style>
  <w:style w:type="character" w:customStyle="1" w:styleId="ListLabel611">
    <w:name w:val="ListLabel 611"/>
    <w:uiPriority w:val="99"/>
    <w:rsid w:val="003F6833"/>
    <w:rPr>
      <w:rFonts w:eastAsia="Times New Roman"/>
      <w:u w:val="none"/>
    </w:rPr>
  </w:style>
  <w:style w:type="character" w:customStyle="1" w:styleId="ListLabel612">
    <w:name w:val="ListLabel 612"/>
    <w:uiPriority w:val="99"/>
    <w:rsid w:val="003F6833"/>
    <w:rPr>
      <w:rFonts w:eastAsia="Times New Roman"/>
      <w:u w:val="none"/>
    </w:rPr>
  </w:style>
  <w:style w:type="character" w:customStyle="1" w:styleId="ListLabel613">
    <w:name w:val="ListLabel 613"/>
    <w:uiPriority w:val="99"/>
    <w:rsid w:val="003F6833"/>
    <w:rPr>
      <w:rFonts w:eastAsia="Times New Roman"/>
      <w:u w:val="none"/>
    </w:rPr>
  </w:style>
  <w:style w:type="character" w:customStyle="1" w:styleId="ListLabel614">
    <w:name w:val="ListLabel 614"/>
    <w:uiPriority w:val="99"/>
    <w:rsid w:val="003F6833"/>
    <w:rPr>
      <w:rFonts w:eastAsia="Times New Roman"/>
      <w:u w:val="none"/>
    </w:rPr>
  </w:style>
  <w:style w:type="character" w:customStyle="1" w:styleId="ListLabel615">
    <w:name w:val="ListLabel 615"/>
    <w:uiPriority w:val="99"/>
    <w:rsid w:val="003F6833"/>
    <w:rPr>
      <w:rFonts w:eastAsia="Times New Roman"/>
      <w:u w:val="none"/>
    </w:rPr>
  </w:style>
  <w:style w:type="character" w:customStyle="1" w:styleId="ListLabel616">
    <w:name w:val="ListLabel 616"/>
    <w:uiPriority w:val="99"/>
    <w:rsid w:val="003F6833"/>
    <w:rPr>
      <w:rFonts w:eastAsia="Times New Roman"/>
      <w:u w:val="none"/>
    </w:rPr>
  </w:style>
  <w:style w:type="character" w:customStyle="1" w:styleId="ListLabel617">
    <w:name w:val="ListLabel 617"/>
    <w:uiPriority w:val="99"/>
    <w:rsid w:val="003F6833"/>
    <w:rPr>
      <w:rFonts w:eastAsia="Times New Roman"/>
      <w:u w:val="none"/>
    </w:rPr>
  </w:style>
  <w:style w:type="character" w:customStyle="1" w:styleId="ListLabel618">
    <w:name w:val="ListLabel 618"/>
    <w:uiPriority w:val="99"/>
    <w:rsid w:val="003F6833"/>
    <w:rPr>
      <w:rFonts w:eastAsia="Times New Roman"/>
      <w:u w:val="none"/>
    </w:rPr>
  </w:style>
  <w:style w:type="character" w:customStyle="1" w:styleId="ListLabel619">
    <w:name w:val="ListLabel 619"/>
    <w:uiPriority w:val="99"/>
    <w:rsid w:val="003F6833"/>
    <w:rPr>
      <w:rFonts w:eastAsia="Times New Roman"/>
      <w:u w:val="none"/>
    </w:rPr>
  </w:style>
  <w:style w:type="character" w:customStyle="1" w:styleId="ListLabel620">
    <w:name w:val="ListLabel 620"/>
    <w:uiPriority w:val="99"/>
    <w:rsid w:val="003F6833"/>
    <w:rPr>
      <w:rFonts w:eastAsia="Times New Roman"/>
      <w:u w:val="none"/>
    </w:rPr>
  </w:style>
  <w:style w:type="character" w:customStyle="1" w:styleId="ListLabel621">
    <w:name w:val="ListLabel 621"/>
    <w:uiPriority w:val="99"/>
    <w:rsid w:val="003F6833"/>
    <w:rPr>
      <w:u w:val="none"/>
    </w:rPr>
  </w:style>
  <w:style w:type="character" w:customStyle="1" w:styleId="ListLabel622">
    <w:name w:val="ListLabel 622"/>
    <w:uiPriority w:val="99"/>
    <w:rsid w:val="003F6833"/>
    <w:rPr>
      <w:u w:val="none"/>
    </w:rPr>
  </w:style>
  <w:style w:type="character" w:customStyle="1" w:styleId="ListLabel623">
    <w:name w:val="ListLabel 623"/>
    <w:uiPriority w:val="99"/>
    <w:rsid w:val="003F6833"/>
    <w:rPr>
      <w:u w:val="none"/>
    </w:rPr>
  </w:style>
  <w:style w:type="character" w:customStyle="1" w:styleId="ListLabel624">
    <w:name w:val="ListLabel 624"/>
    <w:uiPriority w:val="99"/>
    <w:rsid w:val="003F6833"/>
    <w:rPr>
      <w:rFonts w:eastAsia="Times New Roman"/>
      <w:u w:val="none"/>
    </w:rPr>
  </w:style>
  <w:style w:type="character" w:customStyle="1" w:styleId="ListLabel625">
    <w:name w:val="ListLabel 625"/>
    <w:uiPriority w:val="99"/>
    <w:rsid w:val="003F6833"/>
    <w:rPr>
      <w:u w:val="none"/>
    </w:rPr>
  </w:style>
  <w:style w:type="character" w:customStyle="1" w:styleId="ListLabel626">
    <w:name w:val="ListLabel 626"/>
    <w:uiPriority w:val="99"/>
    <w:rsid w:val="003F6833"/>
    <w:rPr>
      <w:rFonts w:eastAsia="Times New Roman"/>
      <w:u w:val="none"/>
    </w:rPr>
  </w:style>
  <w:style w:type="character" w:customStyle="1" w:styleId="ListLabel627">
    <w:name w:val="ListLabel 627"/>
    <w:uiPriority w:val="99"/>
    <w:rsid w:val="003F6833"/>
    <w:rPr>
      <w:u w:val="none"/>
    </w:rPr>
  </w:style>
  <w:style w:type="character" w:customStyle="1" w:styleId="ListLabel628">
    <w:name w:val="ListLabel 628"/>
    <w:uiPriority w:val="99"/>
    <w:rsid w:val="003F6833"/>
    <w:rPr>
      <w:rFonts w:eastAsia="Times New Roman"/>
      <w:u w:val="none"/>
    </w:rPr>
  </w:style>
  <w:style w:type="character" w:customStyle="1" w:styleId="ListLabel629">
    <w:name w:val="ListLabel 629"/>
    <w:uiPriority w:val="99"/>
    <w:rsid w:val="003F6833"/>
    <w:rPr>
      <w:rFonts w:eastAsia="Times New Roman"/>
      <w:u w:val="none"/>
    </w:rPr>
  </w:style>
  <w:style w:type="character" w:customStyle="1" w:styleId="ListLabel630">
    <w:name w:val="ListLabel 630"/>
    <w:uiPriority w:val="99"/>
    <w:rsid w:val="003F6833"/>
    <w:rPr>
      <w:rFonts w:eastAsia="Times New Roman"/>
      <w:u w:val="none"/>
    </w:rPr>
  </w:style>
  <w:style w:type="character" w:customStyle="1" w:styleId="ListLabel631">
    <w:name w:val="ListLabel 631"/>
    <w:uiPriority w:val="99"/>
    <w:rsid w:val="003F6833"/>
    <w:rPr>
      <w:rFonts w:eastAsia="Times New Roman"/>
      <w:u w:val="none"/>
    </w:rPr>
  </w:style>
  <w:style w:type="character" w:customStyle="1" w:styleId="ListLabel632">
    <w:name w:val="ListLabel 632"/>
    <w:uiPriority w:val="99"/>
    <w:rsid w:val="003F6833"/>
    <w:rPr>
      <w:rFonts w:eastAsia="Times New Roman"/>
      <w:u w:val="none"/>
    </w:rPr>
  </w:style>
  <w:style w:type="character" w:customStyle="1" w:styleId="ListLabel633">
    <w:name w:val="ListLabel 633"/>
    <w:uiPriority w:val="99"/>
    <w:rsid w:val="003F6833"/>
    <w:rPr>
      <w:rFonts w:eastAsia="Times New Roman"/>
      <w:u w:val="none"/>
    </w:rPr>
  </w:style>
  <w:style w:type="character" w:customStyle="1" w:styleId="ListLabel634">
    <w:name w:val="ListLabel 634"/>
    <w:uiPriority w:val="99"/>
    <w:rsid w:val="003F6833"/>
    <w:rPr>
      <w:rFonts w:eastAsia="Times New Roman"/>
      <w:u w:val="none"/>
    </w:rPr>
  </w:style>
  <w:style w:type="character" w:customStyle="1" w:styleId="ListLabel635">
    <w:name w:val="ListLabel 635"/>
    <w:uiPriority w:val="99"/>
    <w:rsid w:val="003F6833"/>
    <w:rPr>
      <w:rFonts w:eastAsia="Times New Roman"/>
      <w:u w:val="none"/>
    </w:rPr>
  </w:style>
  <w:style w:type="character" w:customStyle="1" w:styleId="ListLabel636">
    <w:name w:val="ListLabel 636"/>
    <w:uiPriority w:val="99"/>
    <w:rsid w:val="003F6833"/>
    <w:rPr>
      <w:rFonts w:eastAsia="Times New Roman"/>
      <w:u w:val="none"/>
    </w:rPr>
  </w:style>
  <w:style w:type="character" w:customStyle="1" w:styleId="ListLabel637">
    <w:name w:val="ListLabel 637"/>
    <w:uiPriority w:val="99"/>
    <w:rsid w:val="003F6833"/>
    <w:rPr>
      <w:rFonts w:eastAsia="Times New Roman"/>
      <w:u w:val="none"/>
    </w:rPr>
  </w:style>
  <w:style w:type="character" w:customStyle="1" w:styleId="ListLabel638">
    <w:name w:val="ListLabel 638"/>
    <w:uiPriority w:val="99"/>
    <w:rsid w:val="003F6833"/>
    <w:rPr>
      <w:rFonts w:eastAsia="Times New Roman"/>
      <w:u w:val="none"/>
    </w:rPr>
  </w:style>
  <w:style w:type="character" w:customStyle="1" w:styleId="ListLabel639">
    <w:name w:val="ListLabel 639"/>
    <w:uiPriority w:val="99"/>
    <w:rsid w:val="003F6833"/>
    <w:rPr>
      <w:u w:val="none"/>
    </w:rPr>
  </w:style>
  <w:style w:type="character" w:customStyle="1" w:styleId="ListLabel640">
    <w:name w:val="ListLabel 640"/>
    <w:uiPriority w:val="99"/>
    <w:rsid w:val="003F6833"/>
    <w:rPr>
      <w:rFonts w:eastAsia="Times New Roman"/>
      <w:u w:val="none"/>
    </w:rPr>
  </w:style>
  <w:style w:type="character" w:customStyle="1" w:styleId="ListLabel641">
    <w:name w:val="ListLabel 641"/>
    <w:uiPriority w:val="99"/>
    <w:rsid w:val="003F6833"/>
    <w:rPr>
      <w:u w:val="none"/>
    </w:rPr>
  </w:style>
  <w:style w:type="character" w:customStyle="1" w:styleId="ListLabel642">
    <w:name w:val="ListLabel 642"/>
    <w:uiPriority w:val="99"/>
    <w:rsid w:val="003F6833"/>
    <w:rPr>
      <w:u w:val="none"/>
    </w:rPr>
  </w:style>
  <w:style w:type="character" w:customStyle="1" w:styleId="ListLabel643">
    <w:name w:val="ListLabel 643"/>
    <w:uiPriority w:val="99"/>
    <w:rsid w:val="003F6833"/>
    <w:rPr>
      <w:u w:val="none"/>
    </w:rPr>
  </w:style>
  <w:style w:type="character" w:customStyle="1" w:styleId="ListLabel644">
    <w:name w:val="ListLabel 644"/>
    <w:uiPriority w:val="99"/>
    <w:rsid w:val="003F6833"/>
    <w:rPr>
      <w:u w:val="none"/>
    </w:rPr>
  </w:style>
  <w:style w:type="character" w:customStyle="1" w:styleId="ListLabel645">
    <w:name w:val="ListLabel 645"/>
    <w:uiPriority w:val="99"/>
    <w:rsid w:val="003F6833"/>
    <w:rPr>
      <w:rFonts w:eastAsia="Times New Roman"/>
      <w:u w:val="none"/>
    </w:rPr>
  </w:style>
  <w:style w:type="character" w:customStyle="1" w:styleId="ListLabel646">
    <w:name w:val="ListLabel 646"/>
    <w:uiPriority w:val="99"/>
    <w:rsid w:val="003F6833"/>
    <w:rPr>
      <w:u w:val="none"/>
    </w:rPr>
  </w:style>
  <w:style w:type="character" w:customStyle="1" w:styleId="ListLabel647">
    <w:name w:val="ListLabel 647"/>
    <w:uiPriority w:val="99"/>
    <w:rsid w:val="003F6833"/>
    <w:rPr>
      <w:u w:val="none"/>
    </w:rPr>
  </w:style>
  <w:style w:type="character" w:customStyle="1" w:styleId="ListLabel648">
    <w:name w:val="ListLabel 648"/>
    <w:uiPriority w:val="99"/>
    <w:rsid w:val="003F6833"/>
    <w:rPr>
      <w:rFonts w:eastAsia="Times New Roman"/>
      <w:u w:val="none"/>
    </w:rPr>
  </w:style>
  <w:style w:type="character" w:customStyle="1" w:styleId="ListLabel649">
    <w:name w:val="ListLabel 649"/>
    <w:uiPriority w:val="99"/>
    <w:rsid w:val="003F6833"/>
    <w:rPr>
      <w:rFonts w:eastAsia="Times New Roman"/>
      <w:u w:val="none"/>
    </w:rPr>
  </w:style>
  <w:style w:type="character" w:customStyle="1" w:styleId="ListLabel650">
    <w:name w:val="ListLabel 650"/>
    <w:uiPriority w:val="99"/>
    <w:rsid w:val="003F6833"/>
    <w:rPr>
      <w:rFonts w:eastAsia="Times New Roman"/>
      <w:u w:val="none"/>
    </w:rPr>
  </w:style>
  <w:style w:type="character" w:customStyle="1" w:styleId="ListLabel651">
    <w:name w:val="ListLabel 651"/>
    <w:uiPriority w:val="99"/>
    <w:rsid w:val="003F6833"/>
    <w:rPr>
      <w:rFonts w:eastAsia="Times New Roman"/>
      <w:u w:val="none"/>
    </w:rPr>
  </w:style>
  <w:style w:type="character" w:customStyle="1" w:styleId="ListLabel652">
    <w:name w:val="ListLabel 652"/>
    <w:uiPriority w:val="99"/>
    <w:rsid w:val="003F6833"/>
    <w:rPr>
      <w:rFonts w:eastAsia="Times New Roman"/>
      <w:u w:val="none"/>
    </w:rPr>
  </w:style>
  <w:style w:type="character" w:customStyle="1" w:styleId="ListLabel653">
    <w:name w:val="ListLabel 653"/>
    <w:uiPriority w:val="99"/>
    <w:rsid w:val="003F6833"/>
    <w:rPr>
      <w:u w:val="none"/>
    </w:rPr>
  </w:style>
  <w:style w:type="character" w:customStyle="1" w:styleId="ListLabel654">
    <w:name w:val="ListLabel 654"/>
    <w:uiPriority w:val="99"/>
    <w:rsid w:val="003F6833"/>
    <w:rPr>
      <w:rFonts w:eastAsia="Times New Roman"/>
      <w:u w:val="none"/>
    </w:rPr>
  </w:style>
  <w:style w:type="character" w:customStyle="1" w:styleId="ListLabel655">
    <w:name w:val="ListLabel 655"/>
    <w:uiPriority w:val="99"/>
    <w:rsid w:val="003F6833"/>
    <w:rPr>
      <w:rFonts w:eastAsia="Times New Roman"/>
      <w:u w:val="none"/>
    </w:rPr>
  </w:style>
  <w:style w:type="character" w:customStyle="1" w:styleId="ListLabel656">
    <w:name w:val="ListLabel 656"/>
    <w:uiPriority w:val="99"/>
    <w:rsid w:val="003F6833"/>
    <w:rPr>
      <w:rFonts w:eastAsia="Times New Roman"/>
      <w:u w:val="none"/>
    </w:rPr>
  </w:style>
  <w:style w:type="character" w:customStyle="1" w:styleId="ListLabel657">
    <w:name w:val="ListLabel 657"/>
    <w:uiPriority w:val="99"/>
    <w:rsid w:val="003F6833"/>
    <w:rPr>
      <w:rFonts w:eastAsia="Times New Roman"/>
      <w:u w:val="none"/>
    </w:rPr>
  </w:style>
  <w:style w:type="character" w:customStyle="1" w:styleId="ListLabel658">
    <w:name w:val="ListLabel 658"/>
    <w:uiPriority w:val="99"/>
    <w:rsid w:val="003F6833"/>
    <w:rPr>
      <w:rFonts w:eastAsia="Times New Roman"/>
      <w:u w:val="none"/>
    </w:rPr>
  </w:style>
  <w:style w:type="character" w:customStyle="1" w:styleId="ListLabel659">
    <w:name w:val="ListLabel 659"/>
    <w:uiPriority w:val="99"/>
    <w:rsid w:val="003F6833"/>
    <w:rPr>
      <w:u w:val="none"/>
    </w:rPr>
  </w:style>
  <w:style w:type="character" w:customStyle="1" w:styleId="ListLabel660">
    <w:name w:val="ListLabel 660"/>
    <w:uiPriority w:val="99"/>
    <w:rsid w:val="003F6833"/>
    <w:rPr>
      <w:rFonts w:eastAsia="Times New Roman"/>
      <w:u w:val="none"/>
    </w:rPr>
  </w:style>
  <w:style w:type="character" w:customStyle="1" w:styleId="ListLabel661">
    <w:name w:val="ListLabel 661"/>
    <w:uiPriority w:val="99"/>
    <w:rsid w:val="003F6833"/>
    <w:rPr>
      <w:rFonts w:eastAsia="Times New Roman"/>
      <w:u w:val="none"/>
    </w:rPr>
  </w:style>
  <w:style w:type="character" w:customStyle="1" w:styleId="ListLabel662">
    <w:name w:val="ListLabel 662"/>
    <w:uiPriority w:val="99"/>
    <w:rsid w:val="003F6833"/>
    <w:rPr>
      <w:rFonts w:eastAsia="Times New Roman"/>
      <w:u w:val="none"/>
    </w:rPr>
  </w:style>
  <w:style w:type="character" w:customStyle="1" w:styleId="ListLabel663">
    <w:name w:val="ListLabel 663"/>
    <w:uiPriority w:val="99"/>
    <w:rsid w:val="003F6833"/>
    <w:rPr>
      <w:rFonts w:eastAsia="Times New Roman"/>
      <w:u w:val="none"/>
    </w:rPr>
  </w:style>
  <w:style w:type="character" w:customStyle="1" w:styleId="ListLabel664">
    <w:name w:val="ListLabel 664"/>
    <w:uiPriority w:val="99"/>
    <w:rsid w:val="003F6833"/>
    <w:rPr>
      <w:rFonts w:eastAsia="Times New Roman"/>
      <w:u w:val="none"/>
    </w:rPr>
  </w:style>
  <w:style w:type="character" w:customStyle="1" w:styleId="ListLabel665">
    <w:name w:val="ListLabel 665"/>
    <w:uiPriority w:val="99"/>
    <w:rsid w:val="003F6833"/>
    <w:rPr>
      <w:rFonts w:eastAsia="Times New Roman"/>
      <w:u w:val="none"/>
    </w:rPr>
  </w:style>
  <w:style w:type="character" w:customStyle="1" w:styleId="ListLabel666">
    <w:name w:val="ListLabel 666"/>
    <w:uiPriority w:val="99"/>
    <w:rsid w:val="003F6833"/>
    <w:rPr>
      <w:u w:val="none"/>
    </w:rPr>
  </w:style>
  <w:style w:type="character" w:customStyle="1" w:styleId="ListLabel667">
    <w:name w:val="ListLabel 667"/>
    <w:uiPriority w:val="99"/>
    <w:rsid w:val="003F6833"/>
    <w:rPr>
      <w:rFonts w:eastAsia="Times New Roman"/>
      <w:u w:val="none"/>
    </w:rPr>
  </w:style>
  <w:style w:type="character" w:customStyle="1" w:styleId="ListLabel668">
    <w:name w:val="ListLabel 668"/>
    <w:uiPriority w:val="99"/>
    <w:rsid w:val="003F6833"/>
    <w:rPr>
      <w:rFonts w:eastAsia="Times New Roman"/>
      <w:u w:val="none"/>
    </w:rPr>
  </w:style>
  <w:style w:type="character" w:customStyle="1" w:styleId="ListLabel669">
    <w:name w:val="ListLabel 669"/>
    <w:uiPriority w:val="99"/>
    <w:rsid w:val="003F6833"/>
    <w:rPr>
      <w:u w:val="none"/>
    </w:rPr>
  </w:style>
  <w:style w:type="character" w:customStyle="1" w:styleId="ListLabel670">
    <w:name w:val="ListLabel 670"/>
    <w:uiPriority w:val="99"/>
    <w:rsid w:val="003F6833"/>
    <w:rPr>
      <w:rFonts w:eastAsia="Times New Roman"/>
      <w:u w:val="none"/>
    </w:rPr>
  </w:style>
  <w:style w:type="character" w:customStyle="1" w:styleId="ListLabel671">
    <w:name w:val="ListLabel 671"/>
    <w:uiPriority w:val="99"/>
    <w:rsid w:val="003F6833"/>
    <w:rPr>
      <w:u w:val="none"/>
    </w:rPr>
  </w:style>
  <w:style w:type="character" w:customStyle="1" w:styleId="ListLabel672">
    <w:name w:val="ListLabel 672"/>
    <w:uiPriority w:val="99"/>
    <w:rsid w:val="003F6833"/>
    <w:rPr>
      <w:rFonts w:eastAsia="Times New Roman"/>
      <w:u w:val="none"/>
    </w:rPr>
  </w:style>
  <w:style w:type="character" w:customStyle="1" w:styleId="ListLabel673">
    <w:name w:val="ListLabel 673"/>
    <w:uiPriority w:val="99"/>
    <w:rsid w:val="003F6833"/>
    <w:rPr>
      <w:rFonts w:eastAsia="Times New Roman"/>
      <w:u w:val="none"/>
    </w:rPr>
  </w:style>
  <w:style w:type="character" w:customStyle="1" w:styleId="ListLabel674">
    <w:name w:val="ListLabel 674"/>
    <w:uiPriority w:val="99"/>
    <w:rsid w:val="003F6833"/>
    <w:rPr>
      <w:rFonts w:eastAsia="Times New Roman"/>
      <w:u w:val="none"/>
    </w:rPr>
  </w:style>
  <w:style w:type="character" w:customStyle="1" w:styleId="ListLabel675">
    <w:name w:val="ListLabel 675"/>
    <w:uiPriority w:val="99"/>
    <w:rsid w:val="003F6833"/>
    <w:rPr>
      <w:rFonts w:eastAsia="Times New Roman"/>
      <w:u w:val="none"/>
    </w:rPr>
  </w:style>
  <w:style w:type="character" w:customStyle="1" w:styleId="ListLabel676">
    <w:name w:val="ListLabel 676"/>
    <w:uiPriority w:val="99"/>
    <w:rsid w:val="003F6833"/>
    <w:rPr>
      <w:rFonts w:eastAsia="Times New Roman"/>
      <w:u w:val="none"/>
    </w:rPr>
  </w:style>
  <w:style w:type="character" w:customStyle="1" w:styleId="ListLabel677">
    <w:name w:val="ListLabel 677"/>
    <w:uiPriority w:val="99"/>
    <w:rsid w:val="003F6833"/>
    <w:rPr>
      <w:rFonts w:eastAsia="Times New Roman"/>
      <w:u w:val="none"/>
    </w:rPr>
  </w:style>
  <w:style w:type="character" w:customStyle="1" w:styleId="ListLabel678">
    <w:name w:val="ListLabel 678"/>
    <w:uiPriority w:val="99"/>
    <w:rsid w:val="003F6833"/>
    <w:rPr>
      <w:rFonts w:eastAsia="Times New Roman"/>
      <w:u w:val="none"/>
    </w:rPr>
  </w:style>
  <w:style w:type="character" w:customStyle="1" w:styleId="ListLabel679">
    <w:name w:val="ListLabel 679"/>
    <w:uiPriority w:val="99"/>
    <w:rsid w:val="003F6833"/>
    <w:rPr>
      <w:rFonts w:eastAsia="Times New Roman"/>
      <w:u w:val="none"/>
    </w:rPr>
  </w:style>
  <w:style w:type="character" w:customStyle="1" w:styleId="ListLabel680">
    <w:name w:val="ListLabel 680"/>
    <w:uiPriority w:val="99"/>
    <w:rsid w:val="003F6833"/>
    <w:rPr>
      <w:rFonts w:eastAsia="Times New Roman"/>
      <w:u w:val="none"/>
    </w:rPr>
  </w:style>
  <w:style w:type="character" w:customStyle="1" w:styleId="ListLabel681">
    <w:name w:val="ListLabel 681"/>
    <w:uiPriority w:val="99"/>
    <w:rsid w:val="003F6833"/>
    <w:rPr>
      <w:rFonts w:eastAsia="Times New Roman"/>
      <w:u w:val="none"/>
    </w:rPr>
  </w:style>
  <w:style w:type="character" w:customStyle="1" w:styleId="ListLabel682">
    <w:name w:val="ListLabel 682"/>
    <w:uiPriority w:val="99"/>
    <w:rsid w:val="003F6833"/>
    <w:rPr>
      <w:rFonts w:eastAsia="Times New Roman"/>
      <w:u w:val="none"/>
    </w:rPr>
  </w:style>
  <w:style w:type="character" w:customStyle="1" w:styleId="ListLabel683">
    <w:name w:val="ListLabel 683"/>
    <w:uiPriority w:val="99"/>
    <w:rsid w:val="003F6833"/>
    <w:rPr>
      <w:rFonts w:eastAsia="Times New Roman"/>
      <w:u w:val="none"/>
    </w:rPr>
  </w:style>
  <w:style w:type="character" w:customStyle="1" w:styleId="ListLabel684">
    <w:name w:val="ListLabel 684"/>
    <w:uiPriority w:val="99"/>
    <w:rsid w:val="003F6833"/>
    <w:rPr>
      <w:rFonts w:eastAsia="Times New Roman"/>
      <w:u w:val="none"/>
    </w:rPr>
  </w:style>
  <w:style w:type="character" w:customStyle="1" w:styleId="ListLabel685">
    <w:name w:val="ListLabel 685"/>
    <w:uiPriority w:val="99"/>
    <w:rsid w:val="003F6833"/>
    <w:rPr>
      <w:u w:val="none"/>
    </w:rPr>
  </w:style>
  <w:style w:type="character" w:customStyle="1" w:styleId="ListLabel686">
    <w:name w:val="ListLabel 686"/>
    <w:uiPriority w:val="99"/>
    <w:rsid w:val="003F6833"/>
    <w:rPr>
      <w:rFonts w:eastAsia="Times New Roman"/>
      <w:u w:val="none"/>
    </w:rPr>
  </w:style>
  <w:style w:type="character" w:customStyle="1" w:styleId="ListLabel687">
    <w:name w:val="ListLabel 687"/>
    <w:uiPriority w:val="99"/>
    <w:rsid w:val="003F6833"/>
    <w:rPr>
      <w:u w:val="none"/>
    </w:rPr>
  </w:style>
  <w:style w:type="character" w:customStyle="1" w:styleId="ListLabel688">
    <w:name w:val="ListLabel 688"/>
    <w:uiPriority w:val="99"/>
    <w:rsid w:val="003F6833"/>
    <w:rPr>
      <w:rFonts w:eastAsia="Times New Roman"/>
      <w:u w:val="none"/>
    </w:rPr>
  </w:style>
  <w:style w:type="character" w:customStyle="1" w:styleId="ListLabel689">
    <w:name w:val="ListLabel 689"/>
    <w:uiPriority w:val="99"/>
    <w:rsid w:val="003F6833"/>
    <w:rPr>
      <w:rFonts w:eastAsia="Times New Roman"/>
      <w:u w:val="none"/>
    </w:rPr>
  </w:style>
  <w:style w:type="character" w:customStyle="1" w:styleId="ListLabel690">
    <w:name w:val="ListLabel 690"/>
    <w:uiPriority w:val="99"/>
    <w:rsid w:val="003F6833"/>
    <w:rPr>
      <w:rFonts w:eastAsia="Times New Roman"/>
      <w:u w:val="none"/>
    </w:rPr>
  </w:style>
  <w:style w:type="character" w:customStyle="1" w:styleId="ListLabel691">
    <w:name w:val="ListLabel 691"/>
    <w:uiPriority w:val="99"/>
    <w:rsid w:val="003F6833"/>
    <w:rPr>
      <w:rFonts w:eastAsia="Times New Roman"/>
      <w:u w:val="none"/>
    </w:rPr>
  </w:style>
  <w:style w:type="character" w:customStyle="1" w:styleId="ListLabel692">
    <w:name w:val="ListLabel 692"/>
    <w:uiPriority w:val="99"/>
    <w:rsid w:val="003F6833"/>
    <w:rPr>
      <w:rFonts w:eastAsia="Times New Roman"/>
      <w:u w:val="none"/>
    </w:rPr>
  </w:style>
  <w:style w:type="character" w:customStyle="1" w:styleId="ListLabel693">
    <w:name w:val="ListLabel 693"/>
    <w:uiPriority w:val="99"/>
    <w:rsid w:val="003F6833"/>
    <w:rPr>
      <w:rFonts w:eastAsia="Times New Roman"/>
      <w:u w:val="none"/>
    </w:rPr>
  </w:style>
  <w:style w:type="character" w:customStyle="1" w:styleId="ListLabel694">
    <w:name w:val="ListLabel 694"/>
    <w:uiPriority w:val="99"/>
    <w:rsid w:val="003F6833"/>
    <w:rPr>
      <w:rFonts w:eastAsia="Times New Roman"/>
      <w:u w:val="none"/>
    </w:rPr>
  </w:style>
  <w:style w:type="character" w:customStyle="1" w:styleId="ListLabel695">
    <w:name w:val="ListLabel 695"/>
    <w:uiPriority w:val="99"/>
    <w:rsid w:val="003F6833"/>
    <w:rPr>
      <w:rFonts w:eastAsia="Times New Roman"/>
      <w:u w:val="none"/>
    </w:rPr>
  </w:style>
  <w:style w:type="character" w:customStyle="1" w:styleId="ListLabel696">
    <w:name w:val="ListLabel 696"/>
    <w:uiPriority w:val="99"/>
    <w:rsid w:val="003F6833"/>
    <w:rPr>
      <w:rFonts w:eastAsia="Times New Roman"/>
      <w:u w:val="none"/>
    </w:rPr>
  </w:style>
  <w:style w:type="character" w:customStyle="1" w:styleId="ListLabel697">
    <w:name w:val="ListLabel 697"/>
    <w:uiPriority w:val="99"/>
    <w:rsid w:val="003F6833"/>
    <w:rPr>
      <w:u w:val="none"/>
    </w:rPr>
  </w:style>
  <w:style w:type="character" w:customStyle="1" w:styleId="ListLabel698">
    <w:name w:val="ListLabel 698"/>
    <w:uiPriority w:val="99"/>
    <w:rsid w:val="003F6833"/>
    <w:rPr>
      <w:rFonts w:eastAsia="Times New Roman"/>
      <w:u w:val="none"/>
    </w:rPr>
  </w:style>
  <w:style w:type="character" w:customStyle="1" w:styleId="ListLabel699">
    <w:name w:val="ListLabel 699"/>
    <w:uiPriority w:val="99"/>
    <w:rsid w:val="003F6833"/>
    <w:rPr>
      <w:rFonts w:eastAsia="Times New Roman"/>
      <w:u w:val="none"/>
    </w:rPr>
  </w:style>
  <w:style w:type="character" w:customStyle="1" w:styleId="ListLabel700">
    <w:name w:val="ListLabel 700"/>
    <w:uiPriority w:val="99"/>
    <w:rsid w:val="003F6833"/>
    <w:rPr>
      <w:rFonts w:eastAsia="Times New Roman"/>
      <w:u w:val="none"/>
    </w:rPr>
  </w:style>
  <w:style w:type="character" w:customStyle="1" w:styleId="ListLabel701">
    <w:name w:val="ListLabel 701"/>
    <w:uiPriority w:val="99"/>
    <w:rsid w:val="003F6833"/>
    <w:rPr>
      <w:rFonts w:eastAsia="Times New Roman"/>
      <w:u w:val="none"/>
    </w:rPr>
  </w:style>
  <w:style w:type="character" w:customStyle="1" w:styleId="ListLabel702">
    <w:name w:val="ListLabel 702"/>
    <w:uiPriority w:val="99"/>
    <w:rsid w:val="003F6833"/>
    <w:rPr>
      <w:u w:val="none"/>
    </w:rPr>
  </w:style>
  <w:style w:type="character" w:customStyle="1" w:styleId="ListLabel703">
    <w:name w:val="ListLabel 703"/>
    <w:uiPriority w:val="99"/>
    <w:rsid w:val="003F6833"/>
    <w:rPr>
      <w:rFonts w:eastAsia="Times New Roman"/>
      <w:u w:val="none"/>
    </w:rPr>
  </w:style>
  <w:style w:type="character" w:customStyle="1" w:styleId="ListLabel704">
    <w:name w:val="ListLabel 704"/>
    <w:uiPriority w:val="99"/>
    <w:rsid w:val="003F6833"/>
    <w:rPr>
      <w:u w:val="none"/>
    </w:rPr>
  </w:style>
  <w:style w:type="character" w:customStyle="1" w:styleId="ListLabel705">
    <w:name w:val="ListLabel 705"/>
    <w:uiPriority w:val="99"/>
    <w:rsid w:val="003F6833"/>
    <w:rPr>
      <w:u w:val="none"/>
    </w:rPr>
  </w:style>
  <w:style w:type="character" w:customStyle="1" w:styleId="ListLabel706">
    <w:name w:val="ListLabel 706"/>
    <w:uiPriority w:val="99"/>
    <w:rsid w:val="003F6833"/>
    <w:rPr>
      <w:rFonts w:eastAsia="Times New Roman"/>
      <w:u w:val="none"/>
    </w:rPr>
  </w:style>
  <w:style w:type="character" w:customStyle="1" w:styleId="ListLabel707">
    <w:name w:val="ListLabel 707"/>
    <w:uiPriority w:val="99"/>
    <w:rsid w:val="003F6833"/>
    <w:rPr>
      <w:rFonts w:eastAsia="Times New Roman"/>
      <w:u w:val="none"/>
    </w:rPr>
  </w:style>
  <w:style w:type="character" w:customStyle="1" w:styleId="ListLabel708">
    <w:name w:val="ListLabel 708"/>
    <w:uiPriority w:val="99"/>
    <w:rsid w:val="003F6833"/>
    <w:rPr>
      <w:rFonts w:eastAsia="Times New Roman"/>
      <w:u w:val="none"/>
    </w:rPr>
  </w:style>
  <w:style w:type="character" w:customStyle="1" w:styleId="ListLabel709">
    <w:name w:val="ListLabel 709"/>
    <w:uiPriority w:val="99"/>
    <w:rsid w:val="003F6833"/>
    <w:rPr>
      <w:u w:val="none"/>
    </w:rPr>
  </w:style>
  <w:style w:type="character" w:customStyle="1" w:styleId="ListLabel710">
    <w:name w:val="ListLabel 710"/>
    <w:uiPriority w:val="99"/>
    <w:rsid w:val="003F6833"/>
    <w:rPr>
      <w:u w:val="none"/>
    </w:rPr>
  </w:style>
  <w:style w:type="character" w:customStyle="1" w:styleId="ListLabel711">
    <w:name w:val="ListLabel 711"/>
    <w:uiPriority w:val="99"/>
    <w:rsid w:val="003F6833"/>
    <w:rPr>
      <w:rFonts w:eastAsia="Times New Roman"/>
      <w:u w:val="none"/>
    </w:rPr>
  </w:style>
  <w:style w:type="character" w:customStyle="1" w:styleId="ListLabel712">
    <w:name w:val="ListLabel 712"/>
    <w:uiPriority w:val="99"/>
    <w:rsid w:val="003F6833"/>
    <w:rPr>
      <w:rFonts w:eastAsia="Times New Roman"/>
      <w:u w:val="none"/>
    </w:rPr>
  </w:style>
  <w:style w:type="character" w:customStyle="1" w:styleId="ListLabel713">
    <w:name w:val="ListLabel 713"/>
    <w:uiPriority w:val="99"/>
    <w:rsid w:val="003F6833"/>
    <w:rPr>
      <w:rFonts w:eastAsia="Times New Roman"/>
      <w:u w:val="none"/>
    </w:rPr>
  </w:style>
  <w:style w:type="character" w:customStyle="1" w:styleId="ListLabel714">
    <w:name w:val="ListLabel 714"/>
    <w:uiPriority w:val="99"/>
    <w:rsid w:val="003F6833"/>
    <w:rPr>
      <w:rFonts w:eastAsia="Times New Roman"/>
      <w:u w:val="none"/>
    </w:rPr>
  </w:style>
  <w:style w:type="character" w:customStyle="1" w:styleId="ListLabel715">
    <w:name w:val="ListLabel 715"/>
    <w:uiPriority w:val="99"/>
    <w:rsid w:val="003F6833"/>
    <w:rPr>
      <w:rFonts w:eastAsia="Times New Roman"/>
      <w:u w:val="none"/>
    </w:rPr>
  </w:style>
  <w:style w:type="character" w:customStyle="1" w:styleId="ListLabel716">
    <w:name w:val="ListLabel 716"/>
    <w:uiPriority w:val="99"/>
    <w:rsid w:val="003F6833"/>
    <w:rPr>
      <w:rFonts w:eastAsia="Times New Roman"/>
      <w:u w:val="none"/>
    </w:rPr>
  </w:style>
  <w:style w:type="character" w:customStyle="1" w:styleId="ListLabel717">
    <w:name w:val="ListLabel 717"/>
    <w:uiPriority w:val="99"/>
    <w:rsid w:val="003F6833"/>
    <w:rPr>
      <w:rFonts w:eastAsia="Times New Roman"/>
      <w:u w:val="none"/>
    </w:rPr>
  </w:style>
  <w:style w:type="character" w:customStyle="1" w:styleId="ListLabel718">
    <w:name w:val="ListLabel 718"/>
    <w:uiPriority w:val="99"/>
    <w:rsid w:val="003F6833"/>
    <w:rPr>
      <w:rFonts w:eastAsia="Times New Roman"/>
      <w:u w:val="none"/>
    </w:rPr>
  </w:style>
  <w:style w:type="character" w:customStyle="1" w:styleId="ListLabel719">
    <w:name w:val="ListLabel 719"/>
    <w:uiPriority w:val="99"/>
    <w:rsid w:val="003F6833"/>
    <w:rPr>
      <w:u w:val="none"/>
    </w:rPr>
  </w:style>
  <w:style w:type="character" w:customStyle="1" w:styleId="ListLabel720">
    <w:name w:val="ListLabel 720"/>
    <w:uiPriority w:val="99"/>
    <w:rsid w:val="003F6833"/>
    <w:rPr>
      <w:rFonts w:eastAsia="Times New Roman"/>
      <w:u w:val="none"/>
    </w:rPr>
  </w:style>
  <w:style w:type="character" w:customStyle="1" w:styleId="ListLabel721">
    <w:name w:val="ListLabel 721"/>
    <w:uiPriority w:val="99"/>
    <w:rsid w:val="003F6833"/>
    <w:rPr>
      <w:rFonts w:eastAsia="Times New Roman"/>
      <w:u w:val="none"/>
    </w:rPr>
  </w:style>
  <w:style w:type="character" w:customStyle="1" w:styleId="ListLabel722">
    <w:name w:val="ListLabel 722"/>
    <w:uiPriority w:val="99"/>
    <w:rsid w:val="003F6833"/>
    <w:rPr>
      <w:u w:val="none"/>
    </w:rPr>
  </w:style>
  <w:style w:type="character" w:customStyle="1" w:styleId="ListLabel723">
    <w:name w:val="ListLabel 723"/>
    <w:uiPriority w:val="99"/>
    <w:rsid w:val="003F6833"/>
    <w:rPr>
      <w:rFonts w:eastAsia="Times New Roman"/>
      <w:u w:val="none"/>
    </w:rPr>
  </w:style>
  <w:style w:type="character" w:customStyle="1" w:styleId="ListLabel724">
    <w:name w:val="ListLabel 724"/>
    <w:uiPriority w:val="99"/>
    <w:rsid w:val="003F6833"/>
    <w:rPr>
      <w:rFonts w:eastAsia="Times New Roman"/>
      <w:u w:val="none"/>
    </w:rPr>
  </w:style>
  <w:style w:type="character" w:customStyle="1" w:styleId="ListLabel725">
    <w:name w:val="ListLabel 725"/>
    <w:uiPriority w:val="99"/>
    <w:rsid w:val="003F6833"/>
    <w:rPr>
      <w:u w:val="none"/>
    </w:rPr>
  </w:style>
  <w:style w:type="character" w:customStyle="1" w:styleId="ListLabel726">
    <w:name w:val="ListLabel 726"/>
    <w:uiPriority w:val="99"/>
    <w:rsid w:val="003F6833"/>
    <w:rPr>
      <w:u w:val="none"/>
    </w:rPr>
  </w:style>
  <w:style w:type="character" w:customStyle="1" w:styleId="ListLabel727">
    <w:name w:val="ListLabel 727"/>
    <w:uiPriority w:val="99"/>
    <w:rsid w:val="003F6833"/>
    <w:rPr>
      <w:u w:val="none"/>
    </w:rPr>
  </w:style>
  <w:style w:type="character" w:customStyle="1" w:styleId="ListLabel728">
    <w:name w:val="ListLabel 728"/>
    <w:uiPriority w:val="99"/>
    <w:rsid w:val="003F6833"/>
    <w:rPr>
      <w:rFonts w:eastAsia="Times New Roman"/>
      <w:u w:val="none"/>
    </w:rPr>
  </w:style>
  <w:style w:type="character" w:customStyle="1" w:styleId="ListLabel729">
    <w:name w:val="ListLabel 729"/>
    <w:uiPriority w:val="99"/>
    <w:rsid w:val="003F6833"/>
    <w:rPr>
      <w:rFonts w:eastAsia="Times New Roman"/>
      <w:u w:val="none"/>
    </w:rPr>
  </w:style>
  <w:style w:type="character" w:customStyle="1" w:styleId="ListLabel730">
    <w:name w:val="ListLabel 730"/>
    <w:uiPriority w:val="99"/>
    <w:rsid w:val="003F6833"/>
    <w:rPr>
      <w:rFonts w:eastAsia="Times New Roman"/>
      <w:u w:val="none"/>
    </w:rPr>
  </w:style>
  <w:style w:type="character" w:customStyle="1" w:styleId="ListLabel731">
    <w:name w:val="ListLabel 731"/>
    <w:uiPriority w:val="99"/>
    <w:rsid w:val="003F6833"/>
    <w:rPr>
      <w:rFonts w:eastAsia="Times New Roman"/>
      <w:u w:val="none"/>
    </w:rPr>
  </w:style>
  <w:style w:type="character" w:customStyle="1" w:styleId="ListLabel732">
    <w:name w:val="ListLabel 732"/>
    <w:uiPriority w:val="99"/>
    <w:rsid w:val="003F6833"/>
    <w:rPr>
      <w:u w:val="none"/>
    </w:rPr>
  </w:style>
  <w:style w:type="character" w:customStyle="1" w:styleId="ListLabel733">
    <w:name w:val="ListLabel 733"/>
    <w:uiPriority w:val="99"/>
    <w:rsid w:val="003F6833"/>
    <w:rPr>
      <w:rFonts w:eastAsia="Times New Roman"/>
      <w:u w:val="none"/>
    </w:rPr>
  </w:style>
  <w:style w:type="character" w:customStyle="1" w:styleId="ListLabel734">
    <w:name w:val="ListLabel 734"/>
    <w:uiPriority w:val="99"/>
    <w:rsid w:val="003F6833"/>
    <w:rPr>
      <w:u w:val="none"/>
    </w:rPr>
  </w:style>
  <w:style w:type="character" w:customStyle="1" w:styleId="ListLabel735">
    <w:name w:val="ListLabel 735"/>
    <w:uiPriority w:val="99"/>
    <w:rsid w:val="003F6833"/>
    <w:rPr>
      <w:rFonts w:eastAsia="Times New Roman"/>
      <w:u w:val="none"/>
    </w:rPr>
  </w:style>
  <w:style w:type="character" w:customStyle="1" w:styleId="ListLabel736">
    <w:name w:val="ListLabel 736"/>
    <w:uiPriority w:val="99"/>
    <w:rsid w:val="003F6833"/>
    <w:rPr>
      <w:rFonts w:eastAsia="Times New Roman"/>
      <w:u w:val="none"/>
    </w:rPr>
  </w:style>
  <w:style w:type="character" w:customStyle="1" w:styleId="ListLabel737">
    <w:name w:val="ListLabel 737"/>
    <w:uiPriority w:val="99"/>
    <w:rsid w:val="003F6833"/>
    <w:rPr>
      <w:rFonts w:eastAsia="Times New Roman"/>
      <w:u w:val="none"/>
    </w:rPr>
  </w:style>
  <w:style w:type="character" w:customStyle="1" w:styleId="ListLabel738">
    <w:name w:val="ListLabel 738"/>
    <w:uiPriority w:val="99"/>
    <w:rsid w:val="003F6833"/>
    <w:rPr>
      <w:rFonts w:eastAsia="Times New Roman"/>
      <w:u w:val="none"/>
    </w:rPr>
  </w:style>
  <w:style w:type="character" w:customStyle="1" w:styleId="ListLabel739">
    <w:name w:val="ListLabel 739"/>
    <w:uiPriority w:val="99"/>
    <w:rsid w:val="003F6833"/>
    <w:rPr>
      <w:rFonts w:eastAsia="Times New Roman"/>
      <w:u w:val="none"/>
    </w:rPr>
  </w:style>
  <w:style w:type="character" w:customStyle="1" w:styleId="ListLabel740">
    <w:name w:val="ListLabel 740"/>
    <w:uiPriority w:val="99"/>
    <w:rsid w:val="003F6833"/>
    <w:rPr>
      <w:u w:val="none"/>
    </w:rPr>
  </w:style>
  <w:style w:type="character" w:customStyle="1" w:styleId="ListLabel741">
    <w:name w:val="ListLabel 741"/>
    <w:uiPriority w:val="99"/>
    <w:rsid w:val="003F6833"/>
    <w:rPr>
      <w:rFonts w:eastAsia="Times New Roman"/>
      <w:u w:val="none"/>
    </w:rPr>
  </w:style>
  <w:style w:type="character" w:customStyle="1" w:styleId="ListLabel742">
    <w:name w:val="ListLabel 742"/>
    <w:uiPriority w:val="99"/>
    <w:rsid w:val="003F6833"/>
    <w:rPr>
      <w:u w:val="none"/>
    </w:rPr>
  </w:style>
  <w:style w:type="character" w:customStyle="1" w:styleId="ListLabel743">
    <w:name w:val="ListLabel 743"/>
    <w:uiPriority w:val="99"/>
    <w:rsid w:val="003F6833"/>
    <w:rPr>
      <w:rFonts w:eastAsia="Times New Roman"/>
      <w:u w:val="none"/>
    </w:rPr>
  </w:style>
  <w:style w:type="character" w:customStyle="1" w:styleId="ListLabel744">
    <w:name w:val="ListLabel 744"/>
    <w:uiPriority w:val="99"/>
    <w:rsid w:val="003F6833"/>
    <w:rPr>
      <w:u w:val="none"/>
    </w:rPr>
  </w:style>
  <w:style w:type="character" w:customStyle="1" w:styleId="ListLabel745">
    <w:name w:val="ListLabel 745"/>
    <w:uiPriority w:val="99"/>
    <w:rsid w:val="003F6833"/>
    <w:rPr>
      <w:u w:val="none"/>
    </w:rPr>
  </w:style>
  <w:style w:type="character" w:customStyle="1" w:styleId="ListLabel746">
    <w:name w:val="ListLabel 746"/>
    <w:uiPriority w:val="99"/>
    <w:rsid w:val="003F6833"/>
    <w:rPr>
      <w:u w:val="none"/>
    </w:rPr>
  </w:style>
  <w:style w:type="character" w:customStyle="1" w:styleId="ListLabel747">
    <w:name w:val="ListLabel 747"/>
    <w:uiPriority w:val="99"/>
    <w:rsid w:val="003F6833"/>
    <w:rPr>
      <w:u w:val="none"/>
    </w:rPr>
  </w:style>
  <w:style w:type="character" w:customStyle="1" w:styleId="ListLabel748">
    <w:name w:val="ListLabel 748"/>
    <w:uiPriority w:val="99"/>
    <w:rsid w:val="003F6833"/>
    <w:rPr>
      <w:u w:val="none"/>
    </w:rPr>
  </w:style>
  <w:style w:type="character" w:customStyle="1" w:styleId="ListLabel749">
    <w:name w:val="ListLabel 749"/>
    <w:uiPriority w:val="99"/>
    <w:rsid w:val="003F6833"/>
    <w:rPr>
      <w:u w:val="none"/>
    </w:rPr>
  </w:style>
  <w:style w:type="character" w:customStyle="1" w:styleId="ListLabel750">
    <w:name w:val="ListLabel 750"/>
    <w:uiPriority w:val="99"/>
    <w:rsid w:val="003F6833"/>
    <w:rPr>
      <w:rFonts w:eastAsia="Times New Roman"/>
      <w:u w:val="none"/>
    </w:rPr>
  </w:style>
  <w:style w:type="character" w:customStyle="1" w:styleId="ListLabel751">
    <w:name w:val="ListLabel 751"/>
    <w:uiPriority w:val="99"/>
    <w:rsid w:val="003F6833"/>
    <w:rPr>
      <w:u w:val="none"/>
    </w:rPr>
  </w:style>
  <w:style w:type="character" w:customStyle="1" w:styleId="ListLabel752">
    <w:name w:val="ListLabel 752"/>
    <w:uiPriority w:val="99"/>
    <w:rsid w:val="003F6833"/>
    <w:rPr>
      <w:rFonts w:eastAsia="Times New Roman"/>
      <w:u w:val="none"/>
    </w:rPr>
  </w:style>
  <w:style w:type="character" w:customStyle="1" w:styleId="ListLabel753">
    <w:name w:val="ListLabel 753"/>
    <w:uiPriority w:val="99"/>
    <w:rsid w:val="003F6833"/>
    <w:rPr>
      <w:u w:val="none"/>
    </w:rPr>
  </w:style>
  <w:style w:type="character" w:customStyle="1" w:styleId="ListLabel754">
    <w:name w:val="ListLabel 754"/>
    <w:uiPriority w:val="99"/>
    <w:rsid w:val="003F6833"/>
    <w:rPr>
      <w:u w:val="none"/>
    </w:rPr>
  </w:style>
  <w:style w:type="character" w:customStyle="1" w:styleId="ListLabel755">
    <w:name w:val="ListLabel 755"/>
    <w:uiPriority w:val="99"/>
    <w:rsid w:val="003F6833"/>
    <w:rPr>
      <w:rFonts w:eastAsia="Times New Roman"/>
      <w:u w:val="none"/>
    </w:rPr>
  </w:style>
  <w:style w:type="character" w:customStyle="1" w:styleId="ListLabel756">
    <w:name w:val="ListLabel 756"/>
    <w:uiPriority w:val="99"/>
    <w:rsid w:val="003F6833"/>
    <w:rPr>
      <w:u w:val="none"/>
    </w:rPr>
  </w:style>
  <w:style w:type="character" w:customStyle="1" w:styleId="ListLabel757">
    <w:name w:val="ListLabel 757"/>
    <w:uiPriority w:val="99"/>
    <w:rsid w:val="003F6833"/>
    <w:rPr>
      <w:rFonts w:eastAsia="Times New Roman"/>
      <w:u w:val="none"/>
    </w:rPr>
  </w:style>
  <w:style w:type="character" w:customStyle="1" w:styleId="ListLabel758">
    <w:name w:val="ListLabel 758"/>
    <w:uiPriority w:val="99"/>
    <w:rsid w:val="003F6833"/>
    <w:rPr>
      <w:rFonts w:eastAsia="Times New Roman"/>
      <w:u w:val="none"/>
    </w:rPr>
  </w:style>
  <w:style w:type="character" w:customStyle="1" w:styleId="ListLabel759">
    <w:name w:val="ListLabel 759"/>
    <w:uiPriority w:val="99"/>
    <w:rsid w:val="003F6833"/>
    <w:rPr>
      <w:u w:val="none"/>
    </w:rPr>
  </w:style>
  <w:style w:type="character" w:customStyle="1" w:styleId="ListLabel760">
    <w:name w:val="ListLabel 760"/>
    <w:uiPriority w:val="99"/>
    <w:rsid w:val="003F6833"/>
    <w:rPr>
      <w:rFonts w:eastAsia="Times New Roman"/>
      <w:u w:val="none"/>
    </w:rPr>
  </w:style>
  <w:style w:type="character" w:customStyle="1" w:styleId="ListLabel761">
    <w:name w:val="ListLabel 761"/>
    <w:uiPriority w:val="99"/>
    <w:rsid w:val="003F6833"/>
    <w:rPr>
      <w:u w:val="none"/>
    </w:rPr>
  </w:style>
  <w:style w:type="character" w:customStyle="1" w:styleId="ListLabel762">
    <w:name w:val="ListLabel 762"/>
    <w:uiPriority w:val="99"/>
    <w:rsid w:val="003F6833"/>
    <w:rPr>
      <w:u w:val="none"/>
    </w:rPr>
  </w:style>
  <w:style w:type="character" w:customStyle="1" w:styleId="ListLabel763">
    <w:name w:val="ListLabel 763"/>
    <w:uiPriority w:val="99"/>
    <w:rsid w:val="003F6833"/>
    <w:rPr>
      <w:rFonts w:eastAsia="Times New Roman"/>
      <w:u w:val="none"/>
    </w:rPr>
  </w:style>
  <w:style w:type="character" w:customStyle="1" w:styleId="ListLabel764">
    <w:name w:val="ListLabel 764"/>
    <w:uiPriority w:val="99"/>
    <w:rsid w:val="003F6833"/>
    <w:rPr>
      <w:rFonts w:eastAsia="Times New Roman"/>
      <w:u w:val="none"/>
    </w:rPr>
  </w:style>
  <w:style w:type="character" w:customStyle="1" w:styleId="ListLabel765">
    <w:name w:val="ListLabel 765"/>
    <w:uiPriority w:val="99"/>
    <w:rsid w:val="003F6833"/>
    <w:rPr>
      <w:u w:val="none"/>
    </w:rPr>
  </w:style>
  <w:style w:type="character" w:customStyle="1" w:styleId="ListLabel766">
    <w:name w:val="ListLabel 766"/>
    <w:uiPriority w:val="99"/>
    <w:rsid w:val="003F6833"/>
    <w:rPr>
      <w:rFonts w:eastAsia="Times New Roman"/>
      <w:u w:val="none"/>
    </w:rPr>
  </w:style>
  <w:style w:type="character" w:customStyle="1" w:styleId="ListLabel767">
    <w:name w:val="ListLabel 767"/>
    <w:uiPriority w:val="99"/>
    <w:rsid w:val="003F6833"/>
    <w:rPr>
      <w:rFonts w:eastAsia="Times New Roman"/>
      <w:u w:val="none"/>
    </w:rPr>
  </w:style>
  <w:style w:type="character" w:customStyle="1" w:styleId="ListLabel768">
    <w:name w:val="ListLabel 768"/>
    <w:uiPriority w:val="99"/>
    <w:rsid w:val="003F6833"/>
    <w:rPr>
      <w:u w:val="none"/>
    </w:rPr>
  </w:style>
  <w:style w:type="character" w:customStyle="1" w:styleId="ListLabel769">
    <w:name w:val="ListLabel 769"/>
    <w:uiPriority w:val="99"/>
    <w:rsid w:val="003F6833"/>
    <w:rPr>
      <w:rFonts w:eastAsia="Times New Roman"/>
      <w:u w:val="none"/>
    </w:rPr>
  </w:style>
  <w:style w:type="character" w:customStyle="1" w:styleId="ListLabel770">
    <w:name w:val="ListLabel 770"/>
    <w:uiPriority w:val="99"/>
    <w:rsid w:val="003F6833"/>
    <w:rPr>
      <w:u w:val="none"/>
    </w:rPr>
  </w:style>
  <w:style w:type="character" w:customStyle="1" w:styleId="ListLabel771">
    <w:name w:val="ListLabel 771"/>
    <w:uiPriority w:val="99"/>
    <w:rsid w:val="003F6833"/>
    <w:rPr>
      <w:u w:val="none"/>
    </w:rPr>
  </w:style>
  <w:style w:type="character" w:customStyle="1" w:styleId="ListLabel772">
    <w:name w:val="ListLabel 772"/>
    <w:uiPriority w:val="99"/>
    <w:rsid w:val="003F6833"/>
    <w:rPr>
      <w:rFonts w:eastAsia="Times New Roman"/>
      <w:u w:val="none"/>
    </w:rPr>
  </w:style>
  <w:style w:type="character" w:customStyle="1" w:styleId="ListLabel773">
    <w:name w:val="ListLabel 773"/>
    <w:uiPriority w:val="99"/>
    <w:rsid w:val="003F6833"/>
    <w:rPr>
      <w:u w:val="none"/>
    </w:rPr>
  </w:style>
  <w:style w:type="character" w:customStyle="1" w:styleId="ListLabel774">
    <w:name w:val="ListLabel 774"/>
    <w:uiPriority w:val="99"/>
    <w:rsid w:val="003F6833"/>
    <w:rPr>
      <w:u w:val="none"/>
    </w:rPr>
  </w:style>
  <w:style w:type="character" w:customStyle="1" w:styleId="ListLabel775">
    <w:name w:val="ListLabel 775"/>
    <w:uiPriority w:val="99"/>
    <w:rsid w:val="003F6833"/>
    <w:rPr>
      <w:u w:val="none"/>
    </w:rPr>
  </w:style>
  <w:style w:type="character" w:customStyle="1" w:styleId="ListLabel776">
    <w:name w:val="ListLabel 776"/>
    <w:uiPriority w:val="99"/>
    <w:rsid w:val="003F6833"/>
    <w:rPr>
      <w:u w:val="none"/>
    </w:rPr>
  </w:style>
  <w:style w:type="character" w:customStyle="1" w:styleId="ListLabel777">
    <w:name w:val="ListLabel 777"/>
    <w:uiPriority w:val="99"/>
    <w:rsid w:val="003F6833"/>
    <w:rPr>
      <w:rFonts w:eastAsia="Times New Roman"/>
      <w:u w:val="none"/>
    </w:rPr>
  </w:style>
  <w:style w:type="character" w:customStyle="1" w:styleId="ListLabel778">
    <w:name w:val="ListLabel 778"/>
    <w:uiPriority w:val="99"/>
    <w:rsid w:val="003F6833"/>
    <w:rPr>
      <w:u w:val="none"/>
    </w:rPr>
  </w:style>
  <w:style w:type="character" w:customStyle="1" w:styleId="ListLabel779">
    <w:name w:val="ListLabel 779"/>
    <w:uiPriority w:val="99"/>
    <w:rsid w:val="003F6833"/>
    <w:rPr>
      <w:u w:val="none"/>
    </w:rPr>
  </w:style>
  <w:style w:type="character" w:customStyle="1" w:styleId="ListLabel780">
    <w:name w:val="ListLabel 780"/>
    <w:uiPriority w:val="99"/>
    <w:rsid w:val="003F6833"/>
    <w:rPr>
      <w:rFonts w:eastAsia="Times New Roman"/>
      <w:u w:val="none"/>
    </w:rPr>
  </w:style>
  <w:style w:type="character" w:customStyle="1" w:styleId="ListLabel781">
    <w:name w:val="ListLabel 781"/>
    <w:uiPriority w:val="99"/>
    <w:rsid w:val="003F6833"/>
    <w:rPr>
      <w:u w:val="none"/>
    </w:rPr>
  </w:style>
  <w:style w:type="character" w:customStyle="1" w:styleId="ListLabel782">
    <w:name w:val="ListLabel 782"/>
    <w:uiPriority w:val="99"/>
    <w:rsid w:val="003F6833"/>
    <w:rPr>
      <w:u w:val="none"/>
    </w:rPr>
  </w:style>
  <w:style w:type="character" w:customStyle="1" w:styleId="ListLabel783">
    <w:name w:val="ListLabel 783"/>
    <w:uiPriority w:val="99"/>
    <w:rsid w:val="003F6833"/>
    <w:rPr>
      <w:rFonts w:eastAsia="Times New Roman"/>
      <w:u w:val="none"/>
    </w:rPr>
  </w:style>
  <w:style w:type="character" w:customStyle="1" w:styleId="ListLabel784">
    <w:name w:val="ListLabel 784"/>
    <w:uiPriority w:val="99"/>
    <w:rsid w:val="003F6833"/>
    <w:rPr>
      <w:rFonts w:eastAsia="Times New Roman"/>
      <w:u w:val="none"/>
    </w:rPr>
  </w:style>
  <w:style w:type="character" w:customStyle="1" w:styleId="ListLabel785">
    <w:name w:val="ListLabel 785"/>
    <w:uiPriority w:val="99"/>
    <w:rsid w:val="003F6833"/>
    <w:rPr>
      <w:rFonts w:eastAsia="Times New Roman"/>
      <w:u w:val="none"/>
    </w:rPr>
  </w:style>
  <w:style w:type="character" w:customStyle="1" w:styleId="ListLabel786">
    <w:name w:val="ListLabel 786"/>
    <w:uiPriority w:val="99"/>
    <w:rsid w:val="003F6833"/>
    <w:rPr>
      <w:u w:val="none"/>
    </w:rPr>
  </w:style>
  <w:style w:type="character" w:customStyle="1" w:styleId="ListLabel787">
    <w:name w:val="ListLabel 787"/>
    <w:uiPriority w:val="99"/>
    <w:rsid w:val="003F6833"/>
    <w:rPr>
      <w:rFonts w:eastAsia="Times New Roman"/>
      <w:u w:val="none"/>
    </w:rPr>
  </w:style>
  <w:style w:type="character" w:customStyle="1" w:styleId="ListLabel788">
    <w:name w:val="ListLabel 788"/>
    <w:uiPriority w:val="99"/>
    <w:rsid w:val="003F6833"/>
    <w:rPr>
      <w:rFonts w:eastAsia="Times New Roman"/>
      <w:u w:val="none"/>
    </w:rPr>
  </w:style>
  <w:style w:type="character" w:customStyle="1" w:styleId="ListLabel789">
    <w:name w:val="ListLabel 789"/>
    <w:uiPriority w:val="99"/>
    <w:rsid w:val="003F6833"/>
    <w:rPr>
      <w:rFonts w:eastAsia="Times New Roman"/>
      <w:u w:val="none"/>
    </w:rPr>
  </w:style>
  <w:style w:type="character" w:customStyle="1" w:styleId="ListLabel790">
    <w:name w:val="ListLabel 790"/>
    <w:uiPriority w:val="99"/>
    <w:rsid w:val="003F6833"/>
    <w:rPr>
      <w:rFonts w:eastAsia="Times New Roman"/>
      <w:u w:val="none"/>
    </w:rPr>
  </w:style>
  <w:style w:type="character" w:customStyle="1" w:styleId="ListLabel791">
    <w:name w:val="ListLabel 791"/>
    <w:uiPriority w:val="99"/>
    <w:rsid w:val="003F6833"/>
    <w:rPr>
      <w:rFonts w:eastAsia="Times New Roman"/>
      <w:u w:val="none"/>
    </w:rPr>
  </w:style>
  <w:style w:type="character" w:customStyle="1" w:styleId="ListLabel792">
    <w:name w:val="ListLabel 792"/>
    <w:uiPriority w:val="99"/>
    <w:rsid w:val="003F6833"/>
    <w:rPr>
      <w:u w:val="none"/>
    </w:rPr>
  </w:style>
  <w:style w:type="character" w:customStyle="1" w:styleId="ListLabel793">
    <w:name w:val="ListLabel 793"/>
    <w:uiPriority w:val="99"/>
    <w:rsid w:val="003F6833"/>
    <w:rPr>
      <w:rFonts w:eastAsia="Times New Roman"/>
      <w:u w:val="none"/>
    </w:rPr>
  </w:style>
  <w:style w:type="character" w:customStyle="1" w:styleId="ListLabel794">
    <w:name w:val="ListLabel 794"/>
    <w:uiPriority w:val="99"/>
    <w:rsid w:val="003F6833"/>
    <w:rPr>
      <w:rFonts w:eastAsia="Times New Roman"/>
      <w:u w:val="none"/>
    </w:rPr>
  </w:style>
  <w:style w:type="character" w:customStyle="1" w:styleId="ListLabel795">
    <w:name w:val="ListLabel 795"/>
    <w:uiPriority w:val="99"/>
    <w:rsid w:val="003F6833"/>
    <w:rPr>
      <w:rFonts w:eastAsia="Times New Roman"/>
      <w:u w:val="none"/>
    </w:rPr>
  </w:style>
  <w:style w:type="character" w:customStyle="1" w:styleId="ListLabel796">
    <w:name w:val="ListLabel 796"/>
    <w:uiPriority w:val="99"/>
    <w:rsid w:val="003F6833"/>
    <w:rPr>
      <w:rFonts w:eastAsia="Times New Roman"/>
      <w:u w:val="none"/>
    </w:rPr>
  </w:style>
  <w:style w:type="character" w:customStyle="1" w:styleId="ListLabel797">
    <w:name w:val="ListLabel 797"/>
    <w:uiPriority w:val="99"/>
    <w:rsid w:val="003F6833"/>
    <w:rPr>
      <w:rFonts w:eastAsia="Times New Roman"/>
      <w:u w:val="none"/>
    </w:rPr>
  </w:style>
  <w:style w:type="character" w:customStyle="1" w:styleId="ListLabel798">
    <w:name w:val="ListLabel 798"/>
    <w:uiPriority w:val="99"/>
    <w:rsid w:val="003F6833"/>
    <w:rPr>
      <w:rFonts w:eastAsia="Times New Roman"/>
      <w:u w:val="none"/>
    </w:rPr>
  </w:style>
  <w:style w:type="character" w:customStyle="1" w:styleId="ListLabel799">
    <w:name w:val="ListLabel 799"/>
    <w:uiPriority w:val="99"/>
    <w:rsid w:val="003F6833"/>
    <w:rPr>
      <w:rFonts w:eastAsia="Times New Roman"/>
      <w:u w:val="none"/>
    </w:rPr>
  </w:style>
  <w:style w:type="character" w:customStyle="1" w:styleId="ListLabel800">
    <w:name w:val="ListLabel 800"/>
    <w:uiPriority w:val="99"/>
    <w:rsid w:val="003F6833"/>
    <w:rPr>
      <w:rFonts w:eastAsia="Times New Roman"/>
      <w:u w:val="none"/>
    </w:rPr>
  </w:style>
  <w:style w:type="character" w:customStyle="1" w:styleId="ListLabel801">
    <w:name w:val="ListLabel 801"/>
    <w:uiPriority w:val="99"/>
    <w:rsid w:val="003F6833"/>
    <w:rPr>
      <w:rFonts w:eastAsia="Times New Roman"/>
      <w:u w:val="none"/>
    </w:rPr>
  </w:style>
  <w:style w:type="character" w:customStyle="1" w:styleId="ListLabel802">
    <w:name w:val="ListLabel 802"/>
    <w:uiPriority w:val="99"/>
    <w:rsid w:val="003F6833"/>
    <w:rPr>
      <w:rFonts w:eastAsia="Times New Roman"/>
      <w:u w:val="none"/>
    </w:rPr>
  </w:style>
  <w:style w:type="character" w:customStyle="1" w:styleId="ListLabel803">
    <w:name w:val="ListLabel 803"/>
    <w:uiPriority w:val="99"/>
    <w:rsid w:val="003F6833"/>
    <w:rPr>
      <w:rFonts w:eastAsia="Times New Roman"/>
      <w:u w:val="none"/>
    </w:rPr>
  </w:style>
  <w:style w:type="character" w:customStyle="1" w:styleId="ListLabel804">
    <w:name w:val="ListLabel 804"/>
    <w:uiPriority w:val="99"/>
    <w:rsid w:val="003F6833"/>
    <w:rPr>
      <w:rFonts w:eastAsia="Times New Roman"/>
      <w:u w:val="none"/>
    </w:rPr>
  </w:style>
  <w:style w:type="character" w:customStyle="1" w:styleId="ListLabel805">
    <w:name w:val="ListLabel 805"/>
    <w:uiPriority w:val="99"/>
    <w:rsid w:val="003F6833"/>
    <w:rPr>
      <w:u w:val="none"/>
    </w:rPr>
  </w:style>
  <w:style w:type="character" w:customStyle="1" w:styleId="ListLabel806">
    <w:name w:val="ListLabel 806"/>
    <w:uiPriority w:val="99"/>
    <w:rsid w:val="003F6833"/>
    <w:rPr>
      <w:u w:val="none"/>
    </w:rPr>
  </w:style>
  <w:style w:type="character" w:customStyle="1" w:styleId="ListLabel807">
    <w:name w:val="ListLabel 807"/>
    <w:uiPriority w:val="99"/>
    <w:rsid w:val="003F6833"/>
    <w:rPr>
      <w:u w:val="none"/>
    </w:rPr>
  </w:style>
  <w:style w:type="character" w:customStyle="1" w:styleId="ListLabel808">
    <w:name w:val="ListLabel 808"/>
    <w:uiPriority w:val="99"/>
    <w:rsid w:val="003F6833"/>
    <w:rPr>
      <w:rFonts w:eastAsia="Times New Roman"/>
      <w:u w:val="none"/>
    </w:rPr>
  </w:style>
  <w:style w:type="character" w:customStyle="1" w:styleId="ListLabel809">
    <w:name w:val="ListLabel 809"/>
    <w:uiPriority w:val="99"/>
    <w:rsid w:val="003F6833"/>
    <w:rPr>
      <w:u w:val="none"/>
    </w:rPr>
  </w:style>
  <w:style w:type="character" w:customStyle="1" w:styleId="ListLabel810">
    <w:name w:val="ListLabel 810"/>
    <w:uiPriority w:val="99"/>
    <w:rsid w:val="003F6833"/>
    <w:rPr>
      <w:rFonts w:eastAsia="Times New Roman"/>
      <w:u w:val="none"/>
    </w:rPr>
  </w:style>
  <w:style w:type="character" w:customStyle="1" w:styleId="ListLabel811">
    <w:name w:val="ListLabel 811"/>
    <w:uiPriority w:val="99"/>
    <w:rsid w:val="003F6833"/>
    <w:rPr>
      <w:u w:val="none"/>
    </w:rPr>
  </w:style>
  <w:style w:type="character" w:customStyle="1" w:styleId="ListLabel812">
    <w:name w:val="ListLabel 812"/>
    <w:uiPriority w:val="99"/>
    <w:rsid w:val="003F6833"/>
    <w:rPr>
      <w:rFonts w:eastAsia="Times New Roman"/>
      <w:u w:val="none"/>
    </w:rPr>
  </w:style>
  <w:style w:type="character" w:customStyle="1" w:styleId="ListLabel813">
    <w:name w:val="ListLabel 813"/>
    <w:uiPriority w:val="99"/>
    <w:rsid w:val="003F6833"/>
    <w:rPr>
      <w:rFonts w:eastAsia="Times New Roman"/>
      <w:u w:val="none"/>
    </w:rPr>
  </w:style>
  <w:style w:type="character" w:customStyle="1" w:styleId="ListLabel814">
    <w:name w:val="ListLabel 814"/>
    <w:uiPriority w:val="99"/>
    <w:rsid w:val="003F6833"/>
    <w:rPr>
      <w:rFonts w:eastAsia="Times New Roman"/>
      <w:u w:val="none"/>
    </w:rPr>
  </w:style>
  <w:style w:type="character" w:customStyle="1" w:styleId="ListLabel815">
    <w:name w:val="ListLabel 815"/>
    <w:uiPriority w:val="99"/>
    <w:rsid w:val="003F6833"/>
    <w:rPr>
      <w:rFonts w:eastAsia="Times New Roman"/>
      <w:u w:val="none"/>
    </w:rPr>
  </w:style>
  <w:style w:type="character" w:customStyle="1" w:styleId="ListLabel816">
    <w:name w:val="ListLabel 816"/>
    <w:uiPriority w:val="99"/>
    <w:rsid w:val="003F6833"/>
    <w:rPr>
      <w:rFonts w:eastAsia="Times New Roman"/>
      <w:u w:val="none"/>
    </w:rPr>
  </w:style>
  <w:style w:type="character" w:customStyle="1" w:styleId="ListLabel817">
    <w:name w:val="ListLabel 817"/>
    <w:uiPriority w:val="99"/>
    <w:rsid w:val="003F6833"/>
    <w:rPr>
      <w:rFonts w:eastAsia="Times New Roman"/>
      <w:u w:val="none"/>
    </w:rPr>
  </w:style>
  <w:style w:type="character" w:customStyle="1" w:styleId="ListLabel818">
    <w:name w:val="ListLabel 818"/>
    <w:uiPriority w:val="99"/>
    <w:rsid w:val="003F6833"/>
    <w:rPr>
      <w:rFonts w:eastAsia="Times New Roman"/>
      <w:u w:val="none"/>
    </w:rPr>
  </w:style>
  <w:style w:type="character" w:customStyle="1" w:styleId="ListLabel819">
    <w:name w:val="ListLabel 819"/>
    <w:uiPriority w:val="99"/>
    <w:rsid w:val="003F6833"/>
    <w:rPr>
      <w:rFonts w:eastAsia="Times New Roman"/>
      <w:u w:val="none"/>
    </w:rPr>
  </w:style>
  <w:style w:type="character" w:customStyle="1" w:styleId="ListLabel820">
    <w:name w:val="ListLabel 820"/>
    <w:uiPriority w:val="99"/>
    <w:rsid w:val="003F6833"/>
    <w:rPr>
      <w:rFonts w:eastAsia="Times New Roman"/>
      <w:u w:val="none"/>
    </w:rPr>
  </w:style>
  <w:style w:type="character" w:customStyle="1" w:styleId="ListLabel821">
    <w:name w:val="ListLabel 821"/>
    <w:uiPriority w:val="99"/>
    <w:rsid w:val="003F6833"/>
    <w:rPr>
      <w:rFonts w:eastAsia="Times New Roman"/>
      <w:u w:val="none"/>
    </w:rPr>
  </w:style>
  <w:style w:type="character" w:customStyle="1" w:styleId="ListLabel822">
    <w:name w:val="ListLabel 822"/>
    <w:uiPriority w:val="99"/>
    <w:rsid w:val="003F6833"/>
    <w:rPr>
      <w:rFonts w:eastAsia="Times New Roman"/>
      <w:u w:val="none"/>
    </w:rPr>
  </w:style>
  <w:style w:type="character" w:customStyle="1" w:styleId="ListLabel823">
    <w:name w:val="ListLabel 823"/>
    <w:uiPriority w:val="99"/>
    <w:rsid w:val="003F6833"/>
    <w:rPr>
      <w:u w:val="none"/>
    </w:rPr>
  </w:style>
  <w:style w:type="character" w:customStyle="1" w:styleId="ListLabel824">
    <w:name w:val="ListLabel 824"/>
    <w:uiPriority w:val="99"/>
    <w:rsid w:val="003F6833"/>
    <w:rPr>
      <w:rFonts w:eastAsia="Times New Roman"/>
      <w:u w:val="none"/>
    </w:rPr>
  </w:style>
  <w:style w:type="character" w:customStyle="1" w:styleId="ListLabel825">
    <w:name w:val="ListLabel 825"/>
    <w:uiPriority w:val="99"/>
    <w:rsid w:val="003F6833"/>
    <w:rPr>
      <w:u w:val="none"/>
    </w:rPr>
  </w:style>
  <w:style w:type="character" w:customStyle="1" w:styleId="ListLabel826">
    <w:name w:val="ListLabel 826"/>
    <w:uiPriority w:val="99"/>
    <w:rsid w:val="003F6833"/>
    <w:rPr>
      <w:u w:val="none"/>
    </w:rPr>
  </w:style>
  <w:style w:type="character" w:customStyle="1" w:styleId="ListLabel827">
    <w:name w:val="ListLabel 827"/>
    <w:uiPriority w:val="99"/>
    <w:rsid w:val="003F6833"/>
    <w:rPr>
      <w:u w:val="none"/>
    </w:rPr>
  </w:style>
  <w:style w:type="character" w:customStyle="1" w:styleId="ListLabel828">
    <w:name w:val="ListLabel 828"/>
    <w:uiPriority w:val="99"/>
    <w:rsid w:val="003F6833"/>
    <w:rPr>
      <w:u w:val="none"/>
    </w:rPr>
  </w:style>
  <w:style w:type="character" w:customStyle="1" w:styleId="ListLabel829">
    <w:name w:val="ListLabel 829"/>
    <w:uiPriority w:val="99"/>
    <w:rsid w:val="003F6833"/>
    <w:rPr>
      <w:rFonts w:eastAsia="Times New Roman"/>
      <w:u w:val="none"/>
    </w:rPr>
  </w:style>
  <w:style w:type="character" w:customStyle="1" w:styleId="ListLabel830">
    <w:name w:val="ListLabel 830"/>
    <w:uiPriority w:val="99"/>
    <w:rsid w:val="003F6833"/>
    <w:rPr>
      <w:u w:val="none"/>
    </w:rPr>
  </w:style>
  <w:style w:type="character" w:customStyle="1" w:styleId="ListLabel831">
    <w:name w:val="ListLabel 831"/>
    <w:uiPriority w:val="99"/>
    <w:rsid w:val="003F6833"/>
    <w:rPr>
      <w:u w:val="none"/>
    </w:rPr>
  </w:style>
  <w:style w:type="character" w:customStyle="1" w:styleId="ListLabel832">
    <w:name w:val="ListLabel 832"/>
    <w:uiPriority w:val="99"/>
    <w:rsid w:val="003F6833"/>
    <w:rPr>
      <w:rFonts w:eastAsia="Times New Roman"/>
      <w:u w:val="none"/>
    </w:rPr>
  </w:style>
  <w:style w:type="character" w:customStyle="1" w:styleId="ListLabel833">
    <w:name w:val="ListLabel 833"/>
    <w:uiPriority w:val="99"/>
    <w:rsid w:val="003F6833"/>
    <w:rPr>
      <w:rFonts w:eastAsia="Times New Roman"/>
      <w:u w:val="none"/>
    </w:rPr>
  </w:style>
  <w:style w:type="character" w:customStyle="1" w:styleId="ListLabel834">
    <w:name w:val="ListLabel 834"/>
    <w:uiPriority w:val="99"/>
    <w:rsid w:val="003F6833"/>
    <w:rPr>
      <w:rFonts w:eastAsia="Times New Roman"/>
      <w:u w:val="none"/>
    </w:rPr>
  </w:style>
  <w:style w:type="character" w:customStyle="1" w:styleId="ListLabel835">
    <w:name w:val="ListLabel 835"/>
    <w:uiPriority w:val="99"/>
    <w:rsid w:val="003F6833"/>
    <w:rPr>
      <w:rFonts w:eastAsia="Times New Roman"/>
      <w:u w:val="none"/>
    </w:rPr>
  </w:style>
  <w:style w:type="character" w:customStyle="1" w:styleId="ListLabel836">
    <w:name w:val="ListLabel 836"/>
    <w:uiPriority w:val="99"/>
    <w:rsid w:val="003F6833"/>
    <w:rPr>
      <w:rFonts w:eastAsia="Times New Roman"/>
      <w:u w:val="none"/>
    </w:rPr>
  </w:style>
  <w:style w:type="character" w:customStyle="1" w:styleId="ListLabel837">
    <w:name w:val="ListLabel 837"/>
    <w:uiPriority w:val="99"/>
    <w:rsid w:val="003F6833"/>
    <w:rPr>
      <w:u w:val="none"/>
    </w:rPr>
  </w:style>
  <w:style w:type="character" w:customStyle="1" w:styleId="ListLabel838">
    <w:name w:val="ListLabel 838"/>
    <w:uiPriority w:val="99"/>
    <w:rsid w:val="003F6833"/>
    <w:rPr>
      <w:rFonts w:eastAsia="Times New Roman"/>
      <w:u w:val="none"/>
    </w:rPr>
  </w:style>
  <w:style w:type="character" w:customStyle="1" w:styleId="ListLabel839">
    <w:name w:val="ListLabel 839"/>
    <w:uiPriority w:val="99"/>
    <w:rsid w:val="003F6833"/>
    <w:rPr>
      <w:rFonts w:eastAsia="Times New Roman"/>
      <w:u w:val="none"/>
    </w:rPr>
  </w:style>
  <w:style w:type="character" w:customStyle="1" w:styleId="ListLabel840">
    <w:name w:val="ListLabel 840"/>
    <w:uiPriority w:val="99"/>
    <w:rsid w:val="003F6833"/>
    <w:rPr>
      <w:rFonts w:eastAsia="Times New Roman"/>
      <w:u w:val="none"/>
    </w:rPr>
  </w:style>
  <w:style w:type="character" w:customStyle="1" w:styleId="ListLabel841">
    <w:name w:val="ListLabel 841"/>
    <w:uiPriority w:val="99"/>
    <w:rsid w:val="003F6833"/>
    <w:rPr>
      <w:rFonts w:eastAsia="Times New Roman"/>
      <w:u w:val="none"/>
    </w:rPr>
  </w:style>
  <w:style w:type="character" w:customStyle="1" w:styleId="ListLabel842">
    <w:name w:val="ListLabel 842"/>
    <w:uiPriority w:val="99"/>
    <w:rsid w:val="003F6833"/>
    <w:rPr>
      <w:rFonts w:eastAsia="Times New Roman"/>
      <w:u w:val="none"/>
    </w:rPr>
  </w:style>
  <w:style w:type="character" w:customStyle="1" w:styleId="ListLabel843">
    <w:name w:val="ListLabel 843"/>
    <w:uiPriority w:val="99"/>
    <w:rsid w:val="003F6833"/>
    <w:rPr>
      <w:u w:val="none"/>
    </w:rPr>
  </w:style>
  <w:style w:type="character" w:customStyle="1" w:styleId="ListLabel844">
    <w:name w:val="ListLabel 844"/>
    <w:uiPriority w:val="99"/>
    <w:rsid w:val="003F6833"/>
    <w:rPr>
      <w:rFonts w:eastAsia="Times New Roman"/>
      <w:u w:val="none"/>
    </w:rPr>
  </w:style>
  <w:style w:type="character" w:customStyle="1" w:styleId="ListLabel845">
    <w:name w:val="ListLabel 845"/>
    <w:uiPriority w:val="99"/>
    <w:rsid w:val="003F6833"/>
    <w:rPr>
      <w:rFonts w:eastAsia="Times New Roman"/>
      <w:u w:val="none"/>
    </w:rPr>
  </w:style>
  <w:style w:type="character" w:customStyle="1" w:styleId="ListLabel846">
    <w:name w:val="ListLabel 846"/>
    <w:uiPriority w:val="99"/>
    <w:rsid w:val="003F6833"/>
    <w:rPr>
      <w:rFonts w:eastAsia="Times New Roman"/>
      <w:u w:val="none"/>
    </w:rPr>
  </w:style>
  <w:style w:type="character" w:customStyle="1" w:styleId="ListLabel847">
    <w:name w:val="ListLabel 847"/>
    <w:uiPriority w:val="99"/>
    <w:rsid w:val="003F6833"/>
    <w:rPr>
      <w:rFonts w:eastAsia="Times New Roman"/>
      <w:u w:val="none"/>
    </w:rPr>
  </w:style>
  <w:style w:type="character" w:customStyle="1" w:styleId="ListLabel848">
    <w:name w:val="ListLabel 848"/>
    <w:uiPriority w:val="99"/>
    <w:rsid w:val="003F6833"/>
    <w:rPr>
      <w:rFonts w:eastAsia="Times New Roman"/>
      <w:u w:val="none"/>
    </w:rPr>
  </w:style>
  <w:style w:type="character" w:customStyle="1" w:styleId="ListLabel849">
    <w:name w:val="ListLabel 849"/>
    <w:uiPriority w:val="99"/>
    <w:rsid w:val="003F6833"/>
    <w:rPr>
      <w:rFonts w:eastAsia="Times New Roman"/>
      <w:u w:val="none"/>
    </w:rPr>
  </w:style>
  <w:style w:type="character" w:customStyle="1" w:styleId="ListLabel850">
    <w:name w:val="ListLabel 850"/>
    <w:uiPriority w:val="99"/>
    <w:rsid w:val="003F6833"/>
    <w:rPr>
      <w:u w:val="none"/>
    </w:rPr>
  </w:style>
  <w:style w:type="character" w:customStyle="1" w:styleId="ListLabel851">
    <w:name w:val="ListLabel 851"/>
    <w:uiPriority w:val="99"/>
    <w:rsid w:val="003F6833"/>
    <w:rPr>
      <w:rFonts w:eastAsia="Times New Roman"/>
      <w:u w:val="none"/>
    </w:rPr>
  </w:style>
  <w:style w:type="character" w:customStyle="1" w:styleId="ListLabel852">
    <w:name w:val="ListLabel 852"/>
    <w:uiPriority w:val="99"/>
    <w:rsid w:val="003F6833"/>
    <w:rPr>
      <w:rFonts w:eastAsia="Times New Roman"/>
      <w:u w:val="none"/>
    </w:rPr>
  </w:style>
  <w:style w:type="character" w:customStyle="1" w:styleId="ListLabel853">
    <w:name w:val="ListLabel 853"/>
    <w:uiPriority w:val="99"/>
    <w:rsid w:val="003F6833"/>
    <w:rPr>
      <w:u w:val="none"/>
    </w:rPr>
  </w:style>
  <w:style w:type="character" w:customStyle="1" w:styleId="ListLabel854">
    <w:name w:val="ListLabel 854"/>
    <w:uiPriority w:val="99"/>
    <w:rsid w:val="003F6833"/>
    <w:rPr>
      <w:rFonts w:eastAsia="Times New Roman"/>
      <w:u w:val="none"/>
    </w:rPr>
  </w:style>
  <w:style w:type="character" w:customStyle="1" w:styleId="ListLabel855">
    <w:name w:val="ListLabel 855"/>
    <w:uiPriority w:val="99"/>
    <w:rsid w:val="003F6833"/>
    <w:rPr>
      <w:u w:val="none"/>
    </w:rPr>
  </w:style>
  <w:style w:type="character" w:customStyle="1" w:styleId="ListLabel856">
    <w:name w:val="ListLabel 856"/>
    <w:uiPriority w:val="99"/>
    <w:rsid w:val="003F6833"/>
    <w:rPr>
      <w:rFonts w:eastAsia="Times New Roman"/>
      <w:u w:val="none"/>
    </w:rPr>
  </w:style>
  <w:style w:type="character" w:customStyle="1" w:styleId="ListLabel857">
    <w:name w:val="ListLabel 857"/>
    <w:uiPriority w:val="99"/>
    <w:rsid w:val="003F6833"/>
    <w:rPr>
      <w:rFonts w:eastAsia="Times New Roman"/>
      <w:u w:val="none"/>
    </w:rPr>
  </w:style>
  <w:style w:type="character" w:customStyle="1" w:styleId="ListLabel858">
    <w:name w:val="ListLabel 858"/>
    <w:uiPriority w:val="99"/>
    <w:rsid w:val="003F6833"/>
    <w:rPr>
      <w:rFonts w:eastAsia="Times New Roman"/>
      <w:u w:val="none"/>
    </w:rPr>
  </w:style>
  <w:style w:type="character" w:customStyle="1" w:styleId="ListLabel859">
    <w:name w:val="ListLabel 859"/>
    <w:uiPriority w:val="99"/>
    <w:rsid w:val="003F6833"/>
    <w:rPr>
      <w:rFonts w:eastAsia="Times New Roman"/>
      <w:u w:val="none"/>
    </w:rPr>
  </w:style>
  <w:style w:type="character" w:customStyle="1" w:styleId="ListLabel860">
    <w:name w:val="ListLabel 860"/>
    <w:uiPriority w:val="99"/>
    <w:rsid w:val="003F6833"/>
    <w:rPr>
      <w:rFonts w:eastAsia="Times New Roman"/>
      <w:u w:val="none"/>
    </w:rPr>
  </w:style>
  <w:style w:type="character" w:customStyle="1" w:styleId="ListLabel861">
    <w:name w:val="ListLabel 861"/>
    <w:uiPriority w:val="99"/>
    <w:rsid w:val="003F6833"/>
    <w:rPr>
      <w:rFonts w:eastAsia="Times New Roman"/>
      <w:u w:val="none"/>
    </w:rPr>
  </w:style>
  <w:style w:type="character" w:customStyle="1" w:styleId="ListLabel862">
    <w:name w:val="ListLabel 862"/>
    <w:uiPriority w:val="99"/>
    <w:rsid w:val="003F6833"/>
    <w:rPr>
      <w:rFonts w:eastAsia="Times New Roman"/>
      <w:u w:val="none"/>
    </w:rPr>
  </w:style>
  <w:style w:type="character" w:customStyle="1" w:styleId="ListLabel863">
    <w:name w:val="ListLabel 863"/>
    <w:uiPriority w:val="99"/>
    <w:rsid w:val="003F6833"/>
    <w:rPr>
      <w:rFonts w:eastAsia="Times New Roman"/>
      <w:u w:val="none"/>
    </w:rPr>
  </w:style>
  <w:style w:type="character" w:customStyle="1" w:styleId="ListLabel864">
    <w:name w:val="ListLabel 864"/>
    <w:uiPriority w:val="99"/>
    <w:rsid w:val="003F6833"/>
    <w:rPr>
      <w:rFonts w:eastAsia="Times New Roman"/>
      <w:u w:val="none"/>
    </w:rPr>
  </w:style>
  <w:style w:type="character" w:customStyle="1" w:styleId="ListLabel865">
    <w:name w:val="ListLabel 865"/>
    <w:uiPriority w:val="99"/>
    <w:rsid w:val="003F6833"/>
    <w:rPr>
      <w:rFonts w:eastAsia="Times New Roman"/>
      <w:u w:val="none"/>
    </w:rPr>
  </w:style>
  <w:style w:type="character" w:customStyle="1" w:styleId="ListLabel866">
    <w:name w:val="ListLabel 866"/>
    <w:uiPriority w:val="99"/>
    <w:rsid w:val="003F6833"/>
    <w:rPr>
      <w:rFonts w:eastAsia="Times New Roman"/>
      <w:u w:val="none"/>
    </w:rPr>
  </w:style>
  <w:style w:type="character" w:customStyle="1" w:styleId="ListLabel867">
    <w:name w:val="ListLabel 867"/>
    <w:uiPriority w:val="99"/>
    <w:rsid w:val="003F6833"/>
    <w:rPr>
      <w:rFonts w:eastAsia="Times New Roman"/>
      <w:u w:val="none"/>
    </w:rPr>
  </w:style>
  <w:style w:type="character" w:customStyle="1" w:styleId="ListLabel868">
    <w:name w:val="ListLabel 868"/>
    <w:uiPriority w:val="99"/>
    <w:rsid w:val="003F6833"/>
    <w:rPr>
      <w:rFonts w:eastAsia="Times New Roman"/>
      <w:u w:val="none"/>
    </w:rPr>
  </w:style>
  <w:style w:type="character" w:customStyle="1" w:styleId="ListLabel869">
    <w:name w:val="ListLabel 869"/>
    <w:uiPriority w:val="99"/>
    <w:rsid w:val="003F6833"/>
    <w:rPr>
      <w:u w:val="none"/>
    </w:rPr>
  </w:style>
  <w:style w:type="character" w:customStyle="1" w:styleId="ListLabel870">
    <w:name w:val="ListLabel 870"/>
    <w:uiPriority w:val="99"/>
    <w:rsid w:val="003F6833"/>
    <w:rPr>
      <w:rFonts w:eastAsia="Times New Roman"/>
      <w:u w:val="none"/>
    </w:rPr>
  </w:style>
  <w:style w:type="character" w:customStyle="1" w:styleId="ListLabel871">
    <w:name w:val="ListLabel 871"/>
    <w:uiPriority w:val="99"/>
    <w:rsid w:val="003F6833"/>
    <w:rPr>
      <w:u w:val="none"/>
    </w:rPr>
  </w:style>
  <w:style w:type="character" w:customStyle="1" w:styleId="ListLabel872">
    <w:name w:val="ListLabel 872"/>
    <w:uiPriority w:val="99"/>
    <w:rsid w:val="003F6833"/>
    <w:rPr>
      <w:rFonts w:eastAsia="Times New Roman"/>
      <w:u w:val="none"/>
    </w:rPr>
  </w:style>
  <w:style w:type="character" w:customStyle="1" w:styleId="ListLabel873">
    <w:name w:val="ListLabel 873"/>
    <w:uiPriority w:val="99"/>
    <w:rsid w:val="003F6833"/>
    <w:rPr>
      <w:rFonts w:eastAsia="Times New Roman"/>
      <w:u w:val="none"/>
    </w:rPr>
  </w:style>
  <w:style w:type="character" w:customStyle="1" w:styleId="ListLabel874">
    <w:name w:val="ListLabel 874"/>
    <w:uiPriority w:val="99"/>
    <w:rsid w:val="003F6833"/>
    <w:rPr>
      <w:rFonts w:eastAsia="Times New Roman"/>
      <w:u w:val="none"/>
    </w:rPr>
  </w:style>
  <w:style w:type="character" w:customStyle="1" w:styleId="ListLabel875">
    <w:name w:val="ListLabel 875"/>
    <w:uiPriority w:val="99"/>
    <w:rsid w:val="003F6833"/>
    <w:rPr>
      <w:rFonts w:eastAsia="Times New Roman"/>
      <w:u w:val="none"/>
    </w:rPr>
  </w:style>
  <w:style w:type="character" w:customStyle="1" w:styleId="ListLabel876">
    <w:name w:val="ListLabel 876"/>
    <w:uiPriority w:val="99"/>
    <w:rsid w:val="003F6833"/>
    <w:rPr>
      <w:rFonts w:eastAsia="Times New Roman"/>
      <w:u w:val="none"/>
    </w:rPr>
  </w:style>
  <w:style w:type="character" w:customStyle="1" w:styleId="ListLabel877">
    <w:name w:val="ListLabel 877"/>
    <w:uiPriority w:val="99"/>
    <w:rsid w:val="003F6833"/>
    <w:rPr>
      <w:rFonts w:eastAsia="Times New Roman"/>
      <w:u w:val="none"/>
    </w:rPr>
  </w:style>
  <w:style w:type="character" w:customStyle="1" w:styleId="ListLabel878">
    <w:name w:val="ListLabel 878"/>
    <w:uiPriority w:val="99"/>
    <w:rsid w:val="003F6833"/>
    <w:rPr>
      <w:rFonts w:eastAsia="Times New Roman"/>
      <w:u w:val="none"/>
    </w:rPr>
  </w:style>
  <w:style w:type="character" w:customStyle="1" w:styleId="ListLabel879">
    <w:name w:val="ListLabel 879"/>
    <w:uiPriority w:val="99"/>
    <w:rsid w:val="003F6833"/>
    <w:rPr>
      <w:rFonts w:eastAsia="Times New Roman"/>
      <w:u w:val="none"/>
    </w:rPr>
  </w:style>
  <w:style w:type="character" w:customStyle="1" w:styleId="ListLabel880">
    <w:name w:val="ListLabel 880"/>
    <w:uiPriority w:val="99"/>
    <w:rsid w:val="003F6833"/>
    <w:rPr>
      <w:rFonts w:eastAsia="Times New Roman"/>
      <w:u w:val="none"/>
    </w:rPr>
  </w:style>
  <w:style w:type="character" w:customStyle="1" w:styleId="ListLabel881">
    <w:name w:val="ListLabel 881"/>
    <w:uiPriority w:val="99"/>
    <w:rsid w:val="003F6833"/>
    <w:rPr>
      <w:u w:val="none"/>
    </w:rPr>
  </w:style>
  <w:style w:type="character" w:customStyle="1" w:styleId="ListLabel882">
    <w:name w:val="ListLabel 882"/>
    <w:uiPriority w:val="99"/>
    <w:rsid w:val="003F6833"/>
    <w:rPr>
      <w:rFonts w:eastAsia="Times New Roman"/>
      <w:u w:val="none"/>
    </w:rPr>
  </w:style>
  <w:style w:type="character" w:customStyle="1" w:styleId="ListLabel883">
    <w:name w:val="ListLabel 883"/>
    <w:uiPriority w:val="99"/>
    <w:rsid w:val="003F6833"/>
    <w:rPr>
      <w:rFonts w:eastAsia="Times New Roman"/>
      <w:u w:val="none"/>
    </w:rPr>
  </w:style>
  <w:style w:type="character" w:customStyle="1" w:styleId="ListLabel884">
    <w:name w:val="ListLabel 884"/>
    <w:uiPriority w:val="99"/>
    <w:rsid w:val="003F6833"/>
    <w:rPr>
      <w:rFonts w:eastAsia="Times New Roman"/>
      <w:u w:val="none"/>
    </w:rPr>
  </w:style>
  <w:style w:type="character" w:customStyle="1" w:styleId="ListLabel885">
    <w:name w:val="ListLabel 885"/>
    <w:uiPriority w:val="99"/>
    <w:rsid w:val="003F6833"/>
    <w:rPr>
      <w:rFonts w:eastAsia="Times New Roman"/>
      <w:u w:val="none"/>
    </w:rPr>
  </w:style>
  <w:style w:type="character" w:customStyle="1" w:styleId="ListLabel886">
    <w:name w:val="ListLabel 886"/>
    <w:uiPriority w:val="99"/>
    <w:rsid w:val="003F6833"/>
    <w:rPr>
      <w:u w:val="none"/>
    </w:rPr>
  </w:style>
  <w:style w:type="character" w:customStyle="1" w:styleId="ListLabel887">
    <w:name w:val="ListLabel 887"/>
    <w:uiPriority w:val="99"/>
    <w:rsid w:val="003F6833"/>
    <w:rPr>
      <w:rFonts w:eastAsia="Times New Roman"/>
      <w:u w:val="none"/>
    </w:rPr>
  </w:style>
  <w:style w:type="character" w:customStyle="1" w:styleId="ListLabel888">
    <w:name w:val="ListLabel 888"/>
    <w:uiPriority w:val="99"/>
    <w:rsid w:val="003F6833"/>
    <w:rPr>
      <w:u w:val="none"/>
    </w:rPr>
  </w:style>
  <w:style w:type="character" w:customStyle="1" w:styleId="ListLabel889">
    <w:name w:val="ListLabel 889"/>
    <w:uiPriority w:val="99"/>
    <w:rsid w:val="003F6833"/>
    <w:rPr>
      <w:u w:val="none"/>
    </w:rPr>
  </w:style>
  <w:style w:type="character" w:customStyle="1" w:styleId="ListLabel890">
    <w:name w:val="ListLabel 890"/>
    <w:uiPriority w:val="99"/>
    <w:rsid w:val="003F6833"/>
    <w:rPr>
      <w:rFonts w:eastAsia="Times New Roman"/>
      <w:u w:val="none"/>
    </w:rPr>
  </w:style>
  <w:style w:type="character" w:customStyle="1" w:styleId="ListLabel891">
    <w:name w:val="ListLabel 891"/>
    <w:uiPriority w:val="99"/>
    <w:rsid w:val="003F6833"/>
    <w:rPr>
      <w:rFonts w:eastAsia="Times New Roman"/>
      <w:u w:val="none"/>
    </w:rPr>
  </w:style>
  <w:style w:type="character" w:customStyle="1" w:styleId="ListLabel892">
    <w:name w:val="ListLabel 892"/>
    <w:uiPriority w:val="99"/>
    <w:rsid w:val="003F6833"/>
    <w:rPr>
      <w:rFonts w:eastAsia="Times New Roman"/>
      <w:u w:val="none"/>
    </w:rPr>
  </w:style>
  <w:style w:type="character" w:customStyle="1" w:styleId="ListLabel893">
    <w:name w:val="ListLabel 893"/>
    <w:uiPriority w:val="99"/>
    <w:rsid w:val="003F6833"/>
    <w:rPr>
      <w:u w:val="none"/>
    </w:rPr>
  </w:style>
  <w:style w:type="character" w:customStyle="1" w:styleId="ListLabel894">
    <w:name w:val="ListLabel 894"/>
    <w:uiPriority w:val="99"/>
    <w:rsid w:val="003F6833"/>
    <w:rPr>
      <w:u w:val="none"/>
    </w:rPr>
  </w:style>
  <w:style w:type="character" w:customStyle="1" w:styleId="ListLabel895">
    <w:name w:val="ListLabel 895"/>
    <w:uiPriority w:val="99"/>
    <w:rsid w:val="003F6833"/>
    <w:rPr>
      <w:rFonts w:eastAsia="Times New Roman"/>
      <w:u w:val="none"/>
    </w:rPr>
  </w:style>
  <w:style w:type="character" w:customStyle="1" w:styleId="ListLabel896">
    <w:name w:val="ListLabel 896"/>
    <w:uiPriority w:val="99"/>
    <w:rsid w:val="003F6833"/>
    <w:rPr>
      <w:rFonts w:eastAsia="Times New Roman"/>
      <w:u w:val="none"/>
    </w:rPr>
  </w:style>
  <w:style w:type="character" w:customStyle="1" w:styleId="ListLabel897">
    <w:name w:val="ListLabel 897"/>
    <w:uiPriority w:val="99"/>
    <w:rsid w:val="003F6833"/>
    <w:rPr>
      <w:rFonts w:eastAsia="Times New Roman"/>
      <w:u w:val="none"/>
    </w:rPr>
  </w:style>
  <w:style w:type="character" w:customStyle="1" w:styleId="ListLabel898">
    <w:name w:val="ListLabel 898"/>
    <w:uiPriority w:val="99"/>
    <w:rsid w:val="003F6833"/>
    <w:rPr>
      <w:rFonts w:eastAsia="Times New Roman"/>
      <w:u w:val="none"/>
    </w:rPr>
  </w:style>
  <w:style w:type="character" w:customStyle="1" w:styleId="ListLabel899">
    <w:name w:val="ListLabel 899"/>
    <w:uiPriority w:val="99"/>
    <w:rsid w:val="003F6833"/>
    <w:rPr>
      <w:rFonts w:eastAsia="Times New Roman"/>
      <w:u w:val="none"/>
    </w:rPr>
  </w:style>
  <w:style w:type="character" w:customStyle="1" w:styleId="ListLabel900">
    <w:name w:val="ListLabel 900"/>
    <w:uiPriority w:val="99"/>
    <w:rsid w:val="003F6833"/>
    <w:rPr>
      <w:rFonts w:eastAsia="Times New Roman"/>
      <w:u w:val="none"/>
    </w:rPr>
  </w:style>
  <w:style w:type="character" w:customStyle="1" w:styleId="ListLabel901">
    <w:name w:val="ListLabel 901"/>
    <w:uiPriority w:val="99"/>
    <w:rsid w:val="003F6833"/>
    <w:rPr>
      <w:rFonts w:eastAsia="Times New Roman"/>
      <w:u w:val="none"/>
    </w:rPr>
  </w:style>
  <w:style w:type="character" w:customStyle="1" w:styleId="ListLabel902">
    <w:name w:val="ListLabel 902"/>
    <w:uiPriority w:val="99"/>
    <w:rsid w:val="003F6833"/>
    <w:rPr>
      <w:rFonts w:eastAsia="Times New Roman"/>
      <w:u w:val="none"/>
    </w:rPr>
  </w:style>
  <w:style w:type="character" w:customStyle="1" w:styleId="ListLabel903">
    <w:name w:val="ListLabel 903"/>
    <w:uiPriority w:val="99"/>
    <w:rsid w:val="003F6833"/>
    <w:rPr>
      <w:u w:val="none"/>
    </w:rPr>
  </w:style>
  <w:style w:type="character" w:customStyle="1" w:styleId="ListLabel904">
    <w:name w:val="ListLabel 904"/>
    <w:uiPriority w:val="99"/>
    <w:rsid w:val="003F6833"/>
    <w:rPr>
      <w:rFonts w:eastAsia="Times New Roman"/>
      <w:u w:val="none"/>
    </w:rPr>
  </w:style>
  <w:style w:type="character" w:customStyle="1" w:styleId="ListLabel905">
    <w:name w:val="ListLabel 905"/>
    <w:uiPriority w:val="99"/>
    <w:rsid w:val="003F6833"/>
    <w:rPr>
      <w:rFonts w:eastAsia="Times New Roman"/>
      <w:u w:val="none"/>
    </w:rPr>
  </w:style>
  <w:style w:type="character" w:customStyle="1" w:styleId="ListLabel906">
    <w:name w:val="ListLabel 906"/>
    <w:uiPriority w:val="99"/>
    <w:rsid w:val="003F6833"/>
    <w:rPr>
      <w:u w:val="none"/>
    </w:rPr>
  </w:style>
  <w:style w:type="character" w:customStyle="1" w:styleId="ListLabel907">
    <w:name w:val="ListLabel 907"/>
    <w:uiPriority w:val="99"/>
    <w:rsid w:val="003F6833"/>
    <w:rPr>
      <w:rFonts w:eastAsia="Times New Roman"/>
      <w:u w:val="none"/>
    </w:rPr>
  </w:style>
  <w:style w:type="character" w:customStyle="1" w:styleId="ListLabel908">
    <w:name w:val="ListLabel 908"/>
    <w:uiPriority w:val="99"/>
    <w:rsid w:val="003F6833"/>
    <w:rPr>
      <w:rFonts w:eastAsia="Times New Roman"/>
      <w:u w:val="none"/>
    </w:rPr>
  </w:style>
  <w:style w:type="character" w:customStyle="1" w:styleId="ListLabel909">
    <w:name w:val="ListLabel 909"/>
    <w:uiPriority w:val="99"/>
    <w:rsid w:val="003F6833"/>
    <w:rPr>
      <w:u w:val="none"/>
    </w:rPr>
  </w:style>
  <w:style w:type="character" w:customStyle="1" w:styleId="ListLabel910">
    <w:name w:val="ListLabel 910"/>
    <w:uiPriority w:val="99"/>
    <w:rsid w:val="003F6833"/>
    <w:rPr>
      <w:u w:val="none"/>
    </w:rPr>
  </w:style>
  <w:style w:type="character" w:customStyle="1" w:styleId="ListLabel911">
    <w:name w:val="ListLabel 911"/>
    <w:uiPriority w:val="99"/>
    <w:rsid w:val="003F6833"/>
    <w:rPr>
      <w:u w:val="none"/>
    </w:rPr>
  </w:style>
  <w:style w:type="character" w:customStyle="1" w:styleId="ListLabel912">
    <w:name w:val="ListLabel 912"/>
    <w:uiPriority w:val="99"/>
    <w:rsid w:val="003F6833"/>
    <w:rPr>
      <w:rFonts w:eastAsia="Times New Roman"/>
      <w:u w:val="none"/>
    </w:rPr>
  </w:style>
  <w:style w:type="character" w:customStyle="1" w:styleId="ListLabel913">
    <w:name w:val="ListLabel 913"/>
    <w:uiPriority w:val="99"/>
    <w:rsid w:val="003F6833"/>
    <w:rPr>
      <w:rFonts w:eastAsia="Times New Roman"/>
      <w:u w:val="none"/>
    </w:rPr>
  </w:style>
  <w:style w:type="character" w:customStyle="1" w:styleId="ListLabel914">
    <w:name w:val="ListLabel 914"/>
    <w:uiPriority w:val="99"/>
    <w:rsid w:val="003F6833"/>
    <w:rPr>
      <w:rFonts w:eastAsia="Times New Roman"/>
      <w:u w:val="none"/>
    </w:rPr>
  </w:style>
  <w:style w:type="character" w:customStyle="1" w:styleId="ListLabel915">
    <w:name w:val="ListLabel 915"/>
    <w:uiPriority w:val="99"/>
    <w:rsid w:val="003F6833"/>
    <w:rPr>
      <w:rFonts w:eastAsia="Times New Roman"/>
      <w:u w:val="none"/>
    </w:rPr>
  </w:style>
  <w:style w:type="character" w:customStyle="1" w:styleId="ListLabel916">
    <w:name w:val="ListLabel 916"/>
    <w:uiPriority w:val="99"/>
    <w:rsid w:val="003F6833"/>
    <w:rPr>
      <w:u w:val="none"/>
    </w:rPr>
  </w:style>
  <w:style w:type="character" w:customStyle="1" w:styleId="ListLabel917">
    <w:name w:val="ListLabel 917"/>
    <w:uiPriority w:val="99"/>
    <w:rsid w:val="003F6833"/>
    <w:rPr>
      <w:rFonts w:eastAsia="Times New Roman"/>
      <w:u w:val="none"/>
    </w:rPr>
  </w:style>
  <w:style w:type="character" w:customStyle="1" w:styleId="ListLabel918">
    <w:name w:val="ListLabel 918"/>
    <w:uiPriority w:val="99"/>
    <w:rsid w:val="003F6833"/>
    <w:rPr>
      <w:u w:val="none"/>
    </w:rPr>
  </w:style>
  <w:style w:type="character" w:customStyle="1" w:styleId="ListLabel919">
    <w:name w:val="ListLabel 919"/>
    <w:uiPriority w:val="99"/>
    <w:rsid w:val="003F6833"/>
    <w:rPr>
      <w:rFonts w:eastAsia="Times New Roman"/>
      <w:u w:val="none"/>
    </w:rPr>
  </w:style>
  <w:style w:type="character" w:customStyle="1" w:styleId="ListLabel920">
    <w:name w:val="ListLabel 920"/>
    <w:uiPriority w:val="99"/>
    <w:rsid w:val="003F6833"/>
    <w:rPr>
      <w:rFonts w:eastAsia="Times New Roman"/>
      <w:u w:val="none"/>
    </w:rPr>
  </w:style>
  <w:style w:type="character" w:customStyle="1" w:styleId="ListLabel921">
    <w:name w:val="ListLabel 921"/>
    <w:uiPriority w:val="99"/>
    <w:rsid w:val="003F6833"/>
    <w:rPr>
      <w:rFonts w:eastAsia="Times New Roman"/>
      <w:u w:val="none"/>
    </w:rPr>
  </w:style>
  <w:style w:type="character" w:customStyle="1" w:styleId="ListLabel922">
    <w:name w:val="ListLabel 922"/>
    <w:uiPriority w:val="99"/>
    <w:rsid w:val="003F6833"/>
    <w:rPr>
      <w:rFonts w:eastAsia="Times New Roman"/>
      <w:u w:val="none"/>
    </w:rPr>
  </w:style>
  <w:style w:type="character" w:customStyle="1" w:styleId="ListLabel923">
    <w:name w:val="ListLabel 923"/>
    <w:uiPriority w:val="99"/>
    <w:rsid w:val="003F6833"/>
    <w:rPr>
      <w:rFonts w:eastAsia="Times New Roman"/>
      <w:u w:val="none"/>
    </w:rPr>
  </w:style>
  <w:style w:type="character" w:customStyle="1" w:styleId="ListLabel924">
    <w:name w:val="ListLabel 924"/>
    <w:uiPriority w:val="99"/>
    <w:rsid w:val="003F6833"/>
    <w:rPr>
      <w:u w:val="none"/>
    </w:rPr>
  </w:style>
  <w:style w:type="paragraph" w:customStyle="1" w:styleId="a1">
    <w:name w:val="Заголовок"/>
    <w:basedOn w:val="Normal"/>
    <w:next w:val="BodyText"/>
    <w:uiPriority w:val="99"/>
    <w:rsid w:val="003F6833"/>
    <w:pPr>
      <w:keepNext/>
      <w:spacing w:before="240" w:after="120"/>
    </w:pPr>
    <w:rPr>
      <w:rFonts w:ascii="Liberation Sans" w:hAnsi="Liberation Sans" w:cs="Arial"/>
      <w:sz w:val="28"/>
      <w:szCs w:val="28"/>
    </w:rPr>
  </w:style>
  <w:style w:type="paragraph" w:styleId="BodyText">
    <w:name w:val="Body Text"/>
    <w:basedOn w:val="Normal"/>
    <w:link w:val="BodyTextChar"/>
    <w:uiPriority w:val="99"/>
    <w:rsid w:val="003F6833"/>
    <w:pPr>
      <w:spacing w:after="140" w:line="288" w:lineRule="auto"/>
    </w:pPr>
  </w:style>
  <w:style w:type="character" w:customStyle="1" w:styleId="BodyTextChar">
    <w:name w:val="Body Text Char"/>
    <w:basedOn w:val="DefaultParagraphFont"/>
    <w:link w:val="BodyText"/>
    <w:uiPriority w:val="99"/>
    <w:semiHidden/>
    <w:locked/>
    <w:rPr>
      <w:rFonts w:cs="Mangal"/>
      <w:color w:val="000000"/>
      <w:sz w:val="21"/>
      <w:szCs w:val="21"/>
      <w:lang w:eastAsia="zh-CN" w:bidi="hi-IN"/>
    </w:rPr>
  </w:style>
  <w:style w:type="paragraph" w:styleId="List">
    <w:name w:val="List"/>
    <w:basedOn w:val="BodyText"/>
    <w:uiPriority w:val="99"/>
    <w:rsid w:val="003F6833"/>
    <w:rPr>
      <w:rFonts w:cs="Arial"/>
    </w:rPr>
  </w:style>
  <w:style w:type="paragraph" w:styleId="Caption">
    <w:name w:val="caption"/>
    <w:basedOn w:val="Normal"/>
    <w:uiPriority w:val="99"/>
    <w:qFormat/>
    <w:rsid w:val="003F6833"/>
    <w:pPr>
      <w:suppressLineNumbers/>
      <w:spacing w:before="120" w:after="120"/>
    </w:pPr>
    <w:rPr>
      <w:rFonts w:cs="Arial"/>
      <w:i/>
      <w:iCs/>
    </w:rPr>
  </w:style>
  <w:style w:type="paragraph" w:styleId="Index1">
    <w:name w:val="index 1"/>
    <w:basedOn w:val="Normal"/>
    <w:next w:val="Normal"/>
    <w:autoRedefine/>
    <w:uiPriority w:val="99"/>
    <w:semiHidden/>
    <w:rsid w:val="00BB3613"/>
    <w:pPr>
      <w:ind w:left="240" w:hanging="240"/>
    </w:pPr>
  </w:style>
  <w:style w:type="paragraph" w:styleId="IndexHeading">
    <w:name w:val="index heading"/>
    <w:basedOn w:val="Normal"/>
    <w:uiPriority w:val="99"/>
    <w:rsid w:val="003F6833"/>
    <w:pPr>
      <w:suppressLineNumbers/>
    </w:pPr>
    <w:rPr>
      <w:rFonts w:cs="Arial"/>
    </w:rPr>
  </w:style>
  <w:style w:type="paragraph" w:styleId="Title">
    <w:name w:val="Title"/>
    <w:basedOn w:val="Normal"/>
    <w:link w:val="TitleChar"/>
    <w:uiPriority w:val="99"/>
    <w:qFormat/>
    <w:rsid w:val="003F6833"/>
    <w:pPr>
      <w:keepNext/>
      <w:spacing w:before="240" w:after="120"/>
    </w:pPr>
    <w:rPr>
      <w:rFonts w:ascii="Liberation Sans" w:hAnsi="Liberation Sans" w:cs="Arial"/>
      <w:sz w:val="28"/>
      <w:szCs w:val="28"/>
    </w:rPr>
  </w:style>
  <w:style w:type="character" w:customStyle="1" w:styleId="TitleChar">
    <w:name w:val="Title Char"/>
    <w:basedOn w:val="DefaultParagraphFont"/>
    <w:link w:val="Title"/>
    <w:uiPriority w:val="99"/>
    <w:locked/>
    <w:rPr>
      <w:rFonts w:ascii="Cambria" w:hAnsi="Cambria" w:cs="Mangal"/>
      <w:b/>
      <w:bCs/>
      <w:color w:val="000000"/>
      <w:kern w:val="28"/>
      <w:sz w:val="29"/>
      <w:szCs w:val="29"/>
      <w:lang w:eastAsia="zh-CN" w:bidi="hi-IN"/>
    </w:rPr>
  </w:style>
  <w:style w:type="paragraph" w:customStyle="1" w:styleId="Standard">
    <w:name w:val="Standard"/>
    <w:uiPriority w:val="99"/>
    <w:rsid w:val="003F6833"/>
    <w:rPr>
      <w:color w:val="000000"/>
      <w:sz w:val="24"/>
      <w:szCs w:val="24"/>
      <w:lang w:eastAsia="zh-CN" w:bidi="hi-IN"/>
    </w:rPr>
  </w:style>
  <w:style w:type="paragraph" w:customStyle="1" w:styleId="2">
    <w:name w:val="Основной текст (2)"/>
    <w:uiPriority w:val="99"/>
    <w:rsid w:val="003F6833"/>
    <w:pPr>
      <w:shd w:val="clear" w:color="auto" w:fill="FFFFFF"/>
      <w:spacing w:after="240" w:line="255" w:lineRule="exact"/>
    </w:pPr>
    <w:rPr>
      <w:rFonts w:ascii="Arial" w:hAnsi="Arial" w:cs="Arial"/>
      <w:color w:val="000000"/>
      <w:sz w:val="24"/>
      <w:szCs w:val="24"/>
      <w:lang w:eastAsia="zh-CN" w:bidi="hi-IN"/>
    </w:rPr>
  </w:style>
  <w:style w:type="paragraph" w:customStyle="1" w:styleId="3">
    <w:name w:val="Основной текст (3)"/>
    <w:uiPriority w:val="99"/>
    <w:rsid w:val="003F6833"/>
    <w:pPr>
      <w:shd w:val="clear" w:color="auto" w:fill="FFFFFF"/>
      <w:spacing w:before="600"/>
    </w:pPr>
    <w:rPr>
      <w:rFonts w:ascii="Times New Roman" w:eastAsia="Times New Roman" w:hAnsi="Times New Roman" w:cs="Times New Roman"/>
      <w:b/>
      <w:bCs/>
      <w:color w:val="000000"/>
      <w:sz w:val="19"/>
      <w:szCs w:val="19"/>
      <w:lang w:eastAsia="zh-CN" w:bidi="hi-IN"/>
    </w:rPr>
  </w:style>
  <w:style w:type="paragraph" w:customStyle="1" w:styleId="4">
    <w:name w:val="Основной текст (4)"/>
    <w:uiPriority w:val="99"/>
    <w:rsid w:val="003F6833"/>
    <w:pPr>
      <w:shd w:val="clear" w:color="auto" w:fill="FFFFFF"/>
      <w:spacing w:line="183" w:lineRule="exact"/>
      <w:jc w:val="both"/>
    </w:pPr>
    <w:rPr>
      <w:rFonts w:ascii="Times New Roman" w:eastAsia="Times New Roman" w:hAnsi="Times New Roman" w:cs="Times New Roman"/>
      <w:color w:val="000000"/>
      <w:sz w:val="16"/>
      <w:szCs w:val="16"/>
      <w:lang w:eastAsia="zh-CN" w:bidi="hi-IN"/>
    </w:rPr>
  </w:style>
  <w:style w:type="paragraph" w:styleId="Header">
    <w:name w:val="header"/>
    <w:basedOn w:val="Standard"/>
    <w:link w:val="HeaderChar"/>
    <w:uiPriority w:val="99"/>
    <w:rsid w:val="003F6833"/>
    <w:pPr>
      <w:suppressLineNumbers/>
      <w:tabs>
        <w:tab w:val="center" w:pos="4819"/>
        <w:tab w:val="right" w:pos="9638"/>
      </w:tabs>
    </w:pPr>
  </w:style>
  <w:style w:type="character" w:customStyle="1" w:styleId="HeaderChar">
    <w:name w:val="Header Char"/>
    <w:basedOn w:val="DefaultParagraphFont"/>
    <w:link w:val="Header"/>
    <w:uiPriority w:val="99"/>
    <w:semiHidden/>
    <w:locked/>
    <w:rPr>
      <w:rFonts w:cs="Mangal"/>
      <w:color w:val="000000"/>
      <w:sz w:val="21"/>
      <w:szCs w:val="21"/>
      <w:lang w:eastAsia="zh-CN" w:bidi="hi-IN"/>
    </w:rPr>
  </w:style>
  <w:style w:type="paragraph" w:styleId="Footer">
    <w:name w:val="footer"/>
    <w:basedOn w:val="Standard"/>
    <w:link w:val="FooterChar"/>
    <w:uiPriority w:val="99"/>
    <w:rsid w:val="003F6833"/>
    <w:pPr>
      <w:suppressLineNumbers/>
      <w:tabs>
        <w:tab w:val="center" w:pos="4819"/>
        <w:tab w:val="right" w:pos="9638"/>
      </w:tabs>
    </w:pPr>
  </w:style>
  <w:style w:type="character" w:customStyle="1" w:styleId="FooterChar">
    <w:name w:val="Footer Char"/>
    <w:basedOn w:val="DefaultParagraphFont"/>
    <w:link w:val="Footer"/>
    <w:uiPriority w:val="99"/>
    <w:semiHidden/>
    <w:locked/>
    <w:rPr>
      <w:rFonts w:cs="Mangal"/>
      <w:color w:val="000000"/>
      <w:sz w:val="21"/>
      <w:szCs w:val="21"/>
      <w:lang w:eastAsia="zh-CN" w:bidi="hi-IN"/>
    </w:rPr>
  </w:style>
  <w:style w:type="paragraph" w:customStyle="1" w:styleId="a2">
    <w:name w:val="Содержимое врезки"/>
    <w:basedOn w:val="Standard"/>
    <w:uiPriority w:val="99"/>
    <w:rsid w:val="003F6833"/>
  </w:style>
  <w:style w:type="paragraph" w:customStyle="1" w:styleId="a3">
    <w:name w:val="Содержимое таблицы"/>
    <w:basedOn w:val="Standard"/>
    <w:uiPriority w:val="99"/>
    <w:rsid w:val="003F6833"/>
    <w:pPr>
      <w:suppressLineNumbers/>
    </w:pPr>
  </w:style>
  <w:style w:type="paragraph" w:customStyle="1" w:styleId="Textbody">
    <w:name w:val="Text body"/>
    <w:basedOn w:val="Standard"/>
    <w:uiPriority w:val="99"/>
    <w:rsid w:val="003F6833"/>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6.xml"/><Relationship Id="rId21" Type="http://schemas.openxmlformats.org/officeDocument/2006/relationships/header" Target="header8.xml"/><Relationship Id="rId42" Type="http://schemas.openxmlformats.org/officeDocument/2006/relationships/footer" Target="footer18.xml"/><Relationship Id="rId63" Type="http://schemas.openxmlformats.org/officeDocument/2006/relationships/header" Target="header29.xml"/><Relationship Id="rId84" Type="http://schemas.openxmlformats.org/officeDocument/2006/relationships/footer" Target="footer39.xml"/><Relationship Id="rId138" Type="http://schemas.openxmlformats.org/officeDocument/2006/relationships/footer" Target="footer66.xml"/><Relationship Id="rId159" Type="http://schemas.openxmlformats.org/officeDocument/2006/relationships/header" Target="header77.xml"/><Relationship Id="rId170" Type="http://schemas.openxmlformats.org/officeDocument/2006/relationships/footer" Target="footer82.xml"/><Relationship Id="rId191" Type="http://schemas.openxmlformats.org/officeDocument/2006/relationships/header" Target="header93.xml"/><Relationship Id="rId205" Type="http://schemas.openxmlformats.org/officeDocument/2006/relationships/header" Target="header100.xml"/><Relationship Id="rId226" Type="http://schemas.openxmlformats.org/officeDocument/2006/relationships/footer" Target="footer110.xml"/><Relationship Id="rId247" Type="http://schemas.openxmlformats.org/officeDocument/2006/relationships/header" Target="header121.xml"/><Relationship Id="rId107" Type="http://schemas.openxmlformats.org/officeDocument/2006/relationships/header" Target="header51.xml"/><Relationship Id="rId268" Type="http://schemas.openxmlformats.org/officeDocument/2006/relationships/footer" Target="footer131.xml"/><Relationship Id="rId11" Type="http://schemas.openxmlformats.org/officeDocument/2006/relationships/header" Target="header3.xml"/><Relationship Id="rId32" Type="http://schemas.openxmlformats.org/officeDocument/2006/relationships/footer" Target="footer13.xml"/><Relationship Id="rId53" Type="http://schemas.openxmlformats.org/officeDocument/2006/relationships/header" Target="header24.xml"/><Relationship Id="rId74" Type="http://schemas.openxmlformats.org/officeDocument/2006/relationships/footer" Target="footer34.xml"/><Relationship Id="rId128" Type="http://schemas.openxmlformats.org/officeDocument/2006/relationships/footer" Target="footer61.xml"/><Relationship Id="rId149" Type="http://schemas.openxmlformats.org/officeDocument/2006/relationships/header" Target="header72.xml"/><Relationship Id="rId5" Type="http://schemas.openxmlformats.org/officeDocument/2006/relationships/footnotes" Target="footnotes.xml"/><Relationship Id="rId95" Type="http://schemas.openxmlformats.org/officeDocument/2006/relationships/header" Target="header45.xml"/><Relationship Id="rId160" Type="http://schemas.openxmlformats.org/officeDocument/2006/relationships/footer" Target="footer77.xml"/><Relationship Id="rId181" Type="http://schemas.openxmlformats.org/officeDocument/2006/relationships/header" Target="header88.xml"/><Relationship Id="rId216" Type="http://schemas.openxmlformats.org/officeDocument/2006/relationships/footer" Target="footer105.xml"/><Relationship Id="rId237" Type="http://schemas.openxmlformats.org/officeDocument/2006/relationships/header" Target="header116.xml"/><Relationship Id="rId258" Type="http://schemas.openxmlformats.org/officeDocument/2006/relationships/footer" Target="footer126.xml"/><Relationship Id="rId22" Type="http://schemas.openxmlformats.org/officeDocument/2006/relationships/footer" Target="footer8.xml"/><Relationship Id="rId43" Type="http://schemas.openxmlformats.org/officeDocument/2006/relationships/header" Target="header19.xml"/><Relationship Id="rId64" Type="http://schemas.openxmlformats.org/officeDocument/2006/relationships/footer" Target="footer29.xml"/><Relationship Id="rId118" Type="http://schemas.openxmlformats.org/officeDocument/2006/relationships/footer" Target="footer56.xml"/><Relationship Id="rId139" Type="http://schemas.openxmlformats.org/officeDocument/2006/relationships/header" Target="header67.xml"/><Relationship Id="rId85" Type="http://schemas.openxmlformats.org/officeDocument/2006/relationships/header" Target="header40.xml"/><Relationship Id="rId150" Type="http://schemas.openxmlformats.org/officeDocument/2006/relationships/footer" Target="footer72.xml"/><Relationship Id="rId171" Type="http://schemas.openxmlformats.org/officeDocument/2006/relationships/header" Target="header83.xml"/><Relationship Id="rId192" Type="http://schemas.openxmlformats.org/officeDocument/2006/relationships/footer" Target="footer93.xml"/><Relationship Id="rId206" Type="http://schemas.openxmlformats.org/officeDocument/2006/relationships/footer" Target="footer100.xml"/><Relationship Id="rId227" Type="http://schemas.openxmlformats.org/officeDocument/2006/relationships/header" Target="header111.xml"/><Relationship Id="rId248" Type="http://schemas.openxmlformats.org/officeDocument/2006/relationships/footer" Target="footer121.xml"/><Relationship Id="rId269" Type="http://schemas.openxmlformats.org/officeDocument/2006/relationships/header" Target="header132.xml"/><Relationship Id="rId12" Type="http://schemas.openxmlformats.org/officeDocument/2006/relationships/footer" Target="footer3.xml"/><Relationship Id="rId33" Type="http://schemas.openxmlformats.org/officeDocument/2006/relationships/header" Target="header14.xml"/><Relationship Id="rId108" Type="http://schemas.openxmlformats.org/officeDocument/2006/relationships/footer" Target="footer51.xml"/><Relationship Id="rId129" Type="http://schemas.openxmlformats.org/officeDocument/2006/relationships/header" Target="header62.xml"/><Relationship Id="rId54" Type="http://schemas.openxmlformats.org/officeDocument/2006/relationships/footer" Target="footer24.xml"/><Relationship Id="rId75" Type="http://schemas.openxmlformats.org/officeDocument/2006/relationships/header" Target="header35.xml"/><Relationship Id="rId96" Type="http://schemas.openxmlformats.org/officeDocument/2006/relationships/footer" Target="footer45.xml"/><Relationship Id="rId140" Type="http://schemas.openxmlformats.org/officeDocument/2006/relationships/footer" Target="footer67.xml"/><Relationship Id="rId161" Type="http://schemas.openxmlformats.org/officeDocument/2006/relationships/header" Target="header78.xml"/><Relationship Id="rId182" Type="http://schemas.openxmlformats.org/officeDocument/2006/relationships/footer" Target="footer88.xml"/><Relationship Id="rId217" Type="http://schemas.openxmlformats.org/officeDocument/2006/relationships/header" Target="header106.xml"/><Relationship Id="rId6" Type="http://schemas.openxmlformats.org/officeDocument/2006/relationships/endnotes" Target="endnotes.xml"/><Relationship Id="rId238" Type="http://schemas.openxmlformats.org/officeDocument/2006/relationships/footer" Target="footer116.xml"/><Relationship Id="rId259" Type="http://schemas.openxmlformats.org/officeDocument/2006/relationships/header" Target="header127.xml"/><Relationship Id="rId23" Type="http://schemas.openxmlformats.org/officeDocument/2006/relationships/header" Target="header9.xml"/><Relationship Id="rId119" Type="http://schemas.openxmlformats.org/officeDocument/2006/relationships/header" Target="header57.xml"/><Relationship Id="rId270" Type="http://schemas.openxmlformats.org/officeDocument/2006/relationships/footer" Target="footer132.xml"/><Relationship Id="rId44" Type="http://schemas.openxmlformats.org/officeDocument/2006/relationships/footer" Target="footer19.xml"/><Relationship Id="rId65" Type="http://schemas.openxmlformats.org/officeDocument/2006/relationships/header" Target="header30.xml"/><Relationship Id="rId86" Type="http://schemas.openxmlformats.org/officeDocument/2006/relationships/footer" Target="footer40.xml"/><Relationship Id="rId130" Type="http://schemas.openxmlformats.org/officeDocument/2006/relationships/footer" Target="footer62.xml"/><Relationship Id="rId151" Type="http://schemas.openxmlformats.org/officeDocument/2006/relationships/header" Target="header73.xml"/><Relationship Id="rId172" Type="http://schemas.openxmlformats.org/officeDocument/2006/relationships/footer" Target="footer83.xml"/><Relationship Id="rId193" Type="http://schemas.openxmlformats.org/officeDocument/2006/relationships/header" Target="header94.xml"/><Relationship Id="rId202" Type="http://schemas.openxmlformats.org/officeDocument/2006/relationships/footer" Target="footer98.xml"/><Relationship Id="rId207" Type="http://schemas.openxmlformats.org/officeDocument/2006/relationships/header" Target="header101.xml"/><Relationship Id="rId223" Type="http://schemas.openxmlformats.org/officeDocument/2006/relationships/header" Target="header109.xml"/><Relationship Id="rId228" Type="http://schemas.openxmlformats.org/officeDocument/2006/relationships/footer" Target="footer111.xml"/><Relationship Id="rId244" Type="http://schemas.openxmlformats.org/officeDocument/2006/relationships/footer" Target="footer119.xml"/><Relationship Id="rId249" Type="http://schemas.openxmlformats.org/officeDocument/2006/relationships/header" Target="header12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109" Type="http://schemas.openxmlformats.org/officeDocument/2006/relationships/header" Target="header52.xml"/><Relationship Id="rId260" Type="http://schemas.openxmlformats.org/officeDocument/2006/relationships/footer" Target="footer127.xml"/><Relationship Id="rId265" Type="http://schemas.openxmlformats.org/officeDocument/2006/relationships/header" Target="header130.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5.xml"/><Relationship Id="rId76" Type="http://schemas.openxmlformats.org/officeDocument/2006/relationships/footer" Target="footer35.xml"/><Relationship Id="rId97" Type="http://schemas.openxmlformats.org/officeDocument/2006/relationships/header" Target="header46.xml"/><Relationship Id="rId104" Type="http://schemas.openxmlformats.org/officeDocument/2006/relationships/footer" Target="footer49.xml"/><Relationship Id="rId120" Type="http://schemas.openxmlformats.org/officeDocument/2006/relationships/footer" Target="footer57.xml"/><Relationship Id="rId125" Type="http://schemas.openxmlformats.org/officeDocument/2006/relationships/header" Target="header60.xml"/><Relationship Id="rId141" Type="http://schemas.openxmlformats.org/officeDocument/2006/relationships/header" Target="header68.xml"/><Relationship Id="rId146" Type="http://schemas.openxmlformats.org/officeDocument/2006/relationships/footer" Target="footer70.xml"/><Relationship Id="rId167" Type="http://schemas.openxmlformats.org/officeDocument/2006/relationships/header" Target="header81.xml"/><Relationship Id="rId188" Type="http://schemas.openxmlformats.org/officeDocument/2006/relationships/footer" Target="footer91.xml"/><Relationship Id="rId7" Type="http://schemas.openxmlformats.org/officeDocument/2006/relationships/header" Target="header1.xml"/><Relationship Id="rId71" Type="http://schemas.openxmlformats.org/officeDocument/2006/relationships/header" Target="header33.xml"/><Relationship Id="rId92" Type="http://schemas.openxmlformats.org/officeDocument/2006/relationships/footer" Target="footer43.xml"/><Relationship Id="rId162" Type="http://schemas.openxmlformats.org/officeDocument/2006/relationships/footer" Target="footer78.xml"/><Relationship Id="rId183" Type="http://schemas.openxmlformats.org/officeDocument/2006/relationships/header" Target="header89.xml"/><Relationship Id="rId213" Type="http://schemas.openxmlformats.org/officeDocument/2006/relationships/header" Target="header104.xml"/><Relationship Id="rId218" Type="http://schemas.openxmlformats.org/officeDocument/2006/relationships/footer" Target="footer106.xml"/><Relationship Id="rId234" Type="http://schemas.openxmlformats.org/officeDocument/2006/relationships/footer" Target="footer114.xml"/><Relationship Id="rId239" Type="http://schemas.openxmlformats.org/officeDocument/2006/relationships/header" Target="header117.xml"/><Relationship Id="rId2" Type="http://schemas.openxmlformats.org/officeDocument/2006/relationships/styles" Target="styles.xml"/><Relationship Id="rId29" Type="http://schemas.openxmlformats.org/officeDocument/2006/relationships/header" Target="header12.xml"/><Relationship Id="rId250" Type="http://schemas.openxmlformats.org/officeDocument/2006/relationships/footer" Target="footer122.xml"/><Relationship Id="rId255" Type="http://schemas.openxmlformats.org/officeDocument/2006/relationships/header" Target="header125.xml"/><Relationship Id="rId271" Type="http://schemas.openxmlformats.org/officeDocument/2006/relationships/header" Target="header133.xml"/><Relationship Id="rId276" Type="http://schemas.openxmlformats.org/officeDocument/2006/relationships/footer" Target="footer135.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header" Target="header20.xml"/><Relationship Id="rId66" Type="http://schemas.openxmlformats.org/officeDocument/2006/relationships/footer" Target="footer30.xml"/><Relationship Id="rId87" Type="http://schemas.openxmlformats.org/officeDocument/2006/relationships/header" Target="header41.xml"/><Relationship Id="rId110" Type="http://schemas.openxmlformats.org/officeDocument/2006/relationships/footer" Target="footer52.xml"/><Relationship Id="rId115" Type="http://schemas.openxmlformats.org/officeDocument/2006/relationships/header" Target="header55.xml"/><Relationship Id="rId131" Type="http://schemas.openxmlformats.org/officeDocument/2006/relationships/header" Target="header63.xml"/><Relationship Id="rId136" Type="http://schemas.openxmlformats.org/officeDocument/2006/relationships/footer" Target="footer65.xml"/><Relationship Id="rId157" Type="http://schemas.openxmlformats.org/officeDocument/2006/relationships/header" Target="header76.xml"/><Relationship Id="rId178" Type="http://schemas.openxmlformats.org/officeDocument/2006/relationships/footer" Target="footer86.xml"/><Relationship Id="rId61" Type="http://schemas.openxmlformats.org/officeDocument/2006/relationships/header" Target="header28.xml"/><Relationship Id="rId82" Type="http://schemas.openxmlformats.org/officeDocument/2006/relationships/footer" Target="footer38.xml"/><Relationship Id="rId152" Type="http://schemas.openxmlformats.org/officeDocument/2006/relationships/footer" Target="footer73.xml"/><Relationship Id="rId173" Type="http://schemas.openxmlformats.org/officeDocument/2006/relationships/header" Target="header84.xml"/><Relationship Id="rId194" Type="http://schemas.openxmlformats.org/officeDocument/2006/relationships/footer" Target="footer94.xml"/><Relationship Id="rId199" Type="http://schemas.openxmlformats.org/officeDocument/2006/relationships/header" Target="header97.xml"/><Relationship Id="rId203" Type="http://schemas.openxmlformats.org/officeDocument/2006/relationships/header" Target="header99.xml"/><Relationship Id="rId208" Type="http://schemas.openxmlformats.org/officeDocument/2006/relationships/footer" Target="footer101.xml"/><Relationship Id="rId229" Type="http://schemas.openxmlformats.org/officeDocument/2006/relationships/header" Target="header112.xml"/><Relationship Id="rId19" Type="http://schemas.openxmlformats.org/officeDocument/2006/relationships/header" Target="header7.xml"/><Relationship Id="rId224" Type="http://schemas.openxmlformats.org/officeDocument/2006/relationships/footer" Target="footer109.xml"/><Relationship Id="rId240" Type="http://schemas.openxmlformats.org/officeDocument/2006/relationships/footer" Target="footer117.xml"/><Relationship Id="rId245" Type="http://schemas.openxmlformats.org/officeDocument/2006/relationships/header" Target="header120.xml"/><Relationship Id="rId261" Type="http://schemas.openxmlformats.org/officeDocument/2006/relationships/header" Target="header128.xml"/><Relationship Id="rId266" Type="http://schemas.openxmlformats.org/officeDocument/2006/relationships/footer" Target="footer130.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header" Target="header15.xml"/><Relationship Id="rId56" Type="http://schemas.openxmlformats.org/officeDocument/2006/relationships/footer" Target="footer25.xml"/><Relationship Id="rId77" Type="http://schemas.openxmlformats.org/officeDocument/2006/relationships/header" Target="header36.xml"/><Relationship Id="rId100" Type="http://schemas.openxmlformats.org/officeDocument/2006/relationships/footer" Target="footer47.xml"/><Relationship Id="rId105" Type="http://schemas.openxmlformats.org/officeDocument/2006/relationships/header" Target="header50.xml"/><Relationship Id="rId126" Type="http://schemas.openxmlformats.org/officeDocument/2006/relationships/footer" Target="footer60.xml"/><Relationship Id="rId147" Type="http://schemas.openxmlformats.org/officeDocument/2006/relationships/header" Target="header71.xml"/><Relationship Id="rId168" Type="http://schemas.openxmlformats.org/officeDocument/2006/relationships/footer" Target="footer81.xml"/><Relationship Id="rId8" Type="http://schemas.openxmlformats.org/officeDocument/2006/relationships/footer" Target="footer1.xml"/><Relationship Id="rId51" Type="http://schemas.openxmlformats.org/officeDocument/2006/relationships/header" Target="header23.xml"/><Relationship Id="rId72" Type="http://schemas.openxmlformats.org/officeDocument/2006/relationships/footer" Target="footer33.xml"/><Relationship Id="rId93" Type="http://schemas.openxmlformats.org/officeDocument/2006/relationships/header" Target="header44.xml"/><Relationship Id="rId98" Type="http://schemas.openxmlformats.org/officeDocument/2006/relationships/footer" Target="footer46.xml"/><Relationship Id="rId121" Type="http://schemas.openxmlformats.org/officeDocument/2006/relationships/header" Target="header58.xml"/><Relationship Id="rId142" Type="http://schemas.openxmlformats.org/officeDocument/2006/relationships/footer" Target="footer68.xml"/><Relationship Id="rId163" Type="http://schemas.openxmlformats.org/officeDocument/2006/relationships/header" Target="header79.xml"/><Relationship Id="rId184" Type="http://schemas.openxmlformats.org/officeDocument/2006/relationships/footer" Target="footer89.xml"/><Relationship Id="rId189" Type="http://schemas.openxmlformats.org/officeDocument/2006/relationships/header" Target="header92.xml"/><Relationship Id="rId219" Type="http://schemas.openxmlformats.org/officeDocument/2006/relationships/header" Target="header107.xml"/><Relationship Id="rId3" Type="http://schemas.openxmlformats.org/officeDocument/2006/relationships/settings" Target="settings.xml"/><Relationship Id="rId214" Type="http://schemas.openxmlformats.org/officeDocument/2006/relationships/footer" Target="footer104.xml"/><Relationship Id="rId230" Type="http://schemas.openxmlformats.org/officeDocument/2006/relationships/footer" Target="footer112.xml"/><Relationship Id="rId235" Type="http://schemas.openxmlformats.org/officeDocument/2006/relationships/header" Target="header115.xml"/><Relationship Id="rId251" Type="http://schemas.openxmlformats.org/officeDocument/2006/relationships/header" Target="header123.xml"/><Relationship Id="rId256" Type="http://schemas.openxmlformats.org/officeDocument/2006/relationships/footer" Target="footer125.xml"/><Relationship Id="rId277" Type="http://schemas.openxmlformats.org/officeDocument/2006/relationships/fontTable" Target="fontTable.xml"/><Relationship Id="rId25" Type="http://schemas.openxmlformats.org/officeDocument/2006/relationships/header" Target="header10.xml"/><Relationship Id="rId46" Type="http://schemas.openxmlformats.org/officeDocument/2006/relationships/footer" Target="footer20.xml"/><Relationship Id="rId67" Type="http://schemas.openxmlformats.org/officeDocument/2006/relationships/header" Target="header31.xml"/><Relationship Id="rId116" Type="http://schemas.openxmlformats.org/officeDocument/2006/relationships/footer" Target="footer55.xml"/><Relationship Id="rId137" Type="http://schemas.openxmlformats.org/officeDocument/2006/relationships/header" Target="header66.xml"/><Relationship Id="rId158" Type="http://schemas.openxmlformats.org/officeDocument/2006/relationships/footer" Target="footer76.xml"/><Relationship Id="rId272" Type="http://schemas.openxmlformats.org/officeDocument/2006/relationships/footer" Target="footer133.xml"/><Relationship Id="rId20" Type="http://schemas.openxmlformats.org/officeDocument/2006/relationships/footer" Target="footer7.xml"/><Relationship Id="rId41" Type="http://schemas.openxmlformats.org/officeDocument/2006/relationships/header" Target="header18.xml"/><Relationship Id="rId62" Type="http://schemas.openxmlformats.org/officeDocument/2006/relationships/footer" Target="footer28.xml"/><Relationship Id="rId83" Type="http://schemas.openxmlformats.org/officeDocument/2006/relationships/header" Target="header39.xml"/><Relationship Id="rId88" Type="http://schemas.openxmlformats.org/officeDocument/2006/relationships/footer" Target="footer41.xml"/><Relationship Id="rId111" Type="http://schemas.openxmlformats.org/officeDocument/2006/relationships/header" Target="header53.xml"/><Relationship Id="rId132" Type="http://schemas.openxmlformats.org/officeDocument/2006/relationships/footer" Target="footer63.xml"/><Relationship Id="rId153" Type="http://schemas.openxmlformats.org/officeDocument/2006/relationships/header" Target="header74.xml"/><Relationship Id="rId174" Type="http://schemas.openxmlformats.org/officeDocument/2006/relationships/footer" Target="footer84.xml"/><Relationship Id="rId179" Type="http://schemas.openxmlformats.org/officeDocument/2006/relationships/header" Target="header87.xml"/><Relationship Id="rId195" Type="http://schemas.openxmlformats.org/officeDocument/2006/relationships/header" Target="header95.xml"/><Relationship Id="rId209" Type="http://schemas.openxmlformats.org/officeDocument/2006/relationships/header" Target="header102.xml"/><Relationship Id="rId190" Type="http://schemas.openxmlformats.org/officeDocument/2006/relationships/footer" Target="footer92.xml"/><Relationship Id="rId204" Type="http://schemas.openxmlformats.org/officeDocument/2006/relationships/footer" Target="footer99.xml"/><Relationship Id="rId220" Type="http://schemas.openxmlformats.org/officeDocument/2006/relationships/footer" Target="footer107.xml"/><Relationship Id="rId225" Type="http://schemas.openxmlformats.org/officeDocument/2006/relationships/header" Target="header110.xml"/><Relationship Id="rId241" Type="http://schemas.openxmlformats.org/officeDocument/2006/relationships/header" Target="header118.xml"/><Relationship Id="rId246" Type="http://schemas.openxmlformats.org/officeDocument/2006/relationships/footer" Target="footer120.xml"/><Relationship Id="rId267" Type="http://schemas.openxmlformats.org/officeDocument/2006/relationships/header" Target="header131.xml"/><Relationship Id="rId15" Type="http://schemas.openxmlformats.org/officeDocument/2006/relationships/header" Target="header5.xml"/><Relationship Id="rId36" Type="http://schemas.openxmlformats.org/officeDocument/2006/relationships/footer" Target="footer15.xml"/><Relationship Id="rId57" Type="http://schemas.openxmlformats.org/officeDocument/2006/relationships/header" Target="header26.xml"/><Relationship Id="rId106" Type="http://schemas.openxmlformats.org/officeDocument/2006/relationships/footer" Target="footer50.xml"/><Relationship Id="rId127" Type="http://schemas.openxmlformats.org/officeDocument/2006/relationships/header" Target="header61.xml"/><Relationship Id="rId262" Type="http://schemas.openxmlformats.org/officeDocument/2006/relationships/footer" Target="footer128.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footer" Target="footer23.xml"/><Relationship Id="rId73" Type="http://schemas.openxmlformats.org/officeDocument/2006/relationships/header" Target="header34.xml"/><Relationship Id="rId78" Type="http://schemas.openxmlformats.org/officeDocument/2006/relationships/footer" Target="footer36.xml"/><Relationship Id="rId94" Type="http://schemas.openxmlformats.org/officeDocument/2006/relationships/footer" Target="footer44.xml"/><Relationship Id="rId99" Type="http://schemas.openxmlformats.org/officeDocument/2006/relationships/header" Target="header47.xml"/><Relationship Id="rId101" Type="http://schemas.openxmlformats.org/officeDocument/2006/relationships/header" Target="header48.xml"/><Relationship Id="rId122" Type="http://schemas.openxmlformats.org/officeDocument/2006/relationships/footer" Target="footer58.xml"/><Relationship Id="rId143" Type="http://schemas.openxmlformats.org/officeDocument/2006/relationships/header" Target="header69.xml"/><Relationship Id="rId148" Type="http://schemas.openxmlformats.org/officeDocument/2006/relationships/footer" Target="footer71.xml"/><Relationship Id="rId164" Type="http://schemas.openxmlformats.org/officeDocument/2006/relationships/footer" Target="footer79.xml"/><Relationship Id="rId169" Type="http://schemas.openxmlformats.org/officeDocument/2006/relationships/header" Target="header82.xml"/><Relationship Id="rId185" Type="http://schemas.openxmlformats.org/officeDocument/2006/relationships/header" Target="header90.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oter" Target="footer87.xml"/><Relationship Id="rId210" Type="http://schemas.openxmlformats.org/officeDocument/2006/relationships/footer" Target="footer102.xml"/><Relationship Id="rId215" Type="http://schemas.openxmlformats.org/officeDocument/2006/relationships/header" Target="header105.xml"/><Relationship Id="rId236" Type="http://schemas.openxmlformats.org/officeDocument/2006/relationships/footer" Target="footer115.xml"/><Relationship Id="rId257" Type="http://schemas.openxmlformats.org/officeDocument/2006/relationships/header" Target="header126.xml"/><Relationship Id="rId278" Type="http://schemas.openxmlformats.org/officeDocument/2006/relationships/theme" Target="theme/theme1.xml"/><Relationship Id="rId26" Type="http://schemas.openxmlformats.org/officeDocument/2006/relationships/footer" Target="footer10.xml"/><Relationship Id="rId231" Type="http://schemas.openxmlformats.org/officeDocument/2006/relationships/header" Target="header113.xml"/><Relationship Id="rId252" Type="http://schemas.openxmlformats.org/officeDocument/2006/relationships/footer" Target="footer123.xml"/><Relationship Id="rId273" Type="http://schemas.openxmlformats.org/officeDocument/2006/relationships/header" Target="header134.xml"/><Relationship Id="rId47" Type="http://schemas.openxmlformats.org/officeDocument/2006/relationships/header" Target="header21.xml"/><Relationship Id="rId68" Type="http://schemas.openxmlformats.org/officeDocument/2006/relationships/footer" Target="footer31.xml"/><Relationship Id="rId89" Type="http://schemas.openxmlformats.org/officeDocument/2006/relationships/header" Target="header42.xml"/><Relationship Id="rId112" Type="http://schemas.openxmlformats.org/officeDocument/2006/relationships/footer" Target="footer53.xml"/><Relationship Id="rId133" Type="http://schemas.openxmlformats.org/officeDocument/2006/relationships/header" Target="header64.xml"/><Relationship Id="rId154" Type="http://schemas.openxmlformats.org/officeDocument/2006/relationships/footer" Target="footer74.xml"/><Relationship Id="rId175" Type="http://schemas.openxmlformats.org/officeDocument/2006/relationships/header" Target="header85.xml"/><Relationship Id="rId196" Type="http://schemas.openxmlformats.org/officeDocument/2006/relationships/footer" Target="footer95.xml"/><Relationship Id="rId200" Type="http://schemas.openxmlformats.org/officeDocument/2006/relationships/footer" Target="footer97.xml"/><Relationship Id="rId16" Type="http://schemas.openxmlformats.org/officeDocument/2006/relationships/footer" Target="footer5.xml"/><Relationship Id="rId221" Type="http://schemas.openxmlformats.org/officeDocument/2006/relationships/header" Target="header108.xml"/><Relationship Id="rId242" Type="http://schemas.openxmlformats.org/officeDocument/2006/relationships/footer" Target="footer118.xml"/><Relationship Id="rId263" Type="http://schemas.openxmlformats.org/officeDocument/2006/relationships/header" Target="header129.xml"/><Relationship Id="rId37" Type="http://schemas.openxmlformats.org/officeDocument/2006/relationships/header" Target="header16.xml"/><Relationship Id="rId58" Type="http://schemas.openxmlformats.org/officeDocument/2006/relationships/footer" Target="footer26.xml"/><Relationship Id="rId79" Type="http://schemas.openxmlformats.org/officeDocument/2006/relationships/header" Target="header37.xml"/><Relationship Id="rId102" Type="http://schemas.openxmlformats.org/officeDocument/2006/relationships/footer" Target="footer48.xml"/><Relationship Id="rId123" Type="http://schemas.openxmlformats.org/officeDocument/2006/relationships/header" Target="header59.xml"/><Relationship Id="rId144" Type="http://schemas.openxmlformats.org/officeDocument/2006/relationships/footer" Target="footer69.xml"/><Relationship Id="rId90" Type="http://schemas.openxmlformats.org/officeDocument/2006/relationships/footer" Target="footer42.xml"/><Relationship Id="rId165" Type="http://schemas.openxmlformats.org/officeDocument/2006/relationships/header" Target="header80.xml"/><Relationship Id="rId186" Type="http://schemas.openxmlformats.org/officeDocument/2006/relationships/footer" Target="footer90.xml"/><Relationship Id="rId211" Type="http://schemas.openxmlformats.org/officeDocument/2006/relationships/header" Target="header103.xml"/><Relationship Id="rId232" Type="http://schemas.openxmlformats.org/officeDocument/2006/relationships/footer" Target="footer113.xml"/><Relationship Id="rId253" Type="http://schemas.openxmlformats.org/officeDocument/2006/relationships/header" Target="header124.xml"/><Relationship Id="rId274" Type="http://schemas.openxmlformats.org/officeDocument/2006/relationships/footer" Target="footer134.xml"/><Relationship Id="rId27" Type="http://schemas.openxmlformats.org/officeDocument/2006/relationships/header" Target="header11.xml"/><Relationship Id="rId48" Type="http://schemas.openxmlformats.org/officeDocument/2006/relationships/footer" Target="footer21.xml"/><Relationship Id="rId69" Type="http://schemas.openxmlformats.org/officeDocument/2006/relationships/header" Target="header32.xml"/><Relationship Id="rId113" Type="http://schemas.openxmlformats.org/officeDocument/2006/relationships/header" Target="header54.xml"/><Relationship Id="rId134" Type="http://schemas.openxmlformats.org/officeDocument/2006/relationships/footer" Target="footer64.xml"/><Relationship Id="rId80" Type="http://schemas.openxmlformats.org/officeDocument/2006/relationships/footer" Target="footer37.xml"/><Relationship Id="rId155" Type="http://schemas.openxmlformats.org/officeDocument/2006/relationships/header" Target="header75.xml"/><Relationship Id="rId176" Type="http://schemas.openxmlformats.org/officeDocument/2006/relationships/footer" Target="footer85.xml"/><Relationship Id="rId197" Type="http://schemas.openxmlformats.org/officeDocument/2006/relationships/header" Target="header96.xml"/><Relationship Id="rId201" Type="http://schemas.openxmlformats.org/officeDocument/2006/relationships/header" Target="header98.xml"/><Relationship Id="rId222" Type="http://schemas.openxmlformats.org/officeDocument/2006/relationships/footer" Target="footer108.xml"/><Relationship Id="rId243" Type="http://schemas.openxmlformats.org/officeDocument/2006/relationships/header" Target="header119.xml"/><Relationship Id="rId264" Type="http://schemas.openxmlformats.org/officeDocument/2006/relationships/footer" Target="footer129.xml"/><Relationship Id="rId17" Type="http://schemas.openxmlformats.org/officeDocument/2006/relationships/header" Target="header6.xml"/><Relationship Id="rId38" Type="http://schemas.openxmlformats.org/officeDocument/2006/relationships/footer" Target="footer16.xml"/><Relationship Id="rId59" Type="http://schemas.openxmlformats.org/officeDocument/2006/relationships/header" Target="header27.xml"/><Relationship Id="rId103" Type="http://schemas.openxmlformats.org/officeDocument/2006/relationships/header" Target="header49.xml"/><Relationship Id="rId124" Type="http://schemas.openxmlformats.org/officeDocument/2006/relationships/footer" Target="footer59.xml"/><Relationship Id="rId70" Type="http://schemas.openxmlformats.org/officeDocument/2006/relationships/footer" Target="footer32.xml"/><Relationship Id="rId91" Type="http://schemas.openxmlformats.org/officeDocument/2006/relationships/header" Target="header43.xml"/><Relationship Id="rId145" Type="http://schemas.openxmlformats.org/officeDocument/2006/relationships/header" Target="header70.xml"/><Relationship Id="rId166" Type="http://schemas.openxmlformats.org/officeDocument/2006/relationships/footer" Target="footer80.xml"/><Relationship Id="rId187" Type="http://schemas.openxmlformats.org/officeDocument/2006/relationships/header" Target="header91.xml"/><Relationship Id="rId1" Type="http://schemas.openxmlformats.org/officeDocument/2006/relationships/numbering" Target="numbering.xml"/><Relationship Id="rId212" Type="http://schemas.openxmlformats.org/officeDocument/2006/relationships/footer" Target="footer103.xml"/><Relationship Id="rId233" Type="http://schemas.openxmlformats.org/officeDocument/2006/relationships/header" Target="header114.xml"/><Relationship Id="rId254" Type="http://schemas.openxmlformats.org/officeDocument/2006/relationships/footer" Target="footer124.xml"/><Relationship Id="rId28" Type="http://schemas.openxmlformats.org/officeDocument/2006/relationships/footer" Target="footer11.xml"/><Relationship Id="rId49" Type="http://schemas.openxmlformats.org/officeDocument/2006/relationships/header" Target="header22.xml"/><Relationship Id="rId114" Type="http://schemas.openxmlformats.org/officeDocument/2006/relationships/footer" Target="footer54.xml"/><Relationship Id="rId275" Type="http://schemas.openxmlformats.org/officeDocument/2006/relationships/header" Target="header135.xml"/><Relationship Id="rId60" Type="http://schemas.openxmlformats.org/officeDocument/2006/relationships/footer" Target="footer27.xml"/><Relationship Id="rId81" Type="http://schemas.openxmlformats.org/officeDocument/2006/relationships/header" Target="header38.xml"/><Relationship Id="rId135" Type="http://schemas.openxmlformats.org/officeDocument/2006/relationships/header" Target="header65.xml"/><Relationship Id="rId156" Type="http://schemas.openxmlformats.org/officeDocument/2006/relationships/footer" Target="footer75.xml"/><Relationship Id="rId177" Type="http://schemas.openxmlformats.org/officeDocument/2006/relationships/header" Target="header86.xml"/><Relationship Id="rId198" Type="http://schemas.openxmlformats.org/officeDocument/2006/relationships/footer" Target="footer9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138</Pages>
  <Words>41</Words>
  <Characters>238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Лиля</cp:lastModifiedBy>
  <cp:revision>3</cp:revision>
  <cp:lastPrinted>2016-09-14T02:44:00Z</cp:lastPrinted>
  <dcterms:created xsi:type="dcterms:W3CDTF">2016-09-23T02:12:00Z</dcterms:created>
  <dcterms:modified xsi:type="dcterms:W3CDTF">2016-09-23T02:20:00Z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